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Look w:val="01E0" w:firstRow="1" w:lastRow="1" w:firstColumn="1" w:lastColumn="1" w:noHBand="0" w:noVBand="0"/>
      </w:tblPr>
      <w:tblGrid>
        <w:gridCol w:w="5507"/>
        <w:gridCol w:w="4699"/>
      </w:tblGrid>
      <w:tr w:rsidR="00F02E6B" w:rsidRPr="00FA5E0B" w14:paraId="4912B49A" w14:textId="77777777" w:rsidTr="003E5A19">
        <w:trPr>
          <w:trHeight w:hRule="exact" w:val="1871"/>
        </w:trPr>
        <w:tc>
          <w:tcPr>
            <w:tcW w:w="5507" w:type="dxa"/>
            <w:shd w:val="clear" w:color="auto" w:fill="auto"/>
          </w:tcPr>
          <w:p w14:paraId="7E971306" w14:textId="77777777" w:rsidR="00F02E6B" w:rsidRPr="00FA5E0B" w:rsidRDefault="00F02E6B" w:rsidP="002D53D4">
            <w:pPr>
              <w:rPr>
                <w:rFonts w:ascii="Arial" w:hAnsi="Arial" w:cs="Arial"/>
                <w:sz w:val="20"/>
                <w:szCs w:val="20"/>
              </w:rPr>
            </w:pPr>
            <w:r w:rsidRPr="00FA5E0B">
              <w:rPr>
                <w:rFonts w:ascii="Arial" w:hAnsi="Arial" w:cs="Arial"/>
                <w:sz w:val="20"/>
                <w:szCs w:val="20"/>
              </w:rPr>
              <w:br/>
            </w:r>
            <w:r w:rsidRPr="00FA5E0B">
              <w:rPr>
                <w:rFonts w:ascii="Arial" w:hAnsi="Arial" w:cs="Arial"/>
                <w:sz w:val="20"/>
                <w:szCs w:val="20"/>
              </w:rPr>
              <w:br/>
            </w:r>
            <w:r w:rsidR="00461845" w:rsidRPr="00026C4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1" locked="1" layoutInCell="1" allowOverlap="1" wp14:anchorId="6A9A26B4" wp14:editId="36CBC891">
                  <wp:simplePos x="0" y="0"/>
                  <wp:positionH relativeFrom="column">
                    <wp:posOffset>152400</wp:posOffset>
                  </wp:positionH>
                  <wp:positionV relativeFrom="page">
                    <wp:posOffset>267335</wp:posOffset>
                  </wp:positionV>
                  <wp:extent cx="2340000" cy="676800"/>
                  <wp:effectExtent l="0" t="0" r="3175" b="9525"/>
                  <wp:wrapTight wrapText="bothSides">
                    <wp:wrapPolygon edited="0">
                      <wp:start x="5979" y="0"/>
                      <wp:lineTo x="0" y="7910"/>
                      <wp:lineTo x="0" y="14603"/>
                      <wp:lineTo x="14420" y="19470"/>
                      <wp:lineTo x="0" y="19470"/>
                      <wp:lineTo x="0" y="21296"/>
                      <wp:lineTo x="21453" y="21296"/>
                      <wp:lineTo x="21453" y="7910"/>
                      <wp:lineTo x="7034" y="0"/>
                      <wp:lineTo x="5979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WUMuenster_Logo_2017_rg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6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99" w:type="dxa"/>
            <w:shd w:val="clear" w:color="auto" w:fill="auto"/>
            <w:tcMar>
              <w:top w:w="113" w:type="dxa"/>
              <w:left w:w="153" w:type="dxa"/>
              <w:bottom w:w="113" w:type="dxa"/>
              <w:right w:w="108" w:type="dxa"/>
            </w:tcMar>
          </w:tcPr>
          <w:p w14:paraId="04C1D33B" w14:textId="77777777" w:rsidR="00F02E6B" w:rsidRPr="00FA5E0B" w:rsidRDefault="000834AF" w:rsidP="002D53D4">
            <w:pPr>
              <w:rPr>
                <w:rFonts w:ascii="Arial" w:hAnsi="Arial" w:cs="Arial"/>
                <w:sz w:val="22"/>
                <w:szCs w:val="22"/>
              </w:rPr>
            </w:pPr>
            <w:r w:rsidRPr="00026C47">
              <w:rPr>
                <w:rFonts w:ascii="Arial" w:hAnsi="Arial" w:cs="Arial"/>
                <w:noProof/>
              </w:rPr>
              <mc:AlternateContent>
                <mc:Choice Requires="wpc">
                  <w:drawing>
                    <wp:anchor distT="0" distB="0" distL="114300" distR="114300" simplePos="0" relativeHeight="251658240" behindDoc="0" locked="0" layoutInCell="1" allowOverlap="1" wp14:anchorId="42DA4236" wp14:editId="4A2ADBCC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36195</wp:posOffset>
                      </wp:positionV>
                      <wp:extent cx="1150620" cy="1007745"/>
                      <wp:effectExtent l="0" t="0" r="0" b="1905"/>
                      <wp:wrapNone/>
                      <wp:docPr id="80" name="Zeichenbereich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6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16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AB2C33" w14:textId="77777777" w:rsidR="00F02E6B" w:rsidRDefault="00F02E6B">
                                    <w:r>
                                      <w:rPr>
                                        <w:color w:val="000000"/>
                                        <w:sz w:val="6"/>
                                        <w:szCs w:val="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5" y="635"/>
                                  <a:ext cx="394335" cy="154305"/>
                                </a:xfrm>
                                <a:custGeom>
                                  <a:avLst/>
                                  <a:gdLst>
                                    <a:gd name="T0" fmla="*/ 1242 w 1242"/>
                                    <a:gd name="T1" fmla="*/ 186 h 486"/>
                                    <a:gd name="T2" fmla="*/ 1242 w 1242"/>
                                    <a:gd name="T3" fmla="*/ 147 h 486"/>
                                    <a:gd name="T4" fmla="*/ 1242 w 1242"/>
                                    <a:gd name="T5" fmla="*/ 90 h 486"/>
                                    <a:gd name="T6" fmla="*/ 1242 w 1242"/>
                                    <a:gd name="T7" fmla="*/ 39 h 486"/>
                                    <a:gd name="T8" fmla="*/ 1240 w 1242"/>
                                    <a:gd name="T9" fmla="*/ 22 h 486"/>
                                    <a:gd name="T10" fmla="*/ 1240 w 1242"/>
                                    <a:gd name="T11" fmla="*/ 19 h 486"/>
                                    <a:gd name="T12" fmla="*/ 1236 w 1242"/>
                                    <a:gd name="T13" fmla="*/ 17 h 486"/>
                                    <a:gd name="T14" fmla="*/ 1172 w 1242"/>
                                    <a:gd name="T15" fmla="*/ 9 h 486"/>
                                    <a:gd name="T16" fmla="*/ 1051 w 1242"/>
                                    <a:gd name="T17" fmla="*/ 0 h 486"/>
                                    <a:gd name="T18" fmla="*/ 933 w 1242"/>
                                    <a:gd name="T19" fmla="*/ 0 h 486"/>
                                    <a:gd name="T20" fmla="*/ 822 w 1242"/>
                                    <a:gd name="T21" fmla="*/ 7 h 486"/>
                                    <a:gd name="T22" fmla="*/ 717 w 1242"/>
                                    <a:gd name="T23" fmla="*/ 21 h 486"/>
                                    <a:gd name="T24" fmla="*/ 616 w 1242"/>
                                    <a:gd name="T25" fmla="*/ 37 h 486"/>
                                    <a:gd name="T26" fmla="*/ 522 w 1242"/>
                                    <a:gd name="T27" fmla="*/ 60 h 486"/>
                                    <a:gd name="T28" fmla="*/ 434 w 1242"/>
                                    <a:gd name="T29" fmla="*/ 85 h 486"/>
                                    <a:gd name="T30" fmla="*/ 354 w 1242"/>
                                    <a:gd name="T31" fmla="*/ 111 h 486"/>
                                    <a:gd name="T32" fmla="*/ 280 w 1242"/>
                                    <a:gd name="T33" fmla="*/ 139 h 486"/>
                                    <a:gd name="T34" fmla="*/ 214 w 1242"/>
                                    <a:gd name="T35" fmla="*/ 168 h 486"/>
                                    <a:gd name="T36" fmla="*/ 156 w 1242"/>
                                    <a:gd name="T37" fmla="*/ 196 h 486"/>
                                    <a:gd name="T38" fmla="*/ 108 w 1242"/>
                                    <a:gd name="T39" fmla="*/ 222 h 486"/>
                                    <a:gd name="T40" fmla="*/ 68 w 1242"/>
                                    <a:gd name="T41" fmla="*/ 245 h 486"/>
                                    <a:gd name="T42" fmla="*/ 35 w 1242"/>
                                    <a:gd name="T43" fmla="*/ 265 h 486"/>
                                    <a:gd name="T44" fmla="*/ 13 w 1242"/>
                                    <a:gd name="T45" fmla="*/ 280 h 486"/>
                                    <a:gd name="T46" fmla="*/ 5 w 1242"/>
                                    <a:gd name="T47" fmla="*/ 287 h 486"/>
                                    <a:gd name="T48" fmla="*/ 1 w 1242"/>
                                    <a:gd name="T49" fmla="*/ 292 h 486"/>
                                    <a:gd name="T50" fmla="*/ 0 w 1242"/>
                                    <a:gd name="T51" fmla="*/ 297 h 486"/>
                                    <a:gd name="T52" fmla="*/ 0 w 1242"/>
                                    <a:gd name="T53" fmla="*/ 307 h 486"/>
                                    <a:gd name="T54" fmla="*/ 0 w 1242"/>
                                    <a:gd name="T55" fmla="*/ 356 h 486"/>
                                    <a:gd name="T56" fmla="*/ 0 w 1242"/>
                                    <a:gd name="T57" fmla="*/ 423 h 486"/>
                                    <a:gd name="T58" fmla="*/ 0 w 1242"/>
                                    <a:gd name="T59" fmla="*/ 474 h 486"/>
                                    <a:gd name="T60" fmla="*/ 0 w 1242"/>
                                    <a:gd name="T61" fmla="*/ 484 h 486"/>
                                    <a:gd name="T62" fmla="*/ 2 w 1242"/>
                                    <a:gd name="T63" fmla="*/ 486 h 486"/>
                                    <a:gd name="T64" fmla="*/ 5 w 1242"/>
                                    <a:gd name="T65" fmla="*/ 484 h 486"/>
                                    <a:gd name="T66" fmla="*/ 14 w 1242"/>
                                    <a:gd name="T67" fmla="*/ 478 h 486"/>
                                    <a:gd name="T68" fmla="*/ 36 w 1242"/>
                                    <a:gd name="T69" fmla="*/ 461 h 486"/>
                                    <a:gd name="T70" fmla="*/ 69 w 1242"/>
                                    <a:gd name="T71" fmla="*/ 440 h 486"/>
                                    <a:gd name="T72" fmla="*/ 111 w 1242"/>
                                    <a:gd name="T73" fmla="*/ 415 h 486"/>
                                    <a:gd name="T74" fmla="*/ 162 w 1242"/>
                                    <a:gd name="T75" fmla="*/ 388 h 486"/>
                                    <a:gd name="T76" fmla="*/ 220 w 1242"/>
                                    <a:gd name="T77" fmla="*/ 358 h 486"/>
                                    <a:gd name="T78" fmla="*/ 287 w 1242"/>
                                    <a:gd name="T79" fmla="*/ 327 h 486"/>
                                    <a:gd name="T80" fmla="*/ 363 w 1242"/>
                                    <a:gd name="T81" fmla="*/ 297 h 486"/>
                                    <a:gd name="T82" fmla="*/ 444 w 1242"/>
                                    <a:gd name="T83" fmla="*/ 269 h 486"/>
                                    <a:gd name="T84" fmla="*/ 532 w 1242"/>
                                    <a:gd name="T85" fmla="*/ 241 h 486"/>
                                    <a:gd name="T86" fmla="*/ 626 w 1242"/>
                                    <a:gd name="T87" fmla="*/ 219 h 486"/>
                                    <a:gd name="T88" fmla="*/ 727 w 1242"/>
                                    <a:gd name="T89" fmla="*/ 199 h 486"/>
                                    <a:gd name="T90" fmla="*/ 833 w 1242"/>
                                    <a:gd name="T91" fmla="*/ 186 h 486"/>
                                    <a:gd name="T92" fmla="*/ 943 w 1242"/>
                                    <a:gd name="T93" fmla="*/ 180 h 486"/>
                                    <a:gd name="T94" fmla="*/ 1056 w 1242"/>
                                    <a:gd name="T95" fmla="*/ 181 h 486"/>
                                    <a:gd name="T96" fmla="*/ 1175 w 1242"/>
                                    <a:gd name="T97" fmla="*/ 190 h 486"/>
                                    <a:gd name="T98" fmla="*/ 1238 w 1242"/>
                                    <a:gd name="T99" fmla="*/ 199 h 486"/>
                                    <a:gd name="T100" fmla="*/ 1240 w 1242"/>
                                    <a:gd name="T101" fmla="*/ 198 h 486"/>
                                    <a:gd name="T102" fmla="*/ 1242 w 1242"/>
                                    <a:gd name="T103" fmla="*/ 196 h 4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1242" h="486">
                                      <a:moveTo>
                                        <a:pt x="1242" y="193"/>
                                      </a:moveTo>
                                      <a:lnTo>
                                        <a:pt x="1242" y="186"/>
                                      </a:lnTo>
                                      <a:lnTo>
                                        <a:pt x="1242" y="171"/>
                                      </a:lnTo>
                                      <a:lnTo>
                                        <a:pt x="1242" y="147"/>
                                      </a:lnTo>
                                      <a:lnTo>
                                        <a:pt x="1242" y="120"/>
                                      </a:lnTo>
                                      <a:lnTo>
                                        <a:pt x="1242" y="90"/>
                                      </a:lnTo>
                                      <a:lnTo>
                                        <a:pt x="1242" y="62"/>
                                      </a:lnTo>
                                      <a:lnTo>
                                        <a:pt x="1242" y="39"/>
                                      </a:lnTo>
                                      <a:lnTo>
                                        <a:pt x="1242" y="23"/>
                                      </a:lnTo>
                                      <a:lnTo>
                                        <a:pt x="1240" y="22"/>
                                      </a:lnTo>
                                      <a:lnTo>
                                        <a:pt x="1240" y="19"/>
                                      </a:lnTo>
                                      <a:lnTo>
                                        <a:pt x="1239" y="18"/>
                                      </a:lnTo>
                                      <a:lnTo>
                                        <a:pt x="1236" y="17"/>
                                      </a:lnTo>
                                      <a:lnTo>
                                        <a:pt x="1234" y="15"/>
                                      </a:lnTo>
                                      <a:lnTo>
                                        <a:pt x="1172" y="9"/>
                                      </a:lnTo>
                                      <a:lnTo>
                                        <a:pt x="1111" y="4"/>
                                      </a:lnTo>
                                      <a:lnTo>
                                        <a:pt x="1051" y="0"/>
                                      </a:lnTo>
                                      <a:lnTo>
                                        <a:pt x="992" y="0"/>
                                      </a:lnTo>
                                      <a:lnTo>
                                        <a:pt x="933" y="0"/>
                                      </a:lnTo>
                                      <a:lnTo>
                                        <a:pt x="879" y="4"/>
                                      </a:lnTo>
                                      <a:lnTo>
                                        <a:pt x="822" y="7"/>
                                      </a:lnTo>
                                      <a:lnTo>
                                        <a:pt x="769" y="13"/>
                                      </a:lnTo>
                                      <a:lnTo>
                                        <a:pt x="717" y="21"/>
                                      </a:lnTo>
                                      <a:lnTo>
                                        <a:pt x="666" y="28"/>
                                      </a:lnTo>
                                      <a:lnTo>
                                        <a:pt x="616" y="37"/>
                                      </a:lnTo>
                                      <a:lnTo>
                                        <a:pt x="568" y="48"/>
                                      </a:lnTo>
                                      <a:lnTo>
                                        <a:pt x="522" y="60"/>
                                      </a:lnTo>
                                      <a:lnTo>
                                        <a:pt x="478" y="71"/>
                                      </a:lnTo>
                                      <a:lnTo>
                                        <a:pt x="434" y="85"/>
                                      </a:lnTo>
                                      <a:lnTo>
                                        <a:pt x="393" y="98"/>
                                      </a:lnTo>
                                      <a:lnTo>
                                        <a:pt x="354" y="111"/>
                                      </a:lnTo>
                                      <a:lnTo>
                                        <a:pt x="316" y="125"/>
                                      </a:lnTo>
                                      <a:lnTo>
                                        <a:pt x="280" y="139"/>
                                      </a:lnTo>
                                      <a:lnTo>
                                        <a:pt x="246" y="154"/>
                                      </a:lnTo>
                                      <a:lnTo>
                                        <a:pt x="214" y="168"/>
                                      </a:lnTo>
                                      <a:lnTo>
                                        <a:pt x="184" y="182"/>
                                      </a:lnTo>
                                      <a:lnTo>
                                        <a:pt x="156" y="196"/>
                                      </a:lnTo>
                                      <a:lnTo>
                                        <a:pt x="130" y="209"/>
                                      </a:lnTo>
                                      <a:lnTo>
                                        <a:pt x="108" y="222"/>
                                      </a:lnTo>
                                      <a:lnTo>
                                        <a:pt x="86" y="233"/>
                                      </a:lnTo>
                                      <a:lnTo>
                                        <a:pt x="68" y="245"/>
                                      </a:lnTo>
                                      <a:lnTo>
                                        <a:pt x="49" y="256"/>
                                      </a:lnTo>
                                      <a:lnTo>
                                        <a:pt x="35" y="265"/>
                                      </a:lnTo>
                                      <a:lnTo>
                                        <a:pt x="23" y="273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6" y="286"/>
                                      </a:lnTo>
                                      <a:lnTo>
                                        <a:pt x="5" y="287"/>
                                      </a:lnTo>
                                      <a:lnTo>
                                        <a:pt x="2" y="291"/>
                                      </a:lnTo>
                                      <a:lnTo>
                                        <a:pt x="1" y="292"/>
                                      </a:lnTo>
                                      <a:lnTo>
                                        <a:pt x="0" y="294"/>
                                      </a:lnTo>
                                      <a:lnTo>
                                        <a:pt x="0" y="297"/>
                                      </a:lnTo>
                                      <a:lnTo>
                                        <a:pt x="0" y="307"/>
                                      </a:lnTo>
                                      <a:lnTo>
                                        <a:pt x="0" y="326"/>
                                      </a:lnTo>
                                      <a:lnTo>
                                        <a:pt x="0" y="356"/>
                                      </a:lnTo>
                                      <a:lnTo>
                                        <a:pt x="0" y="389"/>
                                      </a:lnTo>
                                      <a:lnTo>
                                        <a:pt x="0" y="423"/>
                                      </a:lnTo>
                                      <a:lnTo>
                                        <a:pt x="0" y="453"/>
                                      </a:lnTo>
                                      <a:lnTo>
                                        <a:pt x="0" y="474"/>
                                      </a:lnTo>
                                      <a:lnTo>
                                        <a:pt x="0" y="483"/>
                                      </a:lnTo>
                                      <a:lnTo>
                                        <a:pt x="0" y="484"/>
                                      </a:lnTo>
                                      <a:lnTo>
                                        <a:pt x="1" y="486"/>
                                      </a:lnTo>
                                      <a:lnTo>
                                        <a:pt x="2" y="486"/>
                                      </a:lnTo>
                                      <a:lnTo>
                                        <a:pt x="4" y="486"/>
                                      </a:lnTo>
                                      <a:lnTo>
                                        <a:pt x="5" y="484"/>
                                      </a:lnTo>
                                      <a:lnTo>
                                        <a:pt x="6" y="483"/>
                                      </a:lnTo>
                                      <a:lnTo>
                                        <a:pt x="14" y="478"/>
                                      </a:lnTo>
                                      <a:lnTo>
                                        <a:pt x="23" y="470"/>
                                      </a:lnTo>
                                      <a:lnTo>
                                        <a:pt x="36" y="461"/>
                                      </a:lnTo>
                                      <a:lnTo>
                                        <a:pt x="51" y="450"/>
                                      </a:lnTo>
                                      <a:lnTo>
                                        <a:pt x="69" y="440"/>
                                      </a:lnTo>
                                      <a:lnTo>
                                        <a:pt x="88" y="428"/>
                                      </a:lnTo>
                                      <a:lnTo>
                                        <a:pt x="111" y="415"/>
                                      </a:lnTo>
                                      <a:lnTo>
                                        <a:pt x="134" y="402"/>
                                      </a:lnTo>
                                      <a:lnTo>
                                        <a:pt x="162" y="388"/>
                                      </a:lnTo>
                                      <a:lnTo>
                                        <a:pt x="189" y="372"/>
                                      </a:lnTo>
                                      <a:lnTo>
                                        <a:pt x="220" y="358"/>
                                      </a:lnTo>
                                      <a:lnTo>
                                        <a:pt x="253" y="343"/>
                                      </a:lnTo>
                                      <a:lnTo>
                                        <a:pt x="287" y="327"/>
                                      </a:lnTo>
                                      <a:lnTo>
                                        <a:pt x="323" y="312"/>
                                      </a:lnTo>
                                      <a:lnTo>
                                        <a:pt x="363" y="297"/>
                                      </a:lnTo>
                                      <a:lnTo>
                                        <a:pt x="402" y="283"/>
                                      </a:lnTo>
                                      <a:lnTo>
                                        <a:pt x="444" y="269"/>
                                      </a:lnTo>
                                      <a:lnTo>
                                        <a:pt x="487" y="254"/>
                                      </a:lnTo>
                                      <a:lnTo>
                                        <a:pt x="532" y="241"/>
                                      </a:lnTo>
                                      <a:lnTo>
                                        <a:pt x="579" y="229"/>
                                      </a:lnTo>
                                      <a:lnTo>
                                        <a:pt x="626" y="219"/>
                                      </a:lnTo>
                                      <a:lnTo>
                                        <a:pt x="676" y="209"/>
                                      </a:lnTo>
                                      <a:lnTo>
                                        <a:pt x="727" y="199"/>
                                      </a:lnTo>
                                      <a:lnTo>
                                        <a:pt x="779" y="193"/>
                                      </a:lnTo>
                                      <a:lnTo>
                                        <a:pt x="833" y="186"/>
                                      </a:lnTo>
                                      <a:lnTo>
                                        <a:pt x="886" y="182"/>
                                      </a:lnTo>
                                      <a:lnTo>
                                        <a:pt x="943" y="180"/>
                                      </a:lnTo>
                                      <a:lnTo>
                                        <a:pt x="999" y="180"/>
                                      </a:lnTo>
                                      <a:lnTo>
                                        <a:pt x="1056" y="181"/>
                                      </a:lnTo>
                                      <a:lnTo>
                                        <a:pt x="1115" y="185"/>
                                      </a:lnTo>
                                      <a:lnTo>
                                        <a:pt x="1175" y="190"/>
                                      </a:lnTo>
                                      <a:lnTo>
                                        <a:pt x="1234" y="199"/>
                                      </a:lnTo>
                                      <a:lnTo>
                                        <a:pt x="1238" y="199"/>
                                      </a:lnTo>
                                      <a:lnTo>
                                        <a:pt x="1239" y="199"/>
                                      </a:lnTo>
                                      <a:lnTo>
                                        <a:pt x="1240" y="198"/>
                                      </a:lnTo>
                                      <a:lnTo>
                                        <a:pt x="1240" y="197"/>
                                      </a:lnTo>
                                      <a:lnTo>
                                        <a:pt x="1242" y="196"/>
                                      </a:lnTo>
                                      <a:lnTo>
                                        <a:pt x="1242" y="19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1A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5" y="111125"/>
                                  <a:ext cx="394335" cy="161925"/>
                                </a:xfrm>
                                <a:custGeom>
                                  <a:avLst/>
                                  <a:gdLst>
                                    <a:gd name="T0" fmla="*/ 1242 w 1242"/>
                                    <a:gd name="T1" fmla="*/ 182 h 511"/>
                                    <a:gd name="T2" fmla="*/ 1242 w 1242"/>
                                    <a:gd name="T3" fmla="*/ 132 h 511"/>
                                    <a:gd name="T4" fmla="*/ 1242 w 1242"/>
                                    <a:gd name="T5" fmla="*/ 77 h 511"/>
                                    <a:gd name="T6" fmla="*/ 1242 w 1242"/>
                                    <a:gd name="T7" fmla="*/ 37 h 511"/>
                                    <a:gd name="T8" fmla="*/ 1240 w 1242"/>
                                    <a:gd name="T9" fmla="*/ 27 h 511"/>
                                    <a:gd name="T10" fmla="*/ 1240 w 1242"/>
                                    <a:gd name="T11" fmla="*/ 25 h 511"/>
                                    <a:gd name="T12" fmla="*/ 1238 w 1242"/>
                                    <a:gd name="T13" fmla="*/ 22 h 511"/>
                                    <a:gd name="T14" fmla="*/ 1175 w 1242"/>
                                    <a:gd name="T15" fmla="*/ 13 h 511"/>
                                    <a:gd name="T16" fmla="*/ 1057 w 1242"/>
                                    <a:gd name="T17" fmla="*/ 3 h 511"/>
                                    <a:gd name="T18" fmla="*/ 944 w 1242"/>
                                    <a:gd name="T19" fmla="*/ 0 h 511"/>
                                    <a:gd name="T20" fmla="*/ 833 w 1242"/>
                                    <a:gd name="T21" fmla="*/ 7 h 511"/>
                                    <a:gd name="T22" fmla="*/ 728 w 1242"/>
                                    <a:gd name="T23" fmla="*/ 21 h 511"/>
                                    <a:gd name="T24" fmla="*/ 629 w 1242"/>
                                    <a:gd name="T25" fmla="*/ 39 h 511"/>
                                    <a:gd name="T26" fmla="*/ 534 w 1242"/>
                                    <a:gd name="T27" fmla="*/ 63 h 511"/>
                                    <a:gd name="T28" fmla="*/ 445 w 1242"/>
                                    <a:gd name="T29" fmla="*/ 90 h 511"/>
                                    <a:gd name="T30" fmla="*/ 363 w 1242"/>
                                    <a:gd name="T31" fmla="*/ 120 h 511"/>
                                    <a:gd name="T32" fmla="*/ 288 w 1242"/>
                                    <a:gd name="T33" fmla="*/ 153 h 511"/>
                                    <a:gd name="T34" fmla="*/ 222 w 1242"/>
                                    <a:gd name="T35" fmla="*/ 184 h 511"/>
                                    <a:gd name="T36" fmla="*/ 162 w 1242"/>
                                    <a:gd name="T37" fmla="*/ 214 h 511"/>
                                    <a:gd name="T38" fmla="*/ 111 w 1242"/>
                                    <a:gd name="T39" fmla="*/ 244 h 511"/>
                                    <a:gd name="T40" fmla="*/ 69 w 1242"/>
                                    <a:gd name="T41" fmla="*/ 270 h 511"/>
                                    <a:gd name="T42" fmla="*/ 36 w 1242"/>
                                    <a:gd name="T43" fmla="*/ 293 h 511"/>
                                    <a:gd name="T44" fmla="*/ 14 w 1242"/>
                                    <a:gd name="T45" fmla="*/ 310 h 511"/>
                                    <a:gd name="T46" fmla="*/ 4 w 1242"/>
                                    <a:gd name="T47" fmla="*/ 319 h 511"/>
                                    <a:gd name="T48" fmla="*/ 0 w 1242"/>
                                    <a:gd name="T49" fmla="*/ 325 h 511"/>
                                    <a:gd name="T50" fmla="*/ 0 w 1242"/>
                                    <a:gd name="T51" fmla="*/ 345 h 511"/>
                                    <a:gd name="T52" fmla="*/ 0 w 1242"/>
                                    <a:gd name="T53" fmla="*/ 398 h 511"/>
                                    <a:gd name="T54" fmla="*/ 0 w 1242"/>
                                    <a:gd name="T55" fmla="*/ 460 h 511"/>
                                    <a:gd name="T56" fmla="*/ 0 w 1242"/>
                                    <a:gd name="T57" fmla="*/ 500 h 511"/>
                                    <a:gd name="T58" fmla="*/ 0 w 1242"/>
                                    <a:gd name="T59" fmla="*/ 509 h 511"/>
                                    <a:gd name="T60" fmla="*/ 2 w 1242"/>
                                    <a:gd name="T61" fmla="*/ 511 h 511"/>
                                    <a:gd name="T62" fmla="*/ 5 w 1242"/>
                                    <a:gd name="T63" fmla="*/ 509 h 511"/>
                                    <a:gd name="T64" fmla="*/ 14 w 1242"/>
                                    <a:gd name="T65" fmla="*/ 502 h 511"/>
                                    <a:gd name="T66" fmla="*/ 36 w 1242"/>
                                    <a:gd name="T67" fmla="*/ 485 h 511"/>
                                    <a:gd name="T68" fmla="*/ 70 w 1242"/>
                                    <a:gd name="T69" fmla="*/ 461 h 511"/>
                                    <a:gd name="T70" fmla="*/ 113 w 1242"/>
                                    <a:gd name="T71" fmla="*/ 434 h 511"/>
                                    <a:gd name="T72" fmla="*/ 164 w 1242"/>
                                    <a:gd name="T73" fmla="*/ 404 h 511"/>
                                    <a:gd name="T74" fmla="*/ 226 w 1242"/>
                                    <a:gd name="T75" fmla="*/ 371 h 511"/>
                                    <a:gd name="T76" fmla="*/ 293 w 1242"/>
                                    <a:gd name="T77" fmla="*/ 338 h 511"/>
                                    <a:gd name="T78" fmla="*/ 369 w 1242"/>
                                    <a:gd name="T79" fmla="*/ 306 h 511"/>
                                    <a:gd name="T80" fmla="*/ 451 w 1242"/>
                                    <a:gd name="T81" fmla="*/ 273 h 511"/>
                                    <a:gd name="T82" fmla="*/ 540 w 1242"/>
                                    <a:gd name="T83" fmla="*/ 246 h 511"/>
                                    <a:gd name="T84" fmla="*/ 634 w 1242"/>
                                    <a:gd name="T85" fmla="*/ 221 h 511"/>
                                    <a:gd name="T86" fmla="*/ 735 w 1242"/>
                                    <a:gd name="T87" fmla="*/ 200 h 511"/>
                                    <a:gd name="T88" fmla="*/ 839 w 1242"/>
                                    <a:gd name="T89" fmla="*/ 187 h 511"/>
                                    <a:gd name="T90" fmla="*/ 948 w 1242"/>
                                    <a:gd name="T91" fmla="*/ 180 h 511"/>
                                    <a:gd name="T92" fmla="*/ 1060 w 1242"/>
                                    <a:gd name="T93" fmla="*/ 182 h 511"/>
                                    <a:gd name="T94" fmla="*/ 1176 w 1242"/>
                                    <a:gd name="T95" fmla="*/ 195 h 511"/>
                                    <a:gd name="T96" fmla="*/ 1238 w 1242"/>
                                    <a:gd name="T97" fmla="*/ 204 h 511"/>
                                    <a:gd name="T98" fmla="*/ 1240 w 1242"/>
                                    <a:gd name="T99" fmla="*/ 203 h 511"/>
                                    <a:gd name="T100" fmla="*/ 1240 w 1242"/>
                                    <a:gd name="T101" fmla="*/ 200 h 5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1242" h="511">
                                      <a:moveTo>
                                        <a:pt x="1242" y="199"/>
                                      </a:moveTo>
                                      <a:lnTo>
                                        <a:pt x="1242" y="182"/>
                                      </a:lnTo>
                                      <a:lnTo>
                                        <a:pt x="1242" y="159"/>
                                      </a:lnTo>
                                      <a:lnTo>
                                        <a:pt x="1242" y="132"/>
                                      </a:lnTo>
                                      <a:lnTo>
                                        <a:pt x="1242" y="103"/>
                                      </a:lnTo>
                                      <a:lnTo>
                                        <a:pt x="1242" y="77"/>
                                      </a:lnTo>
                                      <a:lnTo>
                                        <a:pt x="1242" y="54"/>
                                      </a:lnTo>
                                      <a:lnTo>
                                        <a:pt x="1242" y="37"/>
                                      </a:lnTo>
                                      <a:lnTo>
                                        <a:pt x="1242" y="29"/>
                                      </a:lnTo>
                                      <a:lnTo>
                                        <a:pt x="1240" y="27"/>
                                      </a:lnTo>
                                      <a:lnTo>
                                        <a:pt x="1240" y="26"/>
                                      </a:lnTo>
                                      <a:lnTo>
                                        <a:pt x="1240" y="25"/>
                                      </a:lnTo>
                                      <a:lnTo>
                                        <a:pt x="1239" y="25"/>
                                      </a:lnTo>
                                      <a:lnTo>
                                        <a:pt x="1238" y="22"/>
                                      </a:lnTo>
                                      <a:lnTo>
                                        <a:pt x="1234" y="22"/>
                                      </a:lnTo>
                                      <a:lnTo>
                                        <a:pt x="1175" y="13"/>
                                      </a:lnTo>
                                      <a:lnTo>
                                        <a:pt x="1115" y="7"/>
                                      </a:lnTo>
                                      <a:lnTo>
                                        <a:pt x="1057" y="3"/>
                                      </a:lnTo>
                                      <a:lnTo>
                                        <a:pt x="1000" y="0"/>
                                      </a:lnTo>
                                      <a:lnTo>
                                        <a:pt x="944" y="0"/>
                                      </a:lnTo>
                                      <a:lnTo>
                                        <a:pt x="888" y="3"/>
                                      </a:lnTo>
                                      <a:lnTo>
                                        <a:pt x="833" y="7"/>
                                      </a:lnTo>
                                      <a:lnTo>
                                        <a:pt x="781" y="13"/>
                                      </a:lnTo>
                                      <a:lnTo>
                                        <a:pt x="728" y="21"/>
                                      </a:lnTo>
                                      <a:lnTo>
                                        <a:pt x="679" y="29"/>
                                      </a:lnTo>
                                      <a:lnTo>
                                        <a:pt x="629" y="39"/>
                                      </a:lnTo>
                                      <a:lnTo>
                                        <a:pt x="581" y="51"/>
                                      </a:lnTo>
                                      <a:lnTo>
                                        <a:pt x="534" y="63"/>
                                      </a:lnTo>
                                      <a:lnTo>
                                        <a:pt x="489" y="77"/>
                                      </a:lnTo>
                                      <a:lnTo>
                                        <a:pt x="445" y="90"/>
                                      </a:lnTo>
                                      <a:lnTo>
                                        <a:pt x="404" y="106"/>
                                      </a:lnTo>
                                      <a:lnTo>
                                        <a:pt x="363" y="120"/>
                                      </a:lnTo>
                                      <a:lnTo>
                                        <a:pt x="325" y="136"/>
                                      </a:lnTo>
                                      <a:lnTo>
                                        <a:pt x="288" y="153"/>
                                      </a:lnTo>
                                      <a:lnTo>
                                        <a:pt x="254" y="169"/>
                                      </a:lnTo>
                                      <a:lnTo>
                                        <a:pt x="222" y="184"/>
                                      </a:lnTo>
                                      <a:lnTo>
                                        <a:pt x="190" y="200"/>
                                      </a:lnTo>
                                      <a:lnTo>
                                        <a:pt x="162" y="214"/>
                                      </a:lnTo>
                                      <a:lnTo>
                                        <a:pt x="135" y="230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88" y="257"/>
                                      </a:lnTo>
                                      <a:lnTo>
                                        <a:pt x="69" y="270"/>
                                      </a:lnTo>
                                      <a:lnTo>
                                        <a:pt x="52" y="282"/>
                                      </a:lnTo>
                                      <a:lnTo>
                                        <a:pt x="36" y="293"/>
                                      </a:lnTo>
                                      <a:lnTo>
                                        <a:pt x="23" y="300"/>
                                      </a:lnTo>
                                      <a:lnTo>
                                        <a:pt x="14" y="310"/>
                                      </a:lnTo>
                                      <a:lnTo>
                                        <a:pt x="6" y="315"/>
                                      </a:lnTo>
                                      <a:lnTo>
                                        <a:pt x="4" y="319"/>
                                      </a:lnTo>
                                      <a:lnTo>
                                        <a:pt x="1" y="321"/>
                                      </a:lnTo>
                                      <a:lnTo>
                                        <a:pt x="0" y="325"/>
                                      </a:lnTo>
                                      <a:lnTo>
                                        <a:pt x="0" y="328"/>
                                      </a:lnTo>
                                      <a:lnTo>
                                        <a:pt x="0" y="345"/>
                                      </a:lnTo>
                                      <a:lnTo>
                                        <a:pt x="0" y="370"/>
                                      </a:lnTo>
                                      <a:lnTo>
                                        <a:pt x="0" y="398"/>
                                      </a:lnTo>
                                      <a:lnTo>
                                        <a:pt x="0" y="430"/>
                                      </a:lnTo>
                                      <a:lnTo>
                                        <a:pt x="0" y="460"/>
                                      </a:lnTo>
                                      <a:lnTo>
                                        <a:pt x="0" y="483"/>
                                      </a:lnTo>
                                      <a:lnTo>
                                        <a:pt x="0" y="500"/>
                                      </a:lnTo>
                                      <a:lnTo>
                                        <a:pt x="0" y="508"/>
                                      </a:lnTo>
                                      <a:lnTo>
                                        <a:pt x="0" y="509"/>
                                      </a:lnTo>
                                      <a:lnTo>
                                        <a:pt x="1" y="511"/>
                                      </a:lnTo>
                                      <a:lnTo>
                                        <a:pt x="2" y="511"/>
                                      </a:lnTo>
                                      <a:lnTo>
                                        <a:pt x="4" y="511"/>
                                      </a:lnTo>
                                      <a:lnTo>
                                        <a:pt x="5" y="509"/>
                                      </a:lnTo>
                                      <a:lnTo>
                                        <a:pt x="6" y="508"/>
                                      </a:lnTo>
                                      <a:lnTo>
                                        <a:pt x="14" y="502"/>
                                      </a:lnTo>
                                      <a:lnTo>
                                        <a:pt x="24" y="494"/>
                                      </a:lnTo>
                                      <a:lnTo>
                                        <a:pt x="36" y="485"/>
                                      </a:lnTo>
                                      <a:lnTo>
                                        <a:pt x="52" y="473"/>
                                      </a:lnTo>
                                      <a:lnTo>
                                        <a:pt x="70" y="461"/>
                                      </a:lnTo>
                                      <a:lnTo>
                                        <a:pt x="90" y="448"/>
                                      </a:lnTo>
                                      <a:lnTo>
                                        <a:pt x="113" y="434"/>
                                      </a:lnTo>
                                      <a:lnTo>
                                        <a:pt x="137" y="419"/>
                                      </a:lnTo>
                                      <a:lnTo>
                                        <a:pt x="164" y="404"/>
                                      </a:lnTo>
                                      <a:lnTo>
                                        <a:pt x="194" y="388"/>
                                      </a:lnTo>
                                      <a:lnTo>
                                        <a:pt x="226" y="371"/>
                                      </a:lnTo>
                                      <a:lnTo>
                                        <a:pt x="258" y="355"/>
                                      </a:lnTo>
                                      <a:lnTo>
                                        <a:pt x="293" y="338"/>
                                      </a:lnTo>
                                      <a:lnTo>
                                        <a:pt x="330" y="321"/>
                                      </a:lnTo>
                                      <a:lnTo>
                                        <a:pt x="369" y="30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51" y="273"/>
                                      </a:lnTo>
                                      <a:lnTo>
                                        <a:pt x="495" y="259"/>
                                      </a:lnTo>
                                      <a:lnTo>
                                        <a:pt x="540" y="246"/>
                                      </a:lnTo>
                                      <a:lnTo>
                                        <a:pt x="587" y="233"/>
                                      </a:lnTo>
                                      <a:lnTo>
                                        <a:pt x="634" y="221"/>
                                      </a:lnTo>
                                      <a:lnTo>
                                        <a:pt x="684" y="209"/>
                                      </a:lnTo>
                                      <a:lnTo>
                                        <a:pt x="735" y="200"/>
                                      </a:lnTo>
                                      <a:lnTo>
                                        <a:pt x="787" y="193"/>
                                      </a:lnTo>
                                      <a:lnTo>
                                        <a:pt x="839" y="187"/>
                                      </a:lnTo>
                                      <a:lnTo>
                                        <a:pt x="893" y="183"/>
                                      </a:lnTo>
                                      <a:lnTo>
                                        <a:pt x="948" y="180"/>
                                      </a:lnTo>
                                      <a:lnTo>
                                        <a:pt x="1004" y="180"/>
                                      </a:lnTo>
                                      <a:lnTo>
                                        <a:pt x="1060" y="182"/>
                                      </a:lnTo>
                                      <a:lnTo>
                                        <a:pt x="1118" y="187"/>
                                      </a:lnTo>
                                      <a:lnTo>
                                        <a:pt x="1176" y="195"/>
                                      </a:lnTo>
                                      <a:lnTo>
                                        <a:pt x="1234" y="204"/>
                                      </a:lnTo>
                                      <a:lnTo>
                                        <a:pt x="1238" y="204"/>
                                      </a:lnTo>
                                      <a:lnTo>
                                        <a:pt x="1239" y="203"/>
                                      </a:lnTo>
                                      <a:lnTo>
                                        <a:pt x="1240" y="203"/>
                                      </a:lnTo>
                                      <a:lnTo>
                                        <a:pt x="1240" y="201"/>
                                      </a:lnTo>
                                      <a:lnTo>
                                        <a:pt x="1240" y="200"/>
                                      </a:lnTo>
                                      <a:lnTo>
                                        <a:pt x="1242" y="1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1A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5" y="221615"/>
                                  <a:ext cx="394335" cy="168910"/>
                                </a:xfrm>
                                <a:custGeom>
                                  <a:avLst/>
                                  <a:gdLst>
                                    <a:gd name="T0" fmla="*/ 1242 w 1242"/>
                                    <a:gd name="T1" fmla="*/ 198 h 533"/>
                                    <a:gd name="T2" fmla="*/ 1242 w 1242"/>
                                    <a:gd name="T3" fmla="*/ 159 h 533"/>
                                    <a:gd name="T4" fmla="*/ 1242 w 1242"/>
                                    <a:gd name="T5" fmla="*/ 104 h 533"/>
                                    <a:gd name="T6" fmla="*/ 1242 w 1242"/>
                                    <a:gd name="T7" fmla="*/ 55 h 533"/>
                                    <a:gd name="T8" fmla="*/ 1240 w 1242"/>
                                    <a:gd name="T9" fmla="*/ 37 h 533"/>
                                    <a:gd name="T10" fmla="*/ 1238 w 1242"/>
                                    <a:gd name="T11" fmla="*/ 32 h 533"/>
                                    <a:gd name="T12" fmla="*/ 1178 w 1242"/>
                                    <a:gd name="T13" fmla="*/ 20 h 533"/>
                                    <a:gd name="T14" fmla="*/ 1064 w 1242"/>
                                    <a:gd name="T15" fmla="*/ 4 h 533"/>
                                    <a:gd name="T16" fmla="*/ 954 w 1242"/>
                                    <a:gd name="T17" fmla="*/ 0 h 533"/>
                                    <a:gd name="T18" fmla="*/ 846 w 1242"/>
                                    <a:gd name="T19" fmla="*/ 6 h 533"/>
                                    <a:gd name="T20" fmla="*/ 743 w 1242"/>
                                    <a:gd name="T21" fmla="*/ 20 h 533"/>
                                    <a:gd name="T22" fmla="*/ 643 w 1242"/>
                                    <a:gd name="T23" fmla="*/ 40 h 533"/>
                                    <a:gd name="T24" fmla="*/ 548 w 1242"/>
                                    <a:gd name="T25" fmla="*/ 64 h 533"/>
                                    <a:gd name="T26" fmla="*/ 458 w 1242"/>
                                    <a:gd name="T27" fmla="*/ 96 h 533"/>
                                    <a:gd name="T28" fmla="*/ 376 w 1242"/>
                                    <a:gd name="T29" fmla="*/ 129 h 533"/>
                                    <a:gd name="T30" fmla="*/ 299 w 1242"/>
                                    <a:gd name="T31" fmla="*/ 162 h 533"/>
                                    <a:gd name="T32" fmla="*/ 229 w 1242"/>
                                    <a:gd name="T33" fmla="*/ 198 h 533"/>
                                    <a:gd name="T34" fmla="*/ 168 w 1242"/>
                                    <a:gd name="T35" fmla="*/ 233 h 533"/>
                                    <a:gd name="T36" fmla="*/ 116 w 1242"/>
                                    <a:gd name="T37" fmla="*/ 264 h 533"/>
                                    <a:gd name="T38" fmla="*/ 71 w 1242"/>
                                    <a:gd name="T39" fmla="*/ 293 h 533"/>
                                    <a:gd name="T40" fmla="*/ 37 w 1242"/>
                                    <a:gd name="T41" fmla="*/ 318 h 533"/>
                                    <a:gd name="T42" fmla="*/ 14 w 1242"/>
                                    <a:gd name="T43" fmla="*/ 336 h 533"/>
                                    <a:gd name="T44" fmla="*/ 4 w 1242"/>
                                    <a:gd name="T45" fmla="*/ 347 h 533"/>
                                    <a:gd name="T46" fmla="*/ 0 w 1242"/>
                                    <a:gd name="T47" fmla="*/ 354 h 533"/>
                                    <a:gd name="T48" fmla="*/ 0 w 1242"/>
                                    <a:gd name="T49" fmla="*/ 365 h 533"/>
                                    <a:gd name="T50" fmla="*/ 0 w 1242"/>
                                    <a:gd name="T51" fmla="*/ 405 h 533"/>
                                    <a:gd name="T52" fmla="*/ 0 w 1242"/>
                                    <a:gd name="T53" fmla="*/ 462 h 533"/>
                                    <a:gd name="T54" fmla="*/ 0 w 1242"/>
                                    <a:gd name="T55" fmla="*/ 514 h 533"/>
                                    <a:gd name="T56" fmla="*/ 0 w 1242"/>
                                    <a:gd name="T57" fmla="*/ 532 h 533"/>
                                    <a:gd name="T58" fmla="*/ 1 w 1242"/>
                                    <a:gd name="T59" fmla="*/ 533 h 533"/>
                                    <a:gd name="T60" fmla="*/ 4 w 1242"/>
                                    <a:gd name="T61" fmla="*/ 533 h 533"/>
                                    <a:gd name="T62" fmla="*/ 6 w 1242"/>
                                    <a:gd name="T63" fmla="*/ 532 h 533"/>
                                    <a:gd name="T64" fmla="*/ 24 w 1242"/>
                                    <a:gd name="T65" fmla="*/ 516 h 533"/>
                                    <a:gd name="T66" fmla="*/ 70 w 1242"/>
                                    <a:gd name="T67" fmla="*/ 482 h 533"/>
                                    <a:gd name="T68" fmla="*/ 111 w 1242"/>
                                    <a:gd name="T69" fmla="*/ 454 h 533"/>
                                    <a:gd name="T70" fmla="*/ 162 w 1242"/>
                                    <a:gd name="T71" fmla="*/ 421 h 533"/>
                                    <a:gd name="T72" fmla="*/ 222 w 1242"/>
                                    <a:gd name="T73" fmla="*/ 387 h 533"/>
                                    <a:gd name="T74" fmla="*/ 288 w 1242"/>
                                    <a:gd name="T75" fmla="*/ 352 h 533"/>
                                    <a:gd name="T76" fmla="*/ 363 w 1242"/>
                                    <a:gd name="T77" fmla="*/ 317 h 533"/>
                                    <a:gd name="T78" fmla="*/ 444 w 1242"/>
                                    <a:gd name="T79" fmla="*/ 284 h 533"/>
                                    <a:gd name="T80" fmla="*/ 532 w 1242"/>
                                    <a:gd name="T81" fmla="*/ 254 h 533"/>
                                    <a:gd name="T82" fmla="*/ 626 w 1242"/>
                                    <a:gd name="T83" fmla="*/ 226 h 533"/>
                                    <a:gd name="T84" fmla="*/ 727 w 1242"/>
                                    <a:gd name="T85" fmla="*/ 207 h 533"/>
                                    <a:gd name="T86" fmla="*/ 831 w 1242"/>
                                    <a:gd name="T87" fmla="*/ 191 h 533"/>
                                    <a:gd name="T88" fmla="*/ 941 w 1242"/>
                                    <a:gd name="T89" fmla="*/ 185 h 533"/>
                                    <a:gd name="T90" fmla="*/ 1056 w 1242"/>
                                    <a:gd name="T91" fmla="*/ 187 h 533"/>
                                    <a:gd name="T92" fmla="*/ 1175 w 1242"/>
                                    <a:gd name="T93" fmla="*/ 199 h 533"/>
                                    <a:gd name="T94" fmla="*/ 1238 w 1242"/>
                                    <a:gd name="T95" fmla="*/ 209 h 533"/>
                                    <a:gd name="T96" fmla="*/ 1240 w 1242"/>
                                    <a:gd name="T97" fmla="*/ 208 h 533"/>
                                    <a:gd name="T98" fmla="*/ 1242 w 1242"/>
                                    <a:gd name="T99" fmla="*/ 206 h 5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1242" h="533">
                                      <a:moveTo>
                                        <a:pt x="1242" y="204"/>
                                      </a:moveTo>
                                      <a:lnTo>
                                        <a:pt x="1242" y="198"/>
                                      </a:lnTo>
                                      <a:lnTo>
                                        <a:pt x="1242" y="181"/>
                                      </a:lnTo>
                                      <a:lnTo>
                                        <a:pt x="1242" y="159"/>
                                      </a:lnTo>
                                      <a:lnTo>
                                        <a:pt x="1242" y="132"/>
                                      </a:lnTo>
                                      <a:lnTo>
                                        <a:pt x="1242" y="104"/>
                                      </a:lnTo>
                                      <a:lnTo>
                                        <a:pt x="1242" y="78"/>
                                      </a:lnTo>
                                      <a:lnTo>
                                        <a:pt x="1242" y="55"/>
                                      </a:lnTo>
                                      <a:lnTo>
                                        <a:pt x="1242" y="40"/>
                                      </a:lnTo>
                                      <a:lnTo>
                                        <a:pt x="1240" y="37"/>
                                      </a:lnTo>
                                      <a:lnTo>
                                        <a:pt x="1239" y="34"/>
                                      </a:lnTo>
                                      <a:lnTo>
                                        <a:pt x="1238" y="32"/>
                                      </a:lnTo>
                                      <a:lnTo>
                                        <a:pt x="1234" y="31"/>
                                      </a:lnTo>
                                      <a:lnTo>
                                        <a:pt x="1178" y="20"/>
                                      </a:lnTo>
                                      <a:lnTo>
                                        <a:pt x="1120" y="11"/>
                                      </a:lnTo>
                                      <a:lnTo>
                                        <a:pt x="1064" y="4"/>
                                      </a:lnTo>
                                      <a:lnTo>
                                        <a:pt x="1009" y="2"/>
                                      </a:lnTo>
                                      <a:lnTo>
                                        <a:pt x="954" y="0"/>
                                      </a:lnTo>
                                      <a:lnTo>
                                        <a:pt x="899" y="2"/>
                                      </a:lnTo>
                                      <a:lnTo>
                                        <a:pt x="846" y="6"/>
                                      </a:lnTo>
                                      <a:lnTo>
                                        <a:pt x="794" y="12"/>
                                      </a:lnTo>
                                      <a:lnTo>
                                        <a:pt x="743" y="20"/>
                                      </a:lnTo>
                                      <a:lnTo>
                                        <a:pt x="692" y="28"/>
                                      </a:lnTo>
                                      <a:lnTo>
                                        <a:pt x="643" y="40"/>
                                      </a:lnTo>
                                      <a:lnTo>
                                        <a:pt x="594" y="51"/>
                                      </a:lnTo>
                                      <a:lnTo>
                                        <a:pt x="548" y="64"/>
                                      </a:lnTo>
                                      <a:lnTo>
                                        <a:pt x="502" y="80"/>
                                      </a:lnTo>
                                      <a:lnTo>
                                        <a:pt x="458" y="96"/>
                                      </a:lnTo>
                                      <a:lnTo>
                                        <a:pt x="416" y="112"/>
                                      </a:lnTo>
                                      <a:lnTo>
                                        <a:pt x="376" y="129"/>
                                      </a:lnTo>
                                      <a:lnTo>
                                        <a:pt x="337" y="145"/>
                                      </a:lnTo>
                                      <a:lnTo>
                                        <a:pt x="299" y="162"/>
                                      </a:lnTo>
                                      <a:lnTo>
                                        <a:pt x="263" y="181"/>
                                      </a:lnTo>
                                      <a:lnTo>
                                        <a:pt x="229" y="198"/>
                                      </a:lnTo>
                                      <a:lnTo>
                                        <a:pt x="198" y="215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41" y="249"/>
                                      </a:lnTo>
                                      <a:lnTo>
                                        <a:pt x="116" y="264"/>
                                      </a:lnTo>
                                      <a:lnTo>
                                        <a:pt x="92" y="279"/>
                                      </a:lnTo>
                                      <a:lnTo>
                                        <a:pt x="71" y="293"/>
                                      </a:lnTo>
                                      <a:lnTo>
                                        <a:pt x="53" y="306"/>
                                      </a:lnTo>
                                      <a:lnTo>
                                        <a:pt x="37" y="318"/>
                                      </a:lnTo>
                                      <a:lnTo>
                                        <a:pt x="24" y="327"/>
                                      </a:lnTo>
                                      <a:lnTo>
                                        <a:pt x="14" y="336"/>
                                      </a:lnTo>
                                      <a:lnTo>
                                        <a:pt x="6" y="343"/>
                                      </a:lnTo>
                                      <a:lnTo>
                                        <a:pt x="4" y="347"/>
                                      </a:lnTo>
                                      <a:lnTo>
                                        <a:pt x="1" y="351"/>
                                      </a:lnTo>
                                      <a:lnTo>
                                        <a:pt x="0" y="354"/>
                                      </a:lnTo>
                                      <a:lnTo>
                                        <a:pt x="0" y="358"/>
                                      </a:lnTo>
                                      <a:lnTo>
                                        <a:pt x="0" y="365"/>
                                      </a:lnTo>
                                      <a:lnTo>
                                        <a:pt x="0" y="382"/>
                                      </a:lnTo>
                                      <a:lnTo>
                                        <a:pt x="0" y="405"/>
                                      </a:lnTo>
                                      <a:lnTo>
                                        <a:pt x="0" y="433"/>
                                      </a:lnTo>
                                      <a:lnTo>
                                        <a:pt x="0" y="462"/>
                                      </a:lnTo>
                                      <a:lnTo>
                                        <a:pt x="0" y="490"/>
                                      </a:lnTo>
                                      <a:lnTo>
                                        <a:pt x="0" y="514"/>
                                      </a:lnTo>
                                      <a:lnTo>
                                        <a:pt x="0" y="531"/>
                                      </a:lnTo>
                                      <a:lnTo>
                                        <a:pt x="0" y="532"/>
                                      </a:lnTo>
                                      <a:lnTo>
                                        <a:pt x="0" y="533"/>
                                      </a:lnTo>
                                      <a:lnTo>
                                        <a:pt x="1" y="533"/>
                                      </a:lnTo>
                                      <a:lnTo>
                                        <a:pt x="2" y="533"/>
                                      </a:lnTo>
                                      <a:lnTo>
                                        <a:pt x="4" y="533"/>
                                      </a:lnTo>
                                      <a:lnTo>
                                        <a:pt x="5" y="533"/>
                                      </a:lnTo>
                                      <a:lnTo>
                                        <a:pt x="6" y="532"/>
                                      </a:lnTo>
                                      <a:lnTo>
                                        <a:pt x="6" y="531"/>
                                      </a:lnTo>
                                      <a:lnTo>
                                        <a:pt x="24" y="516"/>
                                      </a:lnTo>
                                      <a:lnTo>
                                        <a:pt x="52" y="494"/>
                                      </a:lnTo>
                                      <a:lnTo>
                                        <a:pt x="70" y="482"/>
                                      </a:lnTo>
                                      <a:lnTo>
                                        <a:pt x="90" y="468"/>
                                      </a:lnTo>
                                      <a:lnTo>
                                        <a:pt x="111" y="454"/>
                                      </a:lnTo>
                                      <a:lnTo>
                                        <a:pt x="135" y="438"/>
                                      </a:lnTo>
                                      <a:lnTo>
                                        <a:pt x="162" y="421"/>
                                      </a:lnTo>
                                      <a:lnTo>
                                        <a:pt x="192" y="405"/>
                                      </a:lnTo>
                                      <a:lnTo>
                                        <a:pt x="222" y="387"/>
                                      </a:lnTo>
                                      <a:lnTo>
                                        <a:pt x="254" y="370"/>
                                      </a:lnTo>
                                      <a:lnTo>
                                        <a:pt x="288" y="352"/>
                                      </a:lnTo>
                                      <a:lnTo>
                                        <a:pt x="325" y="335"/>
                                      </a:lnTo>
                                      <a:lnTo>
                                        <a:pt x="363" y="317"/>
                                      </a:lnTo>
                                      <a:lnTo>
                                        <a:pt x="403" y="301"/>
                                      </a:lnTo>
                                      <a:lnTo>
                                        <a:pt x="444" y="284"/>
                                      </a:lnTo>
                                      <a:lnTo>
                                        <a:pt x="487" y="270"/>
                                      </a:lnTo>
                                      <a:lnTo>
                                        <a:pt x="532" y="254"/>
                                      </a:lnTo>
                                      <a:lnTo>
                                        <a:pt x="579" y="240"/>
                                      </a:lnTo>
                                      <a:lnTo>
                                        <a:pt x="626" y="226"/>
                                      </a:lnTo>
                                      <a:lnTo>
                                        <a:pt x="676" y="216"/>
                                      </a:lnTo>
                                      <a:lnTo>
                                        <a:pt x="727" y="207"/>
                                      </a:lnTo>
                                      <a:lnTo>
                                        <a:pt x="779" y="198"/>
                                      </a:lnTo>
                                      <a:lnTo>
                                        <a:pt x="831" y="191"/>
                                      </a:lnTo>
                                      <a:lnTo>
                                        <a:pt x="886" y="187"/>
                                      </a:lnTo>
                                      <a:lnTo>
                                        <a:pt x="941" y="185"/>
                                      </a:lnTo>
                                      <a:lnTo>
                                        <a:pt x="999" y="185"/>
                                      </a:lnTo>
                                      <a:lnTo>
                                        <a:pt x="1056" y="187"/>
                                      </a:lnTo>
                                      <a:lnTo>
                                        <a:pt x="1115" y="191"/>
                                      </a:lnTo>
                                      <a:lnTo>
                                        <a:pt x="1175" y="199"/>
                                      </a:lnTo>
                                      <a:lnTo>
                                        <a:pt x="1234" y="209"/>
                                      </a:lnTo>
                                      <a:lnTo>
                                        <a:pt x="1238" y="209"/>
                                      </a:lnTo>
                                      <a:lnTo>
                                        <a:pt x="1239" y="208"/>
                                      </a:lnTo>
                                      <a:lnTo>
                                        <a:pt x="1240" y="208"/>
                                      </a:lnTo>
                                      <a:lnTo>
                                        <a:pt x="1240" y="207"/>
                                      </a:lnTo>
                                      <a:lnTo>
                                        <a:pt x="1242" y="206"/>
                                      </a:lnTo>
                                      <a:lnTo>
                                        <a:pt x="1242" y="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1A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515" y="381000"/>
                                  <a:ext cx="267335" cy="376555"/>
                                </a:xfrm>
                                <a:custGeom>
                                  <a:avLst/>
                                  <a:gdLst>
                                    <a:gd name="T0" fmla="*/ 378 w 844"/>
                                    <a:gd name="T1" fmla="*/ 1185 h 1187"/>
                                    <a:gd name="T2" fmla="*/ 314 w 844"/>
                                    <a:gd name="T3" fmla="*/ 1176 h 1187"/>
                                    <a:gd name="T4" fmla="*/ 255 w 844"/>
                                    <a:gd name="T5" fmla="*/ 1157 h 1187"/>
                                    <a:gd name="T6" fmla="*/ 200 w 844"/>
                                    <a:gd name="T7" fmla="*/ 1133 h 1187"/>
                                    <a:gd name="T8" fmla="*/ 150 w 844"/>
                                    <a:gd name="T9" fmla="*/ 1100 h 1187"/>
                                    <a:gd name="T10" fmla="*/ 107 w 844"/>
                                    <a:gd name="T11" fmla="*/ 1061 h 1187"/>
                                    <a:gd name="T12" fmla="*/ 69 w 844"/>
                                    <a:gd name="T13" fmla="*/ 1016 h 1187"/>
                                    <a:gd name="T14" fmla="*/ 41 w 844"/>
                                    <a:gd name="T15" fmla="*/ 965 h 1187"/>
                                    <a:gd name="T16" fmla="*/ 19 w 844"/>
                                    <a:gd name="T17" fmla="*/ 908 h 1187"/>
                                    <a:gd name="T18" fmla="*/ 4 w 844"/>
                                    <a:gd name="T19" fmla="*/ 846 h 1187"/>
                                    <a:gd name="T20" fmla="*/ 0 w 844"/>
                                    <a:gd name="T21" fmla="*/ 780 h 1187"/>
                                    <a:gd name="T22" fmla="*/ 0 w 844"/>
                                    <a:gd name="T23" fmla="*/ 7 h 1187"/>
                                    <a:gd name="T24" fmla="*/ 4 w 844"/>
                                    <a:gd name="T25" fmla="*/ 3 h 1187"/>
                                    <a:gd name="T26" fmla="*/ 9 w 844"/>
                                    <a:gd name="T27" fmla="*/ 0 h 1187"/>
                                    <a:gd name="T28" fmla="*/ 173 w 844"/>
                                    <a:gd name="T29" fmla="*/ 1 h 1187"/>
                                    <a:gd name="T30" fmla="*/ 177 w 844"/>
                                    <a:gd name="T31" fmla="*/ 5 h 1187"/>
                                    <a:gd name="T32" fmla="*/ 178 w 844"/>
                                    <a:gd name="T33" fmla="*/ 11 h 1187"/>
                                    <a:gd name="T34" fmla="*/ 179 w 844"/>
                                    <a:gd name="T35" fmla="*/ 802 h 1187"/>
                                    <a:gd name="T36" fmla="*/ 184 w 844"/>
                                    <a:gd name="T37" fmla="*/ 845 h 1187"/>
                                    <a:gd name="T38" fmla="*/ 196 w 844"/>
                                    <a:gd name="T39" fmla="*/ 882 h 1187"/>
                                    <a:gd name="T40" fmla="*/ 210 w 844"/>
                                    <a:gd name="T41" fmla="*/ 916 h 1187"/>
                                    <a:gd name="T42" fmla="*/ 230 w 844"/>
                                    <a:gd name="T43" fmla="*/ 944 h 1187"/>
                                    <a:gd name="T44" fmla="*/ 252 w 844"/>
                                    <a:gd name="T45" fmla="*/ 969 h 1187"/>
                                    <a:gd name="T46" fmla="*/ 280 w 844"/>
                                    <a:gd name="T47" fmla="*/ 990 h 1187"/>
                                    <a:gd name="T48" fmla="*/ 311 w 844"/>
                                    <a:gd name="T49" fmla="*/ 1006 h 1187"/>
                                    <a:gd name="T50" fmla="*/ 344 w 844"/>
                                    <a:gd name="T51" fmla="*/ 1018 h 1187"/>
                                    <a:gd name="T52" fmla="*/ 382 w 844"/>
                                    <a:gd name="T53" fmla="*/ 1024 h 1187"/>
                                    <a:gd name="T54" fmla="*/ 421 w 844"/>
                                    <a:gd name="T55" fmla="*/ 1027 h 1187"/>
                                    <a:gd name="T56" fmla="*/ 461 w 844"/>
                                    <a:gd name="T57" fmla="*/ 1024 h 1187"/>
                                    <a:gd name="T58" fmla="*/ 498 w 844"/>
                                    <a:gd name="T59" fmla="*/ 1016 h 1187"/>
                                    <a:gd name="T60" fmla="*/ 533 w 844"/>
                                    <a:gd name="T61" fmla="*/ 1005 h 1187"/>
                                    <a:gd name="T62" fmla="*/ 563 w 844"/>
                                    <a:gd name="T63" fmla="*/ 988 h 1187"/>
                                    <a:gd name="T64" fmla="*/ 591 w 844"/>
                                    <a:gd name="T65" fmla="*/ 967 h 1187"/>
                                    <a:gd name="T66" fmla="*/ 614 w 844"/>
                                    <a:gd name="T67" fmla="*/ 941 h 1187"/>
                                    <a:gd name="T68" fmla="*/ 634 w 844"/>
                                    <a:gd name="T69" fmla="*/ 912 h 1187"/>
                                    <a:gd name="T70" fmla="*/ 648 w 844"/>
                                    <a:gd name="T71" fmla="*/ 878 h 1187"/>
                                    <a:gd name="T72" fmla="*/ 658 w 844"/>
                                    <a:gd name="T73" fmla="*/ 841 h 1187"/>
                                    <a:gd name="T74" fmla="*/ 665 w 844"/>
                                    <a:gd name="T75" fmla="*/ 801 h 1187"/>
                                    <a:gd name="T76" fmla="*/ 666 w 844"/>
                                    <a:gd name="T77" fmla="*/ 11 h 1187"/>
                                    <a:gd name="T78" fmla="*/ 668 w 844"/>
                                    <a:gd name="T79" fmla="*/ 5 h 1187"/>
                                    <a:gd name="T80" fmla="*/ 671 w 844"/>
                                    <a:gd name="T81" fmla="*/ 1 h 1187"/>
                                    <a:gd name="T82" fmla="*/ 835 w 844"/>
                                    <a:gd name="T83" fmla="*/ 0 h 1187"/>
                                    <a:gd name="T84" fmla="*/ 840 w 844"/>
                                    <a:gd name="T85" fmla="*/ 3 h 1187"/>
                                    <a:gd name="T86" fmla="*/ 843 w 844"/>
                                    <a:gd name="T87" fmla="*/ 7 h 1187"/>
                                    <a:gd name="T88" fmla="*/ 844 w 844"/>
                                    <a:gd name="T89" fmla="*/ 780 h 1187"/>
                                    <a:gd name="T90" fmla="*/ 840 w 844"/>
                                    <a:gd name="T91" fmla="*/ 846 h 1187"/>
                                    <a:gd name="T92" fmla="*/ 826 w 844"/>
                                    <a:gd name="T93" fmla="*/ 908 h 1187"/>
                                    <a:gd name="T94" fmla="*/ 803 w 844"/>
                                    <a:gd name="T95" fmla="*/ 965 h 1187"/>
                                    <a:gd name="T96" fmla="*/ 773 w 844"/>
                                    <a:gd name="T97" fmla="*/ 1016 h 1187"/>
                                    <a:gd name="T98" fmla="*/ 737 w 844"/>
                                    <a:gd name="T99" fmla="*/ 1061 h 1187"/>
                                    <a:gd name="T100" fmla="*/ 692 w 844"/>
                                    <a:gd name="T101" fmla="*/ 1100 h 1187"/>
                                    <a:gd name="T102" fmla="*/ 643 w 844"/>
                                    <a:gd name="T103" fmla="*/ 1133 h 1187"/>
                                    <a:gd name="T104" fmla="*/ 588 w 844"/>
                                    <a:gd name="T105" fmla="*/ 1157 h 1187"/>
                                    <a:gd name="T106" fmla="*/ 529 w 844"/>
                                    <a:gd name="T107" fmla="*/ 1176 h 1187"/>
                                    <a:gd name="T108" fmla="*/ 465 w 844"/>
                                    <a:gd name="T109" fmla="*/ 1185 h 1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844" h="1187">
                                      <a:moveTo>
                                        <a:pt x="421" y="1187"/>
                                      </a:moveTo>
                                      <a:lnTo>
                                        <a:pt x="399" y="1186"/>
                                      </a:lnTo>
                                      <a:lnTo>
                                        <a:pt x="378" y="1185"/>
                                      </a:lnTo>
                                      <a:lnTo>
                                        <a:pt x="355" y="1182"/>
                                      </a:lnTo>
                                      <a:lnTo>
                                        <a:pt x="335" y="1180"/>
                                      </a:lnTo>
                                      <a:lnTo>
                                        <a:pt x="314" y="1176"/>
                                      </a:lnTo>
                                      <a:lnTo>
                                        <a:pt x="294" y="1170"/>
                                      </a:lnTo>
                                      <a:lnTo>
                                        <a:pt x="273" y="1164"/>
                                      </a:lnTo>
                                      <a:lnTo>
                                        <a:pt x="255" y="1157"/>
                                      </a:lnTo>
                                      <a:lnTo>
                                        <a:pt x="235" y="1149"/>
                                      </a:lnTo>
                                      <a:lnTo>
                                        <a:pt x="217" y="1142"/>
                                      </a:lnTo>
                                      <a:lnTo>
                                        <a:pt x="200" y="1133"/>
                                      </a:lnTo>
                                      <a:lnTo>
                                        <a:pt x="183" y="1122"/>
                                      </a:lnTo>
                                      <a:lnTo>
                                        <a:pt x="166" y="1112"/>
                                      </a:lnTo>
                                      <a:lnTo>
                                        <a:pt x="150" y="1100"/>
                                      </a:lnTo>
                                      <a:lnTo>
                                        <a:pt x="135" y="1088"/>
                                      </a:lnTo>
                                      <a:lnTo>
                                        <a:pt x="120" y="1075"/>
                                      </a:lnTo>
                                      <a:lnTo>
                                        <a:pt x="107" y="1061"/>
                                      </a:lnTo>
                                      <a:lnTo>
                                        <a:pt x="94" y="1046"/>
                                      </a:lnTo>
                                      <a:lnTo>
                                        <a:pt x="83" y="1031"/>
                                      </a:lnTo>
                                      <a:lnTo>
                                        <a:pt x="69" y="1016"/>
                                      </a:lnTo>
                                      <a:lnTo>
                                        <a:pt x="59" y="999"/>
                                      </a:lnTo>
                                      <a:lnTo>
                                        <a:pt x="50" y="982"/>
                                      </a:lnTo>
                                      <a:lnTo>
                                        <a:pt x="41" y="965"/>
                                      </a:lnTo>
                                      <a:lnTo>
                                        <a:pt x="33" y="946"/>
                                      </a:lnTo>
                                      <a:lnTo>
                                        <a:pt x="25" y="927"/>
                                      </a:lnTo>
                                      <a:lnTo>
                                        <a:pt x="19" y="908"/>
                                      </a:lnTo>
                                      <a:lnTo>
                                        <a:pt x="13" y="888"/>
                                      </a:lnTo>
                                      <a:lnTo>
                                        <a:pt x="8" y="867"/>
                                      </a:lnTo>
                                      <a:lnTo>
                                        <a:pt x="4" y="846"/>
                                      </a:lnTo>
                                      <a:lnTo>
                                        <a:pt x="3" y="826"/>
                                      </a:lnTo>
                                      <a:lnTo>
                                        <a:pt x="0" y="803"/>
                                      </a:lnTo>
                                      <a:lnTo>
                                        <a:pt x="0" y="780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169" y="0"/>
                                      </a:lnTo>
                                      <a:lnTo>
                                        <a:pt x="170" y="1"/>
                                      </a:lnTo>
                                      <a:lnTo>
                                        <a:pt x="173" y="1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7" y="4"/>
                                      </a:lnTo>
                                      <a:lnTo>
                                        <a:pt x="177" y="5"/>
                                      </a:lnTo>
                                      <a:lnTo>
                                        <a:pt x="178" y="7"/>
                                      </a:lnTo>
                                      <a:lnTo>
                                        <a:pt x="178" y="9"/>
                                      </a:lnTo>
                                      <a:lnTo>
                                        <a:pt x="178" y="11"/>
                                      </a:lnTo>
                                      <a:lnTo>
                                        <a:pt x="178" y="772"/>
                                      </a:lnTo>
                                      <a:lnTo>
                                        <a:pt x="179" y="788"/>
                                      </a:lnTo>
                                      <a:lnTo>
                                        <a:pt x="179" y="802"/>
                                      </a:lnTo>
                                      <a:lnTo>
                                        <a:pt x="180" y="816"/>
                                      </a:lnTo>
                                      <a:lnTo>
                                        <a:pt x="183" y="831"/>
                                      </a:lnTo>
                                      <a:lnTo>
                                        <a:pt x="184" y="845"/>
                                      </a:lnTo>
                                      <a:lnTo>
                                        <a:pt x="188" y="858"/>
                                      </a:lnTo>
                                      <a:lnTo>
                                        <a:pt x="192" y="870"/>
                                      </a:lnTo>
                                      <a:lnTo>
                                        <a:pt x="196" y="882"/>
                                      </a:lnTo>
                                      <a:lnTo>
                                        <a:pt x="200" y="893"/>
                                      </a:lnTo>
                                      <a:lnTo>
                                        <a:pt x="205" y="905"/>
                                      </a:lnTo>
                                      <a:lnTo>
                                        <a:pt x="210" y="916"/>
                                      </a:lnTo>
                                      <a:lnTo>
                                        <a:pt x="216" y="926"/>
                                      </a:lnTo>
                                      <a:lnTo>
                                        <a:pt x="222" y="937"/>
                                      </a:lnTo>
                                      <a:lnTo>
                                        <a:pt x="230" y="944"/>
                                      </a:lnTo>
                                      <a:lnTo>
                                        <a:pt x="237" y="954"/>
                                      </a:lnTo>
                                      <a:lnTo>
                                        <a:pt x="244" y="963"/>
                                      </a:lnTo>
                                      <a:lnTo>
                                        <a:pt x="252" y="969"/>
                                      </a:lnTo>
                                      <a:lnTo>
                                        <a:pt x="261" y="977"/>
                                      </a:lnTo>
                                      <a:lnTo>
                                        <a:pt x="271" y="984"/>
                                      </a:lnTo>
                                      <a:lnTo>
                                        <a:pt x="280" y="990"/>
                                      </a:lnTo>
                                      <a:lnTo>
                                        <a:pt x="290" y="995"/>
                                      </a:lnTo>
                                      <a:lnTo>
                                        <a:pt x="301" y="1002"/>
                                      </a:lnTo>
                                      <a:lnTo>
                                        <a:pt x="311" y="1006"/>
                                      </a:lnTo>
                                      <a:lnTo>
                                        <a:pt x="321" y="1010"/>
                                      </a:lnTo>
                                      <a:lnTo>
                                        <a:pt x="333" y="1015"/>
                                      </a:lnTo>
                                      <a:lnTo>
                                        <a:pt x="344" y="1018"/>
                                      </a:lnTo>
                                      <a:lnTo>
                                        <a:pt x="357" y="1020"/>
                                      </a:lnTo>
                                      <a:lnTo>
                                        <a:pt x="369" y="1021"/>
                                      </a:lnTo>
                                      <a:lnTo>
                                        <a:pt x="382" y="1024"/>
                                      </a:lnTo>
                                      <a:lnTo>
                                        <a:pt x="395" y="1025"/>
                                      </a:lnTo>
                                      <a:lnTo>
                                        <a:pt x="408" y="1027"/>
                                      </a:lnTo>
                                      <a:lnTo>
                                        <a:pt x="421" y="1027"/>
                                      </a:lnTo>
                                      <a:lnTo>
                                        <a:pt x="435" y="1027"/>
                                      </a:lnTo>
                                      <a:lnTo>
                                        <a:pt x="448" y="1025"/>
                                      </a:lnTo>
                                      <a:lnTo>
                                        <a:pt x="461" y="1024"/>
                                      </a:lnTo>
                                      <a:lnTo>
                                        <a:pt x="474" y="1021"/>
                                      </a:lnTo>
                                      <a:lnTo>
                                        <a:pt x="487" y="1019"/>
                                      </a:lnTo>
                                      <a:lnTo>
                                        <a:pt x="498" y="1016"/>
                                      </a:lnTo>
                                      <a:lnTo>
                                        <a:pt x="510" y="1014"/>
                                      </a:lnTo>
                                      <a:lnTo>
                                        <a:pt x="521" y="1008"/>
                                      </a:lnTo>
                                      <a:lnTo>
                                        <a:pt x="533" y="1005"/>
                                      </a:lnTo>
                                      <a:lnTo>
                                        <a:pt x="542" y="999"/>
                                      </a:lnTo>
                                      <a:lnTo>
                                        <a:pt x="553" y="994"/>
                                      </a:lnTo>
                                      <a:lnTo>
                                        <a:pt x="563" y="988"/>
                                      </a:lnTo>
                                      <a:lnTo>
                                        <a:pt x="572" y="981"/>
                                      </a:lnTo>
                                      <a:lnTo>
                                        <a:pt x="581" y="974"/>
                                      </a:lnTo>
                                      <a:lnTo>
                                        <a:pt x="591" y="967"/>
                                      </a:lnTo>
                                      <a:lnTo>
                                        <a:pt x="598" y="959"/>
                                      </a:lnTo>
                                      <a:lnTo>
                                        <a:pt x="606" y="950"/>
                                      </a:lnTo>
                                      <a:lnTo>
                                        <a:pt x="614" y="941"/>
                                      </a:lnTo>
                                      <a:lnTo>
                                        <a:pt x="621" y="931"/>
                                      </a:lnTo>
                                      <a:lnTo>
                                        <a:pt x="627" y="921"/>
                                      </a:lnTo>
                                      <a:lnTo>
                                        <a:pt x="634" y="912"/>
                                      </a:lnTo>
                                      <a:lnTo>
                                        <a:pt x="639" y="901"/>
                                      </a:lnTo>
                                      <a:lnTo>
                                        <a:pt x="644" y="890"/>
                                      </a:lnTo>
                                      <a:lnTo>
                                        <a:pt x="648" y="878"/>
                                      </a:lnTo>
                                      <a:lnTo>
                                        <a:pt x="652" y="866"/>
                                      </a:lnTo>
                                      <a:lnTo>
                                        <a:pt x="656" y="854"/>
                                      </a:lnTo>
                                      <a:lnTo>
                                        <a:pt x="658" y="841"/>
                                      </a:lnTo>
                                      <a:lnTo>
                                        <a:pt x="661" y="828"/>
                                      </a:lnTo>
                                      <a:lnTo>
                                        <a:pt x="664" y="815"/>
                                      </a:lnTo>
                                      <a:lnTo>
                                        <a:pt x="665" y="801"/>
                                      </a:lnTo>
                                      <a:lnTo>
                                        <a:pt x="665" y="786"/>
                                      </a:lnTo>
                                      <a:lnTo>
                                        <a:pt x="666" y="772"/>
                                      </a:lnTo>
                                      <a:lnTo>
                                        <a:pt x="666" y="11"/>
                                      </a:lnTo>
                                      <a:lnTo>
                                        <a:pt x="666" y="9"/>
                                      </a:lnTo>
                                      <a:lnTo>
                                        <a:pt x="666" y="7"/>
                                      </a:lnTo>
                                      <a:lnTo>
                                        <a:pt x="668" y="5"/>
                                      </a:lnTo>
                                      <a:lnTo>
                                        <a:pt x="669" y="4"/>
                                      </a:lnTo>
                                      <a:lnTo>
                                        <a:pt x="670" y="3"/>
                                      </a:lnTo>
                                      <a:lnTo>
                                        <a:pt x="671" y="1"/>
                                      </a:lnTo>
                                      <a:lnTo>
                                        <a:pt x="673" y="1"/>
                                      </a:lnTo>
                                      <a:lnTo>
                                        <a:pt x="675" y="0"/>
                                      </a:lnTo>
                                      <a:lnTo>
                                        <a:pt x="835" y="0"/>
                                      </a:lnTo>
                                      <a:lnTo>
                                        <a:pt x="836" y="1"/>
                                      </a:lnTo>
                                      <a:lnTo>
                                        <a:pt x="839" y="1"/>
                                      </a:lnTo>
                                      <a:lnTo>
                                        <a:pt x="840" y="3"/>
                                      </a:lnTo>
                                      <a:lnTo>
                                        <a:pt x="841" y="4"/>
                                      </a:lnTo>
                                      <a:lnTo>
                                        <a:pt x="843" y="5"/>
                                      </a:lnTo>
                                      <a:lnTo>
                                        <a:pt x="843" y="7"/>
                                      </a:lnTo>
                                      <a:lnTo>
                                        <a:pt x="844" y="9"/>
                                      </a:lnTo>
                                      <a:lnTo>
                                        <a:pt x="844" y="11"/>
                                      </a:lnTo>
                                      <a:lnTo>
                                        <a:pt x="844" y="780"/>
                                      </a:lnTo>
                                      <a:lnTo>
                                        <a:pt x="844" y="803"/>
                                      </a:lnTo>
                                      <a:lnTo>
                                        <a:pt x="843" y="826"/>
                                      </a:lnTo>
                                      <a:lnTo>
                                        <a:pt x="840" y="846"/>
                                      </a:lnTo>
                                      <a:lnTo>
                                        <a:pt x="836" y="867"/>
                                      </a:lnTo>
                                      <a:lnTo>
                                        <a:pt x="831" y="888"/>
                                      </a:lnTo>
                                      <a:lnTo>
                                        <a:pt x="826" y="908"/>
                                      </a:lnTo>
                                      <a:lnTo>
                                        <a:pt x="819" y="927"/>
                                      </a:lnTo>
                                      <a:lnTo>
                                        <a:pt x="813" y="946"/>
                                      </a:lnTo>
                                      <a:lnTo>
                                        <a:pt x="803" y="965"/>
                                      </a:lnTo>
                                      <a:lnTo>
                                        <a:pt x="794" y="982"/>
                                      </a:lnTo>
                                      <a:lnTo>
                                        <a:pt x="784" y="999"/>
                                      </a:lnTo>
                                      <a:lnTo>
                                        <a:pt x="773" y="1016"/>
                                      </a:lnTo>
                                      <a:lnTo>
                                        <a:pt x="762" y="1031"/>
                                      </a:lnTo>
                                      <a:lnTo>
                                        <a:pt x="750" y="1046"/>
                                      </a:lnTo>
                                      <a:lnTo>
                                        <a:pt x="737" y="1061"/>
                                      </a:lnTo>
                                      <a:lnTo>
                                        <a:pt x="722" y="1075"/>
                                      </a:lnTo>
                                      <a:lnTo>
                                        <a:pt x="708" y="1088"/>
                                      </a:lnTo>
                                      <a:lnTo>
                                        <a:pt x="692" y="1100"/>
                                      </a:lnTo>
                                      <a:lnTo>
                                        <a:pt x="677" y="1112"/>
                                      </a:lnTo>
                                      <a:lnTo>
                                        <a:pt x="660" y="1122"/>
                                      </a:lnTo>
                                      <a:lnTo>
                                        <a:pt x="643" y="1133"/>
                                      </a:lnTo>
                                      <a:lnTo>
                                        <a:pt x="626" y="1142"/>
                                      </a:lnTo>
                                      <a:lnTo>
                                        <a:pt x="607" y="1149"/>
                                      </a:lnTo>
                                      <a:lnTo>
                                        <a:pt x="588" y="1157"/>
                                      </a:lnTo>
                                      <a:lnTo>
                                        <a:pt x="568" y="1164"/>
                                      </a:lnTo>
                                      <a:lnTo>
                                        <a:pt x="549" y="1170"/>
                                      </a:lnTo>
                                      <a:lnTo>
                                        <a:pt x="529" y="1176"/>
                                      </a:lnTo>
                                      <a:lnTo>
                                        <a:pt x="508" y="1180"/>
                                      </a:lnTo>
                                      <a:lnTo>
                                        <a:pt x="487" y="1182"/>
                                      </a:lnTo>
                                      <a:lnTo>
                                        <a:pt x="465" y="1185"/>
                                      </a:lnTo>
                                      <a:lnTo>
                                        <a:pt x="444" y="1186"/>
                                      </a:lnTo>
                                      <a:lnTo>
                                        <a:pt x="421" y="118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165" y="381000"/>
                                  <a:ext cx="329565" cy="373380"/>
                                </a:xfrm>
                                <a:custGeom>
                                  <a:avLst/>
                                  <a:gdLst>
                                    <a:gd name="T0" fmla="*/ 866 w 1037"/>
                                    <a:gd name="T1" fmla="*/ 1177 h 1177"/>
                                    <a:gd name="T2" fmla="*/ 864 w 1037"/>
                                    <a:gd name="T3" fmla="*/ 1176 h 1177"/>
                                    <a:gd name="T4" fmla="*/ 861 w 1037"/>
                                    <a:gd name="T5" fmla="*/ 1173 h 1177"/>
                                    <a:gd name="T6" fmla="*/ 860 w 1037"/>
                                    <a:gd name="T7" fmla="*/ 1169 h 1177"/>
                                    <a:gd name="T8" fmla="*/ 860 w 1037"/>
                                    <a:gd name="T9" fmla="*/ 368 h 1177"/>
                                    <a:gd name="T10" fmla="*/ 858 w 1037"/>
                                    <a:gd name="T11" fmla="*/ 364 h 1177"/>
                                    <a:gd name="T12" fmla="*/ 854 w 1037"/>
                                    <a:gd name="T13" fmla="*/ 367 h 1177"/>
                                    <a:gd name="T14" fmla="*/ 592 w 1037"/>
                                    <a:gd name="T15" fmla="*/ 856 h 1177"/>
                                    <a:gd name="T16" fmla="*/ 589 w 1037"/>
                                    <a:gd name="T17" fmla="*/ 858 h 1177"/>
                                    <a:gd name="T18" fmla="*/ 584 w 1037"/>
                                    <a:gd name="T19" fmla="*/ 862 h 1177"/>
                                    <a:gd name="T20" fmla="*/ 580 w 1037"/>
                                    <a:gd name="T21" fmla="*/ 863 h 1177"/>
                                    <a:gd name="T22" fmla="*/ 465 w 1037"/>
                                    <a:gd name="T23" fmla="*/ 863 h 1177"/>
                                    <a:gd name="T24" fmla="*/ 461 w 1037"/>
                                    <a:gd name="T25" fmla="*/ 862 h 1177"/>
                                    <a:gd name="T26" fmla="*/ 457 w 1037"/>
                                    <a:gd name="T27" fmla="*/ 861 h 1177"/>
                                    <a:gd name="T28" fmla="*/ 455 w 1037"/>
                                    <a:gd name="T29" fmla="*/ 858 h 1177"/>
                                    <a:gd name="T30" fmla="*/ 452 w 1037"/>
                                    <a:gd name="T31" fmla="*/ 854 h 1177"/>
                                    <a:gd name="T32" fmla="*/ 181 w 1037"/>
                                    <a:gd name="T33" fmla="*/ 364 h 1177"/>
                                    <a:gd name="T34" fmla="*/ 179 w 1037"/>
                                    <a:gd name="T35" fmla="*/ 366 h 1177"/>
                                    <a:gd name="T36" fmla="*/ 179 w 1037"/>
                                    <a:gd name="T37" fmla="*/ 1168 h 1177"/>
                                    <a:gd name="T38" fmla="*/ 178 w 1037"/>
                                    <a:gd name="T39" fmla="*/ 1170 h 1177"/>
                                    <a:gd name="T40" fmla="*/ 177 w 1037"/>
                                    <a:gd name="T41" fmla="*/ 1174 h 1177"/>
                                    <a:gd name="T42" fmla="*/ 173 w 1037"/>
                                    <a:gd name="T43" fmla="*/ 1176 h 1177"/>
                                    <a:gd name="T44" fmla="*/ 169 w 1037"/>
                                    <a:gd name="T45" fmla="*/ 1177 h 1177"/>
                                    <a:gd name="T46" fmla="*/ 8 w 1037"/>
                                    <a:gd name="T47" fmla="*/ 1177 h 1177"/>
                                    <a:gd name="T48" fmla="*/ 4 w 1037"/>
                                    <a:gd name="T49" fmla="*/ 1176 h 1177"/>
                                    <a:gd name="T50" fmla="*/ 2 w 1037"/>
                                    <a:gd name="T51" fmla="*/ 1173 h 1177"/>
                                    <a:gd name="T52" fmla="*/ 0 w 1037"/>
                                    <a:gd name="T53" fmla="*/ 1169 h 1177"/>
                                    <a:gd name="T54" fmla="*/ 0 w 1037"/>
                                    <a:gd name="T55" fmla="*/ 11 h 1177"/>
                                    <a:gd name="T56" fmla="*/ 0 w 1037"/>
                                    <a:gd name="T57" fmla="*/ 7 h 1177"/>
                                    <a:gd name="T58" fmla="*/ 3 w 1037"/>
                                    <a:gd name="T59" fmla="*/ 4 h 1177"/>
                                    <a:gd name="T60" fmla="*/ 6 w 1037"/>
                                    <a:gd name="T61" fmla="*/ 1 h 1177"/>
                                    <a:gd name="T62" fmla="*/ 9 w 1037"/>
                                    <a:gd name="T63" fmla="*/ 0 h 1177"/>
                                    <a:gd name="T64" fmla="*/ 171 w 1037"/>
                                    <a:gd name="T65" fmla="*/ 1 h 1177"/>
                                    <a:gd name="T66" fmla="*/ 175 w 1037"/>
                                    <a:gd name="T67" fmla="*/ 3 h 1177"/>
                                    <a:gd name="T68" fmla="*/ 181 w 1037"/>
                                    <a:gd name="T69" fmla="*/ 7 h 1177"/>
                                    <a:gd name="T70" fmla="*/ 519 w 1037"/>
                                    <a:gd name="T71" fmla="*/ 628 h 1177"/>
                                    <a:gd name="T72" fmla="*/ 520 w 1037"/>
                                    <a:gd name="T73" fmla="*/ 631 h 1177"/>
                                    <a:gd name="T74" fmla="*/ 521 w 1037"/>
                                    <a:gd name="T75" fmla="*/ 631 h 1177"/>
                                    <a:gd name="T76" fmla="*/ 524 w 1037"/>
                                    <a:gd name="T77" fmla="*/ 631 h 1177"/>
                                    <a:gd name="T78" fmla="*/ 527 w 1037"/>
                                    <a:gd name="T79" fmla="*/ 628 h 1177"/>
                                    <a:gd name="T80" fmla="*/ 857 w 1037"/>
                                    <a:gd name="T81" fmla="*/ 7 h 1177"/>
                                    <a:gd name="T82" fmla="*/ 864 w 1037"/>
                                    <a:gd name="T83" fmla="*/ 3 h 1177"/>
                                    <a:gd name="T84" fmla="*/ 866 w 1037"/>
                                    <a:gd name="T85" fmla="*/ 1 h 1177"/>
                                    <a:gd name="T86" fmla="*/ 1028 w 1037"/>
                                    <a:gd name="T87" fmla="*/ 0 h 1177"/>
                                    <a:gd name="T88" fmla="*/ 1032 w 1037"/>
                                    <a:gd name="T89" fmla="*/ 1 h 1177"/>
                                    <a:gd name="T90" fmla="*/ 1035 w 1037"/>
                                    <a:gd name="T91" fmla="*/ 4 h 1177"/>
                                    <a:gd name="T92" fmla="*/ 1037 w 1037"/>
                                    <a:gd name="T93" fmla="*/ 7 h 1177"/>
                                    <a:gd name="T94" fmla="*/ 1037 w 1037"/>
                                    <a:gd name="T95" fmla="*/ 11 h 1177"/>
                                    <a:gd name="T96" fmla="*/ 1037 w 1037"/>
                                    <a:gd name="T97" fmla="*/ 1169 h 1177"/>
                                    <a:gd name="T98" fmla="*/ 1036 w 1037"/>
                                    <a:gd name="T99" fmla="*/ 1173 h 1177"/>
                                    <a:gd name="T100" fmla="*/ 1033 w 1037"/>
                                    <a:gd name="T101" fmla="*/ 1176 h 1177"/>
                                    <a:gd name="T102" fmla="*/ 1029 w 1037"/>
                                    <a:gd name="T103" fmla="*/ 1177 h 1177"/>
                                    <a:gd name="T104" fmla="*/ 869 w 1037"/>
                                    <a:gd name="T105" fmla="*/ 1177 h 1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1037" h="1177">
                                      <a:moveTo>
                                        <a:pt x="869" y="1177"/>
                                      </a:moveTo>
                                      <a:lnTo>
                                        <a:pt x="866" y="1177"/>
                                      </a:lnTo>
                                      <a:lnTo>
                                        <a:pt x="865" y="1176"/>
                                      </a:lnTo>
                                      <a:lnTo>
                                        <a:pt x="864" y="1176"/>
                                      </a:lnTo>
                                      <a:lnTo>
                                        <a:pt x="862" y="1174"/>
                                      </a:lnTo>
                                      <a:lnTo>
                                        <a:pt x="861" y="1173"/>
                                      </a:lnTo>
                                      <a:lnTo>
                                        <a:pt x="860" y="1170"/>
                                      </a:lnTo>
                                      <a:lnTo>
                                        <a:pt x="860" y="1169"/>
                                      </a:lnTo>
                                      <a:lnTo>
                                        <a:pt x="860" y="1168"/>
                                      </a:lnTo>
                                      <a:lnTo>
                                        <a:pt x="860" y="368"/>
                                      </a:lnTo>
                                      <a:lnTo>
                                        <a:pt x="858" y="366"/>
                                      </a:lnTo>
                                      <a:lnTo>
                                        <a:pt x="858" y="364"/>
                                      </a:lnTo>
                                      <a:lnTo>
                                        <a:pt x="857" y="364"/>
                                      </a:lnTo>
                                      <a:lnTo>
                                        <a:pt x="854" y="367"/>
                                      </a:lnTo>
                                      <a:lnTo>
                                        <a:pt x="592" y="854"/>
                                      </a:lnTo>
                                      <a:lnTo>
                                        <a:pt x="592" y="856"/>
                                      </a:lnTo>
                                      <a:lnTo>
                                        <a:pt x="591" y="858"/>
                                      </a:lnTo>
                                      <a:lnTo>
                                        <a:pt x="589" y="858"/>
                                      </a:lnTo>
                                      <a:lnTo>
                                        <a:pt x="587" y="861"/>
                                      </a:lnTo>
                                      <a:lnTo>
                                        <a:pt x="584" y="862"/>
                                      </a:lnTo>
                                      <a:lnTo>
                                        <a:pt x="583" y="862"/>
                                      </a:lnTo>
                                      <a:lnTo>
                                        <a:pt x="580" y="863"/>
                                      </a:lnTo>
                                      <a:lnTo>
                                        <a:pt x="579" y="863"/>
                                      </a:lnTo>
                                      <a:lnTo>
                                        <a:pt x="465" y="863"/>
                                      </a:lnTo>
                                      <a:lnTo>
                                        <a:pt x="464" y="863"/>
                                      </a:lnTo>
                                      <a:lnTo>
                                        <a:pt x="461" y="862"/>
                                      </a:lnTo>
                                      <a:lnTo>
                                        <a:pt x="460" y="862"/>
                                      </a:lnTo>
                                      <a:lnTo>
                                        <a:pt x="457" y="861"/>
                                      </a:lnTo>
                                      <a:lnTo>
                                        <a:pt x="456" y="860"/>
                                      </a:lnTo>
                                      <a:lnTo>
                                        <a:pt x="455" y="858"/>
                                      </a:lnTo>
                                      <a:lnTo>
                                        <a:pt x="454" y="856"/>
                                      </a:lnTo>
                                      <a:lnTo>
                                        <a:pt x="452" y="854"/>
                                      </a:lnTo>
                                      <a:lnTo>
                                        <a:pt x="183" y="367"/>
                                      </a:lnTo>
                                      <a:lnTo>
                                        <a:pt x="181" y="364"/>
                                      </a:lnTo>
                                      <a:lnTo>
                                        <a:pt x="179" y="366"/>
                                      </a:lnTo>
                                      <a:lnTo>
                                        <a:pt x="179" y="368"/>
                                      </a:lnTo>
                                      <a:lnTo>
                                        <a:pt x="179" y="1168"/>
                                      </a:lnTo>
                                      <a:lnTo>
                                        <a:pt x="179" y="1169"/>
                                      </a:lnTo>
                                      <a:lnTo>
                                        <a:pt x="178" y="1170"/>
                                      </a:lnTo>
                                      <a:lnTo>
                                        <a:pt x="178" y="1173"/>
                                      </a:lnTo>
                                      <a:lnTo>
                                        <a:pt x="177" y="1174"/>
                                      </a:lnTo>
                                      <a:lnTo>
                                        <a:pt x="174" y="1176"/>
                                      </a:lnTo>
                                      <a:lnTo>
                                        <a:pt x="173" y="1176"/>
                                      </a:lnTo>
                                      <a:lnTo>
                                        <a:pt x="171" y="1177"/>
                                      </a:lnTo>
                                      <a:lnTo>
                                        <a:pt x="169" y="1177"/>
                                      </a:lnTo>
                                      <a:lnTo>
                                        <a:pt x="9" y="1177"/>
                                      </a:lnTo>
                                      <a:lnTo>
                                        <a:pt x="8" y="1177"/>
                                      </a:lnTo>
                                      <a:lnTo>
                                        <a:pt x="6" y="1176"/>
                                      </a:lnTo>
                                      <a:lnTo>
                                        <a:pt x="4" y="1176"/>
                                      </a:lnTo>
                                      <a:lnTo>
                                        <a:pt x="3" y="1174"/>
                                      </a:lnTo>
                                      <a:lnTo>
                                        <a:pt x="2" y="1173"/>
                                      </a:lnTo>
                                      <a:lnTo>
                                        <a:pt x="0" y="1170"/>
                                      </a:lnTo>
                                      <a:lnTo>
                                        <a:pt x="0" y="1169"/>
                                      </a:lnTo>
                                      <a:lnTo>
                                        <a:pt x="0" y="1168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6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169" y="0"/>
                                      </a:lnTo>
                                      <a:lnTo>
                                        <a:pt x="171" y="1"/>
                                      </a:lnTo>
                                      <a:lnTo>
                                        <a:pt x="173" y="1"/>
                                      </a:lnTo>
                                      <a:lnTo>
                                        <a:pt x="175" y="3"/>
                                      </a:lnTo>
                                      <a:lnTo>
                                        <a:pt x="178" y="4"/>
                                      </a:lnTo>
                                      <a:lnTo>
                                        <a:pt x="181" y="7"/>
                                      </a:lnTo>
                                      <a:lnTo>
                                        <a:pt x="183" y="9"/>
                                      </a:lnTo>
                                      <a:lnTo>
                                        <a:pt x="519" y="628"/>
                                      </a:lnTo>
                                      <a:lnTo>
                                        <a:pt x="519" y="630"/>
                                      </a:lnTo>
                                      <a:lnTo>
                                        <a:pt x="520" y="631"/>
                                      </a:lnTo>
                                      <a:lnTo>
                                        <a:pt x="521" y="631"/>
                                      </a:lnTo>
                                      <a:lnTo>
                                        <a:pt x="523" y="631"/>
                                      </a:lnTo>
                                      <a:lnTo>
                                        <a:pt x="524" y="631"/>
                                      </a:lnTo>
                                      <a:lnTo>
                                        <a:pt x="525" y="630"/>
                                      </a:lnTo>
                                      <a:lnTo>
                                        <a:pt x="527" y="628"/>
                                      </a:lnTo>
                                      <a:lnTo>
                                        <a:pt x="854" y="9"/>
                                      </a:lnTo>
                                      <a:lnTo>
                                        <a:pt x="857" y="7"/>
                                      </a:lnTo>
                                      <a:lnTo>
                                        <a:pt x="861" y="4"/>
                                      </a:lnTo>
                                      <a:lnTo>
                                        <a:pt x="864" y="3"/>
                                      </a:lnTo>
                                      <a:lnTo>
                                        <a:pt x="865" y="1"/>
                                      </a:lnTo>
                                      <a:lnTo>
                                        <a:pt x="866" y="1"/>
                                      </a:lnTo>
                                      <a:lnTo>
                                        <a:pt x="869" y="0"/>
                                      </a:lnTo>
                                      <a:lnTo>
                                        <a:pt x="1028" y="0"/>
                                      </a:lnTo>
                                      <a:lnTo>
                                        <a:pt x="1029" y="1"/>
                                      </a:lnTo>
                                      <a:lnTo>
                                        <a:pt x="1032" y="1"/>
                                      </a:lnTo>
                                      <a:lnTo>
                                        <a:pt x="1033" y="3"/>
                                      </a:lnTo>
                                      <a:lnTo>
                                        <a:pt x="1035" y="4"/>
                                      </a:lnTo>
                                      <a:lnTo>
                                        <a:pt x="1036" y="5"/>
                                      </a:lnTo>
                                      <a:lnTo>
                                        <a:pt x="1037" y="7"/>
                                      </a:lnTo>
                                      <a:lnTo>
                                        <a:pt x="1037" y="9"/>
                                      </a:lnTo>
                                      <a:lnTo>
                                        <a:pt x="1037" y="11"/>
                                      </a:lnTo>
                                      <a:lnTo>
                                        <a:pt x="1037" y="1168"/>
                                      </a:lnTo>
                                      <a:lnTo>
                                        <a:pt x="1037" y="1169"/>
                                      </a:lnTo>
                                      <a:lnTo>
                                        <a:pt x="1037" y="1170"/>
                                      </a:lnTo>
                                      <a:lnTo>
                                        <a:pt x="1036" y="1173"/>
                                      </a:lnTo>
                                      <a:lnTo>
                                        <a:pt x="1035" y="1174"/>
                                      </a:lnTo>
                                      <a:lnTo>
                                        <a:pt x="1033" y="1176"/>
                                      </a:lnTo>
                                      <a:lnTo>
                                        <a:pt x="1032" y="1176"/>
                                      </a:lnTo>
                                      <a:lnTo>
                                        <a:pt x="1029" y="1177"/>
                                      </a:lnTo>
                                      <a:lnTo>
                                        <a:pt x="1028" y="1177"/>
                                      </a:lnTo>
                                      <a:lnTo>
                                        <a:pt x="869" y="117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8635" y="381000"/>
                                  <a:ext cx="275590" cy="373380"/>
                                </a:xfrm>
                                <a:custGeom>
                                  <a:avLst/>
                                  <a:gdLst>
                                    <a:gd name="T0" fmla="*/ 367 w 870"/>
                                    <a:gd name="T1" fmla="*/ 601 h 1177"/>
                                    <a:gd name="T2" fmla="*/ 366 w 870"/>
                                    <a:gd name="T3" fmla="*/ 597 h 1177"/>
                                    <a:gd name="T4" fmla="*/ 364 w 870"/>
                                    <a:gd name="T5" fmla="*/ 593 h 1177"/>
                                    <a:gd name="T6" fmla="*/ 366 w 870"/>
                                    <a:gd name="T7" fmla="*/ 589 h 1177"/>
                                    <a:gd name="T8" fmla="*/ 367 w 870"/>
                                    <a:gd name="T9" fmla="*/ 584 h 1177"/>
                                    <a:gd name="T10" fmla="*/ 816 w 870"/>
                                    <a:gd name="T11" fmla="*/ 7 h 1177"/>
                                    <a:gd name="T12" fmla="*/ 818 w 870"/>
                                    <a:gd name="T13" fmla="*/ 4 h 1177"/>
                                    <a:gd name="T14" fmla="*/ 816 w 870"/>
                                    <a:gd name="T15" fmla="*/ 1 h 1177"/>
                                    <a:gd name="T16" fmla="*/ 814 w 870"/>
                                    <a:gd name="T17" fmla="*/ 1 h 1177"/>
                                    <a:gd name="T18" fmla="*/ 624 w 870"/>
                                    <a:gd name="T19" fmla="*/ 0 h 1177"/>
                                    <a:gd name="T20" fmla="*/ 615 w 870"/>
                                    <a:gd name="T21" fmla="*/ 3 h 1177"/>
                                    <a:gd name="T22" fmla="*/ 609 w 870"/>
                                    <a:gd name="T23" fmla="*/ 8 h 1177"/>
                                    <a:gd name="T24" fmla="*/ 178 w 870"/>
                                    <a:gd name="T25" fmla="*/ 512 h 1177"/>
                                    <a:gd name="T26" fmla="*/ 178 w 870"/>
                                    <a:gd name="T27" fmla="*/ 9 h 1177"/>
                                    <a:gd name="T28" fmla="*/ 176 w 870"/>
                                    <a:gd name="T29" fmla="*/ 5 h 1177"/>
                                    <a:gd name="T30" fmla="*/ 175 w 870"/>
                                    <a:gd name="T31" fmla="*/ 3 h 1177"/>
                                    <a:gd name="T32" fmla="*/ 171 w 870"/>
                                    <a:gd name="T33" fmla="*/ 1 h 1177"/>
                                    <a:gd name="T34" fmla="*/ 9 w 870"/>
                                    <a:gd name="T35" fmla="*/ 0 h 1177"/>
                                    <a:gd name="T36" fmla="*/ 5 w 870"/>
                                    <a:gd name="T37" fmla="*/ 1 h 1177"/>
                                    <a:gd name="T38" fmla="*/ 3 w 870"/>
                                    <a:gd name="T39" fmla="*/ 4 h 1177"/>
                                    <a:gd name="T40" fmla="*/ 1 w 870"/>
                                    <a:gd name="T41" fmla="*/ 7 h 1177"/>
                                    <a:gd name="T42" fmla="*/ 0 w 870"/>
                                    <a:gd name="T43" fmla="*/ 11 h 1177"/>
                                    <a:gd name="T44" fmla="*/ 0 w 870"/>
                                    <a:gd name="T45" fmla="*/ 1169 h 1177"/>
                                    <a:gd name="T46" fmla="*/ 1 w 870"/>
                                    <a:gd name="T47" fmla="*/ 1173 h 1177"/>
                                    <a:gd name="T48" fmla="*/ 4 w 870"/>
                                    <a:gd name="T49" fmla="*/ 1176 h 1177"/>
                                    <a:gd name="T50" fmla="*/ 8 w 870"/>
                                    <a:gd name="T51" fmla="*/ 1177 h 1177"/>
                                    <a:gd name="T52" fmla="*/ 169 w 870"/>
                                    <a:gd name="T53" fmla="*/ 1177 h 1177"/>
                                    <a:gd name="T54" fmla="*/ 172 w 870"/>
                                    <a:gd name="T55" fmla="*/ 1176 h 1177"/>
                                    <a:gd name="T56" fmla="*/ 175 w 870"/>
                                    <a:gd name="T57" fmla="*/ 1174 h 1177"/>
                                    <a:gd name="T58" fmla="*/ 178 w 870"/>
                                    <a:gd name="T59" fmla="*/ 1170 h 1177"/>
                                    <a:gd name="T60" fmla="*/ 178 w 870"/>
                                    <a:gd name="T61" fmla="*/ 1168 h 1177"/>
                                    <a:gd name="T62" fmla="*/ 221 w 870"/>
                                    <a:gd name="T63" fmla="*/ 677 h 1177"/>
                                    <a:gd name="T64" fmla="*/ 654 w 870"/>
                                    <a:gd name="T65" fmla="*/ 1173 h 1177"/>
                                    <a:gd name="T66" fmla="*/ 662 w 870"/>
                                    <a:gd name="T67" fmla="*/ 1177 h 1177"/>
                                    <a:gd name="T68" fmla="*/ 866 w 870"/>
                                    <a:gd name="T69" fmla="*/ 1177 h 1177"/>
                                    <a:gd name="T70" fmla="*/ 869 w 870"/>
                                    <a:gd name="T71" fmla="*/ 1177 h 1177"/>
                                    <a:gd name="T72" fmla="*/ 870 w 870"/>
                                    <a:gd name="T73" fmla="*/ 1174 h 1177"/>
                                    <a:gd name="T74" fmla="*/ 870 w 870"/>
                                    <a:gd name="T75" fmla="*/ 1173 h 1177"/>
                                    <a:gd name="T76" fmla="*/ 869 w 870"/>
                                    <a:gd name="T77" fmla="*/ 1169 h 1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870" h="1177">
                                      <a:moveTo>
                                        <a:pt x="869" y="1169"/>
                                      </a:moveTo>
                                      <a:lnTo>
                                        <a:pt x="367" y="601"/>
                                      </a:lnTo>
                                      <a:lnTo>
                                        <a:pt x="367" y="600"/>
                                      </a:lnTo>
                                      <a:lnTo>
                                        <a:pt x="366" y="597"/>
                                      </a:lnTo>
                                      <a:lnTo>
                                        <a:pt x="366" y="596"/>
                                      </a:lnTo>
                                      <a:lnTo>
                                        <a:pt x="364" y="593"/>
                                      </a:lnTo>
                                      <a:lnTo>
                                        <a:pt x="364" y="590"/>
                                      </a:lnTo>
                                      <a:lnTo>
                                        <a:pt x="366" y="589"/>
                                      </a:lnTo>
                                      <a:lnTo>
                                        <a:pt x="367" y="587"/>
                                      </a:lnTo>
                                      <a:lnTo>
                                        <a:pt x="367" y="584"/>
                                      </a:lnTo>
                                      <a:lnTo>
                                        <a:pt x="815" y="8"/>
                                      </a:lnTo>
                                      <a:lnTo>
                                        <a:pt x="816" y="7"/>
                                      </a:lnTo>
                                      <a:lnTo>
                                        <a:pt x="816" y="5"/>
                                      </a:lnTo>
                                      <a:lnTo>
                                        <a:pt x="818" y="4"/>
                                      </a:lnTo>
                                      <a:lnTo>
                                        <a:pt x="816" y="3"/>
                                      </a:lnTo>
                                      <a:lnTo>
                                        <a:pt x="816" y="1"/>
                                      </a:lnTo>
                                      <a:lnTo>
                                        <a:pt x="815" y="1"/>
                                      </a:lnTo>
                                      <a:lnTo>
                                        <a:pt x="814" y="1"/>
                                      </a:lnTo>
                                      <a:lnTo>
                                        <a:pt x="812" y="0"/>
                                      </a:lnTo>
                                      <a:lnTo>
                                        <a:pt x="624" y="0"/>
                                      </a:lnTo>
                                      <a:lnTo>
                                        <a:pt x="619" y="1"/>
                                      </a:lnTo>
                                      <a:lnTo>
                                        <a:pt x="615" y="3"/>
                                      </a:lnTo>
                                      <a:lnTo>
                                        <a:pt x="611" y="5"/>
                                      </a:lnTo>
                                      <a:lnTo>
                                        <a:pt x="609" y="8"/>
                                      </a:lnTo>
                                      <a:lnTo>
                                        <a:pt x="216" y="512"/>
                                      </a:lnTo>
                                      <a:lnTo>
                                        <a:pt x="178" y="512"/>
                                      </a:lnTo>
                                      <a:lnTo>
                                        <a:pt x="178" y="11"/>
                                      </a:lnTo>
                                      <a:lnTo>
                                        <a:pt x="178" y="9"/>
                                      </a:lnTo>
                                      <a:lnTo>
                                        <a:pt x="178" y="7"/>
                                      </a:lnTo>
                                      <a:lnTo>
                                        <a:pt x="176" y="5"/>
                                      </a:lnTo>
                                      <a:lnTo>
                                        <a:pt x="175" y="4"/>
                                      </a:lnTo>
                                      <a:lnTo>
                                        <a:pt x="175" y="3"/>
                                      </a:lnTo>
                                      <a:lnTo>
                                        <a:pt x="172" y="1"/>
                                      </a:lnTo>
                                      <a:lnTo>
                                        <a:pt x="171" y="1"/>
                                      </a:lnTo>
                                      <a:lnTo>
                                        <a:pt x="169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1" y="7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0" y="1168"/>
                                      </a:lnTo>
                                      <a:lnTo>
                                        <a:pt x="0" y="1169"/>
                                      </a:lnTo>
                                      <a:lnTo>
                                        <a:pt x="1" y="1170"/>
                                      </a:lnTo>
                                      <a:lnTo>
                                        <a:pt x="1" y="1173"/>
                                      </a:lnTo>
                                      <a:lnTo>
                                        <a:pt x="3" y="1174"/>
                                      </a:lnTo>
                                      <a:lnTo>
                                        <a:pt x="4" y="1176"/>
                                      </a:lnTo>
                                      <a:lnTo>
                                        <a:pt x="5" y="1176"/>
                                      </a:lnTo>
                                      <a:lnTo>
                                        <a:pt x="8" y="1177"/>
                                      </a:lnTo>
                                      <a:lnTo>
                                        <a:pt x="9" y="1177"/>
                                      </a:lnTo>
                                      <a:lnTo>
                                        <a:pt x="169" y="1177"/>
                                      </a:lnTo>
                                      <a:lnTo>
                                        <a:pt x="171" y="1177"/>
                                      </a:lnTo>
                                      <a:lnTo>
                                        <a:pt x="172" y="1176"/>
                                      </a:lnTo>
                                      <a:lnTo>
                                        <a:pt x="175" y="1176"/>
                                      </a:lnTo>
                                      <a:lnTo>
                                        <a:pt x="175" y="1174"/>
                                      </a:lnTo>
                                      <a:lnTo>
                                        <a:pt x="176" y="1173"/>
                                      </a:lnTo>
                                      <a:lnTo>
                                        <a:pt x="178" y="1170"/>
                                      </a:lnTo>
                                      <a:lnTo>
                                        <a:pt x="178" y="1169"/>
                                      </a:lnTo>
                                      <a:lnTo>
                                        <a:pt x="178" y="1168"/>
                                      </a:lnTo>
                                      <a:lnTo>
                                        <a:pt x="178" y="677"/>
                                      </a:lnTo>
                                      <a:lnTo>
                                        <a:pt x="221" y="677"/>
                                      </a:lnTo>
                                      <a:lnTo>
                                        <a:pt x="652" y="1169"/>
                                      </a:lnTo>
                                      <a:lnTo>
                                        <a:pt x="654" y="1173"/>
                                      </a:lnTo>
                                      <a:lnTo>
                                        <a:pt x="658" y="1174"/>
                                      </a:lnTo>
                                      <a:lnTo>
                                        <a:pt x="662" y="1177"/>
                                      </a:lnTo>
                                      <a:lnTo>
                                        <a:pt x="667" y="1177"/>
                                      </a:lnTo>
                                      <a:lnTo>
                                        <a:pt x="866" y="1177"/>
                                      </a:lnTo>
                                      <a:lnTo>
                                        <a:pt x="867" y="1177"/>
                                      </a:lnTo>
                                      <a:lnTo>
                                        <a:pt x="869" y="1177"/>
                                      </a:lnTo>
                                      <a:lnTo>
                                        <a:pt x="870" y="1176"/>
                                      </a:lnTo>
                                      <a:lnTo>
                                        <a:pt x="870" y="1174"/>
                                      </a:lnTo>
                                      <a:lnTo>
                                        <a:pt x="870" y="1173"/>
                                      </a:lnTo>
                                      <a:lnTo>
                                        <a:pt x="870" y="1170"/>
                                      </a:lnTo>
                                      <a:lnTo>
                                        <a:pt x="869" y="11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165" y="836930"/>
                                  <a:ext cx="67310" cy="68580"/>
                                </a:xfrm>
                                <a:custGeom>
                                  <a:avLst/>
                                  <a:gdLst>
                                    <a:gd name="T0" fmla="*/ 0 w 213"/>
                                    <a:gd name="T1" fmla="*/ 0 h 215"/>
                                    <a:gd name="T2" fmla="*/ 82 w 213"/>
                                    <a:gd name="T3" fmla="*/ 8 h 215"/>
                                    <a:gd name="T4" fmla="*/ 56 w 213"/>
                                    <a:gd name="T5" fmla="*/ 145 h 215"/>
                                    <a:gd name="T6" fmla="*/ 56 w 213"/>
                                    <a:gd name="T7" fmla="*/ 159 h 215"/>
                                    <a:gd name="T8" fmla="*/ 58 w 213"/>
                                    <a:gd name="T9" fmla="*/ 170 h 215"/>
                                    <a:gd name="T10" fmla="*/ 62 w 213"/>
                                    <a:gd name="T11" fmla="*/ 179 h 215"/>
                                    <a:gd name="T12" fmla="*/ 69 w 213"/>
                                    <a:gd name="T13" fmla="*/ 187 h 215"/>
                                    <a:gd name="T14" fmla="*/ 75 w 213"/>
                                    <a:gd name="T15" fmla="*/ 193 h 215"/>
                                    <a:gd name="T16" fmla="*/ 85 w 213"/>
                                    <a:gd name="T17" fmla="*/ 197 h 215"/>
                                    <a:gd name="T18" fmla="*/ 95 w 213"/>
                                    <a:gd name="T19" fmla="*/ 200 h 215"/>
                                    <a:gd name="T20" fmla="*/ 109 w 213"/>
                                    <a:gd name="T21" fmla="*/ 201 h 215"/>
                                    <a:gd name="T22" fmla="*/ 122 w 213"/>
                                    <a:gd name="T23" fmla="*/ 200 h 215"/>
                                    <a:gd name="T24" fmla="*/ 134 w 213"/>
                                    <a:gd name="T25" fmla="*/ 197 h 215"/>
                                    <a:gd name="T26" fmla="*/ 143 w 213"/>
                                    <a:gd name="T27" fmla="*/ 193 h 215"/>
                                    <a:gd name="T28" fmla="*/ 151 w 213"/>
                                    <a:gd name="T29" fmla="*/ 188 h 215"/>
                                    <a:gd name="T30" fmla="*/ 156 w 213"/>
                                    <a:gd name="T31" fmla="*/ 180 h 215"/>
                                    <a:gd name="T32" fmla="*/ 162 w 213"/>
                                    <a:gd name="T33" fmla="*/ 171 h 215"/>
                                    <a:gd name="T34" fmla="*/ 164 w 213"/>
                                    <a:gd name="T35" fmla="*/ 161 h 215"/>
                                    <a:gd name="T36" fmla="*/ 165 w 213"/>
                                    <a:gd name="T37" fmla="*/ 147 h 215"/>
                                    <a:gd name="T38" fmla="*/ 138 w 213"/>
                                    <a:gd name="T39" fmla="*/ 8 h 215"/>
                                    <a:gd name="T40" fmla="*/ 213 w 213"/>
                                    <a:gd name="T41" fmla="*/ 0 h 215"/>
                                    <a:gd name="T42" fmla="*/ 185 w 213"/>
                                    <a:gd name="T43" fmla="*/ 18 h 215"/>
                                    <a:gd name="T44" fmla="*/ 185 w 213"/>
                                    <a:gd name="T45" fmla="*/ 151 h 215"/>
                                    <a:gd name="T46" fmla="*/ 182 w 213"/>
                                    <a:gd name="T47" fmla="*/ 166 h 215"/>
                                    <a:gd name="T48" fmla="*/ 180 w 213"/>
                                    <a:gd name="T49" fmla="*/ 175 h 215"/>
                                    <a:gd name="T50" fmla="*/ 176 w 213"/>
                                    <a:gd name="T51" fmla="*/ 183 h 215"/>
                                    <a:gd name="T52" fmla="*/ 172 w 213"/>
                                    <a:gd name="T53" fmla="*/ 189 h 215"/>
                                    <a:gd name="T54" fmla="*/ 163 w 213"/>
                                    <a:gd name="T55" fmla="*/ 198 h 215"/>
                                    <a:gd name="T56" fmla="*/ 151 w 213"/>
                                    <a:gd name="T57" fmla="*/ 206 h 215"/>
                                    <a:gd name="T58" fmla="*/ 139 w 213"/>
                                    <a:gd name="T59" fmla="*/ 211 h 215"/>
                                    <a:gd name="T60" fmla="*/ 128 w 213"/>
                                    <a:gd name="T61" fmla="*/ 214 h 215"/>
                                    <a:gd name="T62" fmla="*/ 112 w 213"/>
                                    <a:gd name="T63" fmla="*/ 215 h 215"/>
                                    <a:gd name="T64" fmla="*/ 94 w 213"/>
                                    <a:gd name="T65" fmla="*/ 215 h 215"/>
                                    <a:gd name="T66" fmla="*/ 77 w 213"/>
                                    <a:gd name="T67" fmla="*/ 214 h 215"/>
                                    <a:gd name="T68" fmla="*/ 62 w 213"/>
                                    <a:gd name="T69" fmla="*/ 210 h 215"/>
                                    <a:gd name="T70" fmla="*/ 49 w 213"/>
                                    <a:gd name="T71" fmla="*/ 204 h 215"/>
                                    <a:gd name="T72" fmla="*/ 40 w 213"/>
                                    <a:gd name="T73" fmla="*/ 194 h 215"/>
                                    <a:gd name="T74" fmla="*/ 32 w 213"/>
                                    <a:gd name="T75" fmla="*/ 185 h 215"/>
                                    <a:gd name="T76" fmla="*/ 28 w 213"/>
                                    <a:gd name="T77" fmla="*/ 172 h 215"/>
                                    <a:gd name="T78" fmla="*/ 26 w 213"/>
                                    <a:gd name="T79" fmla="*/ 157 h 215"/>
                                    <a:gd name="T80" fmla="*/ 26 w 213"/>
                                    <a:gd name="T81" fmla="*/ 18 h 2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213" h="215">
                                      <a:moveTo>
                                        <a:pt x="0" y="8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82" y="8"/>
                                      </a:lnTo>
                                      <a:lnTo>
                                        <a:pt x="56" y="18"/>
                                      </a:lnTo>
                                      <a:lnTo>
                                        <a:pt x="56" y="145"/>
                                      </a:lnTo>
                                      <a:lnTo>
                                        <a:pt x="56" y="153"/>
                                      </a:lnTo>
                                      <a:lnTo>
                                        <a:pt x="56" y="159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58" y="170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2" y="179"/>
                                      </a:lnTo>
                                      <a:lnTo>
                                        <a:pt x="65" y="184"/>
                                      </a:lnTo>
                                      <a:lnTo>
                                        <a:pt x="69" y="187"/>
                                      </a:lnTo>
                                      <a:lnTo>
                                        <a:pt x="71" y="191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81" y="194"/>
                                      </a:lnTo>
                                      <a:lnTo>
                                        <a:pt x="85" y="197"/>
                                      </a:lnTo>
                                      <a:lnTo>
                                        <a:pt x="90" y="198"/>
                                      </a:lnTo>
                                      <a:lnTo>
                                        <a:pt x="95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6" y="200"/>
                                      </a:lnTo>
                                      <a:lnTo>
                                        <a:pt x="122" y="200"/>
                                      </a:lnTo>
                                      <a:lnTo>
                                        <a:pt x="128" y="198"/>
                                      </a:lnTo>
                                      <a:lnTo>
                                        <a:pt x="134" y="197"/>
                                      </a:lnTo>
                                      <a:lnTo>
                                        <a:pt x="139" y="194"/>
                                      </a:lnTo>
                                      <a:lnTo>
                                        <a:pt x="143" y="193"/>
                                      </a:lnTo>
                                      <a:lnTo>
                                        <a:pt x="147" y="191"/>
                                      </a:lnTo>
                                      <a:lnTo>
                                        <a:pt x="151" y="188"/>
                                      </a:lnTo>
                                      <a:lnTo>
                                        <a:pt x="154" y="184"/>
                                      </a:lnTo>
                                      <a:lnTo>
                                        <a:pt x="156" y="180"/>
                                      </a:lnTo>
                                      <a:lnTo>
                                        <a:pt x="160" y="175"/>
                                      </a:lnTo>
                                      <a:lnTo>
                                        <a:pt x="162" y="171"/>
                                      </a:lnTo>
                                      <a:lnTo>
                                        <a:pt x="163" y="166"/>
                                      </a:lnTo>
                                      <a:lnTo>
                                        <a:pt x="164" y="161"/>
                                      </a:lnTo>
                                      <a:lnTo>
                                        <a:pt x="164" y="154"/>
                                      </a:lnTo>
                                      <a:lnTo>
                                        <a:pt x="165" y="147"/>
                                      </a:lnTo>
                                      <a:lnTo>
                                        <a:pt x="165" y="18"/>
                                      </a:lnTo>
                                      <a:lnTo>
                                        <a:pt x="138" y="8"/>
                                      </a:lnTo>
                                      <a:lnTo>
                                        <a:pt x="138" y="0"/>
                                      </a:lnTo>
                                      <a:lnTo>
                                        <a:pt x="213" y="0"/>
                                      </a:lnTo>
                                      <a:lnTo>
                                        <a:pt x="213" y="8"/>
                                      </a:lnTo>
                                      <a:lnTo>
                                        <a:pt x="185" y="18"/>
                                      </a:lnTo>
                                      <a:lnTo>
                                        <a:pt x="185" y="140"/>
                                      </a:lnTo>
                                      <a:lnTo>
                                        <a:pt x="185" y="151"/>
                                      </a:lnTo>
                                      <a:lnTo>
                                        <a:pt x="184" y="162"/>
                                      </a:lnTo>
                                      <a:lnTo>
                                        <a:pt x="182" y="166"/>
                                      </a:lnTo>
                                      <a:lnTo>
                                        <a:pt x="181" y="171"/>
                                      </a:lnTo>
                                      <a:lnTo>
                                        <a:pt x="180" y="175"/>
                                      </a:lnTo>
                                      <a:lnTo>
                                        <a:pt x="179" y="179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7"/>
                                      </a:lnTo>
                                      <a:lnTo>
                                        <a:pt x="172" y="189"/>
                                      </a:lnTo>
                                      <a:lnTo>
                                        <a:pt x="169" y="192"/>
                                      </a:lnTo>
                                      <a:lnTo>
                                        <a:pt x="163" y="198"/>
                                      </a:lnTo>
                                      <a:lnTo>
                                        <a:pt x="156" y="204"/>
                                      </a:lnTo>
                                      <a:lnTo>
                                        <a:pt x="151" y="206"/>
                                      </a:lnTo>
                                      <a:lnTo>
                                        <a:pt x="145" y="209"/>
                                      </a:lnTo>
                                      <a:lnTo>
                                        <a:pt x="139" y="211"/>
                                      </a:lnTo>
                                      <a:lnTo>
                                        <a:pt x="134" y="213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20" y="215"/>
                                      </a:lnTo>
                                      <a:lnTo>
                                        <a:pt x="112" y="215"/>
                                      </a:lnTo>
                                      <a:lnTo>
                                        <a:pt x="104" y="215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85" y="214"/>
                                      </a:lnTo>
                                      <a:lnTo>
                                        <a:pt x="77" y="214"/>
                                      </a:lnTo>
                                      <a:lnTo>
                                        <a:pt x="69" y="211"/>
                                      </a:lnTo>
                                      <a:lnTo>
                                        <a:pt x="62" y="210"/>
                                      </a:lnTo>
                                      <a:lnTo>
                                        <a:pt x="56" y="206"/>
                                      </a:lnTo>
                                      <a:lnTo>
                                        <a:pt x="49" y="204"/>
                                      </a:lnTo>
                                      <a:lnTo>
                                        <a:pt x="44" y="200"/>
                                      </a:lnTo>
                                      <a:lnTo>
                                        <a:pt x="40" y="194"/>
                                      </a:lnTo>
                                      <a:lnTo>
                                        <a:pt x="36" y="189"/>
                                      </a:lnTo>
                                      <a:lnTo>
                                        <a:pt x="32" y="185"/>
                                      </a:lnTo>
                                      <a:lnTo>
                                        <a:pt x="30" y="179"/>
                                      </a:lnTo>
                                      <a:lnTo>
                                        <a:pt x="28" y="172"/>
                                      </a:lnTo>
                                      <a:lnTo>
                                        <a:pt x="27" y="164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26" y="149"/>
                                      </a:lnTo>
                                      <a:lnTo>
                                        <a:pt x="26" y="18"/>
                                      </a:lnTo>
                                      <a:lnTo>
                                        <a:pt x="0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475" y="854710"/>
                                  <a:ext cx="56515" cy="49530"/>
                                </a:xfrm>
                                <a:custGeom>
                                  <a:avLst/>
                                  <a:gdLst>
                                    <a:gd name="T0" fmla="*/ 0 w 177"/>
                                    <a:gd name="T1" fmla="*/ 155 h 155"/>
                                    <a:gd name="T2" fmla="*/ 0 w 177"/>
                                    <a:gd name="T3" fmla="*/ 148 h 155"/>
                                    <a:gd name="T4" fmla="*/ 26 w 177"/>
                                    <a:gd name="T5" fmla="*/ 136 h 155"/>
                                    <a:gd name="T6" fmla="*/ 26 w 177"/>
                                    <a:gd name="T7" fmla="*/ 27 h 155"/>
                                    <a:gd name="T8" fmla="*/ 0 w 177"/>
                                    <a:gd name="T9" fmla="*/ 20 h 155"/>
                                    <a:gd name="T10" fmla="*/ 0 w 177"/>
                                    <a:gd name="T11" fmla="*/ 12 h 155"/>
                                    <a:gd name="T12" fmla="*/ 54 w 177"/>
                                    <a:gd name="T13" fmla="*/ 0 h 155"/>
                                    <a:gd name="T14" fmla="*/ 54 w 177"/>
                                    <a:gd name="T15" fmla="*/ 18 h 155"/>
                                    <a:gd name="T16" fmla="*/ 58 w 177"/>
                                    <a:gd name="T17" fmla="*/ 17 h 155"/>
                                    <a:gd name="T18" fmla="*/ 60 w 177"/>
                                    <a:gd name="T19" fmla="*/ 16 h 155"/>
                                    <a:gd name="T20" fmla="*/ 65 w 177"/>
                                    <a:gd name="T21" fmla="*/ 14 h 155"/>
                                    <a:gd name="T22" fmla="*/ 74 w 177"/>
                                    <a:gd name="T23" fmla="*/ 10 h 155"/>
                                    <a:gd name="T24" fmla="*/ 84 w 177"/>
                                    <a:gd name="T25" fmla="*/ 7 h 155"/>
                                    <a:gd name="T26" fmla="*/ 94 w 177"/>
                                    <a:gd name="T27" fmla="*/ 4 h 155"/>
                                    <a:gd name="T28" fmla="*/ 100 w 177"/>
                                    <a:gd name="T29" fmla="*/ 3 h 155"/>
                                    <a:gd name="T30" fmla="*/ 108 w 177"/>
                                    <a:gd name="T31" fmla="*/ 1 h 155"/>
                                    <a:gd name="T32" fmla="*/ 112 w 177"/>
                                    <a:gd name="T33" fmla="*/ 1 h 155"/>
                                    <a:gd name="T34" fmla="*/ 117 w 177"/>
                                    <a:gd name="T35" fmla="*/ 4 h 155"/>
                                    <a:gd name="T36" fmla="*/ 121 w 177"/>
                                    <a:gd name="T37" fmla="*/ 4 h 155"/>
                                    <a:gd name="T38" fmla="*/ 125 w 177"/>
                                    <a:gd name="T39" fmla="*/ 5 h 155"/>
                                    <a:gd name="T40" fmla="*/ 129 w 177"/>
                                    <a:gd name="T41" fmla="*/ 8 h 155"/>
                                    <a:gd name="T42" fmla="*/ 133 w 177"/>
                                    <a:gd name="T43" fmla="*/ 9 h 155"/>
                                    <a:gd name="T44" fmla="*/ 135 w 177"/>
                                    <a:gd name="T45" fmla="*/ 12 h 155"/>
                                    <a:gd name="T46" fmla="*/ 139 w 177"/>
                                    <a:gd name="T47" fmla="*/ 16 h 155"/>
                                    <a:gd name="T48" fmla="*/ 142 w 177"/>
                                    <a:gd name="T49" fmla="*/ 20 h 155"/>
                                    <a:gd name="T50" fmla="*/ 144 w 177"/>
                                    <a:gd name="T51" fmla="*/ 22 h 155"/>
                                    <a:gd name="T52" fmla="*/ 146 w 177"/>
                                    <a:gd name="T53" fmla="*/ 26 h 155"/>
                                    <a:gd name="T54" fmla="*/ 148 w 177"/>
                                    <a:gd name="T55" fmla="*/ 31 h 155"/>
                                    <a:gd name="T56" fmla="*/ 150 w 177"/>
                                    <a:gd name="T57" fmla="*/ 34 h 155"/>
                                    <a:gd name="T58" fmla="*/ 150 w 177"/>
                                    <a:gd name="T59" fmla="*/ 39 h 155"/>
                                    <a:gd name="T60" fmla="*/ 150 w 177"/>
                                    <a:gd name="T61" fmla="*/ 46 h 155"/>
                                    <a:gd name="T62" fmla="*/ 150 w 177"/>
                                    <a:gd name="T63" fmla="*/ 51 h 155"/>
                                    <a:gd name="T64" fmla="*/ 150 w 177"/>
                                    <a:gd name="T65" fmla="*/ 136 h 155"/>
                                    <a:gd name="T66" fmla="*/ 177 w 177"/>
                                    <a:gd name="T67" fmla="*/ 148 h 155"/>
                                    <a:gd name="T68" fmla="*/ 177 w 177"/>
                                    <a:gd name="T69" fmla="*/ 155 h 155"/>
                                    <a:gd name="T70" fmla="*/ 97 w 177"/>
                                    <a:gd name="T71" fmla="*/ 155 h 155"/>
                                    <a:gd name="T72" fmla="*/ 97 w 177"/>
                                    <a:gd name="T73" fmla="*/ 148 h 155"/>
                                    <a:gd name="T74" fmla="*/ 122 w 177"/>
                                    <a:gd name="T75" fmla="*/ 136 h 155"/>
                                    <a:gd name="T76" fmla="*/ 122 w 177"/>
                                    <a:gd name="T77" fmla="*/ 57 h 155"/>
                                    <a:gd name="T78" fmla="*/ 122 w 177"/>
                                    <a:gd name="T79" fmla="*/ 54 h 155"/>
                                    <a:gd name="T80" fmla="*/ 122 w 177"/>
                                    <a:gd name="T81" fmla="*/ 48 h 155"/>
                                    <a:gd name="T82" fmla="*/ 121 w 177"/>
                                    <a:gd name="T83" fmla="*/ 46 h 155"/>
                                    <a:gd name="T84" fmla="*/ 120 w 177"/>
                                    <a:gd name="T85" fmla="*/ 42 h 155"/>
                                    <a:gd name="T86" fmla="*/ 118 w 177"/>
                                    <a:gd name="T87" fmla="*/ 38 h 155"/>
                                    <a:gd name="T88" fmla="*/ 117 w 177"/>
                                    <a:gd name="T89" fmla="*/ 35 h 155"/>
                                    <a:gd name="T90" fmla="*/ 114 w 177"/>
                                    <a:gd name="T91" fmla="*/ 34 h 155"/>
                                    <a:gd name="T92" fmla="*/ 113 w 177"/>
                                    <a:gd name="T93" fmla="*/ 31 h 155"/>
                                    <a:gd name="T94" fmla="*/ 111 w 177"/>
                                    <a:gd name="T95" fmla="*/ 29 h 155"/>
                                    <a:gd name="T96" fmla="*/ 108 w 177"/>
                                    <a:gd name="T97" fmla="*/ 27 h 155"/>
                                    <a:gd name="T98" fmla="*/ 104 w 177"/>
                                    <a:gd name="T99" fmla="*/ 26 h 155"/>
                                    <a:gd name="T100" fmla="*/ 100 w 177"/>
                                    <a:gd name="T101" fmla="*/ 25 h 155"/>
                                    <a:gd name="T102" fmla="*/ 97 w 177"/>
                                    <a:gd name="T103" fmla="*/ 24 h 155"/>
                                    <a:gd name="T104" fmla="*/ 92 w 177"/>
                                    <a:gd name="T105" fmla="*/ 24 h 155"/>
                                    <a:gd name="T106" fmla="*/ 87 w 177"/>
                                    <a:gd name="T107" fmla="*/ 22 h 155"/>
                                    <a:gd name="T108" fmla="*/ 83 w 177"/>
                                    <a:gd name="T109" fmla="*/ 22 h 155"/>
                                    <a:gd name="T110" fmla="*/ 75 w 177"/>
                                    <a:gd name="T111" fmla="*/ 22 h 155"/>
                                    <a:gd name="T112" fmla="*/ 67 w 177"/>
                                    <a:gd name="T113" fmla="*/ 24 h 155"/>
                                    <a:gd name="T114" fmla="*/ 61 w 177"/>
                                    <a:gd name="T115" fmla="*/ 24 h 155"/>
                                    <a:gd name="T116" fmla="*/ 54 w 177"/>
                                    <a:gd name="T117" fmla="*/ 25 h 155"/>
                                    <a:gd name="T118" fmla="*/ 54 w 177"/>
                                    <a:gd name="T119" fmla="*/ 136 h 155"/>
                                    <a:gd name="T120" fmla="*/ 78 w 177"/>
                                    <a:gd name="T121" fmla="*/ 148 h 155"/>
                                    <a:gd name="T122" fmla="*/ 78 w 177"/>
                                    <a:gd name="T123" fmla="*/ 155 h 155"/>
                                    <a:gd name="T124" fmla="*/ 0 w 177"/>
                                    <a:gd name="T125" fmla="*/ 155 h 1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7" h="155">
                                      <a:moveTo>
                                        <a:pt x="0" y="155"/>
                                      </a:moveTo>
                                      <a:lnTo>
                                        <a:pt x="0" y="148"/>
                                      </a:lnTo>
                                      <a:lnTo>
                                        <a:pt x="26" y="136"/>
                                      </a:lnTo>
                                      <a:lnTo>
                                        <a:pt x="26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54" y="0"/>
                                      </a:lnTo>
                                      <a:lnTo>
                                        <a:pt x="54" y="18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60" y="16"/>
                                      </a:lnTo>
                                      <a:lnTo>
                                        <a:pt x="65" y="14"/>
                                      </a:lnTo>
                                      <a:lnTo>
                                        <a:pt x="74" y="10"/>
                                      </a:lnTo>
                                      <a:lnTo>
                                        <a:pt x="84" y="7"/>
                                      </a:lnTo>
                                      <a:lnTo>
                                        <a:pt x="94" y="4"/>
                                      </a:lnTo>
                                      <a:lnTo>
                                        <a:pt x="100" y="3"/>
                                      </a:lnTo>
                                      <a:lnTo>
                                        <a:pt x="108" y="1"/>
                                      </a:lnTo>
                                      <a:lnTo>
                                        <a:pt x="112" y="1"/>
                                      </a:lnTo>
                                      <a:lnTo>
                                        <a:pt x="117" y="4"/>
                                      </a:lnTo>
                                      <a:lnTo>
                                        <a:pt x="121" y="4"/>
                                      </a:lnTo>
                                      <a:lnTo>
                                        <a:pt x="125" y="5"/>
                                      </a:lnTo>
                                      <a:lnTo>
                                        <a:pt x="129" y="8"/>
                                      </a:lnTo>
                                      <a:lnTo>
                                        <a:pt x="133" y="9"/>
                                      </a:lnTo>
                                      <a:lnTo>
                                        <a:pt x="135" y="12"/>
                                      </a:lnTo>
                                      <a:lnTo>
                                        <a:pt x="139" y="16"/>
                                      </a:lnTo>
                                      <a:lnTo>
                                        <a:pt x="142" y="20"/>
                                      </a:lnTo>
                                      <a:lnTo>
                                        <a:pt x="144" y="22"/>
                                      </a:lnTo>
                                      <a:lnTo>
                                        <a:pt x="146" y="26"/>
                                      </a:lnTo>
                                      <a:lnTo>
                                        <a:pt x="148" y="31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0" y="39"/>
                                      </a:lnTo>
                                      <a:lnTo>
                                        <a:pt x="150" y="46"/>
                                      </a:lnTo>
                                      <a:lnTo>
                                        <a:pt x="150" y="51"/>
                                      </a:lnTo>
                                      <a:lnTo>
                                        <a:pt x="150" y="136"/>
                                      </a:lnTo>
                                      <a:lnTo>
                                        <a:pt x="177" y="148"/>
                                      </a:lnTo>
                                      <a:lnTo>
                                        <a:pt x="177" y="155"/>
                                      </a:lnTo>
                                      <a:lnTo>
                                        <a:pt x="97" y="155"/>
                                      </a:lnTo>
                                      <a:lnTo>
                                        <a:pt x="97" y="148"/>
                                      </a:lnTo>
                                      <a:lnTo>
                                        <a:pt x="122" y="136"/>
                                      </a:lnTo>
                                      <a:lnTo>
                                        <a:pt x="122" y="57"/>
                                      </a:lnTo>
                                      <a:lnTo>
                                        <a:pt x="122" y="54"/>
                                      </a:lnTo>
                                      <a:lnTo>
                                        <a:pt x="122" y="48"/>
                                      </a:lnTo>
                                      <a:lnTo>
                                        <a:pt x="121" y="46"/>
                                      </a:lnTo>
                                      <a:lnTo>
                                        <a:pt x="120" y="42"/>
                                      </a:lnTo>
                                      <a:lnTo>
                                        <a:pt x="118" y="38"/>
                                      </a:lnTo>
                                      <a:lnTo>
                                        <a:pt x="117" y="35"/>
                                      </a:lnTo>
                                      <a:lnTo>
                                        <a:pt x="114" y="34"/>
                                      </a:lnTo>
                                      <a:lnTo>
                                        <a:pt x="113" y="31"/>
                                      </a:lnTo>
                                      <a:lnTo>
                                        <a:pt x="111" y="29"/>
                                      </a:lnTo>
                                      <a:lnTo>
                                        <a:pt x="108" y="27"/>
                                      </a:lnTo>
                                      <a:lnTo>
                                        <a:pt x="104" y="26"/>
                                      </a:lnTo>
                                      <a:lnTo>
                                        <a:pt x="100" y="25"/>
                                      </a:lnTo>
                                      <a:lnTo>
                                        <a:pt x="97" y="24"/>
                                      </a:lnTo>
                                      <a:lnTo>
                                        <a:pt x="92" y="24"/>
                                      </a:lnTo>
                                      <a:lnTo>
                                        <a:pt x="87" y="22"/>
                                      </a:lnTo>
                                      <a:lnTo>
                                        <a:pt x="83" y="22"/>
                                      </a:lnTo>
                                      <a:lnTo>
                                        <a:pt x="75" y="22"/>
                                      </a:lnTo>
                                      <a:lnTo>
                                        <a:pt x="67" y="24"/>
                                      </a:lnTo>
                                      <a:lnTo>
                                        <a:pt x="61" y="24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78" y="148"/>
                                      </a:lnTo>
                                      <a:lnTo>
                                        <a:pt x="78" y="155"/>
                                      </a:lnTo>
                                      <a:lnTo>
                                        <a:pt x="0" y="1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1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06705" y="833755"/>
                                  <a:ext cx="26035" cy="70485"/>
                                </a:xfrm>
                                <a:custGeom>
                                  <a:avLst/>
                                  <a:gdLst>
                                    <a:gd name="T0" fmla="*/ 0 w 81"/>
                                    <a:gd name="T1" fmla="*/ 222 h 222"/>
                                    <a:gd name="T2" fmla="*/ 0 w 81"/>
                                    <a:gd name="T3" fmla="*/ 215 h 222"/>
                                    <a:gd name="T4" fmla="*/ 27 w 81"/>
                                    <a:gd name="T5" fmla="*/ 203 h 222"/>
                                    <a:gd name="T6" fmla="*/ 27 w 81"/>
                                    <a:gd name="T7" fmla="*/ 94 h 222"/>
                                    <a:gd name="T8" fmla="*/ 0 w 81"/>
                                    <a:gd name="T9" fmla="*/ 87 h 222"/>
                                    <a:gd name="T10" fmla="*/ 0 w 81"/>
                                    <a:gd name="T11" fmla="*/ 79 h 222"/>
                                    <a:gd name="T12" fmla="*/ 55 w 81"/>
                                    <a:gd name="T13" fmla="*/ 67 h 222"/>
                                    <a:gd name="T14" fmla="*/ 55 w 81"/>
                                    <a:gd name="T15" fmla="*/ 203 h 222"/>
                                    <a:gd name="T16" fmla="*/ 81 w 81"/>
                                    <a:gd name="T17" fmla="*/ 215 h 222"/>
                                    <a:gd name="T18" fmla="*/ 81 w 81"/>
                                    <a:gd name="T19" fmla="*/ 222 h 222"/>
                                    <a:gd name="T20" fmla="*/ 0 w 81"/>
                                    <a:gd name="T21" fmla="*/ 222 h 222"/>
                                    <a:gd name="T22" fmla="*/ 0 w 81"/>
                                    <a:gd name="T23" fmla="*/ 222 h 222"/>
                                    <a:gd name="T24" fmla="*/ 23 w 81"/>
                                    <a:gd name="T25" fmla="*/ 16 h 222"/>
                                    <a:gd name="T26" fmla="*/ 23 w 81"/>
                                    <a:gd name="T27" fmla="*/ 12 h 222"/>
                                    <a:gd name="T28" fmla="*/ 23 w 81"/>
                                    <a:gd name="T29" fmla="*/ 10 h 222"/>
                                    <a:gd name="T30" fmla="*/ 25 w 81"/>
                                    <a:gd name="T31" fmla="*/ 7 h 222"/>
                                    <a:gd name="T32" fmla="*/ 27 w 81"/>
                                    <a:gd name="T33" fmla="*/ 3 h 222"/>
                                    <a:gd name="T34" fmla="*/ 29 w 81"/>
                                    <a:gd name="T35" fmla="*/ 2 h 222"/>
                                    <a:gd name="T36" fmla="*/ 33 w 81"/>
                                    <a:gd name="T37" fmla="*/ 0 h 222"/>
                                    <a:gd name="T38" fmla="*/ 36 w 81"/>
                                    <a:gd name="T39" fmla="*/ 0 h 222"/>
                                    <a:gd name="T40" fmla="*/ 41 w 81"/>
                                    <a:gd name="T41" fmla="*/ 0 h 222"/>
                                    <a:gd name="T42" fmla="*/ 45 w 81"/>
                                    <a:gd name="T43" fmla="*/ 0 h 222"/>
                                    <a:gd name="T44" fmla="*/ 49 w 81"/>
                                    <a:gd name="T45" fmla="*/ 0 h 222"/>
                                    <a:gd name="T46" fmla="*/ 53 w 81"/>
                                    <a:gd name="T47" fmla="*/ 2 h 222"/>
                                    <a:gd name="T48" fmla="*/ 55 w 81"/>
                                    <a:gd name="T49" fmla="*/ 3 h 222"/>
                                    <a:gd name="T50" fmla="*/ 58 w 81"/>
                                    <a:gd name="T51" fmla="*/ 6 h 222"/>
                                    <a:gd name="T52" fmla="*/ 59 w 81"/>
                                    <a:gd name="T53" fmla="*/ 10 h 222"/>
                                    <a:gd name="T54" fmla="*/ 59 w 81"/>
                                    <a:gd name="T55" fmla="*/ 12 h 222"/>
                                    <a:gd name="T56" fmla="*/ 59 w 81"/>
                                    <a:gd name="T57" fmla="*/ 16 h 222"/>
                                    <a:gd name="T58" fmla="*/ 59 w 81"/>
                                    <a:gd name="T59" fmla="*/ 20 h 222"/>
                                    <a:gd name="T60" fmla="*/ 59 w 81"/>
                                    <a:gd name="T61" fmla="*/ 24 h 222"/>
                                    <a:gd name="T62" fmla="*/ 58 w 81"/>
                                    <a:gd name="T63" fmla="*/ 27 h 222"/>
                                    <a:gd name="T64" fmla="*/ 55 w 81"/>
                                    <a:gd name="T65" fmla="*/ 29 h 222"/>
                                    <a:gd name="T66" fmla="*/ 53 w 81"/>
                                    <a:gd name="T67" fmla="*/ 30 h 222"/>
                                    <a:gd name="T68" fmla="*/ 50 w 81"/>
                                    <a:gd name="T69" fmla="*/ 32 h 222"/>
                                    <a:gd name="T70" fmla="*/ 46 w 81"/>
                                    <a:gd name="T71" fmla="*/ 33 h 222"/>
                                    <a:gd name="T72" fmla="*/ 41 w 81"/>
                                    <a:gd name="T73" fmla="*/ 33 h 222"/>
                                    <a:gd name="T74" fmla="*/ 37 w 81"/>
                                    <a:gd name="T75" fmla="*/ 33 h 222"/>
                                    <a:gd name="T76" fmla="*/ 33 w 81"/>
                                    <a:gd name="T77" fmla="*/ 32 h 222"/>
                                    <a:gd name="T78" fmla="*/ 29 w 81"/>
                                    <a:gd name="T79" fmla="*/ 30 h 222"/>
                                    <a:gd name="T80" fmla="*/ 27 w 81"/>
                                    <a:gd name="T81" fmla="*/ 29 h 222"/>
                                    <a:gd name="T82" fmla="*/ 25 w 81"/>
                                    <a:gd name="T83" fmla="*/ 27 h 222"/>
                                    <a:gd name="T84" fmla="*/ 23 w 81"/>
                                    <a:gd name="T85" fmla="*/ 24 h 222"/>
                                    <a:gd name="T86" fmla="*/ 23 w 81"/>
                                    <a:gd name="T87" fmla="*/ 20 h 222"/>
                                    <a:gd name="T88" fmla="*/ 23 w 81"/>
                                    <a:gd name="T89" fmla="*/ 16 h 222"/>
                                    <a:gd name="T90" fmla="*/ 23 w 81"/>
                                    <a:gd name="T91" fmla="*/ 16 h 2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1" h="222">
                                      <a:moveTo>
                                        <a:pt x="0" y="222"/>
                                      </a:moveTo>
                                      <a:lnTo>
                                        <a:pt x="0" y="215"/>
                                      </a:lnTo>
                                      <a:lnTo>
                                        <a:pt x="27" y="203"/>
                                      </a:lnTo>
                                      <a:lnTo>
                                        <a:pt x="27" y="94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55" y="67"/>
                                      </a:lnTo>
                                      <a:lnTo>
                                        <a:pt x="55" y="203"/>
                                      </a:lnTo>
                                      <a:lnTo>
                                        <a:pt x="81" y="215"/>
                                      </a:lnTo>
                                      <a:lnTo>
                                        <a:pt x="81" y="222"/>
                                      </a:lnTo>
                                      <a:lnTo>
                                        <a:pt x="0" y="222"/>
                                      </a:lnTo>
                                      <a:close/>
                                      <a:moveTo>
                                        <a:pt x="23" y="16"/>
                                      </a:moveTo>
                                      <a:lnTo>
                                        <a:pt x="23" y="12"/>
                                      </a:lnTo>
                                      <a:lnTo>
                                        <a:pt x="23" y="10"/>
                                      </a:lnTo>
                                      <a:lnTo>
                                        <a:pt x="25" y="7"/>
                                      </a:lnTo>
                                      <a:lnTo>
                                        <a:pt x="27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36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5" y="0"/>
                                      </a:lnTo>
                                      <a:lnTo>
                                        <a:pt x="49" y="0"/>
                                      </a:lnTo>
                                      <a:lnTo>
                                        <a:pt x="53" y="2"/>
                                      </a:lnTo>
                                      <a:lnTo>
                                        <a:pt x="55" y="3"/>
                                      </a:lnTo>
                                      <a:lnTo>
                                        <a:pt x="58" y="6"/>
                                      </a:lnTo>
                                      <a:lnTo>
                                        <a:pt x="59" y="10"/>
                                      </a:lnTo>
                                      <a:lnTo>
                                        <a:pt x="59" y="12"/>
                                      </a:lnTo>
                                      <a:lnTo>
                                        <a:pt x="59" y="16"/>
                                      </a:lnTo>
                                      <a:lnTo>
                                        <a:pt x="59" y="20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7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0" y="32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41" y="33"/>
                                      </a:lnTo>
                                      <a:lnTo>
                                        <a:pt x="37" y="33"/>
                                      </a:lnTo>
                                      <a:lnTo>
                                        <a:pt x="33" y="32"/>
                                      </a:lnTo>
                                      <a:lnTo>
                                        <a:pt x="29" y="30"/>
                                      </a:lnTo>
                                      <a:lnTo>
                                        <a:pt x="27" y="29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3" y="24"/>
                                      </a:lnTo>
                                      <a:lnTo>
                                        <a:pt x="23" y="20"/>
                                      </a:lnTo>
                                      <a:lnTo>
                                        <a:pt x="23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4010" y="855980"/>
                                  <a:ext cx="52070" cy="48895"/>
                                </a:xfrm>
                                <a:custGeom>
                                  <a:avLst/>
                                  <a:gdLst>
                                    <a:gd name="T0" fmla="*/ 73 w 165"/>
                                    <a:gd name="T1" fmla="*/ 154 h 154"/>
                                    <a:gd name="T2" fmla="*/ 20 w 165"/>
                                    <a:gd name="T3" fmla="*/ 16 h 154"/>
                                    <a:gd name="T4" fmla="*/ 0 w 165"/>
                                    <a:gd name="T5" fmla="*/ 8 h 154"/>
                                    <a:gd name="T6" fmla="*/ 0 w 165"/>
                                    <a:gd name="T7" fmla="*/ 0 h 154"/>
                                    <a:gd name="T8" fmla="*/ 73 w 165"/>
                                    <a:gd name="T9" fmla="*/ 0 h 154"/>
                                    <a:gd name="T10" fmla="*/ 73 w 165"/>
                                    <a:gd name="T11" fmla="*/ 8 h 154"/>
                                    <a:gd name="T12" fmla="*/ 53 w 165"/>
                                    <a:gd name="T13" fmla="*/ 16 h 154"/>
                                    <a:gd name="T14" fmla="*/ 77 w 165"/>
                                    <a:gd name="T15" fmla="*/ 87 h 154"/>
                                    <a:gd name="T16" fmla="*/ 80 w 165"/>
                                    <a:gd name="T17" fmla="*/ 95 h 154"/>
                                    <a:gd name="T18" fmla="*/ 83 w 165"/>
                                    <a:gd name="T19" fmla="*/ 103 h 154"/>
                                    <a:gd name="T20" fmla="*/ 85 w 165"/>
                                    <a:gd name="T21" fmla="*/ 111 h 154"/>
                                    <a:gd name="T22" fmla="*/ 86 w 165"/>
                                    <a:gd name="T23" fmla="*/ 120 h 154"/>
                                    <a:gd name="T24" fmla="*/ 124 w 165"/>
                                    <a:gd name="T25" fmla="*/ 18 h 154"/>
                                    <a:gd name="T26" fmla="*/ 105 w 165"/>
                                    <a:gd name="T27" fmla="*/ 8 h 154"/>
                                    <a:gd name="T28" fmla="*/ 105 w 165"/>
                                    <a:gd name="T29" fmla="*/ 0 h 154"/>
                                    <a:gd name="T30" fmla="*/ 165 w 165"/>
                                    <a:gd name="T31" fmla="*/ 0 h 154"/>
                                    <a:gd name="T32" fmla="*/ 165 w 165"/>
                                    <a:gd name="T33" fmla="*/ 8 h 154"/>
                                    <a:gd name="T34" fmla="*/ 147 w 165"/>
                                    <a:gd name="T35" fmla="*/ 18 h 154"/>
                                    <a:gd name="T36" fmla="*/ 86 w 165"/>
                                    <a:gd name="T37" fmla="*/ 154 h 154"/>
                                    <a:gd name="T38" fmla="*/ 73 w 165"/>
                                    <a:gd name="T39" fmla="*/ 154 h 1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65" h="154">
                                      <a:moveTo>
                                        <a:pt x="73" y="154"/>
                                      </a:moveTo>
                                      <a:lnTo>
                                        <a:pt x="20" y="16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73" y="0"/>
                                      </a:lnTo>
                                      <a:lnTo>
                                        <a:pt x="73" y="8"/>
                                      </a:lnTo>
                                      <a:lnTo>
                                        <a:pt x="53" y="16"/>
                                      </a:lnTo>
                                      <a:lnTo>
                                        <a:pt x="77" y="87"/>
                                      </a:lnTo>
                                      <a:lnTo>
                                        <a:pt x="80" y="95"/>
                                      </a:lnTo>
                                      <a:lnTo>
                                        <a:pt x="83" y="103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6" y="120"/>
                                      </a:lnTo>
                                      <a:lnTo>
                                        <a:pt x="124" y="18"/>
                                      </a:lnTo>
                                      <a:lnTo>
                                        <a:pt x="105" y="8"/>
                                      </a:lnTo>
                                      <a:lnTo>
                                        <a:pt x="105" y="0"/>
                                      </a:lnTo>
                                      <a:lnTo>
                                        <a:pt x="165" y="0"/>
                                      </a:lnTo>
                                      <a:lnTo>
                                        <a:pt x="165" y="8"/>
                                      </a:lnTo>
                                      <a:lnTo>
                                        <a:pt x="147" y="18"/>
                                      </a:lnTo>
                                      <a:lnTo>
                                        <a:pt x="86" y="154"/>
                                      </a:lnTo>
                                      <a:lnTo>
                                        <a:pt x="73" y="1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0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87985" y="855345"/>
                                  <a:ext cx="41275" cy="49530"/>
                                </a:xfrm>
                                <a:custGeom>
                                  <a:avLst/>
                                  <a:gdLst>
                                    <a:gd name="T0" fmla="*/ 33 w 132"/>
                                    <a:gd name="T1" fmla="*/ 73 h 157"/>
                                    <a:gd name="T2" fmla="*/ 33 w 132"/>
                                    <a:gd name="T3" fmla="*/ 92 h 157"/>
                                    <a:gd name="T4" fmla="*/ 37 w 132"/>
                                    <a:gd name="T5" fmla="*/ 105 h 157"/>
                                    <a:gd name="T6" fmla="*/ 42 w 132"/>
                                    <a:gd name="T7" fmla="*/ 117 h 157"/>
                                    <a:gd name="T8" fmla="*/ 51 w 132"/>
                                    <a:gd name="T9" fmla="*/ 124 h 157"/>
                                    <a:gd name="T10" fmla="*/ 59 w 132"/>
                                    <a:gd name="T11" fmla="*/ 131 h 157"/>
                                    <a:gd name="T12" fmla="*/ 68 w 132"/>
                                    <a:gd name="T13" fmla="*/ 135 h 157"/>
                                    <a:gd name="T14" fmla="*/ 78 w 132"/>
                                    <a:gd name="T15" fmla="*/ 137 h 157"/>
                                    <a:gd name="T16" fmla="*/ 91 w 132"/>
                                    <a:gd name="T17" fmla="*/ 137 h 157"/>
                                    <a:gd name="T18" fmla="*/ 107 w 132"/>
                                    <a:gd name="T19" fmla="*/ 137 h 157"/>
                                    <a:gd name="T20" fmla="*/ 127 w 132"/>
                                    <a:gd name="T21" fmla="*/ 135 h 157"/>
                                    <a:gd name="T22" fmla="*/ 122 w 132"/>
                                    <a:gd name="T23" fmla="*/ 147 h 157"/>
                                    <a:gd name="T24" fmla="*/ 106 w 132"/>
                                    <a:gd name="T25" fmla="*/ 152 h 157"/>
                                    <a:gd name="T26" fmla="*/ 90 w 132"/>
                                    <a:gd name="T27" fmla="*/ 154 h 157"/>
                                    <a:gd name="T28" fmla="*/ 76 w 132"/>
                                    <a:gd name="T29" fmla="*/ 157 h 157"/>
                                    <a:gd name="T30" fmla="*/ 61 w 132"/>
                                    <a:gd name="T31" fmla="*/ 157 h 157"/>
                                    <a:gd name="T32" fmla="*/ 48 w 132"/>
                                    <a:gd name="T33" fmla="*/ 154 h 157"/>
                                    <a:gd name="T34" fmla="*/ 35 w 132"/>
                                    <a:gd name="T35" fmla="*/ 148 h 157"/>
                                    <a:gd name="T36" fmla="*/ 25 w 132"/>
                                    <a:gd name="T37" fmla="*/ 141 h 157"/>
                                    <a:gd name="T38" fmla="*/ 16 w 132"/>
                                    <a:gd name="T39" fmla="*/ 131 h 157"/>
                                    <a:gd name="T40" fmla="*/ 8 w 132"/>
                                    <a:gd name="T41" fmla="*/ 119 h 157"/>
                                    <a:gd name="T42" fmla="*/ 3 w 132"/>
                                    <a:gd name="T43" fmla="*/ 106 h 157"/>
                                    <a:gd name="T44" fmla="*/ 0 w 132"/>
                                    <a:gd name="T45" fmla="*/ 92 h 157"/>
                                    <a:gd name="T46" fmla="*/ 0 w 132"/>
                                    <a:gd name="T47" fmla="*/ 73 h 157"/>
                                    <a:gd name="T48" fmla="*/ 3 w 132"/>
                                    <a:gd name="T49" fmla="*/ 58 h 157"/>
                                    <a:gd name="T50" fmla="*/ 9 w 132"/>
                                    <a:gd name="T51" fmla="*/ 43 h 157"/>
                                    <a:gd name="T52" fmla="*/ 16 w 132"/>
                                    <a:gd name="T53" fmla="*/ 30 h 157"/>
                                    <a:gd name="T54" fmla="*/ 26 w 132"/>
                                    <a:gd name="T55" fmla="*/ 20 h 157"/>
                                    <a:gd name="T56" fmla="*/ 38 w 132"/>
                                    <a:gd name="T57" fmla="*/ 11 h 157"/>
                                    <a:gd name="T58" fmla="*/ 51 w 132"/>
                                    <a:gd name="T59" fmla="*/ 4 h 157"/>
                                    <a:gd name="T60" fmla="*/ 65 w 132"/>
                                    <a:gd name="T61" fmla="*/ 2 h 157"/>
                                    <a:gd name="T62" fmla="*/ 78 w 132"/>
                                    <a:gd name="T63" fmla="*/ 0 h 157"/>
                                    <a:gd name="T64" fmla="*/ 88 w 132"/>
                                    <a:gd name="T65" fmla="*/ 3 h 157"/>
                                    <a:gd name="T66" fmla="*/ 97 w 132"/>
                                    <a:gd name="T67" fmla="*/ 6 h 157"/>
                                    <a:gd name="T68" fmla="*/ 105 w 132"/>
                                    <a:gd name="T69" fmla="*/ 9 h 157"/>
                                    <a:gd name="T70" fmla="*/ 111 w 132"/>
                                    <a:gd name="T71" fmla="*/ 15 h 157"/>
                                    <a:gd name="T72" fmla="*/ 118 w 132"/>
                                    <a:gd name="T73" fmla="*/ 20 h 157"/>
                                    <a:gd name="T74" fmla="*/ 123 w 132"/>
                                    <a:gd name="T75" fmla="*/ 28 h 157"/>
                                    <a:gd name="T76" fmla="*/ 127 w 132"/>
                                    <a:gd name="T77" fmla="*/ 36 h 157"/>
                                    <a:gd name="T78" fmla="*/ 129 w 132"/>
                                    <a:gd name="T79" fmla="*/ 46 h 157"/>
                                    <a:gd name="T80" fmla="*/ 131 w 132"/>
                                    <a:gd name="T81" fmla="*/ 62 h 157"/>
                                    <a:gd name="T82" fmla="*/ 132 w 132"/>
                                    <a:gd name="T83" fmla="*/ 73 h 157"/>
                                    <a:gd name="T84" fmla="*/ 99 w 132"/>
                                    <a:gd name="T85" fmla="*/ 47 h 157"/>
                                    <a:gd name="T86" fmla="*/ 97 w 132"/>
                                    <a:gd name="T87" fmla="*/ 34 h 157"/>
                                    <a:gd name="T88" fmla="*/ 94 w 132"/>
                                    <a:gd name="T89" fmla="*/ 28 h 157"/>
                                    <a:gd name="T90" fmla="*/ 90 w 132"/>
                                    <a:gd name="T91" fmla="*/ 21 h 157"/>
                                    <a:gd name="T92" fmla="*/ 86 w 132"/>
                                    <a:gd name="T93" fmla="*/ 17 h 157"/>
                                    <a:gd name="T94" fmla="*/ 80 w 132"/>
                                    <a:gd name="T95" fmla="*/ 16 h 157"/>
                                    <a:gd name="T96" fmla="*/ 73 w 132"/>
                                    <a:gd name="T97" fmla="*/ 13 h 157"/>
                                    <a:gd name="T98" fmla="*/ 65 w 132"/>
                                    <a:gd name="T99" fmla="*/ 13 h 157"/>
                                    <a:gd name="T100" fmla="*/ 59 w 132"/>
                                    <a:gd name="T101" fmla="*/ 16 h 157"/>
                                    <a:gd name="T102" fmla="*/ 52 w 132"/>
                                    <a:gd name="T103" fmla="*/ 19 h 157"/>
                                    <a:gd name="T104" fmla="*/ 46 w 132"/>
                                    <a:gd name="T105" fmla="*/ 24 h 157"/>
                                    <a:gd name="T106" fmla="*/ 42 w 132"/>
                                    <a:gd name="T107" fmla="*/ 30 h 157"/>
                                    <a:gd name="T108" fmla="*/ 38 w 132"/>
                                    <a:gd name="T109" fmla="*/ 37 h 157"/>
                                    <a:gd name="T110" fmla="*/ 35 w 132"/>
                                    <a:gd name="T111" fmla="*/ 47 h 157"/>
                                    <a:gd name="T112" fmla="*/ 33 w 132"/>
                                    <a:gd name="T113" fmla="*/ 59 h 157"/>
                                    <a:gd name="T114" fmla="*/ 99 w 132"/>
                                    <a:gd name="T115" fmla="*/ 58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132" h="157">
                                      <a:moveTo>
                                        <a:pt x="132" y="73"/>
                                      </a:moveTo>
                                      <a:lnTo>
                                        <a:pt x="33" y="73"/>
                                      </a:lnTo>
                                      <a:lnTo>
                                        <a:pt x="33" y="83"/>
                                      </a:lnTo>
                                      <a:lnTo>
                                        <a:pt x="33" y="92"/>
                                      </a:lnTo>
                                      <a:lnTo>
                                        <a:pt x="34" y="98"/>
                                      </a:lnTo>
                                      <a:lnTo>
                                        <a:pt x="37" y="105"/>
                                      </a:lnTo>
                                      <a:lnTo>
                                        <a:pt x="39" y="111"/>
                                      </a:lnTo>
                                      <a:lnTo>
                                        <a:pt x="42" y="117"/>
                                      </a:lnTo>
                                      <a:lnTo>
                                        <a:pt x="46" y="120"/>
                                      </a:lnTo>
                                      <a:lnTo>
                                        <a:pt x="51" y="124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59" y="131"/>
                                      </a:lnTo>
                                      <a:lnTo>
                                        <a:pt x="64" y="134"/>
                                      </a:lnTo>
                                      <a:lnTo>
                                        <a:pt x="68" y="135"/>
                                      </a:lnTo>
                                      <a:lnTo>
                                        <a:pt x="73" y="136"/>
                                      </a:lnTo>
                                      <a:lnTo>
                                        <a:pt x="78" y="137"/>
                                      </a:lnTo>
                                      <a:lnTo>
                                        <a:pt x="85" y="137"/>
                                      </a:lnTo>
                                      <a:lnTo>
                                        <a:pt x="91" y="137"/>
                                      </a:lnTo>
                                      <a:lnTo>
                                        <a:pt x="98" y="137"/>
                                      </a:lnTo>
                                      <a:lnTo>
                                        <a:pt x="107" y="137"/>
                                      </a:lnTo>
                                      <a:lnTo>
                                        <a:pt x="118" y="136"/>
                                      </a:lnTo>
                                      <a:lnTo>
                                        <a:pt x="127" y="135"/>
                                      </a:lnTo>
                                      <a:lnTo>
                                        <a:pt x="129" y="144"/>
                                      </a:lnTo>
                                      <a:lnTo>
                                        <a:pt x="122" y="147"/>
                                      </a:lnTo>
                                      <a:lnTo>
                                        <a:pt x="114" y="149"/>
                                      </a:lnTo>
                                      <a:lnTo>
                                        <a:pt x="106" y="152"/>
                                      </a:lnTo>
                                      <a:lnTo>
                                        <a:pt x="98" y="154"/>
                                      </a:lnTo>
                                      <a:lnTo>
                                        <a:pt x="90" y="154"/>
                                      </a:lnTo>
                                      <a:lnTo>
                                        <a:pt x="82" y="156"/>
                                      </a:lnTo>
                                      <a:lnTo>
                                        <a:pt x="76" y="157"/>
                                      </a:lnTo>
                                      <a:lnTo>
                                        <a:pt x="71" y="157"/>
                                      </a:lnTo>
                                      <a:lnTo>
                                        <a:pt x="61" y="157"/>
                                      </a:lnTo>
                                      <a:lnTo>
                                        <a:pt x="55" y="156"/>
                                      </a:lnTo>
                                      <a:lnTo>
                                        <a:pt x="48" y="154"/>
                                      </a:lnTo>
                                      <a:lnTo>
                                        <a:pt x="42" y="152"/>
                                      </a:lnTo>
                                      <a:lnTo>
                                        <a:pt x="35" y="148"/>
                                      </a:lnTo>
                                      <a:lnTo>
                                        <a:pt x="29" y="145"/>
                                      </a:lnTo>
                                      <a:lnTo>
                                        <a:pt x="25" y="141"/>
                                      </a:lnTo>
                                      <a:lnTo>
                                        <a:pt x="20" y="136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2" y="126"/>
                                      </a:lnTo>
                                      <a:lnTo>
                                        <a:pt x="8" y="119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3" y="106"/>
                                      </a:lnTo>
                                      <a:lnTo>
                                        <a:pt x="1" y="98"/>
                                      </a:lnTo>
                                      <a:lnTo>
                                        <a:pt x="0" y="92"/>
                                      </a:lnTo>
                                      <a:lnTo>
                                        <a:pt x="0" y="83"/>
                                      </a:lnTo>
                                      <a:lnTo>
                                        <a:pt x="0" y="73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58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9" y="43"/>
                                      </a:lnTo>
                                      <a:lnTo>
                                        <a:pt x="12" y="37"/>
                                      </a:lnTo>
                                      <a:lnTo>
                                        <a:pt x="16" y="30"/>
                                      </a:lnTo>
                                      <a:lnTo>
                                        <a:pt x="21" y="24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1"/>
                                      </a:lnTo>
                                      <a:lnTo>
                                        <a:pt x="44" y="7"/>
                                      </a:lnTo>
                                      <a:lnTo>
                                        <a:pt x="51" y="4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65" y="2"/>
                                      </a:lnTo>
                                      <a:lnTo>
                                        <a:pt x="73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82" y="2"/>
                                      </a:lnTo>
                                      <a:lnTo>
                                        <a:pt x="88" y="3"/>
                                      </a:lnTo>
                                      <a:lnTo>
                                        <a:pt x="91" y="4"/>
                                      </a:lnTo>
                                      <a:lnTo>
                                        <a:pt x="97" y="6"/>
                                      </a:lnTo>
                                      <a:lnTo>
                                        <a:pt x="101" y="7"/>
                                      </a:lnTo>
                                      <a:lnTo>
                                        <a:pt x="105" y="9"/>
                                      </a:lnTo>
                                      <a:lnTo>
                                        <a:pt x="108" y="12"/>
                                      </a:lnTo>
                                      <a:lnTo>
                                        <a:pt x="111" y="15"/>
                                      </a:lnTo>
                                      <a:lnTo>
                                        <a:pt x="115" y="17"/>
                                      </a:lnTo>
                                      <a:lnTo>
                                        <a:pt x="118" y="20"/>
                                      </a:lnTo>
                                      <a:lnTo>
                                        <a:pt x="120" y="24"/>
                                      </a:lnTo>
                                      <a:lnTo>
                                        <a:pt x="123" y="28"/>
                                      </a:lnTo>
                                      <a:lnTo>
                                        <a:pt x="125" y="32"/>
                                      </a:lnTo>
                                      <a:lnTo>
                                        <a:pt x="127" y="36"/>
                                      </a:lnTo>
                                      <a:lnTo>
                                        <a:pt x="128" y="40"/>
                                      </a:lnTo>
                                      <a:lnTo>
                                        <a:pt x="129" y="46"/>
                                      </a:lnTo>
                                      <a:lnTo>
                                        <a:pt x="131" y="53"/>
                                      </a:lnTo>
                                      <a:lnTo>
                                        <a:pt x="131" y="62"/>
                                      </a:lnTo>
                                      <a:lnTo>
                                        <a:pt x="132" y="73"/>
                                      </a:lnTo>
                                      <a:close/>
                                      <a:moveTo>
                                        <a:pt x="99" y="58"/>
                                      </a:moveTo>
                                      <a:lnTo>
                                        <a:pt x="99" y="47"/>
                                      </a:lnTo>
                                      <a:lnTo>
                                        <a:pt x="98" y="38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5" y="3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4"/>
                                      </a:lnTo>
                                      <a:lnTo>
                                        <a:pt x="90" y="21"/>
                                      </a:lnTo>
                                      <a:lnTo>
                                        <a:pt x="88" y="20"/>
                                      </a:lnTo>
                                      <a:lnTo>
                                        <a:pt x="86" y="17"/>
                                      </a:lnTo>
                                      <a:lnTo>
                                        <a:pt x="84" y="17"/>
                                      </a:lnTo>
                                      <a:lnTo>
                                        <a:pt x="80" y="16"/>
                                      </a:lnTo>
                                      <a:lnTo>
                                        <a:pt x="77" y="15"/>
                                      </a:lnTo>
                                      <a:lnTo>
                                        <a:pt x="73" y="13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5" y="13"/>
                                      </a:lnTo>
                                      <a:lnTo>
                                        <a:pt x="61" y="15"/>
                                      </a:lnTo>
                                      <a:lnTo>
                                        <a:pt x="59" y="16"/>
                                      </a:lnTo>
                                      <a:lnTo>
                                        <a:pt x="55" y="17"/>
                                      </a:lnTo>
                                      <a:lnTo>
                                        <a:pt x="52" y="19"/>
                                      </a:lnTo>
                                      <a:lnTo>
                                        <a:pt x="48" y="21"/>
                                      </a:lnTo>
                                      <a:lnTo>
                                        <a:pt x="46" y="24"/>
                                      </a:lnTo>
                                      <a:lnTo>
                                        <a:pt x="44" y="26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39" y="33"/>
                                      </a:lnTo>
                                      <a:lnTo>
                                        <a:pt x="38" y="37"/>
                                      </a:lnTo>
                                      <a:lnTo>
                                        <a:pt x="35" y="42"/>
                                      </a:lnTo>
                                      <a:lnTo>
                                        <a:pt x="35" y="47"/>
                                      </a:lnTo>
                                      <a:lnTo>
                                        <a:pt x="34" y="5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3" y="64"/>
                                      </a:lnTo>
                                      <a:lnTo>
                                        <a:pt x="99" y="5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8150" y="854710"/>
                                  <a:ext cx="38100" cy="49530"/>
                                </a:xfrm>
                                <a:custGeom>
                                  <a:avLst/>
                                  <a:gdLst>
                                    <a:gd name="T0" fmla="*/ 0 w 119"/>
                                    <a:gd name="T1" fmla="*/ 155 h 155"/>
                                    <a:gd name="T2" fmla="*/ 0 w 119"/>
                                    <a:gd name="T3" fmla="*/ 148 h 155"/>
                                    <a:gd name="T4" fmla="*/ 28 w 119"/>
                                    <a:gd name="T5" fmla="*/ 136 h 155"/>
                                    <a:gd name="T6" fmla="*/ 28 w 119"/>
                                    <a:gd name="T7" fmla="*/ 27 h 155"/>
                                    <a:gd name="T8" fmla="*/ 0 w 119"/>
                                    <a:gd name="T9" fmla="*/ 20 h 155"/>
                                    <a:gd name="T10" fmla="*/ 0 w 119"/>
                                    <a:gd name="T11" fmla="*/ 12 h 155"/>
                                    <a:gd name="T12" fmla="*/ 57 w 119"/>
                                    <a:gd name="T13" fmla="*/ 0 h 155"/>
                                    <a:gd name="T14" fmla="*/ 57 w 119"/>
                                    <a:gd name="T15" fmla="*/ 20 h 155"/>
                                    <a:gd name="T16" fmla="*/ 59 w 119"/>
                                    <a:gd name="T17" fmla="*/ 18 h 155"/>
                                    <a:gd name="T18" fmla="*/ 74 w 119"/>
                                    <a:gd name="T19" fmla="*/ 12 h 155"/>
                                    <a:gd name="T20" fmla="*/ 85 w 119"/>
                                    <a:gd name="T21" fmla="*/ 7 h 155"/>
                                    <a:gd name="T22" fmla="*/ 90 w 119"/>
                                    <a:gd name="T23" fmla="*/ 5 h 155"/>
                                    <a:gd name="T24" fmla="*/ 96 w 119"/>
                                    <a:gd name="T25" fmla="*/ 4 h 155"/>
                                    <a:gd name="T26" fmla="*/ 100 w 119"/>
                                    <a:gd name="T27" fmla="*/ 1 h 155"/>
                                    <a:gd name="T28" fmla="*/ 102 w 119"/>
                                    <a:gd name="T29" fmla="*/ 1 h 155"/>
                                    <a:gd name="T30" fmla="*/ 107 w 119"/>
                                    <a:gd name="T31" fmla="*/ 3 h 155"/>
                                    <a:gd name="T32" fmla="*/ 111 w 119"/>
                                    <a:gd name="T33" fmla="*/ 4 h 155"/>
                                    <a:gd name="T34" fmla="*/ 115 w 119"/>
                                    <a:gd name="T35" fmla="*/ 5 h 155"/>
                                    <a:gd name="T36" fmla="*/ 119 w 119"/>
                                    <a:gd name="T37" fmla="*/ 7 h 155"/>
                                    <a:gd name="T38" fmla="*/ 119 w 119"/>
                                    <a:gd name="T39" fmla="*/ 42 h 155"/>
                                    <a:gd name="T40" fmla="*/ 97 w 119"/>
                                    <a:gd name="T41" fmla="*/ 42 h 155"/>
                                    <a:gd name="T42" fmla="*/ 88 w 119"/>
                                    <a:gd name="T43" fmla="*/ 24 h 155"/>
                                    <a:gd name="T44" fmla="*/ 84 w 119"/>
                                    <a:gd name="T45" fmla="*/ 22 h 155"/>
                                    <a:gd name="T46" fmla="*/ 80 w 119"/>
                                    <a:gd name="T47" fmla="*/ 22 h 155"/>
                                    <a:gd name="T48" fmla="*/ 75 w 119"/>
                                    <a:gd name="T49" fmla="*/ 24 h 155"/>
                                    <a:gd name="T50" fmla="*/ 68 w 119"/>
                                    <a:gd name="T51" fmla="*/ 24 h 155"/>
                                    <a:gd name="T52" fmla="*/ 62 w 119"/>
                                    <a:gd name="T53" fmla="*/ 25 h 155"/>
                                    <a:gd name="T54" fmla="*/ 57 w 119"/>
                                    <a:gd name="T55" fmla="*/ 27 h 155"/>
                                    <a:gd name="T56" fmla="*/ 57 w 119"/>
                                    <a:gd name="T57" fmla="*/ 136 h 155"/>
                                    <a:gd name="T58" fmla="*/ 89 w 119"/>
                                    <a:gd name="T59" fmla="*/ 148 h 155"/>
                                    <a:gd name="T60" fmla="*/ 89 w 119"/>
                                    <a:gd name="T61" fmla="*/ 155 h 155"/>
                                    <a:gd name="T62" fmla="*/ 0 w 119"/>
                                    <a:gd name="T63" fmla="*/ 155 h 1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9" h="155">
                                      <a:moveTo>
                                        <a:pt x="0" y="155"/>
                                      </a:moveTo>
                                      <a:lnTo>
                                        <a:pt x="0" y="148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20"/>
                                      </a:lnTo>
                                      <a:lnTo>
                                        <a:pt x="59" y="18"/>
                                      </a:lnTo>
                                      <a:lnTo>
                                        <a:pt x="74" y="12"/>
                                      </a:lnTo>
                                      <a:lnTo>
                                        <a:pt x="85" y="7"/>
                                      </a:lnTo>
                                      <a:lnTo>
                                        <a:pt x="90" y="5"/>
                                      </a:lnTo>
                                      <a:lnTo>
                                        <a:pt x="96" y="4"/>
                                      </a:lnTo>
                                      <a:lnTo>
                                        <a:pt x="100" y="1"/>
                                      </a:lnTo>
                                      <a:lnTo>
                                        <a:pt x="102" y="1"/>
                                      </a:lnTo>
                                      <a:lnTo>
                                        <a:pt x="107" y="3"/>
                                      </a:lnTo>
                                      <a:lnTo>
                                        <a:pt x="111" y="4"/>
                                      </a:lnTo>
                                      <a:lnTo>
                                        <a:pt x="115" y="5"/>
                                      </a:lnTo>
                                      <a:lnTo>
                                        <a:pt x="119" y="7"/>
                                      </a:lnTo>
                                      <a:lnTo>
                                        <a:pt x="119" y="42"/>
                                      </a:lnTo>
                                      <a:lnTo>
                                        <a:pt x="97" y="42"/>
                                      </a:lnTo>
                                      <a:lnTo>
                                        <a:pt x="88" y="24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0" y="22"/>
                                      </a:lnTo>
                                      <a:lnTo>
                                        <a:pt x="75" y="24"/>
                                      </a:lnTo>
                                      <a:lnTo>
                                        <a:pt x="68" y="24"/>
                                      </a:lnTo>
                                      <a:lnTo>
                                        <a:pt x="62" y="25"/>
                                      </a:lnTo>
                                      <a:lnTo>
                                        <a:pt x="57" y="27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89" y="148"/>
                                      </a:lnTo>
                                      <a:lnTo>
                                        <a:pt x="89" y="155"/>
                                      </a:lnTo>
                                      <a:lnTo>
                                        <a:pt x="0" y="1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3870" y="854710"/>
                                  <a:ext cx="31115" cy="50165"/>
                                </a:xfrm>
                                <a:custGeom>
                                  <a:avLst/>
                                  <a:gdLst>
                                    <a:gd name="T0" fmla="*/ 0 w 98"/>
                                    <a:gd name="T1" fmla="*/ 114 h 158"/>
                                    <a:gd name="T2" fmla="*/ 29 w 98"/>
                                    <a:gd name="T3" fmla="*/ 142 h 158"/>
                                    <a:gd name="T4" fmla="*/ 43 w 98"/>
                                    <a:gd name="T5" fmla="*/ 144 h 158"/>
                                    <a:gd name="T6" fmla="*/ 56 w 98"/>
                                    <a:gd name="T7" fmla="*/ 142 h 158"/>
                                    <a:gd name="T8" fmla="*/ 65 w 98"/>
                                    <a:gd name="T9" fmla="*/ 138 h 158"/>
                                    <a:gd name="T10" fmla="*/ 69 w 98"/>
                                    <a:gd name="T11" fmla="*/ 135 h 158"/>
                                    <a:gd name="T12" fmla="*/ 72 w 98"/>
                                    <a:gd name="T13" fmla="*/ 131 h 158"/>
                                    <a:gd name="T14" fmla="*/ 73 w 98"/>
                                    <a:gd name="T15" fmla="*/ 121 h 158"/>
                                    <a:gd name="T16" fmla="*/ 72 w 98"/>
                                    <a:gd name="T17" fmla="*/ 115 h 158"/>
                                    <a:gd name="T18" fmla="*/ 69 w 98"/>
                                    <a:gd name="T19" fmla="*/ 110 h 158"/>
                                    <a:gd name="T20" fmla="*/ 65 w 98"/>
                                    <a:gd name="T21" fmla="*/ 105 h 158"/>
                                    <a:gd name="T22" fmla="*/ 58 w 98"/>
                                    <a:gd name="T23" fmla="*/ 99 h 158"/>
                                    <a:gd name="T24" fmla="*/ 22 w 98"/>
                                    <a:gd name="T25" fmla="*/ 80 h 158"/>
                                    <a:gd name="T26" fmla="*/ 12 w 98"/>
                                    <a:gd name="T27" fmla="*/ 71 h 158"/>
                                    <a:gd name="T28" fmla="*/ 7 w 98"/>
                                    <a:gd name="T29" fmla="*/ 60 h 158"/>
                                    <a:gd name="T30" fmla="*/ 4 w 98"/>
                                    <a:gd name="T31" fmla="*/ 50 h 158"/>
                                    <a:gd name="T32" fmla="*/ 3 w 98"/>
                                    <a:gd name="T33" fmla="*/ 38 h 158"/>
                                    <a:gd name="T34" fmla="*/ 4 w 98"/>
                                    <a:gd name="T35" fmla="*/ 30 h 158"/>
                                    <a:gd name="T36" fmla="*/ 8 w 98"/>
                                    <a:gd name="T37" fmla="*/ 22 h 158"/>
                                    <a:gd name="T38" fmla="*/ 12 w 98"/>
                                    <a:gd name="T39" fmla="*/ 16 h 158"/>
                                    <a:gd name="T40" fmla="*/ 18 w 98"/>
                                    <a:gd name="T41" fmla="*/ 9 h 158"/>
                                    <a:gd name="T42" fmla="*/ 26 w 98"/>
                                    <a:gd name="T43" fmla="*/ 5 h 158"/>
                                    <a:gd name="T44" fmla="*/ 35 w 98"/>
                                    <a:gd name="T45" fmla="*/ 1 h 158"/>
                                    <a:gd name="T46" fmla="*/ 44 w 98"/>
                                    <a:gd name="T47" fmla="*/ 0 h 158"/>
                                    <a:gd name="T48" fmla="*/ 59 w 98"/>
                                    <a:gd name="T49" fmla="*/ 1 h 158"/>
                                    <a:gd name="T50" fmla="*/ 78 w 98"/>
                                    <a:gd name="T51" fmla="*/ 5 h 158"/>
                                    <a:gd name="T52" fmla="*/ 94 w 98"/>
                                    <a:gd name="T53" fmla="*/ 8 h 158"/>
                                    <a:gd name="T54" fmla="*/ 80 w 98"/>
                                    <a:gd name="T55" fmla="*/ 41 h 158"/>
                                    <a:gd name="T56" fmla="*/ 61 w 98"/>
                                    <a:gd name="T57" fmla="*/ 13 h 158"/>
                                    <a:gd name="T58" fmla="*/ 48 w 98"/>
                                    <a:gd name="T59" fmla="*/ 13 h 158"/>
                                    <a:gd name="T60" fmla="*/ 37 w 98"/>
                                    <a:gd name="T61" fmla="*/ 16 h 158"/>
                                    <a:gd name="T62" fmla="*/ 30 w 98"/>
                                    <a:gd name="T63" fmla="*/ 21 h 158"/>
                                    <a:gd name="T64" fmla="*/ 26 w 98"/>
                                    <a:gd name="T65" fmla="*/ 29 h 158"/>
                                    <a:gd name="T66" fmla="*/ 26 w 98"/>
                                    <a:gd name="T67" fmla="*/ 37 h 158"/>
                                    <a:gd name="T68" fmla="*/ 29 w 98"/>
                                    <a:gd name="T69" fmla="*/ 43 h 158"/>
                                    <a:gd name="T70" fmla="*/ 33 w 98"/>
                                    <a:gd name="T71" fmla="*/ 47 h 158"/>
                                    <a:gd name="T72" fmla="*/ 41 w 98"/>
                                    <a:gd name="T73" fmla="*/ 54 h 158"/>
                                    <a:gd name="T74" fmla="*/ 71 w 98"/>
                                    <a:gd name="T75" fmla="*/ 71 h 158"/>
                                    <a:gd name="T76" fmla="*/ 82 w 98"/>
                                    <a:gd name="T77" fmla="*/ 78 h 158"/>
                                    <a:gd name="T78" fmla="*/ 91 w 98"/>
                                    <a:gd name="T79" fmla="*/ 88 h 158"/>
                                    <a:gd name="T80" fmla="*/ 97 w 98"/>
                                    <a:gd name="T81" fmla="*/ 99 h 158"/>
                                    <a:gd name="T82" fmla="*/ 98 w 98"/>
                                    <a:gd name="T83" fmla="*/ 112 h 158"/>
                                    <a:gd name="T84" fmla="*/ 97 w 98"/>
                                    <a:gd name="T85" fmla="*/ 121 h 158"/>
                                    <a:gd name="T86" fmla="*/ 95 w 98"/>
                                    <a:gd name="T87" fmla="*/ 131 h 158"/>
                                    <a:gd name="T88" fmla="*/ 90 w 98"/>
                                    <a:gd name="T89" fmla="*/ 138 h 158"/>
                                    <a:gd name="T90" fmla="*/ 85 w 98"/>
                                    <a:gd name="T91" fmla="*/ 145 h 158"/>
                                    <a:gd name="T92" fmla="*/ 77 w 98"/>
                                    <a:gd name="T93" fmla="*/ 150 h 158"/>
                                    <a:gd name="T94" fmla="*/ 69 w 98"/>
                                    <a:gd name="T95" fmla="*/ 155 h 158"/>
                                    <a:gd name="T96" fmla="*/ 59 w 98"/>
                                    <a:gd name="T97" fmla="*/ 157 h 158"/>
                                    <a:gd name="T98" fmla="*/ 48 w 98"/>
                                    <a:gd name="T99" fmla="*/ 158 h 158"/>
                                    <a:gd name="T100" fmla="*/ 27 w 98"/>
                                    <a:gd name="T101" fmla="*/ 155 h 158"/>
                                    <a:gd name="T102" fmla="*/ 0 w 98"/>
                                    <a:gd name="T103" fmla="*/ 149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98" h="158">
                                      <a:moveTo>
                                        <a:pt x="0" y="149"/>
                                      </a:moveTo>
                                      <a:lnTo>
                                        <a:pt x="0" y="114"/>
                                      </a:lnTo>
                                      <a:lnTo>
                                        <a:pt x="14" y="114"/>
                                      </a:lnTo>
                                      <a:lnTo>
                                        <a:pt x="29" y="142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43" y="144"/>
                                      </a:lnTo>
                                      <a:lnTo>
                                        <a:pt x="50" y="144"/>
                                      </a:lnTo>
                                      <a:lnTo>
                                        <a:pt x="56" y="142"/>
                                      </a:lnTo>
                                      <a:lnTo>
                                        <a:pt x="60" y="141"/>
                                      </a:lnTo>
                                      <a:lnTo>
                                        <a:pt x="65" y="138"/>
                                      </a:lnTo>
                                      <a:lnTo>
                                        <a:pt x="67" y="136"/>
                                      </a:lnTo>
                                      <a:lnTo>
                                        <a:pt x="69" y="135"/>
                                      </a:lnTo>
                                      <a:lnTo>
                                        <a:pt x="71" y="133"/>
                                      </a:lnTo>
                                      <a:lnTo>
                                        <a:pt x="72" y="131"/>
                                      </a:lnTo>
                                      <a:lnTo>
                                        <a:pt x="72" y="125"/>
                                      </a:lnTo>
                                      <a:lnTo>
                                        <a:pt x="73" y="121"/>
                                      </a:lnTo>
                                      <a:lnTo>
                                        <a:pt x="73" y="118"/>
                                      </a:lnTo>
                                      <a:lnTo>
                                        <a:pt x="72" y="115"/>
                                      </a:lnTo>
                                      <a:lnTo>
                                        <a:pt x="72" y="112"/>
                                      </a:lnTo>
                                      <a:lnTo>
                                        <a:pt x="69" y="110"/>
                                      </a:lnTo>
                                      <a:lnTo>
                                        <a:pt x="68" y="107"/>
                                      </a:lnTo>
                                      <a:lnTo>
                                        <a:pt x="65" y="105"/>
                                      </a:lnTo>
                                      <a:lnTo>
                                        <a:pt x="61" y="103"/>
                                      </a:lnTo>
                                      <a:lnTo>
                                        <a:pt x="58" y="99"/>
                                      </a:lnTo>
                                      <a:lnTo>
                                        <a:pt x="29" y="84"/>
                                      </a:lnTo>
                                      <a:lnTo>
                                        <a:pt x="22" y="80"/>
                                      </a:lnTo>
                                      <a:lnTo>
                                        <a:pt x="17" y="74"/>
                                      </a:lnTo>
                                      <a:lnTo>
                                        <a:pt x="12" y="71"/>
                                      </a:lnTo>
                                      <a:lnTo>
                                        <a:pt x="9" y="65"/>
                                      </a:lnTo>
                                      <a:lnTo>
                                        <a:pt x="7" y="6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38"/>
                                      </a:lnTo>
                                      <a:lnTo>
                                        <a:pt x="4" y="34"/>
                                      </a:lnTo>
                                      <a:lnTo>
                                        <a:pt x="4" y="30"/>
                                      </a:lnTo>
                                      <a:lnTo>
                                        <a:pt x="7" y="25"/>
                                      </a:lnTo>
                                      <a:lnTo>
                                        <a:pt x="8" y="22"/>
                                      </a:lnTo>
                                      <a:lnTo>
                                        <a:pt x="10" y="18"/>
                                      </a:lnTo>
                                      <a:lnTo>
                                        <a:pt x="12" y="16"/>
                                      </a:lnTo>
                                      <a:lnTo>
                                        <a:pt x="16" y="12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30" y="4"/>
                                      </a:lnTo>
                                      <a:lnTo>
                                        <a:pt x="35" y="1"/>
                                      </a:lnTo>
                                      <a:lnTo>
                                        <a:pt x="39" y="1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78" y="5"/>
                                      </a:lnTo>
                                      <a:lnTo>
                                        <a:pt x="91" y="8"/>
                                      </a:lnTo>
                                      <a:lnTo>
                                        <a:pt x="94" y="8"/>
                                      </a:lnTo>
                                      <a:lnTo>
                                        <a:pt x="94" y="41"/>
                                      </a:lnTo>
                                      <a:lnTo>
                                        <a:pt x="80" y="41"/>
                                      </a:lnTo>
                                      <a:lnTo>
                                        <a:pt x="68" y="14"/>
                                      </a:lnTo>
                                      <a:lnTo>
                                        <a:pt x="61" y="13"/>
                                      </a:lnTo>
                                      <a:lnTo>
                                        <a:pt x="55" y="13"/>
                                      </a:lnTo>
                                      <a:lnTo>
                                        <a:pt x="48" y="13"/>
                                      </a:lnTo>
                                      <a:lnTo>
                                        <a:pt x="43" y="14"/>
                                      </a:lnTo>
                                      <a:lnTo>
                                        <a:pt x="37" y="16"/>
                                      </a:lnTo>
                                      <a:lnTo>
                                        <a:pt x="33" y="18"/>
                                      </a:lnTo>
                                      <a:lnTo>
                                        <a:pt x="30" y="21"/>
                                      </a:lnTo>
                                      <a:lnTo>
                                        <a:pt x="27" y="25"/>
                                      </a:lnTo>
                                      <a:lnTo>
                                        <a:pt x="26" y="29"/>
                                      </a:lnTo>
                                      <a:lnTo>
                                        <a:pt x="26" y="34"/>
                                      </a:lnTo>
                                      <a:lnTo>
                                        <a:pt x="26" y="37"/>
                                      </a:lnTo>
                                      <a:lnTo>
                                        <a:pt x="26" y="39"/>
                                      </a:lnTo>
                                      <a:lnTo>
                                        <a:pt x="29" y="43"/>
                                      </a:lnTo>
                                      <a:lnTo>
                                        <a:pt x="30" y="46"/>
                                      </a:lnTo>
                                      <a:lnTo>
                                        <a:pt x="33" y="47"/>
                                      </a:lnTo>
                                      <a:lnTo>
                                        <a:pt x="37" y="51"/>
                                      </a:lnTo>
                                      <a:lnTo>
                                        <a:pt x="41" y="54"/>
                                      </a:lnTo>
                                      <a:lnTo>
                                        <a:pt x="46" y="56"/>
                                      </a:lnTo>
                                      <a:lnTo>
                                        <a:pt x="71" y="71"/>
                                      </a:lnTo>
                                      <a:lnTo>
                                        <a:pt x="77" y="73"/>
                                      </a:lnTo>
                                      <a:lnTo>
                                        <a:pt x="82" y="78"/>
                                      </a:lnTo>
                                      <a:lnTo>
                                        <a:pt x="88" y="84"/>
                                      </a:lnTo>
                                      <a:lnTo>
                                        <a:pt x="91" y="88"/>
                                      </a:lnTo>
                                      <a:lnTo>
                                        <a:pt x="95" y="93"/>
                                      </a:lnTo>
                                      <a:lnTo>
                                        <a:pt x="97" y="99"/>
                                      </a:lnTo>
                                      <a:lnTo>
                                        <a:pt x="98" y="106"/>
                                      </a:lnTo>
                                      <a:lnTo>
                                        <a:pt x="98" y="112"/>
                                      </a:lnTo>
                                      <a:lnTo>
                                        <a:pt x="98" y="116"/>
                                      </a:lnTo>
                                      <a:lnTo>
                                        <a:pt x="97" y="121"/>
                                      </a:lnTo>
                                      <a:lnTo>
                                        <a:pt x="95" y="125"/>
                                      </a:lnTo>
                                      <a:lnTo>
                                        <a:pt x="95" y="131"/>
                                      </a:lnTo>
                                      <a:lnTo>
                                        <a:pt x="93" y="135"/>
                                      </a:lnTo>
                                      <a:lnTo>
                                        <a:pt x="90" y="138"/>
                                      </a:lnTo>
                                      <a:lnTo>
                                        <a:pt x="88" y="142"/>
                                      </a:lnTo>
                                      <a:lnTo>
                                        <a:pt x="85" y="145"/>
                                      </a:lnTo>
                                      <a:lnTo>
                                        <a:pt x="81" y="148"/>
                                      </a:lnTo>
                                      <a:lnTo>
                                        <a:pt x="77" y="150"/>
                                      </a:lnTo>
                                      <a:lnTo>
                                        <a:pt x="73" y="153"/>
                                      </a:lnTo>
                                      <a:lnTo>
                                        <a:pt x="69" y="155"/>
                                      </a:lnTo>
                                      <a:lnTo>
                                        <a:pt x="64" y="155"/>
                                      </a:lnTo>
                                      <a:lnTo>
                                        <a:pt x="59" y="157"/>
                                      </a:lnTo>
                                      <a:lnTo>
                                        <a:pt x="54" y="158"/>
                                      </a:lnTo>
                                      <a:lnTo>
                                        <a:pt x="48" y="158"/>
                                      </a:lnTo>
                                      <a:lnTo>
                                        <a:pt x="39" y="158"/>
                                      </a:lnTo>
                                      <a:lnTo>
                                        <a:pt x="27" y="155"/>
                                      </a:lnTo>
                                      <a:lnTo>
                                        <a:pt x="14" y="153"/>
                                      </a:lnTo>
                                      <a:lnTo>
                                        <a:pt x="0" y="1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780" y="833755"/>
                                  <a:ext cx="26035" cy="70485"/>
                                </a:xfrm>
                                <a:custGeom>
                                  <a:avLst/>
                                  <a:gdLst>
                                    <a:gd name="T0" fmla="*/ 0 w 82"/>
                                    <a:gd name="T1" fmla="*/ 222 h 222"/>
                                    <a:gd name="T2" fmla="*/ 0 w 82"/>
                                    <a:gd name="T3" fmla="*/ 215 h 222"/>
                                    <a:gd name="T4" fmla="*/ 26 w 82"/>
                                    <a:gd name="T5" fmla="*/ 203 h 222"/>
                                    <a:gd name="T6" fmla="*/ 26 w 82"/>
                                    <a:gd name="T7" fmla="*/ 94 h 222"/>
                                    <a:gd name="T8" fmla="*/ 0 w 82"/>
                                    <a:gd name="T9" fmla="*/ 87 h 222"/>
                                    <a:gd name="T10" fmla="*/ 0 w 82"/>
                                    <a:gd name="T11" fmla="*/ 79 h 222"/>
                                    <a:gd name="T12" fmla="*/ 55 w 82"/>
                                    <a:gd name="T13" fmla="*/ 67 h 222"/>
                                    <a:gd name="T14" fmla="*/ 55 w 82"/>
                                    <a:gd name="T15" fmla="*/ 203 h 222"/>
                                    <a:gd name="T16" fmla="*/ 82 w 82"/>
                                    <a:gd name="T17" fmla="*/ 215 h 222"/>
                                    <a:gd name="T18" fmla="*/ 82 w 82"/>
                                    <a:gd name="T19" fmla="*/ 222 h 222"/>
                                    <a:gd name="T20" fmla="*/ 0 w 82"/>
                                    <a:gd name="T21" fmla="*/ 222 h 222"/>
                                    <a:gd name="T22" fmla="*/ 0 w 82"/>
                                    <a:gd name="T23" fmla="*/ 222 h 222"/>
                                    <a:gd name="T24" fmla="*/ 22 w 82"/>
                                    <a:gd name="T25" fmla="*/ 16 h 222"/>
                                    <a:gd name="T26" fmla="*/ 22 w 82"/>
                                    <a:gd name="T27" fmla="*/ 12 h 222"/>
                                    <a:gd name="T28" fmla="*/ 23 w 82"/>
                                    <a:gd name="T29" fmla="*/ 10 h 222"/>
                                    <a:gd name="T30" fmla="*/ 25 w 82"/>
                                    <a:gd name="T31" fmla="*/ 7 h 222"/>
                                    <a:gd name="T32" fmla="*/ 26 w 82"/>
                                    <a:gd name="T33" fmla="*/ 3 h 222"/>
                                    <a:gd name="T34" fmla="*/ 29 w 82"/>
                                    <a:gd name="T35" fmla="*/ 2 h 222"/>
                                    <a:gd name="T36" fmla="*/ 33 w 82"/>
                                    <a:gd name="T37" fmla="*/ 0 h 222"/>
                                    <a:gd name="T38" fmla="*/ 37 w 82"/>
                                    <a:gd name="T39" fmla="*/ 0 h 222"/>
                                    <a:gd name="T40" fmla="*/ 40 w 82"/>
                                    <a:gd name="T41" fmla="*/ 0 h 222"/>
                                    <a:gd name="T42" fmla="*/ 44 w 82"/>
                                    <a:gd name="T43" fmla="*/ 0 h 222"/>
                                    <a:gd name="T44" fmla="*/ 50 w 82"/>
                                    <a:gd name="T45" fmla="*/ 0 h 222"/>
                                    <a:gd name="T46" fmla="*/ 52 w 82"/>
                                    <a:gd name="T47" fmla="*/ 2 h 222"/>
                                    <a:gd name="T48" fmla="*/ 55 w 82"/>
                                    <a:gd name="T49" fmla="*/ 3 h 222"/>
                                    <a:gd name="T50" fmla="*/ 57 w 82"/>
                                    <a:gd name="T51" fmla="*/ 6 h 222"/>
                                    <a:gd name="T52" fmla="*/ 59 w 82"/>
                                    <a:gd name="T53" fmla="*/ 10 h 222"/>
                                    <a:gd name="T54" fmla="*/ 60 w 82"/>
                                    <a:gd name="T55" fmla="*/ 12 h 222"/>
                                    <a:gd name="T56" fmla="*/ 60 w 82"/>
                                    <a:gd name="T57" fmla="*/ 16 h 222"/>
                                    <a:gd name="T58" fmla="*/ 60 w 82"/>
                                    <a:gd name="T59" fmla="*/ 20 h 222"/>
                                    <a:gd name="T60" fmla="*/ 59 w 82"/>
                                    <a:gd name="T61" fmla="*/ 24 h 222"/>
                                    <a:gd name="T62" fmla="*/ 57 w 82"/>
                                    <a:gd name="T63" fmla="*/ 27 h 222"/>
                                    <a:gd name="T64" fmla="*/ 55 w 82"/>
                                    <a:gd name="T65" fmla="*/ 29 h 222"/>
                                    <a:gd name="T66" fmla="*/ 52 w 82"/>
                                    <a:gd name="T67" fmla="*/ 30 h 222"/>
                                    <a:gd name="T68" fmla="*/ 50 w 82"/>
                                    <a:gd name="T69" fmla="*/ 32 h 222"/>
                                    <a:gd name="T70" fmla="*/ 46 w 82"/>
                                    <a:gd name="T71" fmla="*/ 33 h 222"/>
                                    <a:gd name="T72" fmla="*/ 40 w 82"/>
                                    <a:gd name="T73" fmla="*/ 33 h 222"/>
                                    <a:gd name="T74" fmla="*/ 37 w 82"/>
                                    <a:gd name="T75" fmla="*/ 33 h 222"/>
                                    <a:gd name="T76" fmla="*/ 33 w 82"/>
                                    <a:gd name="T77" fmla="*/ 32 h 222"/>
                                    <a:gd name="T78" fmla="*/ 29 w 82"/>
                                    <a:gd name="T79" fmla="*/ 30 h 222"/>
                                    <a:gd name="T80" fmla="*/ 26 w 82"/>
                                    <a:gd name="T81" fmla="*/ 29 h 222"/>
                                    <a:gd name="T82" fmla="*/ 25 w 82"/>
                                    <a:gd name="T83" fmla="*/ 27 h 222"/>
                                    <a:gd name="T84" fmla="*/ 23 w 82"/>
                                    <a:gd name="T85" fmla="*/ 24 h 222"/>
                                    <a:gd name="T86" fmla="*/ 22 w 82"/>
                                    <a:gd name="T87" fmla="*/ 20 h 222"/>
                                    <a:gd name="T88" fmla="*/ 22 w 82"/>
                                    <a:gd name="T89" fmla="*/ 16 h 222"/>
                                    <a:gd name="T90" fmla="*/ 22 w 82"/>
                                    <a:gd name="T91" fmla="*/ 16 h 2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2" h="222">
                                      <a:moveTo>
                                        <a:pt x="0" y="222"/>
                                      </a:moveTo>
                                      <a:lnTo>
                                        <a:pt x="0" y="215"/>
                                      </a:lnTo>
                                      <a:lnTo>
                                        <a:pt x="26" y="203"/>
                                      </a:lnTo>
                                      <a:lnTo>
                                        <a:pt x="26" y="94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55" y="67"/>
                                      </a:lnTo>
                                      <a:lnTo>
                                        <a:pt x="55" y="203"/>
                                      </a:lnTo>
                                      <a:lnTo>
                                        <a:pt x="82" y="215"/>
                                      </a:lnTo>
                                      <a:lnTo>
                                        <a:pt x="82" y="222"/>
                                      </a:lnTo>
                                      <a:lnTo>
                                        <a:pt x="0" y="222"/>
                                      </a:lnTo>
                                      <a:close/>
                                      <a:moveTo>
                                        <a:pt x="22" y="16"/>
                                      </a:moveTo>
                                      <a:lnTo>
                                        <a:pt x="22" y="12"/>
                                      </a:lnTo>
                                      <a:lnTo>
                                        <a:pt x="23" y="10"/>
                                      </a:lnTo>
                                      <a:lnTo>
                                        <a:pt x="25" y="7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37" y="0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2" y="2"/>
                                      </a:lnTo>
                                      <a:lnTo>
                                        <a:pt x="55" y="3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9" y="10"/>
                                      </a:lnTo>
                                      <a:lnTo>
                                        <a:pt x="60" y="12"/>
                                      </a:lnTo>
                                      <a:lnTo>
                                        <a:pt x="60" y="16"/>
                                      </a:lnTo>
                                      <a:lnTo>
                                        <a:pt x="60" y="20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7" y="27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50" y="32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40" y="33"/>
                                      </a:lnTo>
                                      <a:lnTo>
                                        <a:pt x="37" y="33"/>
                                      </a:lnTo>
                                      <a:lnTo>
                                        <a:pt x="33" y="32"/>
                                      </a:lnTo>
                                      <a:lnTo>
                                        <a:pt x="29" y="30"/>
                                      </a:lnTo>
                                      <a:lnTo>
                                        <a:pt x="26" y="29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3" y="24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2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8165" y="843280"/>
                                  <a:ext cx="33655" cy="61595"/>
                                </a:xfrm>
                                <a:custGeom>
                                  <a:avLst/>
                                  <a:gdLst>
                                    <a:gd name="T0" fmla="*/ 23 w 106"/>
                                    <a:gd name="T1" fmla="*/ 53 h 193"/>
                                    <a:gd name="T2" fmla="*/ 0 w 106"/>
                                    <a:gd name="T3" fmla="*/ 53 h 193"/>
                                    <a:gd name="T4" fmla="*/ 0 w 106"/>
                                    <a:gd name="T5" fmla="*/ 44 h 193"/>
                                    <a:gd name="T6" fmla="*/ 8 w 106"/>
                                    <a:gd name="T7" fmla="*/ 40 h 193"/>
                                    <a:gd name="T8" fmla="*/ 15 w 106"/>
                                    <a:gd name="T9" fmla="*/ 35 h 193"/>
                                    <a:gd name="T10" fmla="*/ 23 w 106"/>
                                    <a:gd name="T11" fmla="*/ 31 h 193"/>
                                    <a:gd name="T12" fmla="*/ 27 w 106"/>
                                    <a:gd name="T13" fmla="*/ 27 h 193"/>
                                    <a:gd name="T14" fmla="*/ 30 w 106"/>
                                    <a:gd name="T15" fmla="*/ 23 h 193"/>
                                    <a:gd name="T16" fmla="*/ 34 w 106"/>
                                    <a:gd name="T17" fmla="*/ 18 h 193"/>
                                    <a:gd name="T18" fmla="*/ 38 w 106"/>
                                    <a:gd name="T19" fmla="*/ 10 h 193"/>
                                    <a:gd name="T20" fmla="*/ 40 w 106"/>
                                    <a:gd name="T21" fmla="*/ 2 h 193"/>
                                    <a:gd name="T22" fmla="*/ 40 w 106"/>
                                    <a:gd name="T23" fmla="*/ 1 h 193"/>
                                    <a:gd name="T24" fmla="*/ 42 w 106"/>
                                    <a:gd name="T25" fmla="*/ 0 h 193"/>
                                    <a:gd name="T26" fmla="*/ 51 w 106"/>
                                    <a:gd name="T27" fmla="*/ 0 h 193"/>
                                    <a:gd name="T28" fmla="*/ 51 w 106"/>
                                    <a:gd name="T29" fmla="*/ 39 h 193"/>
                                    <a:gd name="T30" fmla="*/ 102 w 106"/>
                                    <a:gd name="T31" fmla="*/ 39 h 193"/>
                                    <a:gd name="T32" fmla="*/ 102 w 106"/>
                                    <a:gd name="T33" fmla="*/ 53 h 193"/>
                                    <a:gd name="T34" fmla="*/ 51 w 106"/>
                                    <a:gd name="T35" fmla="*/ 53 h 193"/>
                                    <a:gd name="T36" fmla="*/ 51 w 106"/>
                                    <a:gd name="T37" fmla="*/ 149 h 193"/>
                                    <a:gd name="T38" fmla="*/ 52 w 106"/>
                                    <a:gd name="T39" fmla="*/ 156 h 193"/>
                                    <a:gd name="T40" fmla="*/ 52 w 106"/>
                                    <a:gd name="T41" fmla="*/ 162 h 193"/>
                                    <a:gd name="T42" fmla="*/ 53 w 106"/>
                                    <a:gd name="T43" fmla="*/ 164 h 193"/>
                                    <a:gd name="T44" fmla="*/ 55 w 106"/>
                                    <a:gd name="T45" fmla="*/ 167 h 193"/>
                                    <a:gd name="T46" fmla="*/ 56 w 106"/>
                                    <a:gd name="T47" fmla="*/ 168 h 193"/>
                                    <a:gd name="T48" fmla="*/ 57 w 106"/>
                                    <a:gd name="T49" fmla="*/ 170 h 193"/>
                                    <a:gd name="T50" fmla="*/ 59 w 106"/>
                                    <a:gd name="T51" fmla="*/ 171 h 193"/>
                                    <a:gd name="T52" fmla="*/ 60 w 106"/>
                                    <a:gd name="T53" fmla="*/ 172 h 193"/>
                                    <a:gd name="T54" fmla="*/ 62 w 106"/>
                                    <a:gd name="T55" fmla="*/ 173 h 193"/>
                                    <a:gd name="T56" fmla="*/ 65 w 106"/>
                                    <a:gd name="T57" fmla="*/ 173 h 193"/>
                                    <a:gd name="T58" fmla="*/ 70 w 106"/>
                                    <a:gd name="T59" fmla="*/ 176 h 193"/>
                                    <a:gd name="T60" fmla="*/ 77 w 106"/>
                                    <a:gd name="T61" fmla="*/ 176 h 193"/>
                                    <a:gd name="T62" fmla="*/ 83 w 106"/>
                                    <a:gd name="T63" fmla="*/ 176 h 193"/>
                                    <a:gd name="T64" fmla="*/ 90 w 106"/>
                                    <a:gd name="T65" fmla="*/ 176 h 193"/>
                                    <a:gd name="T66" fmla="*/ 96 w 106"/>
                                    <a:gd name="T67" fmla="*/ 173 h 193"/>
                                    <a:gd name="T68" fmla="*/ 103 w 106"/>
                                    <a:gd name="T69" fmla="*/ 172 h 193"/>
                                    <a:gd name="T70" fmla="*/ 106 w 106"/>
                                    <a:gd name="T71" fmla="*/ 184 h 193"/>
                                    <a:gd name="T72" fmla="*/ 91 w 106"/>
                                    <a:gd name="T73" fmla="*/ 188 h 193"/>
                                    <a:gd name="T74" fmla="*/ 77 w 106"/>
                                    <a:gd name="T75" fmla="*/ 190 h 193"/>
                                    <a:gd name="T76" fmla="*/ 64 w 106"/>
                                    <a:gd name="T77" fmla="*/ 193 h 193"/>
                                    <a:gd name="T78" fmla="*/ 55 w 106"/>
                                    <a:gd name="T79" fmla="*/ 193 h 193"/>
                                    <a:gd name="T80" fmla="*/ 51 w 106"/>
                                    <a:gd name="T81" fmla="*/ 193 h 193"/>
                                    <a:gd name="T82" fmla="*/ 47 w 106"/>
                                    <a:gd name="T83" fmla="*/ 193 h 193"/>
                                    <a:gd name="T84" fmla="*/ 44 w 106"/>
                                    <a:gd name="T85" fmla="*/ 192 h 193"/>
                                    <a:gd name="T86" fmla="*/ 40 w 106"/>
                                    <a:gd name="T87" fmla="*/ 190 h 193"/>
                                    <a:gd name="T88" fmla="*/ 38 w 106"/>
                                    <a:gd name="T89" fmla="*/ 190 h 193"/>
                                    <a:gd name="T90" fmla="*/ 35 w 106"/>
                                    <a:gd name="T91" fmla="*/ 188 h 193"/>
                                    <a:gd name="T92" fmla="*/ 34 w 106"/>
                                    <a:gd name="T93" fmla="*/ 187 h 193"/>
                                    <a:gd name="T94" fmla="*/ 31 w 106"/>
                                    <a:gd name="T95" fmla="*/ 184 h 193"/>
                                    <a:gd name="T96" fmla="*/ 30 w 106"/>
                                    <a:gd name="T97" fmla="*/ 181 h 193"/>
                                    <a:gd name="T98" fmla="*/ 27 w 106"/>
                                    <a:gd name="T99" fmla="*/ 179 h 193"/>
                                    <a:gd name="T100" fmla="*/ 26 w 106"/>
                                    <a:gd name="T101" fmla="*/ 176 h 193"/>
                                    <a:gd name="T102" fmla="*/ 25 w 106"/>
                                    <a:gd name="T103" fmla="*/ 173 h 193"/>
                                    <a:gd name="T104" fmla="*/ 23 w 106"/>
                                    <a:gd name="T105" fmla="*/ 167 h 193"/>
                                    <a:gd name="T106" fmla="*/ 23 w 106"/>
                                    <a:gd name="T107" fmla="*/ 158 h 193"/>
                                    <a:gd name="T108" fmla="*/ 23 w 106"/>
                                    <a:gd name="T109" fmla="*/ 53 h 1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106" h="193">
                                      <a:moveTo>
                                        <a:pt x="23" y="53"/>
                                      </a:moveTo>
                                      <a:lnTo>
                                        <a:pt x="0" y="53"/>
                                      </a:lnTo>
                                      <a:lnTo>
                                        <a:pt x="0" y="44"/>
                                      </a:lnTo>
                                      <a:lnTo>
                                        <a:pt x="8" y="40"/>
                                      </a:lnTo>
                                      <a:lnTo>
                                        <a:pt x="15" y="35"/>
                                      </a:lnTo>
                                      <a:lnTo>
                                        <a:pt x="23" y="31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30" y="23"/>
                                      </a:lnTo>
                                      <a:lnTo>
                                        <a:pt x="34" y="18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40" y="2"/>
                                      </a:lnTo>
                                      <a:lnTo>
                                        <a:pt x="40" y="1"/>
                                      </a:lnTo>
                                      <a:lnTo>
                                        <a:pt x="42" y="0"/>
                                      </a:lnTo>
                                      <a:lnTo>
                                        <a:pt x="51" y="0"/>
                                      </a:lnTo>
                                      <a:lnTo>
                                        <a:pt x="51" y="39"/>
                                      </a:lnTo>
                                      <a:lnTo>
                                        <a:pt x="102" y="39"/>
                                      </a:lnTo>
                                      <a:lnTo>
                                        <a:pt x="102" y="53"/>
                                      </a:lnTo>
                                      <a:lnTo>
                                        <a:pt x="51" y="53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2" y="156"/>
                                      </a:lnTo>
                                      <a:lnTo>
                                        <a:pt x="52" y="162"/>
                                      </a:lnTo>
                                      <a:lnTo>
                                        <a:pt x="53" y="164"/>
                                      </a:lnTo>
                                      <a:lnTo>
                                        <a:pt x="55" y="167"/>
                                      </a:lnTo>
                                      <a:lnTo>
                                        <a:pt x="56" y="168"/>
                                      </a:lnTo>
                                      <a:lnTo>
                                        <a:pt x="57" y="170"/>
                                      </a:lnTo>
                                      <a:lnTo>
                                        <a:pt x="59" y="171"/>
                                      </a:lnTo>
                                      <a:lnTo>
                                        <a:pt x="60" y="172"/>
                                      </a:lnTo>
                                      <a:lnTo>
                                        <a:pt x="62" y="173"/>
                                      </a:lnTo>
                                      <a:lnTo>
                                        <a:pt x="65" y="173"/>
                                      </a:lnTo>
                                      <a:lnTo>
                                        <a:pt x="70" y="176"/>
                                      </a:lnTo>
                                      <a:lnTo>
                                        <a:pt x="77" y="176"/>
                                      </a:lnTo>
                                      <a:lnTo>
                                        <a:pt x="83" y="176"/>
                                      </a:lnTo>
                                      <a:lnTo>
                                        <a:pt x="90" y="176"/>
                                      </a:lnTo>
                                      <a:lnTo>
                                        <a:pt x="96" y="173"/>
                                      </a:lnTo>
                                      <a:lnTo>
                                        <a:pt x="103" y="172"/>
                                      </a:lnTo>
                                      <a:lnTo>
                                        <a:pt x="106" y="184"/>
                                      </a:lnTo>
                                      <a:lnTo>
                                        <a:pt x="91" y="188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64" y="193"/>
                                      </a:lnTo>
                                      <a:lnTo>
                                        <a:pt x="55" y="193"/>
                                      </a:lnTo>
                                      <a:lnTo>
                                        <a:pt x="51" y="193"/>
                                      </a:lnTo>
                                      <a:lnTo>
                                        <a:pt x="47" y="193"/>
                                      </a:lnTo>
                                      <a:lnTo>
                                        <a:pt x="44" y="192"/>
                                      </a:lnTo>
                                      <a:lnTo>
                                        <a:pt x="40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5" y="188"/>
                                      </a:lnTo>
                                      <a:lnTo>
                                        <a:pt x="34" y="187"/>
                                      </a:lnTo>
                                      <a:lnTo>
                                        <a:pt x="31" y="184"/>
                                      </a:lnTo>
                                      <a:lnTo>
                                        <a:pt x="30" y="181"/>
                                      </a:lnTo>
                                      <a:lnTo>
                                        <a:pt x="27" y="179"/>
                                      </a:lnTo>
                                      <a:lnTo>
                                        <a:pt x="26" y="176"/>
                                      </a:lnTo>
                                      <a:lnTo>
                                        <a:pt x="25" y="173"/>
                                      </a:lnTo>
                                      <a:lnTo>
                                        <a:pt x="23" y="167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3" y="5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98805" y="837565"/>
                                  <a:ext cx="44450" cy="66675"/>
                                </a:xfrm>
                                <a:custGeom>
                                  <a:avLst/>
                                  <a:gdLst>
                                    <a:gd name="T0" fmla="*/ 45 w 141"/>
                                    <a:gd name="T1" fmla="*/ 60 h 212"/>
                                    <a:gd name="T2" fmla="*/ 69 w 141"/>
                                    <a:gd name="T3" fmla="*/ 56 h 212"/>
                                    <a:gd name="T4" fmla="*/ 90 w 141"/>
                                    <a:gd name="T5" fmla="*/ 60 h 212"/>
                                    <a:gd name="T6" fmla="*/ 104 w 141"/>
                                    <a:gd name="T7" fmla="*/ 67 h 212"/>
                                    <a:gd name="T8" fmla="*/ 112 w 141"/>
                                    <a:gd name="T9" fmla="*/ 79 h 212"/>
                                    <a:gd name="T10" fmla="*/ 115 w 141"/>
                                    <a:gd name="T11" fmla="*/ 94 h 212"/>
                                    <a:gd name="T12" fmla="*/ 116 w 141"/>
                                    <a:gd name="T13" fmla="*/ 184 h 212"/>
                                    <a:gd name="T14" fmla="*/ 121 w 141"/>
                                    <a:gd name="T15" fmla="*/ 190 h 212"/>
                                    <a:gd name="T16" fmla="*/ 119 w 141"/>
                                    <a:gd name="T17" fmla="*/ 210 h 212"/>
                                    <a:gd name="T18" fmla="*/ 102 w 141"/>
                                    <a:gd name="T19" fmla="*/ 212 h 212"/>
                                    <a:gd name="T20" fmla="*/ 91 w 141"/>
                                    <a:gd name="T21" fmla="*/ 205 h 212"/>
                                    <a:gd name="T22" fmla="*/ 83 w 141"/>
                                    <a:gd name="T23" fmla="*/ 199 h 212"/>
                                    <a:gd name="T24" fmla="*/ 56 w 141"/>
                                    <a:gd name="T25" fmla="*/ 210 h 212"/>
                                    <a:gd name="T26" fmla="*/ 39 w 141"/>
                                    <a:gd name="T27" fmla="*/ 212 h 212"/>
                                    <a:gd name="T28" fmla="*/ 22 w 141"/>
                                    <a:gd name="T29" fmla="*/ 207 h 212"/>
                                    <a:gd name="T30" fmla="*/ 9 w 141"/>
                                    <a:gd name="T31" fmla="*/ 199 h 212"/>
                                    <a:gd name="T32" fmla="*/ 1 w 141"/>
                                    <a:gd name="T33" fmla="*/ 186 h 212"/>
                                    <a:gd name="T34" fmla="*/ 0 w 141"/>
                                    <a:gd name="T35" fmla="*/ 170 h 212"/>
                                    <a:gd name="T36" fmla="*/ 4 w 141"/>
                                    <a:gd name="T37" fmla="*/ 158 h 212"/>
                                    <a:gd name="T38" fmla="*/ 13 w 141"/>
                                    <a:gd name="T39" fmla="*/ 146 h 212"/>
                                    <a:gd name="T40" fmla="*/ 44 w 141"/>
                                    <a:gd name="T41" fmla="*/ 135 h 212"/>
                                    <a:gd name="T42" fmla="*/ 86 w 141"/>
                                    <a:gd name="T43" fmla="*/ 96 h 212"/>
                                    <a:gd name="T44" fmla="*/ 82 w 141"/>
                                    <a:gd name="T45" fmla="*/ 79 h 212"/>
                                    <a:gd name="T46" fmla="*/ 76 w 141"/>
                                    <a:gd name="T47" fmla="*/ 73 h 212"/>
                                    <a:gd name="T48" fmla="*/ 55 w 141"/>
                                    <a:gd name="T49" fmla="*/ 69 h 212"/>
                                    <a:gd name="T50" fmla="*/ 14 w 141"/>
                                    <a:gd name="T51" fmla="*/ 97 h 212"/>
                                    <a:gd name="T52" fmla="*/ 26 w 141"/>
                                    <a:gd name="T53" fmla="*/ 9 h 212"/>
                                    <a:gd name="T54" fmla="*/ 34 w 141"/>
                                    <a:gd name="T55" fmla="*/ 1 h 212"/>
                                    <a:gd name="T56" fmla="*/ 47 w 141"/>
                                    <a:gd name="T57" fmla="*/ 1 h 212"/>
                                    <a:gd name="T58" fmla="*/ 53 w 141"/>
                                    <a:gd name="T59" fmla="*/ 9 h 212"/>
                                    <a:gd name="T60" fmla="*/ 53 w 141"/>
                                    <a:gd name="T61" fmla="*/ 22 h 212"/>
                                    <a:gd name="T62" fmla="*/ 47 w 141"/>
                                    <a:gd name="T63" fmla="*/ 29 h 212"/>
                                    <a:gd name="T64" fmla="*/ 34 w 141"/>
                                    <a:gd name="T65" fmla="*/ 29 h 212"/>
                                    <a:gd name="T66" fmla="*/ 25 w 141"/>
                                    <a:gd name="T67" fmla="*/ 22 h 212"/>
                                    <a:gd name="T68" fmla="*/ 86 w 141"/>
                                    <a:gd name="T69" fmla="*/ 139 h 212"/>
                                    <a:gd name="T70" fmla="*/ 53 w 141"/>
                                    <a:gd name="T71" fmla="*/ 145 h 212"/>
                                    <a:gd name="T72" fmla="*/ 36 w 141"/>
                                    <a:gd name="T73" fmla="*/ 153 h 212"/>
                                    <a:gd name="T74" fmla="*/ 31 w 141"/>
                                    <a:gd name="T75" fmla="*/ 169 h 212"/>
                                    <a:gd name="T76" fmla="*/ 36 w 141"/>
                                    <a:gd name="T77" fmla="*/ 184 h 212"/>
                                    <a:gd name="T78" fmla="*/ 49 w 141"/>
                                    <a:gd name="T79" fmla="*/ 192 h 212"/>
                                    <a:gd name="T80" fmla="*/ 73 w 141"/>
                                    <a:gd name="T81" fmla="*/ 192 h 212"/>
                                    <a:gd name="T82" fmla="*/ 86 w 141"/>
                                    <a:gd name="T83" fmla="*/ 190 h 212"/>
                                    <a:gd name="T84" fmla="*/ 79 w 141"/>
                                    <a:gd name="T85" fmla="*/ 12 h 212"/>
                                    <a:gd name="T86" fmla="*/ 86 w 141"/>
                                    <a:gd name="T87" fmla="*/ 3 h 212"/>
                                    <a:gd name="T88" fmla="*/ 98 w 141"/>
                                    <a:gd name="T89" fmla="*/ 1 h 212"/>
                                    <a:gd name="T90" fmla="*/ 108 w 141"/>
                                    <a:gd name="T91" fmla="*/ 7 h 212"/>
                                    <a:gd name="T92" fmla="*/ 109 w 141"/>
                                    <a:gd name="T93" fmla="*/ 18 h 212"/>
                                    <a:gd name="T94" fmla="*/ 104 w 141"/>
                                    <a:gd name="T95" fmla="*/ 28 h 212"/>
                                    <a:gd name="T96" fmla="*/ 91 w 141"/>
                                    <a:gd name="T97" fmla="*/ 30 h 212"/>
                                    <a:gd name="T98" fmla="*/ 82 w 141"/>
                                    <a:gd name="T99" fmla="*/ 25 h 212"/>
                                    <a:gd name="T100" fmla="*/ 79 w 141"/>
                                    <a:gd name="T101" fmla="*/ 16 h 2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141" h="212">
                                      <a:moveTo>
                                        <a:pt x="14" y="97"/>
                                      </a:moveTo>
                                      <a:lnTo>
                                        <a:pt x="14" y="68"/>
                                      </a:lnTo>
                                      <a:lnTo>
                                        <a:pt x="30" y="63"/>
                                      </a:lnTo>
                                      <a:lnTo>
                                        <a:pt x="45" y="60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7" y="58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4" y="56"/>
                                      </a:lnTo>
                                      <a:lnTo>
                                        <a:pt x="79" y="58"/>
                                      </a:lnTo>
                                      <a:lnTo>
                                        <a:pt x="85" y="59"/>
                                      </a:lnTo>
                                      <a:lnTo>
                                        <a:pt x="90" y="60"/>
                                      </a:lnTo>
                                      <a:lnTo>
                                        <a:pt x="94" y="60"/>
                                      </a:lnTo>
                                      <a:lnTo>
                                        <a:pt x="98" y="63"/>
                                      </a:lnTo>
                                      <a:lnTo>
                                        <a:pt x="100" y="64"/>
                                      </a:lnTo>
                                      <a:lnTo>
                                        <a:pt x="104" y="67"/>
                                      </a:lnTo>
                                      <a:lnTo>
                                        <a:pt x="106" y="69"/>
                                      </a:lnTo>
                                      <a:lnTo>
                                        <a:pt x="108" y="72"/>
                                      </a:lnTo>
                                      <a:lnTo>
                                        <a:pt x="111" y="75"/>
                                      </a:lnTo>
                                      <a:lnTo>
                                        <a:pt x="112" y="79"/>
                                      </a:lnTo>
                                      <a:lnTo>
                                        <a:pt x="113" y="81"/>
                                      </a:lnTo>
                                      <a:lnTo>
                                        <a:pt x="115" y="86"/>
                                      </a:lnTo>
                                      <a:lnTo>
                                        <a:pt x="115" y="90"/>
                                      </a:lnTo>
                                      <a:lnTo>
                                        <a:pt x="115" y="94"/>
                                      </a:lnTo>
                                      <a:lnTo>
                                        <a:pt x="115" y="178"/>
                                      </a:lnTo>
                                      <a:lnTo>
                                        <a:pt x="115" y="180"/>
                                      </a:lnTo>
                                      <a:lnTo>
                                        <a:pt x="115" y="183"/>
                                      </a:lnTo>
                                      <a:lnTo>
                                        <a:pt x="116" y="184"/>
                                      </a:lnTo>
                                      <a:lnTo>
                                        <a:pt x="116" y="187"/>
                                      </a:lnTo>
                                      <a:lnTo>
                                        <a:pt x="117" y="187"/>
                                      </a:lnTo>
                                      <a:lnTo>
                                        <a:pt x="119" y="188"/>
                                      </a:lnTo>
                                      <a:lnTo>
                                        <a:pt x="121" y="190"/>
                                      </a:lnTo>
                                      <a:lnTo>
                                        <a:pt x="124" y="190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1" y="201"/>
                                      </a:lnTo>
                                      <a:lnTo>
                                        <a:pt x="119" y="210"/>
                                      </a:lnTo>
                                      <a:lnTo>
                                        <a:pt x="113" y="210"/>
                                      </a:lnTo>
                                      <a:lnTo>
                                        <a:pt x="106" y="212"/>
                                      </a:lnTo>
                                      <a:lnTo>
                                        <a:pt x="104" y="212"/>
                                      </a:lnTo>
                                      <a:lnTo>
                                        <a:pt x="102" y="212"/>
                                      </a:lnTo>
                                      <a:lnTo>
                                        <a:pt x="98" y="210"/>
                                      </a:lnTo>
                                      <a:lnTo>
                                        <a:pt x="95" y="209"/>
                                      </a:lnTo>
                                      <a:lnTo>
                                        <a:pt x="93" y="208"/>
                                      </a:lnTo>
                                      <a:lnTo>
                                        <a:pt x="91" y="205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89" y="200"/>
                                      </a:lnTo>
                                      <a:lnTo>
                                        <a:pt x="87" y="196"/>
                                      </a:lnTo>
                                      <a:lnTo>
                                        <a:pt x="83" y="199"/>
                                      </a:lnTo>
                                      <a:lnTo>
                                        <a:pt x="73" y="204"/>
                                      </a:lnTo>
                                      <a:lnTo>
                                        <a:pt x="64" y="208"/>
                                      </a:lnTo>
                                      <a:lnTo>
                                        <a:pt x="59" y="210"/>
                                      </a:lnTo>
                                      <a:lnTo>
                                        <a:pt x="56" y="210"/>
                                      </a:lnTo>
                                      <a:lnTo>
                                        <a:pt x="52" y="210"/>
                                      </a:lnTo>
                                      <a:lnTo>
                                        <a:pt x="47" y="212"/>
                                      </a:lnTo>
                                      <a:lnTo>
                                        <a:pt x="43" y="212"/>
                                      </a:lnTo>
                                      <a:lnTo>
                                        <a:pt x="39" y="212"/>
                                      </a:lnTo>
                                      <a:lnTo>
                                        <a:pt x="34" y="210"/>
                                      </a:lnTo>
                                      <a:lnTo>
                                        <a:pt x="30" y="210"/>
                                      </a:lnTo>
                                      <a:lnTo>
                                        <a:pt x="25" y="209"/>
                                      </a:lnTo>
                                      <a:lnTo>
                                        <a:pt x="22" y="207"/>
                                      </a:lnTo>
                                      <a:lnTo>
                                        <a:pt x="18" y="205"/>
                                      </a:lnTo>
                                      <a:lnTo>
                                        <a:pt x="14" y="204"/>
                                      </a:lnTo>
                                      <a:lnTo>
                                        <a:pt x="12" y="200"/>
                                      </a:lnTo>
                                      <a:lnTo>
                                        <a:pt x="9" y="199"/>
                                      </a:lnTo>
                                      <a:lnTo>
                                        <a:pt x="6" y="196"/>
                                      </a:lnTo>
                                      <a:lnTo>
                                        <a:pt x="5" y="192"/>
                                      </a:lnTo>
                                      <a:lnTo>
                                        <a:pt x="4" y="188"/>
                                      </a:lnTo>
                                      <a:lnTo>
                                        <a:pt x="1" y="186"/>
                                      </a:lnTo>
                                      <a:lnTo>
                                        <a:pt x="1" y="180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74"/>
                                      </a:lnTo>
                                      <a:lnTo>
                                        <a:pt x="0" y="170"/>
                                      </a:lnTo>
                                      <a:lnTo>
                                        <a:pt x="0" y="166"/>
                                      </a:lnTo>
                                      <a:lnTo>
                                        <a:pt x="1" y="163"/>
                                      </a:lnTo>
                                      <a:lnTo>
                                        <a:pt x="2" y="161"/>
                                      </a:lnTo>
                                      <a:lnTo>
                                        <a:pt x="4" y="158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6" y="152"/>
                                      </a:lnTo>
                                      <a:lnTo>
                                        <a:pt x="8" y="150"/>
                                      </a:lnTo>
                                      <a:lnTo>
                                        <a:pt x="13" y="146"/>
                                      </a:lnTo>
                                      <a:lnTo>
                                        <a:pt x="18" y="141"/>
                                      </a:lnTo>
                                      <a:lnTo>
                                        <a:pt x="25" y="139"/>
                                      </a:lnTo>
                                      <a:lnTo>
                                        <a:pt x="34" y="137"/>
                                      </a:lnTo>
                                      <a:lnTo>
                                        <a:pt x="44" y="135"/>
                                      </a:lnTo>
                                      <a:lnTo>
                                        <a:pt x="56" y="133"/>
                                      </a:lnTo>
                                      <a:lnTo>
                                        <a:pt x="70" y="131"/>
                                      </a:lnTo>
                                      <a:lnTo>
                                        <a:pt x="86" y="129"/>
                                      </a:lnTo>
                                      <a:lnTo>
                                        <a:pt x="86" y="96"/>
                                      </a:lnTo>
                                      <a:lnTo>
                                        <a:pt x="86" y="89"/>
                                      </a:lnTo>
                                      <a:lnTo>
                                        <a:pt x="85" y="84"/>
                                      </a:lnTo>
                                      <a:lnTo>
                                        <a:pt x="83" y="81"/>
                                      </a:lnTo>
                                      <a:lnTo>
                                        <a:pt x="82" y="79"/>
                                      </a:lnTo>
                                      <a:lnTo>
                                        <a:pt x="82" y="77"/>
                                      </a:lnTo>
                                      <a:lnTo>
                                        <a:pt x="79" y="76"/>
                                      </a:lnTo>
                                      <a:lnTo>
                                        <a:pt x="78" y="73"/>
                                      </a:lnTo>
                                      <a:lnTo>
                                        <a:pt x="76" y="73"/>
                                      </a:lnTo>
                                      <a:lnTo>
                                        <a:pt x="73" y="72"/>
                                      </a:lnTo>
                                      <a:lnTo>
                                        <a:pt x="69" y="71"/>
                                      </a:lnTo>
                                      <a:lnTo>
                                        <a:pt x="62" y="71"/>
                                      </a:lnTo>
                                      <a:lnTo>
                                        <a:pt x="55" y="69"/>
                                      </a:lnTo>
                                      <a:lnTo>
                                        <a:pt x="51" y="69"/>
                                      </a:lnTo>
                                      <a:lnTo>
                                        <a:pt x="47" y="71"/>
                                      </a:lnTo>
                                      <a:lnTo>
                                        <a:pt x="32" y="97"/>
                                      </a:lnTo>
                                      <a:lnTo>
                                        <a:pt x="14" y="97"/>
                                      </a:lnTo>
                                      <a:close/>
                                      <a:moveTo>
                                        <a:pt x="25" y="17"/>
                                      </a:moveTo>
                                      <a:lnTo>
                                        <a:pt x="25" y="13"/>
                                      </a:lnTo>
                                      <a:lnTo>
                                        <a:pt x="26" y="9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9" y="4"/>
                                      </a:lnTo>
                                      <a:lnTo>
                                        <a:pt x="31" y="3"/>
                                      </a:lnTo>
                                      <a:lnTo>
                                        <a:pt x="34" y="1"/>
                                      </a:lnTo>
                                      <a:lnTo>
                                        <a:pt x="36" y="1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43" y="1"/>
                                      </a:lnTo>
                                      <a:lnTo>
                                        <a:pt x="47" y="1"/>
                                      </a:lnTo>
                                      <a:lnTo>
                                        <a:pt x="48" y="3"/>
                                      </a:lnTo>
                                      <a:lnTo>
                                        <a:pt x="51" y="4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3" y="9"/>
                                      </a:lnTo>
                                      <a:lnTo>
                                        <a:pt x="55" y="12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55" y="18"/>
                                      </a:lnTo>
                                      <a:lnTo>
                                        <a:pt x="53" y="22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51" y="26"/>
                                      </a:lnTo>
                                      <a:lnTo>
                                        <a:pt x="48" y="28"/>
                                      </a:lnTo>
                                      <a:lnTo>
                                        <a:pt x="47" y="29"/>
                                      </a:lnTo>
                                      <a:lnTo>
                                        <a:pt x="43" y="30"/>
                                      </a:lnTo>
                                      <a:lnTo>
                                        <a:pt x="40" y="30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34" y="29"/>
                                      </a:lnTo>
                                      <a:lnTo>
                                        <a:pt x="30" y="29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7" y="25"/>
                                      </a:lnTo>
                                      <a:lnTo>
                                        <a:pt x="25" y="22"/>
                                      </a:lnTo>
                                      <a:lnTo>
                                        <a:pt x="25" y="20"/>
                                      </a:lnTo>
                                      <a:lnTo>
                                        <a:pt x="25" y="17"/>
                                      </a:lnTo>
                                      <a:close/>
                                      <a:moveTo>
                                        <a:pt x="86" y="139"/>
                                      </a:moveTo>
                                      <a:lnTo>
                                        <a:pt x="78" y="140"/>
                                      </a:lnTo>
                                      <a:lnTo>
                                        <a:pt x="69" y="141"/>
                                      </a:lnTo>
                                      <a:lnTo>
                                        <a:pt x="61" y="143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48" y="146"/>
                                      </a:lnTo>
                                      <a:lnTo>
                                        <a:pt x="43" y="148"/>
                                      </a:lnTo>
                                      <a:lnTo>
                                        <a:pt x="40" y="150"/>
                                      </a:lnTo>
                                      <a:lnTo>
                                        <a:pt x="36" y="153"/>
                                      </a:lnTo>
                                      <a:lnTo>
                                        <a:pt x="34" y="157"/>
                                      </a:lnTo>
                                      <a:lnTo>
                                        <a:pt x="32" y="161"/>
                                      </a:lnTo>
                                      <a:lnTo>
                                        <a:pt x="31" y="165"/>
                                      </a:lnTo>
                                      <a:lnTo>
                                        <a:pt x="31" y="169"/>
                                      </a:lnTo>
                                      <a:lnTo>
                                        <a:pt x="32" y="174"/>
                                      </a:lnTo>
                                      <a:lnTo>
                                        <a:pt x="34" y="179"/>
                                      </a:lnTo>
                                      <a:lnTo>
                                        <a:pt x="35" y="182"/>
                                      </a:lnTo>
                                      <a:lnTo>
                                        <a:pt x="36" y="184"/>
                                      </a:lnTo>
                                      <a:lnTo>
                                        <a:pt x="38" y="186"/>
                                      </a:lnTo>
                                      <a:lnTo>
                                        <a:pt x="40" y="187"/>
                                      </a:lnTo>
                                      <a:lnTo>
                                        <a:pt x="44" y="191"/>
                                      </a:lnTo>
                                      <a:lnTo>
                                        <a:pt x="49" y="192"/>
                                      </a:lnTo>
                                      <a:lnTo>
                                        <a:pt x="55" y="193"/>
                                      </a:lnTo>
                                      <a:lnTo>
                                        <a:pt x="61" y="193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3" y="192"/>
                                      </a:lnTo>
                                      <a:lnTo>
                                        <a:pt x="77" y="192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5" y="191"/>
                                      </a:lnTo>
                                      <a:lnTo>
                                        <a:pt x="86" y="190"/>
                                      </a:lnTo>
                                      <a:lnTo>
                                        <a:pt x="86" y="139"/>
                                      </a:lnTo>
                                      <a:close/>
                                      <a:moveTo>
                                        <a:pt x="79" y="16"/>
                                      </a:moveTo>
                                      <a:lnTo>
                                        <a:pt x="79" y="12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82" y="7"/>
                                      </a:lnTo>
                                      <a:lnTo>
                                        <a:pt x="83" y="4"/>
                                      </a:lnTo>
                                      <a:lnTo>
                                        <a:pt x="86" y="3"/>
                                      </a:lnTo>
                                      <a:lnTo>
                                        <a:pt x="89" y="1"/>
                                      </a:lnTo>
                                      <a:lnTo>
                                        <a:pt x="91" y="1"/>
                                      </a:lnTo>
                                      <a:lnTo>
                                        <a:pt x="95" y="0"/>
                                      </a:lnTo>
                                      <a:lnTo>
                                        <a:pt x="98" y="1"/>
                                      </a:lnTo>
                                      <a:lnTo>
                                        <a:pt x="102" y="1"/>
                                      </a:lnTo>
                                      <a:lnTo>
                                        <a:pt x="104" y="3"/>
                                      </a:lnTo>
                                      <a:lnTo>
                                        <a:pt x="106" y="4"/>
                                      </a:lnTo>
                                      <a:lnTo>
                                        <a:pt x="108" y="7"/>
                                      </a:lnTo>
                                      <a:lnTo>
                                        <a:pt x="108" y="9"/>
                                      </a:lnTo>
                                      <a:lnTo>
                                        <a:pt x="109" y="12"/>
                                      </a:lnTo>
                                      <a:lnTo>
                                        <a:pt x="109" y="15"/>
                                      </a:lnTo>
                                      <a:lnTo>
                                        <a:pt x="109" y="18"/>
                                      </a:lnTo>
                                      <a:lnTo>
                                        <a:pt x="108" y="22"/>
                                      </a:lnTo>
                                      <a:lnTo>
                                        <a:pt x="108" y="24"/>
                                      </a:lnTo>
                                      <a:lnTo>
                                        <a:pt x="106" y="26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02" y="29"/>
                                      </a:lnTo>
                                      <a:lnTo>
                                        <a:pt x="98" y="30"/>
                                      </a:lnTo>
                                      <a:lnTo>
                                        <a:pt x="95" y="30"/>
                                      </a:lnTo>
                                      <a:lnTo>
                                        <a:pt x="91" y="30"/>
                                      </a:lnTo>
                                      <a:lnTo>
                                        <a:pt x="89" y="29"/>
                                      </a:lnTo>
                                      <a:lnTo>
                                        <a:pt x="86" y="28"/>
                                      </a:lnTo>
                                      <a:lnTo>
                                        <a:pt x="83" y="26"/>
                                      </a:lnTo>
                                      <a:lnTo>
                                        <a:pt x="82" y="25"/>
                                      </a:lnTo>
                                      <a:lnTo>
                                        <a:pt x="81" y="22"/>
                                      </a:lnTo>
                                      <a:lnTo>
                                        <a:pt x="79" y="18"/>
                                      </a:lnTo>
                                      <a:lnTo>
                                        <a:pt x="79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065" y="843280"/>
                                  <a:ext cx="33655" cy="61595"/>
                                </a:xfrm>
                                <a:custGeom>
                                  <a:avLst/>
                                  <a:gdLst>
                                    <a:gd name="T0" fmla="*/ 24 w 105"/>
                                    <a:gd name="T1" fmla="*/ 53 h 193"/>
                                    <a:gd name="T2" fmla="*/ 0 w 105"/>
                                    <a:gd name="T3" fmla="*/ 53 h 193"/>
                                    <a:gd name="T4" fmla="*/ 0 w 105"/>
                                    <a:gd name="T5" fmla="*/ 44 h 193"/>
                                    <a:gd name="T6" fmla="*/ 7 w 105"/>
                                    <a:gd name="T7" fmla="*/ 40 h 193"/>
                                    <a:gd name="T8" fmla="*/ 17 w 105"/>
                                    <a:gd name="T9" fmla="*/ 35 h 193"/>
                                    <a:gd name="T10" fmla="*/ 23 w 105"/>
                                    <a:gd name="T11" fmla="*/ 31 h 193"/>
                                    <a:gd name="T12" fmla="*/ 27 w 105"/>
                                    <a:gd name="T13" fmla="*/ 27 h 193"/>
                                    <a:gd name="T14" fmla="*/ 30 w 105"/>
                                    <a:gd name="T15" fmla="*/ 23 h 193"/>
                                    <a:gd name="T16" fmla="*/ 34 w 105"/>
                                    <a:gd name="T17" fmla="*/ 18 h 193"/>
                                    <a:gd name="T18" fmla="*/ 37 w 105"/>
                                    <a:gd name="T19" fmla="*/ 10 h 193"/>
                                    <a:gd name="T20" fmla="*/ 40 w 105"/>
                                    <a:gd name="T21" fmla="*/ 2 h 193"/>
                                    <a:gd name="T22" fmla="*/ 41 w 105"/>
                                    <a:gd name="T23" fmla="*/ 1 h 193"/>
                                    <a:gd name="T24" fmla="*/ 41 w 105"/>
                                    <a:gd name="T25" fmla="*/ 0 h 193"/>
                                    <a:gd name="T26" fmla="*/ 52 w 105"/>
                                    <a:gd name="T27" fmla="*/ 0 h 193"/>
                                    <a:gd name="T28" fmla="*/ 52 w 105"/>
                                    <a:gd name="T29" fmla="*/ 39 h 193"/>
                                    <a:gd name="T30" fmla="*/ 103 w 105"/>
                                    <a:gd name="T31" fmla="*/ 39 h 193"/>
                                    <a:gd name="T32" fmla="*/ 103 w 105"/>
                                    <a:gd name="T33" fmla="*/ 53 h 193"/>
                                    <a:gd name="T34" fmla="*/ 52 w 105"/>
                                    <a:gd name="T35" fmla="*/ 53 h 193"/>
                                    <a:gd name="T36" fmla="*/ 52 w 105"/>
                                    <a:gd name="T37" fmla="*/ 149 h 193"/>
                                    <a:gd name="T38" fmla="*/ 52 w 105"/>
                                    <a:gd name="T39" fmla="*/ 156 h 193"/>
                                    <a:gd name="T40" fmla="*/ 53 w 105"/>
                                    <a:gd name="T41" fmla="*/ 162 h 193"/>
                                    <a:gd name="T42" fmla="*/ 53 w 105"/>
                                    <a:gd name="T43" fmla="*/ 164 h 193"/>
                                    <a:gd name="T44" fmla="*/ 54 w 105"/>
                                    <a:gd name="T45" fmla="*/ 167 h 193"/>
                                    <a:gd name="T46" fmla="*/ 56 w 105"/>
                                    <a:gd name="T47" fmla="*/ 168 h 193"/>
                                    <a:gd name="T48" fmla="*/ 57 w 105"/>
                                    <a:gd name="T49" fmla="*/ 170 h 193"/>
                                    <a:gd name="T50" fmla="*/ 58 w 105"/>
                                    <a:gd name="T51" fmla="*/ 171 h 193"/>
                                    <a:gd name="T52" fmla="*/ 61 w 105"/>
                                    <a:gd name="T53" fmla="*/ 172 h 193"/>
                                    <a:gd name="T54" fmla="*/ 64 w 105"/>
                                    <a:gd name="T55" fmla="*/ 173 h 193"/>
                                    <a:gd name="T56" fmla="*/ 65 w 105"/>
                                    <a:gd name="T57" fmla="*/ 173 h 193"/>
                                    <a:gd name="T58" fmla="*/ 70 w 105"/>
                                    <a:gd name="T59" fmla="*/ 176 h 193"/>
                                    <a:gd name="T60" fmla="*/ 78 w 105"/>
                                    <a:gd name="T61" fmla="*/ 176 h 193"/>
                                    <a:gd name="T62" fmla="*/ 83 w 105"/>
                                    <a:gd name="T63" fmla="*/ 176 h 193"/>
                                    <a:gd name="T64" fmla="*/ 90 w 105"/>
                                    <a:gd name="T65" fmla="*/ 176 h 193"/>
                                    <a:gd name="T66" fmla="*/ 96 w 105"/>
                                    <a:gd name="T67" fmla="*/ 173 h 193"/>
                                    <a:gd name="T68" fmla="*/ 103 w 105"/>
                                    <a:gd name="T69" fmla="*/ 172 h 193"/>
                                    <a:gd name="T70" fmla="*/ 105 w 105"/>
                                    <a:gd name="T71" fmla="*/ 184 h 193"/>
                                    <a:gd name="T72" fmla="*/ 91 w 105"/>
                                    <a:gd name="T73" fmla="*/ 188 h 193"/>
                                    <a:gd name="T74" fmla="*/ 77 w 105"/>
                                    <a:gd name="T75" fmla="*/ 190 h 193"/>
                                    <a:gd name="T76" fmla="*/ 64 w 105"/>
                                    <a:gd name="T77" fmla="*/ 193 h 193"/>
                                    <a:gd name="T78" fmla="*/ 54 w 105"/>
                                    <a:gd name="T79" fmla="*/ 193 h 193"/>
                                    <a:gd name="T80" fmla="*/ 51 w 105"/>
                                    <a:gd name="T81" fmla="*/ 193 h 193"/>
                                    <a:gd name="T82" fmla="*/ 48 w 105"/>
                                    <a:gd name="T83" fmla="*/ 193 h 193"/>
                                    <a:gd name="T84" fmla="*/ 44 w 105"/>
                                    <a:gd name="T85" fmla="*/ 192 h 193"/>
                                    <a:gd name="T86" fmla="*/ 41 w 105"/>
                                    <a:gd name="T87" fmla="*/ 190 h 193"/>
                                    <a:gd name="T88" fmla="*/ 39 w 105"/>
                                    <a:gd name="T89" fmla="*/ 190 h 193"/>
                                    <a:gd name="T90" fmla="*/ 36 w 105"/>
                                    <a:gd name="T91" fmla="*/ 188 h 193"/>
                                    <a:gd name="T92" fmla="*/ 34 w 105"/>
                                    <a:gd name="T93" fmla="*/ 187 h 193"/>
                                    <a:gd name="T94" fmla="*/ 31 w 105"/>
                                    <a:gd name="T95" fmla="*/ 184 h 193"/>
                                    <a:gd name="T96" fmla="*/ 30 w 105"/>
                                    <a:gd name="T97" fmla="*/ 181 h 193"/>
                                    <a:gd name="T98" fmla="*/ 27 w 105"/>
                                    <a:gd name="T99" fmla="*/ 179 h 193"/>
                                    <a:gd name="T100" fmla="*/ 27 w 105"/>
                                    <a:gd name="T101" fmla="*/ 176 h 193"/>
                                    <a:gd name="T102" fmla="*/ 26 w 105"/>
                                    <a:gd name="T103" fmla="*/ 173 h 193"/>
                                    <a:gd name="T104" fmla="*/ 24 w 105"/>
                                    <a:gd name="T105" fmla="*/ 167 h 193"/>
                                    <a:gd name="T106" fmla="*/ 24 w 105"/>
                                    <a:gd name="T107" fmla="*/ 158 h 193"/>
                                    <a:gd name="T108" fmla="*/ 24 w 105"/>
                                    <a:gd name="T109" fmla="*/ 53 h 1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105" h="193">
                                      <a:moveTo>
                                        <a:pt x="24" y="53"/>
                                      </a:moveTo>
                                      <a:lnTo>
                                        <a:pt x="0" y="53"/>
                                      </a:lnTo>
                                      <a:lnTo>
                                        <a:pt x="0" y="44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17" y="35"/>
                                      </a:lnTo>
                                      <a:lnTo>
                                        <a:pt x="23" y="31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30" y="23"/>
                                      </a:lnTo>
                                      <a:lnTo>
                                        <a:pt x="34" y="18"/>
                                      </a:lnTo>
                                      <a:lnTo>
                                        <a:pt x="37" y="10"/>
                                      </a:lnTo>
                                      <a:lnTo>
                                        <a:pt x="40" y="2"/>
                                      </a:lnTo>
                                      <a:lnTo>
                                        <a:pt x="41" y="1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39"/>
                                      </a:lnTo>
                                      <a:lnTo>
                                        <a:pt x="103" y="39"/>
                                      </a:lnTo>
                                      <a:lnTo>
                                        <a:pt x="103" y="53"/>
                                      </a:lnTo>
                                      <a:lnTo>
                                        <a:pt x="52" y="53"/>
                                      </a:lnTo>
                                      <a:lnTo>
                                        <a:pt x="52" y="149"/>
                                      </a:lnTo>
                                      <a:lnTo>
                                        <a:pt x="52" y="15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53" y="164"/>
                                      </a:lnTo>
                                      <a:lnTo>
                                        <a:pt x="54" y="167"/>
                                      </a:lnTo>
                                      <a:lnTo>
                                        <a:pt x="56" y="168"/>
                                      </a:lnTo>
                                      <a:lnTo>
                                        <a:pt x="57" y="170"/>
                                      </a:lnTo>
                                      <a:lnTo>
                                        <a:pt x="58" y="171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64" y="173"/>
                                      </a:lnTo>
                                      <a:lnTo>
                                        <a:pt x="65" y="173"/>
                                      </a:lnTo>
                                      <a:lnTo>
                                        <a:pt x="70" y="176"/>
                                      </a:lnTo>
                                      <a:lnTo>
                                        <a:pt x="78" y="176"/>
                                      </a:lnTo>
                                      <a:lnTo>
                                        <a:pt x="83" y="176"/>
                                      </a:lnTo>
                                      <a:lnTo>
                                        <a:pt x="90" y="176"/>
                                      </a:lnTo>
                                      <a:lnTo>
                                        <a:pt x="96" y="173"/>
                                      </a:lnTo>
                                      <a:lnTo>
                                        <a:pt x="103" y="172"/>
                                      </a:lnTo>
                                      <a:lnTo>
                                        <a:pt x="105" y="184"/>
                                      </a:lnTo>
                                      <a:lnTo>
                                        <a:pt x="91" y="188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64" y="193"/>
                                      </a:lnTo>
                                      <a:lnTo>
                                        <a:pt x="54" y="193"/>
                                      </a:lnTo>
                                      <a:lnTo>
                                        <a:pt x="51" y="193"/>
                                      </a:lnTo>
                                      <a:lnTo>
                                        <a:pt x="48" y="193"/>
                                      </a:lnTo>
                                      <a:lnTo>
                                        <a:pt x="44" y="192"/>
                                      </a:lnTo>
                                      <a:lnTo>
                                        <a:pt x="41" y="190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6" y="188"/>
                                      </a:lnTo>
                                      <a:lnTo>
                                        <a:pt x="34" y="187"/>
                                      </a:lnTo>
                                      <a:lnTo>
                                        <a:pt x="31" y="184"/>
                                      </a:lnTo>
                                      <a:lnTo>
                                        <a:pt x="30" y="181"/>
                                      </a:lnTo>
                                      <a:lnTo>
                                        <a:pt x="27" y="179"/>
                                      </a:lnTo>
                                      <a:lnTo>
                                        <a:pt x="27" y="176"/>
                                      </a:lnTo>
                                      <a:lnTo>
                                        <a:pt x="26" y="173"/>
                                      </a:lnTo>
                                      <a:lnTo>
                                        <a:pt x="24" y="167"/>
                                      </a:lnTo>
                                      <a:lnTo>
                                        <a:pt x="24" y="158"/>
                                      </a:lnTo>
                                      <a:lnTo>
                                        <a:pt x="24" y="5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8340" y="854710"/>
                                  <a:ext cx="31115" cy="50165"/>
                                </a:xfrm>
                                <a:custGeom>
                                  <a:avLst/>
                                  <a:gdLst>
                                    <a:gd name="T0" fmla="*/ 0 w 98"/>
                                    <a:gd name="T1" fmla="*/ 114 h 158"/>
                                    <a:gd name="T2" fmla="*/ 29 w 98"/>
                                    <a:gd name="T3" fmla="*/ 142 h 158"/>
                                    <a:gd name="T4" fmla="*/ 43 w 98"/>
                                    <a:gd name="T5" fmla="*/ 144 h 158"/>
                                    <a:gd name="T6" fmla="*/ 55 w 98"/>
                                    <a:gd name="T7" fmla="*/ 142 h 158"/>
                                    <a:gd name="T8" fmla="*/ 65 w 98"/>
                                    <a:gd name="T9" fmla="*/ 138 h 158"/>
                                    <a:gd name="T10" fmla="*/ 72 w 98"/>
                                    <a:gd name="T11" fmla="*/ 131 h 158"/>
                                    <a:gd name="T12" fmla="*/ 73 w 98"/>
                                    <a:gd name="T13" fmla="*/ 121 h 158"/>
                                    <a:gd name="T14" fmla="*/ 72 w 98"/>
                                    <a:gd name="T15" fmla="*/ 115 h 158"/>
                                    <a:gd name="T16" fmla="*/ 70 w 98"/>
                                    <a:gd name="T17" fmla="*/ 110 h 158"/>
                                    <a:gd name="T18" fmla="*/ 65 w 98"/>
                                    <a:gd name="T19" fmla="*/ 105 h 158"/>
                                    <a:gd name="T20" fmla="*/ 57 w 98"/>
                                    <a:gd name="T21" fmla="*/ 99 h 158"/>
                                    <a:gd name="T22" fmla="*/ 22 w 98"/>
                                    <a:gd name="T23" fmla="*/ 80 h 158"/>
                                    <a:gd name="T24" fmla="*/ 13 w 98"/>
                                    <a:gd name="T25" fmla="*/ 71 h 158"/>
                                    <a:gd name="T26" fmla="*/ 6 w 98"/>
                                    <a:gd name="T27" fmla="*/ 60 h 158"/>
                                    <a:gd name="T28" fmla="*/ 2 w 98"/>
                                    <a:gd name="T29" fmla="*/ 50 h 158"/>
                                    <a:gd name="T30" fmla="*/ 2 w 98"/>
                                    <a:gd name="T31" fmla="*/ 38 h 158"/>
                                    <a:gd name="T32" fmla="*/ 4 w 98"/>
                                    <a:gd name="T33" fmla="*/ 30 h 158"/>
                                    <a:gd name="T34" fmla="*/ 8 w 98"/>
                                    <a:gd name="T35" fmla="*/ 22 h 158"/>
                                    <a:gd name="T36" fmla="*/ 12 w 98"/>
                                    <a:gd name="T37" fmla="*/ 16 h 158"/>
                                    <a:gd name="T38" fmla="*/ 18 w 98"/>
                                    <a:gd name="T39" fmla="*/ 9 h 158"/>
                                    <a:gd name="T40" fmla="*/ 26 w 98"/>
                                    <a:gd name="T41" fmla="*/ 5 h 158"/>
                                    <a:gd name="T42" fmla="*/ 35 w 98"/>
                                    <a:gd name="T43" fmla="*/ 1 h 158"/>
                                    <a:gd name="T44" fmla="*/ 44 w 98"/>
                                    <a:gd name="T45" fmla="*/ 0 h 158"/>
                                    <a:gd name="T46" fmla="*/ 59 w 98"/>
                                    <a:gd name="T47" fmla="*/ 1 h 158"/>
                                    <a:gd name="T48" fmla="*/ 78 w 98"/>
                                    <a:gd name="T49" fmla="*/ 5 h 158"/>
                                    <a:gd name="T50" fmla="*/ 94 w 98"/>
                                    <a:gd name="T51" fmla="*/ 8 h 158"/>
                                    <a:gd name="T52" fmla="*/ 81 w 98"/>
                                    <a:gd name="T53" fmla="*/ 41 h 158"/>
                                    <a:gd name="T54" fmla="*/ 61 w 98"/>
                                    <a:gd name="T55" fmla="*/ 13 h 158"/>
                                    <a:gd name="T56" fmla="*/ 48 w 98"/>
                                    <a:gd name="T57" fmla="*/ 13 h 158"/>
                                    <a:gd name="T58" fmla="*/ 36 w 98"/>
                                    <a:gd name="T59" fmla="*/ 16 h 158"/>
                                    <a:gd name="T60" fmla="*/ 29 w 98"/>
                                    <a:gd name="T61" fmla="*/ 21 h 158"/>
                                    <a:gd name="T62" fmla="*/ 26 w 98"/>
                                    <a:gd name="T63" fmla="*/ 29 h 158"/>
                                    <a:gd name="T64" fmla="*/ 26 w 98"/>
                                    <a:gd name="T65" fmla="*/ 37 h 158"/>
                                    <a:gd name="T66" fmla="*/ 27 w 98"/>
                                    <a:gd name="T67" fmla="*/ 43 h 158"/>
                                    <a:gd name="T68" fmla="*/ 33 w 98"/>
                                    <a:gd name="T69" fmla="*/ 47 h 158"/>
                                    <a:gd name="T70" fmla="*/ 40 w 98"/>
                                    <a:gd name="T71" fmla="*/ 54 h 158"/>
                                    <a:gd name="T72" fmla="*/ 70 w 98"/>
                                    <a:gd name="T73" fmla="*/ 71 h 158"/>
                                    <a:gd name="T74" fmla="*/ 82 w 98"/>
                                    <a:gd name="T75" fmla="*/ 78 h 158"/>
                                    <a:gd name="T76" fmla="*/ 91 w 98"/>
                                    <a:gd name="T77" fmla="*/ 88 h 158"/>
                                    <a:gd name="T78" fmla="*/ 97 w 98"/>
                                    <a:gd name="T79" fmla="*/ 99 h 158"/>
                                    <a:gd name="T80" fmla="*/ 98 w 98"/>
                                    <a:gd name="T81" fmla="*/ 112 h 158"/>
                                    <a:gd name="T82" fmla="*/ 97 w 98"/>
                                    <a:gd name="T83" fmla="*/ 121 h 158"/>
                                    <a:gd name="T84" fmla="*/ 94 w 98"/>
                                    <a:gd name="T85" fmla="*/ 131 h 158"/>
                                    <a:gd name="T86" fmla="*/ 90 w 98"/>
                                    <a:gd name="T87" fmla="*/ 138 h 158"/>
                                    <a:gd name="T88" fmla="*/ 83 w 98"/>
                                    <a:gd name="T89" fmla="*/ 145 h 158"/>
                                    <a:gd name="T90" fmla="*/ 77 w 98"/>
                                    <a:gd name="T91" fmla="*/ 150 h 158"/>
                                    <a:gd name="T92" fmla="*/ 68 w 98"/>
                                    <a:gd name="T93" fmla="*/ 155 h 158"/>
                                    <a:gd name="T94" fmla="*/ 59 w 98"/>
                                    <a:gd name="T95" fmla="*/ 157 h 158"/>
                                    <a:gd name="T96" fmla="*/ 48 w 98"/>
                                    <a:gd name="T97" fmla="*/ 158 h 158"/>
                                    <a:gd name="T98" fmla="*/ 27 w 98"/>
                                    <a:gd name="T99" fmla="*/ 155 h 158"/>
                                    <a:gd name="T100" fmla="*/ 0 w 98"/>
                                    <a:gd name="T101" fmla="*/ 149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98" h="158">
                                      <a:moveTo>
                                        <a:pt x="0" y="149"/>
                                      </a:moveTo>
                                      <a:lnTo>
                                        <a:pt x="0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29" y="142"/>
                                      </a:lnTo>
                                      <a:lnTo>
                                        <a:pt x="35" y="144"/>
                                      </a:lnTo>
                                      <a:lnTo>
                                        <a:pt x="43" y="144"/>
                                      </a:lnTo>
                                      <a:lnTo>
                                        <a:pt x="49" y="144"/>
                                      </a:lnTo>
                                      <a:lnTo>
                                        <a:pt x="55" y="142"/>
                                      </a:lnTo>
                                      <a:lnTo>
                                        <a:pt x="61" y="141"/>
                                      </a:lnTo>
                                      <a:lnTo>
                                        <a:pt x="65" y="138"/>
                                      </a:lnTo>
                                      <a:lnTo>
                                        <a:pt x="68" y="135"/>
                                      </a:lnTo>
                                      <a:lnTo>
                                        <a:pt x="72" y="131"/>
                                      </a:lnTo>
                                      <a:lnTo>
                                        <a:pt x="73" y="125"/>
                                      </a:lnTo>
                                      <a:lnTo>
                                        <a:pt x="73" y="121"/>
                                      </a:lnTo>
                                      <a:lnTo>
                                        <a:pt x="73" y="118"/>
                                      </a:lnTo>
                                      <a:lnTo>
                                        <a:pt x="72" y="115"/>
                                      </a:lnTo>
                                      <a:lnTo>
                                        <a:pt x="72" y="112"/>
                                      </a:lnTo>
                                      <a:lnTo>
                                        <a:pt x="70" y="110"/>
                                      </a:lnTo>
                                      <a:lnTo>
                                        <a:pt x="68" y="107"/>
                                      </a:lnTo>
                                      <a:lnTo>
                                        <a:pt x="65" y="105"/>
                                      </a:lnTo>
                                      <a:lnTo>
                                        <a:pt x="61" y="103"/>
                                      </a:lnTo>
                                      <a:lnTo>
                                        <a:pt x="57" y="99"/>
                                      </a:lnTo>
                                      <a:lnTo>
                                        <a:pt x="29" y="84"/>
                                      </a:lnTo>
                                      <a:lnTo>
                                        <a:pt x="22" y="80"/>
                                      </a:lnTo>
                                      <a:lnTo>
                                        <a:pt x="16" y="74"/>
                                      </a:lnTo>
                                      <a:lnTo>
                                        <a:pt x="13" y="71"/>
                                      </a:lnTo>
                                      <a:lnTo>
                                        <a:pt x="9" y="65"/>
                                      </a:lnTo>
                                      <a:lnTo>
                                        <a:pt x="6" y="6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2" y="50"/>
                                      </a:lnTo>
                                      <a:lnTo>
                                        <a:pt x="2" y="43"/>
                                      </a:lnTo>
                                      <a:lnTo>
                                        <a:pt x="2" y="38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4" y="30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8" y="22"/>
                                      </a:lnTo>
                                      <a:lnTo>
                                        <a:pt x="9" y="18"/>
                                      </a:lnTo>
                                      <a:lnTo>
                                        <a:pt x="12" y="16"/>
                                      </a:lnTo>
                                      <a:lnTo>
                                        <a:pt x="14" y="12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30" y="4"/>
                                      </a:lnTo>
                                      <a:lnTo>
                                        <a:pt x="35" y="1"/>
                                      </a:lnTo>
                                      <a:lnTo>
                                        <a:pt x="39" y="1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49" y="0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78" y="5"/>
                                      </a:lnTo>
                                      <a:lnTo>
                                        <a:pt x="90" y="8"/>
                                      </a:lnTo>
                                      <a:lnTo>
                                        <a:pt x="94" y="8"/>
                                      </a:lnTo>
                                      <a:lnTo>
                                        <a:pt x="94" y="41"/>
                                      </a:lnTo>
                                      <a:lnTo>
                                        <a:pt x="81" y="41"/>
                                      </a:lnTo>
                                      <a:lnTo>
                                        <a:pt x="66" y="14"/>
                                      </a:lnTo>
                                      <a:lnTo>
                                        <a:pt x="61" y="13"/>
                                      </a:lnTo>
                                      <a:lnTo>
                                        <a:pt x="53" y="13"/>
                                      </a:lnTo>
                                      <a:lnTo>
                                        <a:pt x="48" y="13"/>
                                      </a:lnTo>
                                      <a:lnTo>
                                        <a:pt x="42" y="14"/>
                                      </a:lnTo>
                                      <a:lnTo>
                                        <a:pt x="36" y="16"/>
                                      </a:lnTo>
                                      <a:lnTo>
                                        <a:pt x="33" y="18"/>
                                      </a:lnTo>
                                      <a:lnTo>
                                        <a:pt x="29" y="21"/>
                                      </a:lnTo>
                                      <a:lnTo>
                                        <a:pt x="27" y="25"/>
                                      </a:lnTo>
                                      <a:lnTo>
                                        <a:pt x="26" y="29"/>
                                      </a:lnTo>
                                      <a:lnTo>
                                        <a:pt x="26" y="34"/>
                                      </a:lnTo>
                                      <a:lnTo>
                                        <a:pt x="26" y="37"/>
                                      </a:lnTo>
                                      <a:lnTo>
                                        <a:pt x="26" y="39"/>
                                      </a:lnTo>
                                      <a:lnTo>
                                        <a:pt x="27" y="43"/>
                                      </a:lnTo>
                                      <a:lnTo>
                                        <a:pt x="30" y="46"/>
                                      </a:lnTo>
                                      <a:lnTo>
                                        <a:pt x="33" y="47"/>
                                      </a:lnTo>
                                      <a:lnTo>
                                        <a:pt x="35" y="51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6"/>
                                      </a:lnTo>
                                      <a:lnTo>
                                        <a:pt x="70" y="71"/>
                                      </a:lnTo>
                                      <a:lnTo>
                                        <a:pt x="77" y="73"/>
                                      </a:lnTo>
                                      <a:lnTo>
                                        <a:pt x="82" y="78"/>
                                      </a:lnTo>
                                      <a:lnTo>
                                        <a:pt x="87" y="84"/>
                                      </a:lnTo>
                                      <a:lnTo>
                                        <a:pt x="91" y="88"/>
                                      </a:lnTo>
                                      <a:lnTo>
                                        <a:pt x="94" y="93"/>
                                      </a:lnTo>
                                      <a:lnTo>
                                        <a:pt x="97" y="99"/>
                                      </a:lnTo>
                                      <a:lnTo>
                                        <a:pt x="98" y="106"/>
                                      </a:lnTo>
                                      <a:lnTo>
                                        <a:pt x="98" y="112"/>
                                      </a:lnTo>
                                      <a:lnTo>
                                        <a:pt x="98" y="116"/>
                                      </a:lnTo>
                                      <a:lnTo>
                                        <a:pt x="97" y="121"/>
                                      </a:lnTo>
                                      <a:lnTo>
                                        <a:pt x="95" y="125"/>
                                      </a:lnTo>
                                      <a:lnTo>
                                        <a:pt x="94" y="131"/>
                                      </a:lnTo>
                                      <a:lnTo>
                                        <a:pt x="91" y="135"/>
                                      </a:lnTo>
                                      <a:lnTo>
                                        <a:pt x="90" y="138"/>
                                      </a:lnTo>
                                      <a:lnTo>
                                        <a:pt x="87" y="142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81" y="148"/>
                                      </a:lnTo>
                                      <a:lnTo>
                                        <a:pt x="77" y="150"/>
                                      </a:lnTo>
                                      <a:lnTo>
                                        <a:pt x="73" y="153"/>
                                      </a:lnTo>
                                      <a:lnTo>
                                        <a:pt x="68" y="155"/>
                                      </a:lnTo>
                                      <a:lnTo>
                                        <a:pt x="64" y="155"/>
                                      </a:lnTo>
                                      <a:lnTo>
                                        <a:pt x="59" y="157"/>
                                      </a:lnTo>
                                      <a:lnTo>
                                        <a:pt x="53" y="158"/>
                                      </a:lnTo>
                                      <a:lnTo>
                                        <a:pt x="48" y="158"/>
                                      </a:lnTo>
                                      <a:lnTo>
                                        <a:pt x="39" y="158"/>
                                      </a:lnTo>
                                      <a:lnTo>
                                        <a:pt x="27" y="155"/>
                                      </a:lnTo>
                                      <a:lnTo>
                                        <a:pt x="14" y="153"/>
                                      </a:lnTo>
                                      <a:lnTo>
                                        <a:pt x="0" y="1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724535" y="833120"/>
                                  <a:ext cx="55245" cy="71120"/>
                                </a:xfrm>
                                <a:custGeom>
                                  <a:avLst/>
                                  <a:gdLst>
                                    <a:gd name="T0" fmla="*/ 1 w 172"/>
                                    <a:gd name="T1" fmla="*/ 223 h 223"/>
                                    <a:gd name="T2" fmla="*/ 1 w 172"/>
                                    <a:gd name="T3" fmla="*/ 216 h 223"/>
                                    <a:gd name="T4" fmla="*/ 29 w 172"/>
                                    <a:gd name="T5" fmla="*/ 204 h 223"/>
                                    <a:gd name="T6" fmla="*/ 29 w 172"/>
                                    <a:gd name="T7" fmla="*/ 28 h 223"/>
                                    <a:gd name="T8" fmla="*/ 0 w 172"/>
                                    <a:gd name="T9" fmla="*/ 20 h 223"/>
                                    <a:gd name="T10" fmla="*/ 0 w 172"/>
                                    <a:gd name="T11" fmla="*/ 13 h 223"/>
                                    <a:gd name="T12" fmla="*/ 57 w 172"/>
                                    <a:gd name="T13" fmla="*/ 0 h 223"/>
                                    <a:gd name="T14" fmla="*/ 57 w 172"/>
                                    <a:gd name="T15" fmla="*/ 204 h 223"/>
                                    <a:gd name="T16" fmla="*/ 83 w 172"/>
                                    <a:gd name="T17" fmla="*/ 216 h 223"/>
                                    <a:gd name="T18" fmla="*/ 83 w 172"/>
                                    <a:gd name="T19" fmla="*/ 223 h 223"/>
                                    <a:gd name="T20" fmla="*/ 1 w 172"/>
                                    <a:gd name="T21" fmla="*/ 223 h 223"/>
                                    <a:gd name="T22" fmla="*/ 1 w 172"/>
                                    <a:gd name="T23" fmla="*/ 223 h 223"/>
                                    <a:gd name="T24" fmla="*/ 91 w 172"/>
                                    <a:gd name="T25" fmla="*/ 132 h 223"/>
                                    <a:gd name="T26" fmla="*/ 150 w 172"/>
                                    <a:gd name="T27" fmla="*/ 205 h 223"/>
                                    <a:gd name="T28" fmla="*/ 172 w 172"/>
                                    <a:gd name="T29" fmla="*/ 216 h 223"/>
                                    <a:gd name="T30" fmla="*/ 172 w 172"/>
                                    <a:gd name="T31" fmla="*/ 223 h 223"/>
                                    <a:gd name="T32" fmla="*/ 125 w 172"/>
                                    <a:gd name="T33" fmla="*/ 223 h 223"/>
                                    <a:gd name="T34" fmla="*/ 61 w 172"/>
                                    <a:gd name="T35" fmla="*/ 141 h 223"/>
                                    <a:gd name="T36" fmla="*/ 116 w 172"/>
                                    <a:gd name="T37" fmla="*/ 88 h 223"/>
                                    <a:gd name="T38" fmla="*/ 95 w 172"/>
                                    <a:gd name="T39" fmla="*/ 80 h 223"/>
                                    <a:gd name="T40" fmla="*/ 95 w 172"/>
                                    <a:gd name="T41" fmla="*/ 72 h 223"/>
                                    <a:gd name="T42" fmla="*/ 168 w 172"/>
                                    <a:gd name="T43" fmla="*/ 72 h 223"/>
                                    <a:gd name="T44" fmla="*/ 168 w 172"/>
                                    <a:gd name="T45" fmla="*/ 80 h 223"/>
                                    <a:gd name="T46" fmla="*/ 137 w 172"/>
                                    <a:gd name="T47" fmla="*/ 89 h 223"/>
                                    <a:gd name="T48" fmla="*/ 91 w 172"/>
                                    <a:gd name="T49" fmla="*/ 132 h 223"/>
                                    <a:gd name="T50" fmla="*/ 91 w 172"/>
                                    <a:gd name="T51" fmla="*/ 132 h 2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172" h="223">
                                      <a:moveTo>
                                        <a:pt x="1" y="223"/>
                                      </a:moveTo>
                                      <a:lnTo>
                                        <a:pt x="1" y="216"/>
                                      </a:lnTo>
                                      <a:lnTo>
                                        <a:pt x="29" y="204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204"/>
                                      </a:lnTo>
                                      <a:lnTo>
                                        <a:pt x="83" y="216"/>
                                      </a:lnTo>
                                      <a:lnTo>
                                        <a:pt x="83" y="223"/>
                                      </a:lnTo>
                                      <a:lnTo>
                                        <a:pt x="1" y="223"/>
                                      </a:lnTo>
                                      <a:close/>
                                      <a:moveTo>
                                        <a:pt x="91" y="132"/>
                                      </a:moveTo>
                                      <a:lnTo>
                                        <a:pt x="150" y="205"/>
                                      </a:lnTo>
                                      <a:lnTo>
                                        <a:pt x="172" y="216"/>
                                      </a:lnTo>
                                      <a:lnTo>
                                        <a:pt x="172" y="223"/>
                                      </a:lnTo>
                                      <a:lnTo>
                                        <a:pt x="125" y="223"/>
                                      </a:lnTo>
                                      <a:lnTo>
                                        <a:pt x="61" y="141"/>
                                      </a:lnTo>
                                      <a:lnTo>
                                        <a:pt x="116" y="88"/>
                                      </a:lnTo>
                                      <a:lnTo>
                                        <a:pt x="95" y="80"/>
                                      </a:lnTo>
                                      <a:lnTo>
                                        <a:pt x="95" y="72"/>
                                      </a:lnTo>
                                      <a:lnTo>
                                        <a:pt x="168" y="72"/>
                                      </a:lnTo>
                                      <a:lnTo>
                                        <a:pt x="168" y="80"/>
                                      </a:lnTo>
                                      <a:lnTo>
                                        <a:pt x="137" y="89"/>
                                      </a:lnTo>
                                      <a:lnTo>
                                        <a:pt x="91" y="1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3590" y="833120"/>
                                  <a:ext cx="26670" cy="71120"/>
                                </a:xfrm>
                                <a:custGeom>
                                  <a:avLst/>
                                  <a:gdLst>
                                    <a:gd name="T0" fmla="*/ 2 w 84"/>
                                    <a:gd name="T1" fmla="*/ 223 h 223"/>
                                    <a:gd name="T2" fmla="*/ 2 w 84"/>
                                    <a:gd name="T3" fmla="*/ 216 h 223"/>
                                    <a:gd name="T4" fmla="*/ 28 w 84"/>
                                    <a:gd name="T5" fmla="*/ 204 h 223"/>
                                    <a:gd name="T6" fmla="*/ 28 w 84"/>
                                    <a:gd name="T7" fmla="*/ 28 h 223"/>
                                    <a:gd name="T8" fmla="*/ 0 w 84"/>
                                    <a:gd name="T9" fmla="*/ 20 h 223"/>
                                    <a:gd name="T10" fmla="*/ 0 w 84"/>
                                    <a:gd name="T11" fmla="*/ 13 h 223"/>
                                    <a:gd name="T12" fmla="*/ 56 w 84"/>
                                    <a:gd name="T13" fmla="*/ 0 h 223"/>
                                    <a:gd name="T14" fmla="*/ 56 w 84"/>
                                    <a:gd name="T15" fmla="*/ 204 h 223"/>
                                    <a:gd name="T16" fmla="*/ 84 w 84"/>
                                    <a:gd name="T17" fmla="*/ 216 h 223"/>
                                    <a:gd name="T18" fmla="*/ 84 w 84"/>
                                    <a:gd name="T19" fmla="*/ 223 h 223"/>
                                    <a:gd name="T20" fmla="*/ 2 w 84"/>
                                    <a:gd name="T21" fmla="*/ 223 h 2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84" h="223">
                                      <a:moveTo>
                                        <a:pt x="2" y="223"/>
                                      </a:moveTo>
                                      <a:lnTo>
                                        <a:pt x="2" y="216"/>
                                      </a:lnTo>
                                      <a:lnTo>
                                        <a:pt x="28" y="204"/>
                                      </a:lnTo>
                                      <a:lnTo>
                                        <a:pt x="28" y="28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6" y="204"/>
                                      </a:lnTo>
                                      <a:lnTo>
                                        <a:pt x="84" y="216"/>
                                      </a:lnTo>
                                      <a:lnTo>
                                        <a:pt x="84" y="223"/>
                                      </a:lnTo>
                                      <a:lnTo>
                                        <a:pt x="2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30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815975" y="833755"/>
                                  <a:ext cx="26035" cy="70485"/>
                                </a:xfrm>
                                <a:custGeom>
                                  <a:avLst/>
                                  <a:gdLst>
                                    <a:gd name="T0" fmla="*/ 0 w 82"/>
                                    <a:gd name="T1" fmla="*/ 222 h 222"/>
                                    <a:gd name="T2" fmla="*/ 0 w 82"/>
                                    <a:gd name="T3" fmla="*/ 215 h 222"/>
                                    <a:gd name="T4" fmla="*/ 28 w 82"/>
                                    <a:gd name="T5" fmla="*/ 203 h 222"/>
                                    <a:gd name="T6" fmla="*/ 28 w 82"/>
                                    <a:gd name="T7" fmla="*/ 94 h 222"/>
                                    <a:gd name="T8" fmla="*/ 0 w 82"/>
                                    <a:gd name="T9" fmla="*/ 87 h 222"/>
                                    <a:gd name="T10" fmla="*/ 0 w 82"/>
                                    <a:gd name="T11" fmla="*/ 79 h 222"/>
                                    <a:gd name="T12" fmla="*/ 55 w 82"/>
                                    <a:gd name="T13" fmla="*/ 67 h 222"/>
                                    <a:gd name="T14" fmla="*/ 55 w 82"/>
                                    <a:gd name="T15" fmla="*/ 203 h 222"/>
                                    <a:gd name="T16" fmla="*/ 82 w 82"/>
                                    <a:gd name="T17" fmla="*/ 215 h 222"/>
                                    <a:gd name="T18" fmla="*/ 82 w 82"/>
                                    <a:gd name="T19" fmla="*/ 222 h 222"/>
                                    <a:gd name="T20" fmla="*/ 0 w 82"/>
                                    <a:gd name="T21" fmla="*/ 222 h 222"/>
                                    <a:gd name="T22" fmla="*/ 0 w 82"/>
                                    <a:gd name="T23" fmla="*/ 222 h 222"/>
                                    <a:gd name="T24" fmla="*/ 22 w 82"/>
                                    <a:gd name="T25" fmla="*/ 16 h 222"/>
                                    <a:gd name="T26" fmla="*/ 22 w 82"/>
                                    <a:gd name="T27" fmla="*/ 12 h 222"/>
                                    <a:gd name="T28" fmla="*/ 24 w 82"/>
                                    <a:gd name="T29" fmla="*/ 10 h 222"/>
                                    <a:gd name="T30" fmla="*/ 25 w 82"/>
                                    <a:gd name="T31" fmla="*/ 7 h 222"/>
                                    <a:gd name="T32" fmla="*/ 28 w 82"/>
                                    <a:gd name="T33" fmla="*/ 3 h 222"/>
                                    <a:gd name="T34" fmla="*/ 30 w 82"/>
                                    <a:gd name="T35" fmla="*/ 2 h 222"/>
                                    <a:gd name="T36" fmla="*/ 33 w 82"/>
                                    <a:gd name="T37" fmla="*/ 0 h 222"/>
                                    <a:gd name="T38" fmla="*/ 37 w 82"/>
                                    <a:gd name="T39" fmla="*/ 0 h 222"/>
                                    <a:gd name="T40" fmla="*/ 41 w 82"/>
                                    <a:gd name="T41" fmla="*/ 0 h 222"/>
                                    <a:gd name="T42" fmla="*/ 46 w 82"/>
                                    <a:gd name="T43" fmla="*/ 0 h 222"/>
                                    <a:gd name="T44" fmla="*/ 50 w 82"/>
                                    <a:gd name="T45" fmla="*/ 0 h 222"/>
                                    <a:gd name="T46" fmla="*/ 52 w 82"/>
                                    <a:gd name="T47" fmla="*/ 2 h 222"/>
                                    <a:gd name="T48" fmla="*/ 55 w 82"/>
                                    <a:gd name="T49" fmla="*/ 3 h 222"/>
                                    <a:gd name="T50" fmla="*/ 58 w 82"/>
                                    <a:gd name="T51" fmla="*/ 6 h 222"/>
                                    <a:gd name="T52" fmla="*/ 59 w 82"/>
                                    <a:gd name="T53" fmla="*/ 10 h 222"/>
                                    <a:gd name="T54" fmla="*/ 60 w 82"/>
                                    <a:gd name="T55" fmla="*/ 12 h 222"/>
                                    <a:gd name="T56" fmla="*/ 60 w 82"/>
                                    <a:gd name="T57" fmla="*/ 16 h 222"/>
                                    <a:gd name="T58" fmla="*/ 60 w 82"/>
                                    <a:gd name="T59" fmla="*/ 20 h 222"/>
                                    <a:gd name="T60" fmla="*/ 59 w 82"/>
                                    <a:gd name="T61" fmla="*/ 24 h 222"/>
                                    <a:gd name="T62" fmla="*/ 58 w 82"/>
                                    <a:gd name="T63" fmla="*/ 27 h 222"/>
                                    <a:gd name="T64" fmla="*/ 55 w 82"/>
                                    <a:gd name="T65" fmla="*/ 29 h 222"/>
                                    <a:gd name="T66" fmla="*/ 54 w 82"/>
                                    <a:gd name="T67" fmla="*/ 30 h 222"/>
                                    <a:gd name="T68" fmla="*/ 50 w 82"/>
                                    <a:gd name="T69" fmla="*/ 32 h 222"/>
                                    <a:gd name="T70" fmla="*/ 46 w 82"/>
                                    <a:gd name="T71" fmla="*/ 33 h 222"/>
                                    <a:gd name="T72" fmla="*/ 42 w 82"/>
                                    <a:gd name="T73" fmla="*/ 33 h 222"/>
                                    <a:gd name="T74" fmla="*/ 37 w 82"/>
                                    <a:gd name="T75" fmla="*/ 33 h 222"/>
                                    <a:gd name="T76" fmla="*/ 33 w 82"/>
                                    <a:gd name="T77" fmla="*/ 32 h 222"/>
                                    <a:gd name="T78" fmla="*/ 30 w 82"/>
                                    <a:gd name="T79" fmla="*/ 30 h 222"/>
                                    <a:gd name="T80" fmla="*/ 28 w 82"/>
                                    <a:gd name="T81" fmla="*/ 29 h 222"/>
                                    <a:gd name="T82" fmla="*/ 25 w 82"/>
                                    <a:gd name="T83" fmla="*/ 27 h 222"/>
                                    <a:gd name="T84" fmla="*/ 24 w 82"/>
                                    <a:gd name="T85" fmla="*/ 24 h 222"/>
                                    <a:gd name="T86" fmla="*/ 22 w 82"/>
                                    <a:gd name="T87" fmla="*/ 20 h 222"/>
                                    <a:gd name="T88" fmla="*/ 22 w 82"/>
                                    <a:gd name="T89" fmla="*/ 16 h 222"/>
                                    <a:gd name="T90" fmla="*/ 22 w 82"/>
                                    <a:gd name="T91" fmla="*/ 16 h 2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2" h="222">
                                      <a:moveTo>
                                        <a:pt x="0" y="222"/>
                                      </a:moveTo>
                                      <a:lnTo>
                                        <a:pt x="0" y="215"/>
                                      </a:lnTo>
                                      <a:lnTo>
                                        <a:pt x="28" y="203"/>
                                      </a:lnTo>
                                      <a:lnTo>
                                        <a:pt x="28" y="94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55" y="67"/>
                                      </a:lnTo>
                                      <a:lnTo>
                                        <a:pt x="55" y="203"/>
                                      </a:lnTo>
                                      <a:lnTo>
                                        <a:pt x="82" y="215"/>
                                      </a:lnTo>
                                      <a:lnTo>
                                        <a:pt x="82" y="222"/>
                                      </a:lnTo>
                                      <a:lnTo>
                                        <a:pt x="0" y="222"/>
                                      </a:lnTo>
                                      <a:close/>
                                      <a:moveTo>
                                        <a:pt x="22" y="16"/>
                                      </a:moveTo>
                                      <a:lnTo>
                                        <a:pt x="22" y="12"/>
                                      </a:lnTo>
                                      <a:lnTo>
                                        <a:pt x="24" y="10"/>
                                      </a:lnTo>
                                      <a:lnTo>
                                        <a:pt x="25" y="7"/>
                                      </a:lnTo>
                                      <a:lnTo>
                                        <a:pt x="28" y="3"/>
                                      </a:lnTo>
                                      <a:lnTo>
                                        <a:pt x="30" y="2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37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6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2" y="2"/>
                                      </a:lnTo>
                                      <a:lnTo>
                                        <a:pt x="55" y="3"/>
                                      </a:lnTo>
                                      <a:lnTo>
                                        <a:pt x="58" y="6"/>
                                      </a:lnTo>
                                      <a:lnTo>
                                        <a:pt x="59" y="10"/>
                                      </a:lnTo>
                                      <a:lnTo>
                                        <a:pt x="60" y="12"/>
                                      </a:lnTo>
                                      <a:lnTo>
                                        <a:pt x="60" y="16"/>
                                      </a:lnTo>
                                      <a:lnTo>
                                        <a:pt x="60" y="20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7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4" y="30"/>
                                      </a:lnTo>
                                      <a:lnTo>
                                        <a:pt x="50" y="32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42" y="33"/>
                                      </a:lnTo>
                                      <a:lnTo>
                                        <a:pt x="37" y="33"/>
                                      </a:lnTo>
                                      <a:lnTo>
                                        <a:pt x="33" y="32"/>
                                      </a:lnTo>
                                      <a:lnTo>
                                        <a:pt x="30" y="30"/>
                                      </a:lnTo>
                                      <a:lnTo>
                                        <a:pt x="28" y="29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4" y="24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2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7725" y="854710"/>
                                  <a:ext cx="57150" cy="49530"/>
                                </a:xfrm>
                                <a:custGeom>
                                  <a:avLst/>
                                  <a:gdLst>
                                    <a:gd name="T0" fmla="*/ 0 w 179"/>
                                    <a:gd name="T1" fmla="*/ 155 h 155"/>
                                    <a:gd name="T2" fmla="*/ 0 w 179"/>
                                    <a:gd name="T3" fmla="*/ 148 h 155"/>
                                    <a:gd name="T4" fmla="*/ 27 w 179"/>
                                    <a:gd name="T5" fmla="*/ 136 h 155"/>
                                    <a:gd name="T6" fmla="*/ 27 w 179"/>
                                    <a:gd name="T7" fmla="*/ 27 h 155"/>
                                    <a:gd name="T8" fmla="*/ 0 w 179"/>
                                    <a:gd name="T9" fmla="*/ 20 h 155"/>
                                    <a:gd name="T10" fmla="*/ 0 w 179"/>
                                    <a:gd name="T11" fmla="*/ 12 h 155"/>
                                    <a:gd name="T12" fmla="*/ 55 w 179"/>
                                    <a:gd name="T13" fmla="*/ 0 h 155"/>
                                    <a:gd name="T14" fmla="*/ 55 w 179"/>
                                    <a:gd name="T15" fmla="*/ 18 h 155"/>
                                    <a:gd name="T16" fmla="*/ 57 w 179"/>
                                    <a:gd name="T17" fmla="*/ 17 h 155"/>
                                    <a:gd name="T18" fmla="*/ 58 w 179"/>
                                    <a:gd name="T19" fmla="*/ 16 h 155"/>
                                    <a:gd name="T20" fmla="*/ 65 w 179"/>
                                    <a:gd name="T21" fmla="*/ 14 h 155"/>
                                    <a:gd name="T22" fmla="*/ 75 w 179"/>
                                    <a:gd name="T23" fmla="*/ 10 h 155"/>
                                    <a:gd name="T24" fmla="*/ 85 w 179"/>
                                    <a:gd name="T25" fmla="*/ 7 h 155"/>
                                    <a:gd name="T26" fmla="*/ 94 w 179"/>
                                    <a:gd name="T27" fmla="*/ 4 h 155"/>
                                    <a:gd name="T28" fmla="*/ 102 w 179"/>
                                    <a:gd name="T29" fmla="*/ 3 h 155"/>
                                    <a:gd name="T30" fmla="*/ 108 w 179"/>
                                    <a:gd name="T31" fmla="*/ 1 h 155"/>
                                    <a:gd name="T32" fmla="*/ 113 w 179"/>
                                    <a:gd name="T33" fmla="*/ 1 h 155"/>
                                    <a:gd name="T34" fmla="*/ 117 w 179"/>
                                    <a:gd name="T35" fmla="*/ 4 h 155"/>
                                    <a:gd name="T36" fmla="*/ 121 w 179"/>
                                    <a:gd name="T37" fmla="*/ 4 h 155"/>
                                    <a:gd name="T38" fmla="*/ 125 w 179"/>
                                    <a:gd name="T39" fmla="*/ 5 h 155"/>
                                    <a:gd name="T40" fmla="*/ 129 w 179"/>
                                    <a:gd name="T41" fmla="*/ 8 h 155"/>
                                    <a:gd name="T42" fmla="*/ 133 w 179"/>
                                    <a:gd name="T43" fmla="*/ 9 h 155"/>
                                    <a:gd name="T44" fmla="*/ 135 w 179"/>
                                    <a:gd name="T45" fmla="*/ 12 h 155"/>
                                    <a:gd name="T46" fmla="*/ 139 w 179"/>
                                    <a:gd name="T47" fmla="*/ 16 h 155"/>
                                    <a:gd name="T48" fmla="*/ 142 w 179"/>
                                    <a:gd name="T49" fmla="*/ 20 h 155"/>
                                    <a:gd name="T50" fmla="*/ 145 w 179"/>
                                    <a:gd name="T51" fmla="*/ 22 h 155"/>
                                    <a:gd name="T52" fmla="*/ 146 w 179"/>
                                    <a:gd name="T53" fmla="*/ 26 h 155"/>
                                    <a:gd name="T54" fmla="*/ 149 w 179"/>
                                    <a:gd name="T55" fmla="*/ 31 h 155"/>
                                    <a:gd name="T56" fmla="*/ 150 w 179"/>
                                    <a:gd name="T57" fmla="*/ 34 h 155"/>
                                    <a:gd name="T58" fmla="*/ 150 w 179"/>
                                    <a:gd name="T59" fmla="*/ 39 h 155"/>
                                    <a:gd name="T60" fmla="*/ 151 w 179"/>
                                    <a:gd name="T61" fmla="*/ 46 h 155"/>
                                    <a:gd name="T62" fmla="*/ 151 w 179"/>
                                    <a:gd name="T63" fmla="*/ 51 h 155"/>
                                    <a:gd name="T64" fmla="*/ 151 w 179"/>
                                    <a:gd name="T65" fmla="*/ 136 h 155"/>
                                    <a:gd name="T66" fmla="*/ 179 w 179"/>
                                    <a:gd name="T67" fmla="*/ 148 h 155"/>
                                    <a:gd name="T68" fmla="*/ 179 w 179"/>
                                    <a:gd name="T69" fmla="*/ 155 h 155"/>
                                    <a:gd name="T70" fmla="*/ 98 w 179"/>
                                    <a:gd name="T71" fmla="*/ 155 h 155"/>
                                    <a:gd name="T72" fmla="*/ 98 w 179"/>
                                    <a:gd name="T73" fmla="*/ 148 h 155"/>
                                    <a:gd name="T74" fmla="*/ 122 w 179"/>
                                    <a:gd name="T75" fmla="*/ 136 h 155"/>
                                    <a:gd name="T76" fmla="*/ 122 w 179"/>
                                    <a:gd name="T77" fmla="*/ 57 h 155"/>
                                    <a:gd name="T78" fmla="*/ 122 w 179"/>
                                    <a:gd name="T79" fmla="*/ 54 h 155"/>
                                    <a:gd name="T80" fmla="*/ 122 w 179"/>
                                    <a:gd name="T81" fmla="*/ 48 h 155"/>
                                    <a:gd name="T82" fmla="*/ 121 w 179"/>
                                    <a:gd name="T83" fmla="*/ 46 h 155"/>
                                    <a:gd name="T84" fmla="*/ 120 w 179"/>
                                    <a:gd name="T85" fmla="*/ 42 h 155"/>
                                    <a:gd name="T86" fmla="*/ 119 w 179"/>
                                    <a:gd name="T87" fmla="*/ 38 h 155"/>
                                    <a:gd name="T88" fmla="*/ 117 w 179"/>
                                    <a:gd name="T89" fmla="*/ 35 h 155"/>
                                    <a:gd name="T90" fmla="*/ 116 w 179"/>
                                    <a:gd name="T91" fmla="*/ 34 h 155"/>
                                    <a:gd name="T92" fmla="*/ 113 w 179"/>
                                    <a:gd name="T93" fmla="*/ 31 h 155"/>
                                    <a:gd name="T94" fmla="*/ 111 w 179"/>
                                    <a:gd name="T95" fmla="*/ 29 h 155"/>
                                    <a:gd name="T96" fmla="*/ 108 w 179"/>
                                    <a:gd name="T97" fmla="*/ 27 h 155"/>
                                    <a:gd name="T98" fmla="*/ 104 w 179"/>
                                    <a:gd name="T99" fmla="*/ 26 h 155"/>
                                    <a:gd name="T100" fmla="*/ 100 w 179"/>
                                    <a:gd name="T101" fmla="*/ 25 h 155"/>
                                    <a:gd name="T102" fmla="*/ 96 w 179"/>
                                    <a:gd name="T103" fmla="*/ 24 h 155"/>
                                    <a:gd name="T104" fmla="*/ 92 w 179"/>
                                    <a:gd name="T105" fmla="*/ 24 h 155"/>
                                    <a:gd name="T106" fmla="*/ 88 w 179"/>
                                    <a:gd name="T107" fmla="*/ 22 h 155"/>
                                    <a:gd name="T108" fmla="*/ 83 w 179"/>
                                    <a:gd name="T109" fmla="*/ 22 h 155"/>
                                    <a:gd name="T110" fmla="*/ 75 w 179"/>
                                    <a:gd name="T111" fmla="*/ 22 h 155"/>
                                    <a:gd name="T112" fmla="*/ 69 w 179"/>
                                    <a:gd name="T113" fmla="*/ 24 h 155"/>
                                    <a:gd name="T114" fmla="*/ 61 w 179"/>
                                    <a:gd name="T115" fmla="*/ 24 h 155"/>
                                    <a:gd name="T116" fmla="*/ 55 w 179"/>
                                    <a:gd name="T117" fmla="*/ 25 h 155"/>
                                    <a:gd name="T118" fmla="*/ 55 w 179"/>
                                    <a:gd name="T119" fmla="*/ 136 h 155"/>
                                    <a:gd name="T120" fmla="*/ 79 w 179"/>
                                    <a:gd name="T121" fmla="*/ 148 h 155"/>
                                    <a:gd name="T122" fmla="*/ 79 w 179"/>
                                    <a:gd name="T123" fmla="*/ 155 h 155"/>
                                    <a:gd name="T124" fmla="*/ 0 w 179"/>
                                    <a:gd name="T125" fmla="*/ 155 h 1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9" h="155">
                                      <a:moveTo>
                                        <a:pt x="0" y="155"/>
                                      </a:moveTo>
                                      <a:lnTo>
                                        <a:pt x="0" y="148"/>
                                      </a:lnTo>
                                      <a:lnTo>
                                        <a:pt x="27" y="136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5" y="18"/>
                                      </a:lnTo>
                                      <a:lnTo>
                                        <a:pt x="57" y="17"/>
                                      </a:lnTo>
                                      <a:lnTo>
                                        <a:pt x="58" y="16"/>
                                      </a:lnTo>
                                      <a:lnTo>
                                        <a:pt x="65" y="14"/>
                                      </a:lnTo>
                                      <a:lnTo>
                                        <a:pt x="75" y="10"/>
                                      </a:lnTo>
                                      <a:lnTo>
                                        <a:pt x="85" y="7"/>
                                      </a:lnTo>
                                      <a:lnTo>
                                        <a:pt x="94" y="4"/>
                                      </a:lnTo>
                                      <a:lnTo>
                                        <a:pt x="102" y="3"/>
                                      </a:lnTo>
                                      <a:lnTo>
                                        <a:pt x="108" y="1"/>
                                      </a:lnTo>
                                      <a:lnTo>
                                        <a:pt x="113" y="1"/>
                                      </a:lnTo>
                                      <a:lnTo>
                                        <a:pt x="117" y="4"/>
                                      </a:lnTo>
                                      <a:lnTo>
                                        <a:pt x="121" y="4"/>
                                      </a:lnTo>
                                      <a:lnTo>
                                        <a:pt x="125" y="5"/>
                                      </a:lnTo>
                                      <a:lnTo>
                                        <a:pt x="129" y="8"/>
                                      </a:lnTo>
                                      <a:lnTo>
                                        <a:pt x="133" y="9"/>
                                      </a:lnTo>
                                      <a:lnTo>
                                        <a:pt x="135" y="12"/>
                                      </a:lnTo>
                                      <a:lnTo>
                                        <a:pt x="139" y="16"/>
                                      </a:lnTo>
                                      <a:lnTo>
                                        <a:pt x="142" y="20"/>
                                      </a:lnTo>
                                      <a:lnTo>
                                        <a:pt x="145" y="22"/>
                                      </a:lnTo>
                                      <a:lnTo>
                                        <a:pt x="146" y="26"/>
                                      </a:lnTo>
                                      <a:lnTo>
                                        <a:pt x="149" y="31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0" y="39"/>
                                      </a:lnTo>
                                      <a:lnTo>
                                        <a:pt x="151" y="46"/>
                                      </a:lnTo>
                                      <a:lnTo>
                                        <a:pt x="151" y="51"/>
                                      </a:lnTo>
                                      <a:lnTo>
                                        <a:pt x="151" y="136"/>
                                      </a:lnTo>
                                      <a:lnTo>
                                        <a:pt x="179" y="148"/>
                                      </a:lnTo>
                                      <a:lnTo>
                                        <a:pt x="179" y="155"/>
                                      </a:lnTo>
                                      <a:lnTo>
                                        <a:pt x="98" y="155"/>
                                      </a:lnTo>
                                      <a:lnTo>
                                        <a:pt x="98" y="148"/>
                                      </a:lnTo>
                                      <a:lnTo>
                                        <a:pt x="122" y="136"/>
                                      </a:lnTo>
                                      <a:lnTo>
                                        <a:pt x="122" y="57"/>
                                      </a:lnTo>
                                      <a:lnTo>
                                        <a:pt x="122" y="54"/>
                                      </a:lnTo>
                                      <a:lnTo>
                                        <a:pt x="122" y="48"/>
                                      </a:lnTo>
                                      <a:lnTo>
                                        <a:pt x="121" y="46"/>
                                      </a:lnTo>
                                      <a:lnTo>
                                        <a:pt x="120" y="42"/>
                                      </a:lnTo>
                                      <a:lnTo>
                                        <a:pt x="119" y="38"/>
                                      </a:lnTo>
                                      <a:lnTo>
                                        <a:pt x="117" y="35"/>
                                      </a:lnTo>
                                      <a:lnTo>
                                        <a:pt x="116" y="34"/>
                                      </a:lnTo>
                                      <a:lnTo>
                                        <a:pt x="113" y="31"/>
                                      </a:lnTo>
                                      <a:lnTo>
                                        <a:pt x="111" y="29"/>
                                      </a:lnTo>
                                      <a:lnTo>
                                        <a:pt x="108" y="27"/>
                                      </a:lnTo>
                                      <a:lnTo>
                                        <a:pt x="104" y="26"/>
                                      </a:lnTo>
                                      <a:lnTo>
                                        <a:pt x="100" y="25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2" y="24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3" y="22"/>
                                      </a:lnTo>
                                      <a:lnTo>
                                        <a:pt x="75" y="22"/>
                                      </a:lnTo>
                                      <a:lnTo>
                                        <a:pt x="69" y="24"/>
                                      </a:lnTo>
                                      <a:lnTo>
                                        <a:pt x="61" y="24"/>
                                      </a:lnTo>
                                      <a:lnTo>
                                        <a:pt x="55" y="25"/>
                                      </a:lnTo>
                                      <a:lnTo>
                                        <a:pt x="55" y="136"/>
                                      </a:lnTo>
                                      <a:lnTo>
                                        <a:pt x="79" y="148"/>
                                      </a:lnTo>
                                      <a:lnTo>
                                        <a:pt x="79" y="155"/>
                                      </a:lnTo>
                                      <a:lnTo>
                                        <a:pt x="0" y="1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3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09955" y="833755"/>
                                  <a:ext cx="26035" cy="70485"/>
                                </a:xfrm>
                                <a:custGeom>
                                  <a:avLst/>
                                  <a:gdLst>
                                    <a:gd name="T0" fmla="*/ 0 w 81"/>
                                    <a:gd name="T1" fmla="*/ 222 h 222"/>
                                    <a:gd name="T2" fmla="*/ 0 w 81"/>
                                    <a:gd name="T3" fmla="*/ 215 h 222"/>
                                    <a:gd name="T4" fmla="*/ 26 w 81"/>
                                    <a:gd name="T5" fmla="*/ 203 h 222"/>
                                    <a:gd name="T6" fmla="*/ 26 w 81"/>
                                    <a:gd name="T7" fmla="*/ 94 h 222"/>
                                    <a:gd name="T8" fmla="*/ 0 w 81"/>
                                    <a:gd name="T9" fmla="*/ 87 h 222"/>
                                    <a:gd name="T10" fmla="*/ 0 w 81"/>
                                    <a:gd name="T11" fmla="*/ 79 h 222"/>
                                    <a:gd name="T12" fmla="*/ 54 w 81"/>
                                    <a:gd name="T13" fmla="*/ 67 h 222"/>
                                    <a:gd name="T14" fmla="*/ 54 w 81"/>
                                    <a:gd name="T15" fmla="*/ 203 h 222"/>
                                    <a:gd name="T16" fmla="*/ 81 w 81"/>
                                    <a:gd name="T17" fmla="*/ 215 h 222"/>
                                    <a:gd name="T18" fmla="*/ 81 w 81"/>
                                    <a:gd name="T19" fmla="*/ 222 h 222"/>
                                    <a:gd name="T20" fmla="*/ 0 w 81"/>
                                    <a:gd name="T21" fmla="*/ 222 h 222"/>
                                    <a:gd name="T22" fmla="*/ 0 w 81"/>
                                    <a:gd name="T23" fmla="*/ 222 h 222"/>
                                    <a:gd name="T24" fmla="*/ 22 w 81"/>
                                    <a:gd name="T25" fmla="*/ 16 h 222"/>
                                    <a:gd name="T26" fmla="*/ 22 w 81"/>
                                    <a:gd name="T27" fmla="*/ 12 h 222"/>
                                    <a:gd name="T28" fmla="*/ 22 w 81"/>
                                    <a:gd name="T29" fmla="*/ 10 h 222"/>
                                    <a:gd name="T30" fmla="*/ 24 w 81"/>
                                    <a:gd name="T31" fmla="*/ 7 h 222"/>
                                    <a:gd name="T32" fmla="*/ 26 w 81"/>
                                    <a:gd name="T33" fmla="*/ 3 h 222"/>
                                    <a:gd name="T34" fmla="*/ 28 w 81"/>
                                    <a:gd name="T35" fmla="*/ 2 h 222"/>
                                    <a:gd name="T36" fmla="*/ 32 w 81"/>
                                    <a:gd name="T37" fmla="*/ 0 h 222"/>
                                    <a:gd name="T38" fmla="*/ 35 w 81"/>
                                    <a:gd name="T39" fmla="*/ 0 h 222"/>
                                    <a:gd name="T40" fmla="*/ 40 w 81"/>
                                    <a:gd name="T41" fmla="*/ 0 h 222"/>
                                    <a:gd name="T42" fmla="*/ 45 w 81"/>
                                    <a:gd name="T43" fmla="*/ 0 h 222"/>
                                    <a:gd name="T44" fmla="*/ 48 w 81"/>
                                    <a:gd name="T45" fmla="*/ 0 h 222"/>
                                    <a:gd name="T46" fmla="*/ 52 w 81"/>
                                    <a:gd name="T47" fmla="*/ 2 h 222"/>
                                    <a:gd name="T48" fmla="*/ 54 w 81"/>
                                    <a:gd name="T49" fmla="*/ 3 h 222"/>
                                    <a:gd name="T50" fmla="*/ 57 w 81"/>
                                    <a:gd name="T51" fmla="*/ 6 h 222"/>
                                    <a:gd name="T52" fmla="*/ 58 w 81"/>
                                    <a:gd name="T53" fmla="*/ 10 h 222"/>
                                    <a:gd name="T54" fmla="*/ 60 w 81"/>
                                    <a:gd name="T55" fmla="*/ 12 h 222"/>
                                    <a:gd name="T56" fmla="*/ 60 w 81"/>
                                    <a:gd name="T57" fmla="*/ 16 h 222"/>
                                    <a:gd name="T58" fmla="*/ 60 w 81"/>
                                    <a:gd name="T59" fmla="*/ 20 h 222"/>
                                    <a:gd name="T60" fmla="*/ 58 w 81"/>
                                    <a:gd name="T61" fmla="*/ 24 h 222"/>
                                    <a:gd name="T62" fmla="*/ 57 w 81"/>
                                    <a:gd name="T63" fmla="*/ 27 h 222"/>
                                    <a:gd name="T64" fmla="*/ 54 w 81"/>
                                    <a:gd name="T65" fmla="*/ 29 h 222"/>
                                    <a:gd name="T66" fmla="*/ 52 w 81"/>
                                    <a:gd name="T67" fmla="*/ 30 h 222"/>
                                    <a:gd name="T68" fmla="*/ 48 w 81"/>
                                    <a:gd name="T69" fmla="*/ 32 h 222"/>
                                    <a:gd name="T70" fmla="*/ 45 w 81"/>
                                    <a:gd name="T71" fmla="*/ 33 h 222"/>
                                    <a:gd name="T72" fmla="*/ 40 w 81"/>
                                    <a:gd name="T73" fmla="*/ 33 h 222"/>
                                    <a:gd name="T74" fmla="*/ 36 w 81"/>
                                    <a:gd name="T75" fmla="*/ 33 h 222"/>
                                    <a:gd name="T76" fmla="*/ 32 w 81"/>
                                    <a:gd name="T77" fmla="*/ 32 h 222"/>
                                    <a:gd name="T78" fmla="*/ 28 w 81"/>
                                    <a:gd name="T79" fmla="*/ 30 h 222"/>
                                    <a:gd name="T80" fmla="*/ 26 w 81"/>
                                    <a:gd name="T81" fmla="*/ 29 h 222"/>
                                    <a:gd name="T82" fmla="*/ 24 w 81"/>
                                    <a:gd name="T83" fmla="*/ 27 h 222"/>
                                    <a:gd name="T84" fmla="*/ 22 w 81"/>
                                    <a:gd name="T85" fmla="*/ 24 h 222"/>
                                    <a:gd name="T86" fmla="*/ 22 w 81"/>
                                    <a:gd name="T87" fmla="*/ 20 h 222"/>
                                    <a:gd name="T88" fmla="*/ 22 w 81"/>
                                    <a:gd name="T89" fmla="*/ 16 h 222"/>
                                    <a:gd name="T90" fmla="*/ 22 w 81"/>
                                    <a:gd name="T91" fmla="*/ 16 h 2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1" h="222">
                                      <a:moveTo>
                                        <a:pt x="0" y="222"/>
                                      </a:moveTo>
                                      <a:lnTo>
                                        <a:pt x="0" y="215"/>
                                      </a:lnTo>
                                      <a:lnTo>
                                        <a:pt x="26" y="203"/>
                                      </a:lnTo>
                                      <a:lnTo>
                                        <a:pt x="26" y="94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54" y="67"/>
                                      </a:lnTo>
                                      <a:lnTo>
                                        <a:pt x="54" y="203"/>
                                      </a:lnTo>
                                      <a:lnTo>
                                        <a:pt x="81" y="215"/>
                                      </a:lnTo>
                                      <a:lnTo>
                                        <a:pt x="81" y="222"/>
                                      </a:lnTo>
                                      <a:lnTo>
                                        <a:pt x="0" y="222"/>
                                      </a:lnTo>
                                      <a:close/>
                                      <a:moveTo>
                                        <a:pt x="22" y="16"/>
                                      </a:moveTo>
                                      <a:lnTo>
                                        <a:pt x="22" y="12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4" y="7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8" y="2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5" y="0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45" y="0"/>
                                      </a:lnTo>
                                      <a:lnTo>
                                        <a:pt x="48" y="0"/>
                                      </a:lnTo>
                                      <a:lnTo>
                                        <a:pt x="52" y="2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10"/>
                                      </a:lnTo>
                                      <a:lnTo>
                                        <a:pt x="60" y="12"/>
                                      </a:lnTo>
                                      <a:lnTo>
                                        <a:pt x="60" y="16"/>
                                      </a:lnTo>
                                      <a:lnTo>
                                        <a:pt x="60" y="20"/>
                                      </a:lnTo>
                                      <a:lnTo>
                                        <a:pt x="58" y="24"/>
                                      </a:lnTo>
                                      <a:lnTo>
                                        <a:pt x="57" y="27"/>
                                      </a:lnTo>
                                      <a:lnTo>
                                        <a:pt x="54" y="29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48" y="32"/>
                                      </a:lnTo>
                                      <a:lnTo>
                                        <a:pt x="45" y="33"/>
                                      </a:lnTo>
                                      <a:lnTo>
                                        <a:pt x="40" y="33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32" y="32"/>
                                      </a:lnTo>
                                      <a:lnTo>
                                        <a:pt x="28" y="30"/>
                                      </a:lnTo>
                                      <a:lnTo>
                                        <a:pt x="26" y="29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2" y="24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2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42975" y="833120"/>
                                  <a:ext cx="54610" cy="71120"/>
                                </a:xfrm>
                                <a:custGeom>
                                  <a:avLst/>
                                  <a:gdLst>
                                    <a:gd name="T0" fmla="*/ 1 w 172"/>
                                    <a:gd name="T1" fmla="*/ 223 h 223"/>
                                    <a:gd name="T2" fmla="*/ 1 w 172"/>
                                    <a:gd name="T3" fmla="*/ 216 h 223"/>
                                    <a:gd name="T4" fmla="*/ 28 w 172"/>
                                    <a:gd name="T5" fmla="*/ 204 h 223"/>
                                    <a:gd name="T6" fmla="*/ 28 w 172"/>
                                    <a:gd name="T7" fmla="*/ 28 h 223"/>
                                    <a:gd name="T8" fmla="*/ 0 w 172"/>
                                    <a:gd name="T9" fmla="*/ 20 h 223"/>
                                    <a:gd name="T10" fmla="*/ 0 w 172"/>
                                    <a:gd name="T11" fmla="*/ 13 h 223"/>
                                    <a:gd name="T12" fmla="*/ 56 w 172"/>
                                    <a:gd name="T13" fmla="*/ 0 h 223"/>
                                    <a:gd name="T14" fmla="*/ 56 w 172"/>
                                    <a:gd name="T15" fmla="*/ 204 h 223"/>
                                    <a:gd name="T16" fmla="*/ 83 w 172"/>
                                    <a:gd name="T17" fmla="*/ 216 h 223"/>
                                    <a:gd name="T18" fmla="*/ 83 w 172"/>
                                    <a:gd name="T19" fmla="*/ 223 h 223"/>
                                    <a:gd name="T20" fmla="*/ 1 w 172"/>
                                    <a:gd name="T21" fmla="*/ 223 h 223"/>
                                    <a:gd name="T22" fmla="*/ 1 w 172"/>
                                    <a:gd name="T23" fmla="*/ 223 h 223"/>
                                    <a:gd name="T24" fmla="*/ 91 w 172"/>
                                    <a:gd name="T25" fmla="*/ 132 h 223"/>
                                    <a:gd name="T26" fmla="*/ 150 w 172"/>
                                    <a:gd name="T27" fmla="*/ 205 h 223"/>
                                    <a:gd name="T28" fmla="*/ 172 w 172"/>
                                    <a:gd name="T29" fmla="*/ 216 h 223"/>
                                    <a:gd name="T30" fmla="*/ 172 w 172"/>
                                    <a:gd name="T31" fmla="*/ 223 h 223"/>
                                    <a:gd name="T32" fmla="*/ 125 w 172"/>
                                    <a:gd name="T33" fmla="*/ 223 h 223"/>
                                    <a:gd name="T34" fmla="*/ 61 w 172"/>
                                    <a:gd name="T35" fmla="*/ 141 h 223"/>
                                    <a:gd name="T36" fmla="*/ 115 w 172"/>
                                    <a:gd name="T37" fmla="*/ 88 h 223"/>
                                    <a:gd name="T38" fmla="*/ 94 w 172"/>
                                    <a:gd name="T39" fmla="*/ 80 h 223"/>
                                    <a:gd name="T40" fmla="*/ 94 w 172"/>
                                    <a:gd name="T41" fmla="*/ 72 h 223"/>
                                    <a:gd name="T42" fmla="*/ 168 w 172"/>
                                    <a:gd name="T43" fmla="*/ 72 h 223"/>
                                    <a:gd name="T44" fmla="*/ 168 w 172"/>
                                    <a:gd name="T45" fmla="*/ 80 h 223"/>
                                    <a:gd name="T46" fmla="*/ 137 w 172"/>
                                    <a:gd name="T47" fmla="*/ 89 h 223"/>
                                    <a:gd name="T48" fmla="*/ 91 w 172"/>
                                    <a:gd name="T49" fmla="*/ 132 h 223"/>
                                    <a:gd name="T50" fmla="*/ 91 w 172"/>
                                    <a:gd name="T51" fmla="*/ 132 h 2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172" h="223">
                                      <a:moveTo>
                                        <a:pt x="1" y="223"/>
                                      </a:moveTo>
                                      <a:lnTo>
                                        <a:pt x="1" y="216"/>
                                      </a:lnTo>
                                      <a:lnTo>
                                        <a:pt x="28" y="204"/>
                                      </a:lnTo>
                                      <a:lnTo>
                                        <a:pt x="28" y="28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6" y="204"/>
                                      </a:lnTo>
                                      <a:lnTo>
                                        <a:pt x="83" y="216"/>
                                      </a:lnTo>
                                      <a:lnTo>
                                        <a:pt x="83" y="223"/>
                                      </a:lnTo>
                                      <a:lnTo>
                                        <a:pt x="1" y="223"/>
                                      </a:lnTo>
                                      <a:close/>
                                      <a:moveTo>
                                        <a:pt x="91" y="132"/>
                                      </a:moveTo>
                                      <a:lnTo>
                                        <a:pt x="150" y="205"/>
                                      </a:lnTo>
                                      <a:lnTo>
                                        <a:pt x="172" y="216"/>
                                      </a:lnTo>
                                      <a:lnTo>
                                        <a:pt x="172" y="223"/>
                                      </a:lnTo>
                                      <a:lnTo>
                                        <a:pt x="125" y="223"/>
                                      </a:lnTo>
                                      <a:lnTo>
                                        <a:pt x="61" y="141"/>
                                      </a:lnTo>
                                      <a:lnTo>
                                        <a:pt x="115" y="88"/>
                                      </a:lnTo>
                                      <a:lnTo>
                                        <a:pt x="94" y="80"/>
                                      </a:lnTo>
                                      <a:lnTo>
                                        <a:pt x="94" y="72"/>
                                      </a:lnTo>
                                      <a:lnTo>
                                        <a:pt x="168" y="72"/>
                                      </a:lnTo>
                                      <a:lnTo>
                                        <a:pt x="168" y="80"/>
                                      </a:lnTo>
                                      <a:lnTo>
                                        <a:pt x="137" y="89"/>
                                      </a:lnTo>
                                      <a:lnTo>
                                        <a:pt x="91" y="1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1395" y="854075"/>
                                  <a:ext cx="55880" cy="51435"/>
                                </a:xfrm>
                                <a:custGeom>
                                  <a:avLst/>
                                  <a:gdLst>
                                    <a:gd name="T0" fmla="*/ 123 w 176"/>
                                    <a:gd name="T1" fmla="*/ 160 h 160"/>
                                    <a:gd name="T2" fmla="*/ 123 w 176"/>
                                    <a:gd name="T3" fmla="*/ 142 h 160"/>
                                    <a:gd name="T4" fmla="*/ 120 w 176"/>
                                    <a:gd name="T5" fmla="*/ 143 h 160"/>
                                    <a:gd name="T6" fmla="*/ 104 w 176"/>
                                    <a:gd name="T7" fmla="*/ 150 h 160"/>
                                    <a:gd name="T8" fmla="*/ 94 w 176"/>
                                    <a:gd name="T9" fmla="*/ 154 h 160"/>
                                    <a:gd name="T10" fmla="*/ 85 w 176"/>
                                    <a:gd name="T11" fmla="*/ 156 h 160"/>
                                    <a:gd name="T12" fmla="*/ 74 w 176"/>
                                    <a:gd name="T13" fmla="*/ 159 h 160"/>
                                    <a:gd name="T14" fmla="*/ 68 w 176"/>
                                    <a:gd name="T15" fmla="*/ 159 h 160"/>
                                    <a:gd name="T16" fmla="*/ 63 w 176"/>
                                    <a:gd name="T17" fmla="*/ 159 h 160"/>
                                    <a:gd name="T18" fmla="*/ 59 w 176"/>
                                    <a:gd name="T19" fmla="*/ 158 h 160"/>
                                    <a:gd name="T20" fmla="*/ 55 w 176"/>
                                    <a:gd name="T21" fmla="*/ 156 h 160"/>
                                    <a:gd name="T22" fmla="*/ 51 w 176"/>
                                    <a:gd name="T23" fmla="*/ 156 h 160"/>
                                    <a:gd name="T24" fmla="*/ 47 w 176"/>
                                    <a:gd name="T25" fmla="*/ 154 h 160"/>
                                    <a:gd name="T26" fmla="*/ 44 w 176"/>
                                    <a:gd name="T27" fmla="*/ 151 h 160"/>
                                    <a:gd name="T28" fmla="*/ 42 w 176"/>
                                    <a:gd name="T29" fmla="*/ 149 h 160"/>
                                    <a:gd name="T30" fmla="*/ 38 w 176"/>
                                    <a:gd name="T31" fmla="*/ 146 h 160"/>
                                    <a:gd name="T32" fmla="*/ 35 w 176"/>
                                    <a:gd name="T33" fmla="*/ 143 h 160"/>
                                    <a:gd name="T34" fmla="*/ 34 w 176"/>
                                    <a:gd name="T35" fmla="*/ 139 h 160"/>
                                    <a:gd name="T36" fmla="*/ 31 w 176"/>
                                    <a:gd name="T37" fmla="*/ 136 h 160"/>
                                    <a:gd name="T38" fmla="*/ 30 w 176"/>
                                    <a:gd name="T39" fmla="*/ 130 h 160"/>
                                    <a:gd name="T40" fmla="*/ 29 w 176"/>
                                    <a:gd name="T41" fmla="*/ 126 h 160"/>
                                    <a:gd name="T42" fmla="*/ 27 w 176"/>
                                    <a:gd name="T43" fmla="*/ 121 h 160"/>
                                    <a:gd name="T44" fmla="*/ 27 w 176"/>
                                    <a:gd name="T45" fmla="*/ 116 h 160"/>
                                    <a:gd name="T46" fmla="*/ 26 w 176"/>
                                    <a:gd name="T47" fmla="*/ 111 h 160"/>
                                    <a:gd name="T48" fmla="*/ 26 w 176"/>
                                    <a:gd name="T49" fmla="*/ 27 h 160"/>
                                    <a:gd name="T50" fmla="*/ 0 w 176"/>
                                    <a:gd name="T51" fmla="*/ 19 h 160"/>
                                    <a:gd name="T52" fmla="*/ 0 w 176"/>
                                    <a:gd name="T53" fmla="*/ 13 h 160"/>
                                    <a:gd name="T54" fmla="*/ 55 w 176"/>
                                    <a:gd name="T55" fmla="*/ 0 h 160"/>
                                    <a:gd name="T56" fmla="*/ 55 w 176"/>
                                    <a:gd name="T57" fmla="*/ 104 h 160"/>
                                    <a:gd name="T58" fmla="*/ 55 w 176"/>
                                    <a:gd name="T59" fmla="*/ 108 h 160"/>
                                    <a:gd name="T60" fmla="*/ 56 w 176"/>
                                    <a:gd name="T61" fmla="*/ 112 h 160"/>
                                    <a:gd name="T62" fmla="*/ 56 w 176"/>
                                    <a:gd name="T63" fmla="*/ 117 h 160"/>
                                    <a:gd name="T64" fmla="*/ 57 w 176"/>
                                    <a:gd name="T65" fmla="*/ 120 h 160"/>
                                    <a:gd name="T66" fmla="*/ 59 w 176"/>
                                    <a:gd name="T67" fmla="*/ 124 h 160"/>
                                    <a:gd name="T68" fmla="*/ 60 w 176"/>
                                    <a:gd name="T69" fmla="*/ 126 h 160"/>
                                    <a:gd name="T70" fmla="*/ 61 w 176"/>
                                    <a:gd name="T71" fmla="*/ 129 h 160"/>
                                    <a:gd name="T72" fmla="*/ 63 w 176"/>
                                    <a:gd name="T73" fmla="*/ 130 h 160"/>
                                    <a:gd name="T74" fmla="*/ 65 w 176"/>
                                    <a:gd name="T75" fmla="*/ 133 h 160"/>
                                    <a:gd name="T76" fmla="*/ 68 w 176"/>
                                    <a:gd name="T77" fmla="*/ 134 h 160"/>
                                    <a:gd name="T78" fmla="*/ 72 w 176"/>
                                    <a:gd name="T79" fmla="*/ 136 h 160"/>
                                    <a:gd name="T80" fmla="*/ 74 w 176"/>
                                    <a:gd name="T81" fmla="*/ 137 h 160"/>
                                    <a:gd name="T82" fmla="*/ 82 w 176"/>
                                    <a:gd name="T83" fmla="*/ 138 h 160"/>
                                    <a:gd name="T84" fmla="*/ 91 w 176"/>
                                    <a:gd name="T85" fmla="*/ 138 h 160"/>
                                    <a:gd name="T86" fmla="*/ 99 w 176"/>
                                    <a:gd name="T87" fmla="*/ 138 h 160"/>
                                    <a:gd name="T88" fmla="*/ 107 w 176"/>
                                    <a:gd name="T89" fmla="*/ 138 h 160"/>
                                    <a:gd name="T90" fmla="*/ 116 w 176"/>
                                    <a:gd name="T91" fmla="*/ 137 h 160"/>
                                    <a:gd name="T92" fmla="*/ 123 w 176"/>
                                    <a:gd name="T93" fmla="*/ 136 h 160"/>
                                    <a:gd name="T94" fmla="*/ 123 w 176"/>
                                    <a:gd name="T95" fmla="*/ 27 h 160"/>
                                    <a:gd name="T96" fmla="*/ 96 w 176"/>
                                    <a:gd name="T97" fmla="*/ 19 h 160"/>
                                    <a:gd name="T98" fmla="*/ 96 w 176"/>
                                    <a:gd name="T99" fmla="*/ 13 h 160"/>
                                    <a:gd name="T100" fmla="*/ 151 w 176"/>
                                    <a:gd name="T101" fmla="*/ 0 h 160"/>
                                    <a:gd name="T102" fmla="*/ 151 w 176"/>
                                    <a:gd name="T103" fmla="*/ 133 h 160"/>
                                    <a:gd name="T104" fmla="*/ 176 w 176"/>
                                    <a:gd name="T105" fmla="*/ 141 h 160"/>
                                    <a:gd name="T106" fmla="*/ 176 w 176"/>
                                    <a:gd name="T107" fmla="*/ 147 h 160"/>
                                    <a:gd name="T108" fmla="*/ 123 w 176"/>
                                    <a:gd name="T109" fmla="*/ 160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176" h="160">
                                      <a:moveTo>
                                        <a:pt x="123" y="160"/>
                                      </a:moveTo>
                                      <a:lnTo>
                                        <a:pt x="123" y="142"/>
                                      </a:lnTo>
                                      <a:lnTo>
                                        <a:pt x="120" y="143"/>
                                      </a:lnTo>
                                      <a:lnTo>
                                        <a:pt x="104" y="150"/>
                                      </a:lnTo>
                                      <a:lnTo>
                                        <a:pt x="94" y="154"/>
                                      </a:lnTo>
                                      <a:lnTo>
                                        <a:pt x="85" y="156"/>
                                      </a:lnTo>
                                      <a:lnTo>
                                        <a:pt x="74" y="159"/>
                                      </a:lnTo>
                                      <a:lnTo>
                                        <a:pt x="68" y="159"/>
                                      </a:lnTo>
                                      <a:lnTo>
                                        <a:pt x="63" y="159"/>
                                      </a:lnTo>
                                      <a:lnTo>
                                        <a:pt x="59" y="158"/>
                                      </a:lnTo>
                                      <a:lnTo>
                                        <a:pt x="55" y="156"/>
                                      </a:lnTo>
                                      <a:lnTo>
                                        <a:pt x="51" y="156"/>
                                      </a:lnTo>
                                      <a:lnTo>
                                        <a:pt x="47" y="154"/>
                                      </a:lnTo>
                                      <a:lnTo>
                                        <a:pt x="44" y="151"/>
                                      </a:lnTo>
                                      <a:lnTo>
                                        <a:pt x="42" y="149"/>
                                      </a:lnTo>
                                      <a:lnTo>
                                        <a:pt x="38" y="146"/>
                                      </a:lnTo>
                                      <a:lnTo>
                                        <a:pt x="35" y="143"/>
                                      </a:lnTo>
                                      <a:lnTo>
                                        <a:pt x="34" y="139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29" y="126"/>
                                      </a:lnTo>
                                      <a:lnTo>
                                        <a:pt x="27" y="121"/>
                                      </a:lnTo>
                                      <a:lnTo>
                                        <a:pt x="27" y="116"/>
                                      </a:lnTo>
                                      <a:lnTo>
                                        <a:pt x="26" y="111"/>
                                      </a:lnTo>
                                      <a:lnTo>
                                        <a:pt x="26" y="27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5" y="104"/>
                                      </a:lnTo>
                                      <a:lnTo>
                                        <a:pt x="55" y="108"/>
                                      </a:lnTo>
                                      <a:lnTo>
                                        <a:pt x="56" y="112"/>
                                      </a:lnTo>
                                      <a:lnTo>
                                        <a:pt x="56" y="117"/>
                                      </a:lnTo>
                                      <a:lnTo>
                                        <a:pt x="57" y="120"/>
                                      </a:lnTo>
                                      <a:lnTo>
                                        <a:pt x="59" y="124"/>
                                      </a:lnTo>
                                      <a:lnTo>
                                        <a:pt x="60" y="126"/>
                                      </a:lnTo>
                                      <a:lnTo>
                                        <a:pt x="61" y="129"/>
                                      </a:lnTo>
                                      <a:lnTo>
                                        <a:pt x="63" y="130"/>
                                      </a:lnTo>
                                      <a:lnTo>
                                        <a:pt x="65" y="133"/>
                                      </a:lnTo>
                                      <a:lnTo>
                                        <a:pt x="68" y="134"/>
                                      </a:lnTo>
                                      <a:lnTo>
                                        <a:pt x="72" y="136"/>
                                      </a:lnTo>
                                      <a:lnTo>
                                        <a:pt x="74" y="137"/>
                                      </a:lnTo>
                                      <a:lnTo>
                                        <a:pt x="82" y="138"/>
                                      </a:lnTo>
                                      <a:lnTo>
                                        <a:pt x="91" y="138"/>
                                      </a:lnTo>
                                      <a:lnTo>
                                        <a:pt x="99" y="138"/>
                                      </a:lnTo>
                                      <a:lnTo>
                                        <a:pt x="107" y="138"/>
                                      </a:lnTo>
                                      <a:lnTo>
                                        <a:pt x="116" y="137"/>
                                      </a:lnTo>
                                      <a:lnTo>
                                        <a:pt x="123" y="136"/>
                                      </a:lnTo>
                                      <a:lnTo>
                                        <a:pt x="123" y="27"/>
                                      </a:lnTo>
                                      <a:lnTo>
                                        <a:pt x="96" y="19"/>
                                      </a:lnTo>
                                      <a:lnTo>
                                        <a:pt x="96" y="13"/>
                                      </a:lnTo>
                                      <a:lnTo>
                                        <a:pt x="151" y="0"/>
                                      </a:lnTo>
                                      <a:lnTo>
                                        <a:pt x="151" y="133"/>
                                      </a:lnTo>
                                      <a:lnTo>
                                        <a:pt x="176" y="141"/>
                                      </a:lnTo>
                                      <a:lnTo>
                                        <a:pt x="176" y="147"/>
                                      </a:lnTo>
                                      <a:lnTo>
                                        <a:pt x="123" y="1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260" y="854075"/>
                                  <a:ext cx="85725" cy="50165"/>
                                </a:xfrm>
                                <a:custGeom>
                                  <a:avLst/>
                                  <a:gdLst>
                                    <a:gd name="T0" fmla="*/ 0 w 270"/>
                                    <a:gd name="T1" fmla="*/ 149 h 156"/>
                                    <a:gd name="T2" fmla="*/ 26 w 270"/>
                                    <a:gd name="T3" fmla="*/ 28 h 156"/>
                                    <a:gd name="T4" fmla="*/ 0 w 270"/>
                                    <a:gd name="T5" fmla="*/ 13 h 156"/>
                                    <a:gd name="T6" fmla="*/ 55 w 270"/>
                                    <a:gd name="T7" fmla="*/ 19 h 156"/>
                                    <a:gd name="T8" fmla="*/ 76 w 270"/>
                                    <a:gd name="T9" fmla="*/ 10 h 156"/>
                                    <a:gd name="T10" fmla="*/ 95 w 270"/>
                                    <a:gd name="T11" fmla="*/ 2 h 156"/>
                                    <a:gd name="T12" fmla="*/ 107 w 270"/>
                                    <a:gd name="T13" fmla="*/ 2 h 156"/>
                                    <a:gd name="T14" fmla="*/ 118 w 270"/>
                                    <a:gd name="T15" fmla="*/ 2 h 156"/>
                                    <a:gd name="T16" fmla="*/ 125 w 270"/>
                                    <a:gd name="T17" fmla="*/ 6 h 156"/>
                                    <a:gd name="T18" fmla="*/ 133 w 270"/>
                                    <a:gd name="T19" fmla="*/ 11 h 156"/>
                                    <a:gd name="T20" fmla="*/ 140 w 270"/>
                                    <a:gd name="T21" fmla="*/ 21 h 156"/>
                                    <a:gd name="T22" fmla="*/ 144 w 270"/>
                                    <a:gd name="T23" fmla="*/ 19 h 156"/>
                                    <a:gd name="T24" fmla="*/ 152 w 270"/>
                                    <a:gd name="T25" fmla="*/ 15 h 156"/>
                                    <a:gd name="T26" fmla="*/ 165 w 270"/>
                                    <a:gd name="T27" fmla="*/ 10 h 156"/>
                                    <a:gd name="T28" fmla="*/ 186 w 270"/>
                                    <a:gd name="T29" fmla="*/ 4 h 156"/>
                                    <a:gd name="T30" fmla="*/ 200 w 270"/>
                                    <a:gd name="T31" fmla="*/ 1 h 156"/>
                                    <a:gd name="T32" fmla="*/ 209 w 270"/>
                                    <a:gd name="T33" fmla="*/ 2 h 156"/>
                                    <a:gd name="T34" fmla="*/ 217 w 270"/>
                                    <a:gd name="T35" fmla="*/ 5 h 156"/>
                                    <a:gd name="T36" fmla="*/ 225 w 270"/>
                                    <a:gd name="T37" fmla="*/ 9 h 156"/>
                                    <a:gd name="T38" fmla="*/ 231 w 270"/>
                                    <a:gd name="T39" fmla="*/ 14 h 156"/>
                                    <a:gd name="T40" fmla="*/ 236 w 270"/>
                                    <a:gd name="T41" fmla="*/ 22 h 156"/>
                                    <a:gd name="T42" fmla="*/ 240 w 270"/>
                                    <a:gd name="T43" fmla="*/ 30 h 156"/>
                                    <a:gd name="T44" fmla="*/ 243 w 270"/>
                                    <a:gd name="T45" fmla="*/ 39 h 156"/>
                                    <a:gd name="T46" fmla="*/ 244 w 270"/>
                                    <a:gd name="T47" fmla="*/ 52 h 156"/>
                                    <a:gd name="T48" fmla="*/ 270 w 270"/>
                                    <a:gd name="T49" fmla="*/ 149 h 156"/>
                                    <a:gd name="T50" fmla="*/ 191 w 270"/>
                                    <a:gd name="T51" fmla="*/ 156 h 156"/>
                                    <a:gd name="T52" fmla="*/ 216 w 270"/>
                                    <a:gd name="T53" fmla="*/ 137 h 156"/>
                                    <a:gd name="T54" fmla="*/ 216 w 270"/>
                                    <a:gd name="T55" fmla="*/ 53 h 156"/>
                                    <a:gd name="T56" fmla="*/ 214 w 270"/>
                                    <a:gd name="T57" fmla="*/ 45 h 156"/>
                                    <a:gd name="T58" fmla="*/ 212 w 270"/>
                                    <a:gd name="T59" fmla="*/ 39 h 156"/>
                                    <a:gd name="T60" fmla="*/ 208 w 270"/>
                                    <a:gd name="T61" fmla="*/ 32 h 156"/>
                                    <a:gd name="T62" fmla="*/ 204 w 270"/>
                                    <a:gd name="T63" fmla="*/ 28 h 156"/>
                                    <a:gd name="T64" fmla="*/ 197 w 270"/>
                                    <a:gd name="T65" fmla="*/ 26 h 156"/>
                                    <a:gd name="T66" fmla="*/ 189 w 270"/>
                                    <a:gd name="T67" fmla="*/ 23 h 156"/>
                                    <a:gd name="T68" fmla="*/ 180 w 270"/>
                                    <a:gd name="T69" fmla="*/ 22 h 156"/>
                                    <a:gd name="T70" fmla="*/ 166 w 270"/>
                                    <a:gd name="T71" fmla="*/ 22 h 156"/>
                                    <a:gd name="T72" fmla="*/ 150 w 270"/>
                                    <a:gd name="T73" fmla="*/ 25 h 156"/>
                                    <a:gd name="T74" fmla="*/ 145 w 270"/>
                                    <a:gd name="T75" fmla="*/ 32 h 156"/>
                                    <a:gd name="T76" fmla="*/ 148 w 270"/>
                                    <a:gd name="T77" fmla="*/ 45 h 156"/>
                                    <a:gd name="T78" fmla="*/ 148 w 270"/>
                                    <a:gd name="T79" fmla="*/ 137 h 156"/>
                                    <a:gd name="T80" fmla="*/ 172 w 270"/>
                                    <a:gd name="T81" fmla="*/ 156 h 156"/>
                                    <a:gd name="T82" fmla="*/ 97 w 270"/>
                                    <a:gd name="T83" fmla="*/ 149 h 156"/>
                                    <a:gd name="T84" fmla="*/ 119 w 270"/>
                                    <a:gd name="T85" fmla="*/ 58 h 156"/>
                                    <a:gd name="T86" fmla="*/ 119 w 270"/>
                                    <a:gd name="T87" fmla="*/ 48 h 156"/>
                                    <a:gd name="T88" fmla="*/ 118 w 270"/>
                                    <a:gd name="T89" fmla="*/ 42 h 156"/>
                                    <a:gd name="T90" fmla="*/ 115 w 270"/>
                                    <a:gd name="T91" fmla="*/ 35 h 156"/>
                                    <a:gd name="T92" fmla="*/ 111 w 270"/>
                                    <a:gd name="T93" fmla="*/ 31 h 156"/>
                                    <a:gd name="T94" fmla="*/ 106 w 270"/>
                                    <a:gd name="T95" fmla="*/ 26 h 156"/>
                                    <a:gd name="T96" fmla="*/ 98 w 270"/>
                                    <a:gd name="T97" fmla="*/ 25 h 156"/>
                                    <a:gd name="T98" fmla="*/ 90 w 270"/>
                                    <a:gd name="T99" fmla="*/ 22 h 156"/>
                                    <a:gd name="T100" fmla="*/ 80 w 270"/>
                                    <a:gd name="T101" fmla="*/ 22 h 156"/>
                                    <a:gd name="T102" fmla="*/ 68 w 270"/>
                                    <a:gd name="T103" fmla="*/ 22 h 156"/>
                                    <a:gd name="T104" fmla="*/ 55 w 270"/>
                                    <a:gd name="T105" fmla="*/ 26 h 156"/>
                                    <a:gd name="T106" fmla="*/ 80 w 270"/>
                                    <a:gd name="T107" fmla="*/ 149 h 156"/>
                                    <a:gd name="T108" fmla="*/ 0 w 270"/>
                                    <a:gd name="T109" fmla="*/ 156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70" h="156">
                                      <a:moveTo>
                                        <a:pt x="0" y="156"/>
                                      </a:moveTo>
                                      <a:lnTo>
                                        <a:pt x="0" y="149"/>
                                      </a:lnTo>
                                      <a:lnTo>
                                        <a:pt x="26" y="137"/>
                                      </a:lnTo>
                                      <a:lnTo>
                                        <a:pt x="26" y="28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76" y="10"/>
                                      </a:lnTo>
                                      <a:lnTo>
                                        <a:pt x="88" y="6"/>
                                      </a:lnTo>
                                      <a:lnTo>
                                        <a:pt x="95" y="2"/>
                                      </a:lnTo>
                                      <a:lnTo>
                                        <a:pt x="101" y="2"/>
                                      </a:lnTo>
                                      <a:lnTo>
                                        <a:pt x="107" y="2"/>
                                      </a:lnTo>
                                      <a:lnTo>
                                        <a:pt x="112" y="2"/>
                                      </a:lnTo>
                                      <a:lnTo>
                                        <a:pt x="118" y="2"/>
                                      </a:lnTo>
                                      <a:lnTo>
                                        <a:pt x="122" y="5"/>
                                      </a:lnTo>
                                      <a:lnTo>
                                        <a:pt x="125" y="6"/>
                                      </a:lnTo>
                                      <a:lnTo>
                                        <a:pt x="129" y="9"/>
                                      </a:lnTo>
                                      <a:lnTo>
                                        <a:pt x="133" y="11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40" y="21"/>
                                      </a:lnTo>
                                      <a:lnTo>
                                        <a:pt x="142" y="19"/>
                                      </a:lnTo>
                                      <a:lnTo>
                                        <a:pt x="144" y="19"/>
                                      </a:lnTo>
                                      <a:lnTo>
                                        <a:pt x="148" y="18"/>
                                      </a:lnTo>
                                      <a:lnTo>
                                        <a:pt x="152" y="15"/>
                                      </a:lnTo>
                                      <a:lnTo>
                                        <a:pt x="158" y="13"/>
                                      </a:lnTo>
                                      <a:lnTo>
                                        <a:pt x="165" y="10"/>
                                      </a:lnTo>
                                      <a:lnTo>
                                        <a:pt x="176" y="6"/>
                                      </a:lnTo>
                                      <a:lnTo>
                                        <a:pt x="186" y="4"/>
                                      </a:lnTo>
                                      <a:lnTo>
                                        <a:pt x="195" y="2"/>
                                      </a:lnTo>
                                      <a:lnTo>
                                        <a:pt x="200" y="1"/>
                                      </a:lnTo>
                                      <a:lnTo>
                                        <a:pt x="205" y="1"/>
                                      </a:lnTo>
                                      <a:lnTo>
                                        <a:pt x="209" y="2"/>
                                      </a:lnTo>
                                      <a:lnTo>
                                        <a:pt x="213" y="2"/>
                                      </a:lnTo>
                                      <a:lnTo>
                                        <a:pt x="217" y="5"/>
                                      </a:lnTo>
                                      <a:lnTo>
                                        <a:pt x="221" y="6"/>
                                      </a:lnTo>
                                      <a:lnTo>
                                        <a:pt x="225" y="9"/>
                                      </a:lnTo>
                                      <a:lnTo>
                                        <a:pt x="227" y="11"/>
                                      </a:lnTo>
                                      <a:lnTo>
                                        <a:pt x="231" y="14"/>
                                      </a:lnTo>
                                      <a:lnTo>
                                        <a:pt x="234" y="18"/>
                                      </a:lnTo>
                                      <a:lnTo>
                                        <a:pt x="236" y="22"/>
                                      </a:lnTo>
                                      <a:lnTo>
                                        <a:pt x="239" y="26"/>
                                      </a:lnTo>
                                      <a:lnTo>
                                        <a:pt x="240" y="30"/>
                                      </a:lnTo>
                                      <a:lnTo>
                                        <a:pt x="243" y="35"/>
                                      </a:lnTo>
                                      <a:lnTo>
                                        <a:pt x="243" y="39"/>
                                      </a:lnTo>
                                      <a:lnTo>
                                        <a:pt x="244" y="45"/>
                                      </a:lnTo>
                                      <a:lnTo>
                                        <a:pt x="244" y="52"/>
                                      </a:lnTo>
                                      <a:lnTo>
                                        <a:pt x="244" y="137"/>
                                      </a:lnTo>
                                      <a:lnTo>
                                        <a:pt x="270" y="149"/>
                                      </a:lnTo>
                                      <a:lnTo>
                                        <a:pt x="270" y="156"/>
                                      </a:lnTo>
                                      <a:lnTo>
                                        <a:pt x="191" y="156"/>
                                      </a:lnTo>
                                      <a:lnTo>
                                        <a:pt x="191" y="149"/>
                                      </a:lnTo>
                                      <a:lnTo>
                                        <a:pt x="216" y="137"/>
                                      </a:lnTo>
                                      <a:lnTo>
                                        <a:pt x="216" y="58"/>
                                      </a:lnTo>
                                      <a:lnTo>
                                        <a:pt x="216" y="53"/>
                                      </a:lnTo>
                                      <a:lnTo>
                                        <a:pt x="214" y="49"/>
                                      </a:lnTo>
                                      <a:lnTo>
                                        <a:pt x="214" y="45"/>
                                      </a:lnTo>
                                      <a:lnTo>
                                        <a:pt x="213" y="42"/>
                                      </a:lnTo>
                                      <a:lnTo>
                                        <a:pt x="212" y="39"/>
                                      </a:lnTo>
                                      <a:lnTo>
                                        <a:pt x="210" y="35"/>
                                      </a:lnTo>
                                      <a:lnTo>
                                        <a:pt x="208" y="32"/>
                                      </a:lnTo>
                                      <a:lnTo>
                                        <a:pt x="206" y="31"/>
                                      </a:lnTo>
                                      <a:lnTo>
                                        <a:pt x="204" y="28"/>
                                      </a:lnTo>
                                      <a:lnTo>
                                        <a:pt x="200" y="26"/>
                                      </a:lnTo>
                                      <a:lnTo>
                                        <a:pt x="197" y="26"/>
                                      </a:lnTo>
                                      <a:lnTo>
                                        <a:pt x="193" y="25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75" y="22"/>
                                      </a:lnTo>
                                      <a:lnTo>
                                        <a:pt x="166" y="22"/>
                                      </a:lnTo>
                                      <a:lnTo>
                                        <a:pt x="158" y="23"/>
                                      </a:lnTo>
                                      <a:lnTo>
                                        <a:pt x="150" y="25"/>
                                      </a:lnTo>
                                      <a:lnTo>
                                        <a:pt x="144" y="26"/>
                                      </a:lnTo>
                                      <a:lnTo>
                                        <a:pt x="145" y="32"/>
                                      </a:lnTo>
                                      <a:lnTo>
                                        <a:pt x="146" y="39"/>
                                      </a:lnTo>
                                      <a:lnTo>
                                        <a:pt x="148" y="45"/>
                                      </a:lnTo>
                                      <a:lnTo>
                                        <a:pt x="148" y="56"/>
                                      </a:lnTo>
                                      <a:lnTo>
                                        <a:pt x="148" y="137"/>
                                      </a:lnTo>
                                      <a:lnTo>
                                        <a:pt x="172" y="149"/>
                                      </a:lnTo>
                                      <a:lnTo>
                                        <a:pt x="172" y="156"/>
                                      </a:lnTo>
                                      <a:lnTo>
                                        <a:pt x="97" y="156"/>
                                      </a:lnTo>
                                      <a:lnTo>
                                        <a:pt x="97" y="149"/>
                                      </a:lnTo>
                                      <a:lnTo>
                                        <a:pt x="119" y="137"/>
                                      </a:lnTo>
                                      <a:lnTo>
                                        <a:pt x="119" y="58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8"/>
                                      </a:lnTo>
                                      <a:lnTo>
                                        <a:pt x="119" y="45"/>
                                      </a:lnTo>
                                      <a:lnTo>
                                        <a:pt x="118" y="42"/>
                                      </a:lnTo>
                                      <a:lnTo>
                                        <a:pt x="116" y="38"/>
                                      </a:lnTo>
                                      <a:lnTo>
                                        <a:pt x="115" y="35"/>
                                      </a:lnTo>
                                      <a:lnTo>
                                        <a:pt x="112" y="32"/>
                                      </a:lnTo>
                                      <a:lnTo>
                                        <a:pt x="111" y="31"/>
                                      </a:lnTo>
                                      <a:lnTo>
                                        <a:pt x="108" y="28"/>
                                      </a:lnTo>
                                      <a:lnTo>
                                        <a:pt x="106" y="26"/>
                                      </a:lnTo>
                                      <a:lnTo>
                                        <a:pt x="102" y="26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3"/>
                                      </a:lnTo>
                                      <a:lnTo>
                                        <a:pt x="90" y="22"/>
                                      </a:lnTo>
                                      <a:lnTo>
                                        <a:pt x="85" y="22"/>
                                      </a:lnTo>
                                      <a:lnTo>
                                        <a:pt x="80" y="22"/>
                                      </a:lnTo>
                                      <a:lnTo>
                                        <a:pt x="73" y="22"/>
                                      </a:lnTo>
                                      <a:lnTo>
                                        <a:pt x="68" y="22"/>
                                      </a:lnTo>
                                      <a:lnTo>
                                        <a:pt x="63" y="23"/>
                                      </a:lnTo>
                                      <a:lnTo>
                                        <a:pt x="55" y="26"/>
                                      </a:lnTo>
                                      <a:lnTo>
                                        <a:pt x="55" y="137"/>
                                      </a:lnTo>
                                      <a:lnTo>
                                        <a:pt x="80" y="149"/>
                                      </a:lnTo>
                                      <a:lnTo>
                                        <a:pt x="80" y="156"/>
                                      </a:lnTo>
                                      <a:lnTo>
                                        <a:pt x="0" y="1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435" y="938530"/>
                                  <a:ext cx="79375" cy="67310"/>
                                </a:xfrm>
                                <a:custGeom>
                                  <a:avLst/>
                                  <a:gdLst>
                                    <a:gd name="T0" fmla="*/ 125 w 249"/>
                                    <a:gd name="T1" fmla="*/ 158 h 213"/>
                                    <a:gd name="T2" fmla="*/ 189 w 249"/>
                                    <a:gd name="T3" fmla="*/ 0 h 213"/>
                                    <a:gd name="T4" fmla="*/ 249 w 249"/>
                                    <a:gd name="T5" fmla="*/ 0 h 213"/>
                                    <a:gd name="T6" fmla="*/ 249 w 249"/>
                                    <a:gd name="T7" fmla="*/ 8 h 213"/>
                                    <a:gd name="T8" fmla="*/ 223 w 249"/>
                                    <a:gd name="T9" fmla="*/ 18 h 213"/>
                                    <a:gd name="T10" fmla="*/ 223 w 249"/>
                                    <a:gd name="T11" fmla="*/ 192 h 213"/>
                                    <a:gd name="T12" fmla="*/ 249 w 249"/>
                                    <a:gd name="T13" fmla="*/ 202 h 213"/>
                                    <a:gd name="T14" fmla="*/ 249 w 249"/>
                                    <a:gd name="T15" fmla="*/ 210 h 213"/>
                                    <a:gd name="T16" fmla="*/ 167 w 249"/>
                                    <a:gd name="T17" fmla="*/ 210 h 213"/>
                                    <a:gd name="T18" fmla="*/ 167 w 249"/>
                                    <a:gd name="T19" fmla="*/ 202 h 213"/>
                                    <a:gd name="T20" fmla="*/ 193 w 249"/>
                                    <a:gd name="T21" fmla="*/ 192 h 213"/>
                                    <a:gd name="T22" fmla="*/ 193 w 249"/>
                                    <a:gd name="T23" fmla="*/ 35 h 213"/>
                                    <a:gd name="T24" fmla="*/ 121 w 249"/>
                                    <a:gd name="T25" fmla="*/ 213 h 213"/>
                                    <a:gd name="T26" fmla="*/ 115 w 249"/>
                                    <a:gd name="T27" fmla="*/ 213 h 213"/>
                                    <a:gd name="T28" fmla="*/ 44 w 249"/>
                                    <a:gd name="T29" fmla="*/ 35 h 213"/>
                                    <a:gd name="T30" fmla="*/ 44 w 249"/>
                                    <a:gd name="T31" fmla="*/ 192 h 213"/>
                                    <a:gd name="T32" fmla="*/ 72 w 249"/>
                                    <a:gd name="T33" fmla="*/ 202 h 213"/>
                                    <a:gd name="T34" fmla="*/ 72 w 249"/>
                                    <a:gd name="T35" fmla="*/ 210 h 213"/>
                                    <a:gd name="T36" fmla="*/ 0 w 249"/>
                                    <a:gd name="T37" fmla="*/ 210 h 213"/>
                                    <a:gd name="T38" fmla="*/ 0 w 249"/>
                                    <a:gd name="T39" fmla="*/ 202 h 213"/>
                                    <a:gd name="T40" fmla="*/ 27 w 249"/>
                                    <a:gd name="T41" fmla="*/ 192 h 213"/>
                                    <a:gd name="T42" fmla="*/ 27 w 249"/>
                                    <a:gd name="T43" fmla="*/ 18 h 213"/>
                                    <a:gd name="T44" fmla="*/ 0 w 249"/>
                                    <a:gd name="T45" fmla="*/ 8 h 213"/>
                                    <a:gd name="T46" fmla="*/ 0 w 249"/>
                                    <a:gd name="T47" fmla="*/ 0 h 213"/>
                                    <a:gd name="T48" fmla="*/ 63 w 249"/>
                                    <a:gd name="T49" fmla="*/ 0 h 213"/>
                                    <a:gd name="T50" fmla="*/ 125 w 249"/>
                                    <a:gd name="T51" fmla="*/ 158 h 2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49" h="213">
                                      <a:moveTo>
                                        <a:pt x="125" y="158"/>
                                      </a:moveTo>
                                      <a:lnTo>
                                        <a:pt x="189" y="0"/>
                                      </a:lnTo>
                                      <a:lnTo>
                                        <a:pt x="249" y="0"/>
                                      </a:lnTo>
                                      <a:lnTo>
                                        <a:pt x="249" y="8"/>
                                      </a:lnTo>
                                      <a:lnTo>
                                        <a:pt x="223" y="18"/>
                                      </a:lnTo>
                                      <a:lnTo>
                                        <a:pt x="223" y="192"/>
                                      </a:lnTo>
                                      <a:lnTo>
                                        <a:pt x="249" y="202"/>
                                      </a:lnTo>
                                      <a:lnTo>
                                        <a:pt x="249" y="210"/>
                                      </a:lnTo>
                                      <a:lnTo>
                                        <a:pt x="167" y="210"/>
                                      </a:lnTo>
                                      <a:lnTo>
                                        <a:pt x="167" y="202"/>
                                      </a:lnTo>
                                      <a:lnTo>
                                        <a:pt x="193" y="192"/>
                                      </a:lnTo>
                                      <a:lnTo>
                                        <a:pt x="193" y="35"/>
                                      </a:lnTo>
                                      <a:lnTo>
                                        <a:pt x="121" y="213"/>
                                      </a:lnTo>
                                      <a:lnTo>
                                        <a:pt x="115" y="213"/>
                                      </a:lnTo>
                                      <a:lnTo>
                                        <a:pt x="44" y="35"/>
                                      </a:lnTo>
                                      <a:lnTo>
                                        <a:pt x="44" y="192"/>
                                      </a:lnTo>
                                      <a:lnTo>
                                        <a:pt x="72" y="202"/>
                                      </a:lnTo>
                                      <a:lnTo>
                                        <a:pt x="72" y="210"/>
                                      </a:lnTo>
                                      <a:lnTo>
                                        <a:pt x="0" y="210"/>
                                      </a:lnTo>
                                      <a:lnTo>
                                        <a:pt x="0" y="202"/>
                                      </a:lnTo>
                                      <a:lnTo>
                                        <a:pt x="27" y="192"/>
                                      </a:lnTo>
                                      <a:lnTo>
                                        <a:pt x="27" y="1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125" y="15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260985" y="939165"/>
                                  <a:ext cx="56515" cy="67945"/>
                                </a:xfrm>
                                <a:custGeom>
                                  <a:avLst/>
                                  <a:gdLst>
                                    <a:gd name="T0" fmla="*/ 124 w 176"/>
                                    <a:gd name="T1" fmla="*/ 195 h 214"/>
                                    <a:gd name="T2" fmla="*/ 104 w 176"/>
                                    <a:gd name="T3" fmla="*/ 204 h 214"/>
                                    <a:gd name="T4" fmla="*/ 85 w 176"/>
                                    <a:gd name="T5" fmla="*/ 210 h 214"/>
                                    <a:gd name="T6" fmla="*/ 68 w 176"/>
                                    <a:gd name="T7" fmla="*/ 213 h 214"/>
                                    <a:gd name="T8" fmla="*/ 59 w 176"/>
                                    <a:gd name="T9" fmla="*/ 213 h 214"/>
                                    <a:gd name="T10" fmla="*/ 51 w 176"/>
                                    <a:gd name="T11" fmla="*/ 209 h 214"/>
                                    <a:gd name="T12" fmla="*/ 44 w 176"/>
                                    <a:gd name="T13" fmla="*/ 205 h 214"/>
                                    <a:gd name="T14" fmla="*/ 38 w 176"/>
                                    <a:gd name="T15" fmla="*/ 200 h 214"/>
                                    <a:gd name="T16" fmla="*/ 34 w 176"/>
                                    <a:gd name="T17" fmla="*/ 192 h 214"/>
                                    <a:gd name="T18" fmla="*/ 30 w 176"/>
                                    <a:gd name="T19" fmla="*/ 184 h 214"/>
                                    <a:gd name="T20" fmla="*/ 27 w 176"/>
                                    <a:gd name="T21" fmla="*/ 175 h 214"/>
                                    <a:gd name="T22" fmla="*/ 27 w 176"/>
                                    <a:gd name="T23" fmla="*/ 165 h 214"/>
                                    <a:gd name="T24" fmla="*/ 0 w 176"/>
                                    <a:gd name="T25" fmla="*/ 73 h 214"/>
                                    <a:gd name="T26" fmla="*/ 56 w 176"/>
                                    <a:gd name="T27" fmla="*/ 54 h 214"/>
                                    <a:gd name="T28" fmla="*/ 56 w 176"/>
                                    <a:gd name="T29" fmla="*/ 162 h 214"/>
                                    <a:gd name="T30" fmla="*/ 57 w 176"/>
                                    <a:gd name="T31" fmla="*/ 170 h 214"/>
                                    <a:gd name="T32" fmla="*/ 59 w 176"/>
                                    <a:gd name="T33" fmla="*/ 178 h 214"/>
                                    <a:gd name="T34" fmla="*/ 61 w 176"/>
                                    <a:gd name="T35" fmla="*/ 183 h 214"/>
                                    <a:gd name="T36" fmla="*/ 65 w 176"/>
                                    <a:gd name="T37" fmla="*/ 187 h 214"/>
                                    <a:gd name="T38" fmla="*/ 72 w 176"/>
                                    <a:gd name="T39" fmla="*/ 190 h 214"/>
                                    <a:gd name="T40" fmla="*/ 82 w 176"/>
                                    <a:gd name="T41" fmla="*/ 192 h 214"/>
                                    <a:gd name="T42" fmla="*/ 99 w 176"/>
                                    <a:gd name="T43" fmla="*/ 192 h 214"/>
                                    <a:gd name="T44" fmla="*/ 115 w 176"/>
                                    <a:gd name="T45" fmla="*/ 191 h 214"/>
                                    <a:gd name="T46" fmla="*/ 124 w 176"/>
                                    <a:gd name="T47" fmla="*/ 81 h 214"/>
                                    <a:gd name="T48" fmla="*/ 96 w 176"/>
                                    <a:gd name="T49" fmla="*/ 67 h 214"/>
                                    <a:gd name="T50" fmla="*/ 151 w 176"/>
                                    <a:gd name="T51" fmla="*/ 187 h 214"/>
                                    <a:gd name="T52" fmla="*/ 176 w 176"/>
                                    <a:gd name="T53" fmla="*/ 201 h 214"/>
                                    <a:gd name="T54" fmla="*/ 124 w 176"/>
                                    <a:gd name="T55" fmla="*/ 214 h 214"/>
                                    <a:gd name="T56" fmla="*/ 48 w 176"/>
                                    <a:gd name="T57" fmla="*/ 13 h 214"/>
                                    <a:gd name="T58" fmla="*/ 51 w 176"/>
                                    <a:gd name="T59" fmla="*/ 7 h 214"/>
                                    <a:gd name="T60" fmla="*/ 55 w 176"/>
                                    <a:gd name="T61" fmla="*/ 3 h 214"/>
                                    <a:gd name="T62" fmla="*/ 60 w 176"/>
                                    <a:gd name="T63" fmla="*/ 1 h 214"/>
                                    <a:gd name="T64" fmla="*/ 66 w 176"/>
                                    <a:gd name="T65" fmla="*/ 1 h 214"/>
                                    <a:gd name="T66" fmla="*/ 73 w 176"/>
                                    <a:gd name="T67" fmla="*/ 3 h 214"/>
                                    <a:gd name="T68" fmla="*/ 75 w 176"/>
                                    <a:gd name="T69" fmla="*/ 7 h 214"/>
                                    <a:gd name="T70" fmla="*/ 78 w 176"/>
                                    <a:gd name="T71" fmla="*/ 12 h 214"/>
                                    <a:gd name="T72" fmla="*/ 78 w 176"/>
                                    <a:gd name="T73" fmla="*/ 18 h 214"/>
                                    <a:gd name="T74" fmla="*/ 75 w 176"/>
                                    <a:gd name="T75" fmla="*/ 25 h 214"/>
                                    <a:gd name="T76" fmla="*/ 73 w 176"/>
                                    <a:gd name="T77" fmla="*/ 29 h 214"/>
                                    <a:gd name="T78" fmla="*/ 66 w 176"/>
                                    <a:gd name="T79" fmla="*/ 30 h 214"/>
                                    <a:gd name="T80" fmla="*/ 60 w 176"/>
                                    <a:gd name="T81" fmla="*/ 30 h 214"/>
                                    <a:gd name="T82" fmla="*/ 55 w 176"/>
                                    <a:gd name="T83" fmla="*/ 29 h 214"/>
                                    <a:gd name="T84" fmla="*/ 51 w 176"/>
                                    <a:gd name="T85" fmla="*/ 25 h 214"/>
                                    <a:gd name="T86" fmla="*/ 48 w 176"/>
                                    <a:gd name="T87" fmla="*/ 20 h 214"/>
                                    <a:gd name="T88" fmla="*/ 48 w 176"/>
                                    <a:gd name="T89" fmla="*/ 17 h 214"/>
                                    <a:gd name="T90" fmla="*/ 104 w 176"/>
                                    <a:gd name="T91" fmla="*/ 12 h 214"/>
                                    <a:gd name="T92" fmla="*/ 106 w 176"/>
                                    <a:gd name="T93" fmla="*/ 7 h 214"/>
                                    <a:gd name="T94" fmla="*/ 109 w 176"/>
                                    <a:gd name="T95" fmla="*/ 3 h 214"/>
                                    <a:gd name="T96" fmla="*/ 115 w 176"/>
                                    <a:gd name="T97" fmla="*/ 1 h 214"/>
                                    <a:gd name="T98" fmla="*/ 123 w 176"/>
                                    <a:gd name="T99" fmla="*/ 1 h 214"/>
                                    <a:gd name="T100" fmla="*/ 128 w 176"/>
                                    <a:gd name="T101" fmla="*/ 3 h 214"/>
                                    <a:gd name="T102" fmla="*/ 132 w 176"/>
                                    <a:gd name="T103" fmla="*/ 7 h 214"/>
                                    <a:gd name="T104" fmla="*/ 133 w 176"/>
                                    <a:gd name="T105" fmla="*/ 11 h 214"/>
                                    <a:gd name="T106" fmla="*/ 133 w 176"/>
                                    <a:gd name="T107" fmla="*/ 18 h 214"/>
                                    <a:gd name="T108" fmla="*/ 132 w 176"/>
                                    <a:gd name="T109" fmla="*/ 25 h 214"/>
                                    <a:gd name="T110" fmla="*/ 128 w 176"/>
                                    <a:gd name="T111" fmla="*/ 28 h 214"/>
                                    <a:gd name="T112" fmla="*/ 123 w 176"/>
                                    <a:gd name="T113" fmla="*/ 30 h 214"/>
                                    <a:gd name="T114" fmla="*/ 115 w 176"/>
                                    <a:gd name="T115" fmla="*/ 30 h 214"/>
                                    <a:gd name="T116" fmla="*/ 109 w 176"/>
                                    <a:gd name="T117" fmla="*/ 29 h 214"/>
                                    <a:gd name="T118" fmla="*/ 106 w 176"/>
                                    <a:gd name="T119" fmla="*/ 25 h 214"/>
                                    <a:gd name="T120" fmla="*/ 104 w 176"/>
                                    <a:gd name="T121" fmla="*/ 18 h 214"/>
                                    <a:gd name="T122" fmla="*/ 104 w 176"/>
                                    <a:gd name="T123" fmla="*/ 16 h 2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76" h="214">
                                      <a:moveTo>
                                        <a:pt x="124" y="214"/>
                                      </a:moveTo>
                                      <a:lnTo>
                                        <a:pt x="124" y="195"/>
                                      </a:lnTo>
                                      <a:lnTo>
                                        <a:pt x="120" y="197"/>
                                      </a:lnTo>
                                      <a:lnTo>
                                        <a:pt x="104" y="204"/>
                                      </a:lnTo>
                                      <a:lnTo>
                                        <a:pt x="94" y="207"/>
                                      </a:lnTo>
                                      <a:lnTo>
                                        <a:pt x="85" y="210"/>
                                      </a:lnTo>
                                      <a:lnTo>
                                        <a:pt x="75" y="213"/>
                                      </a:lnTo>
                                      <a:lnTo>
                                        <a:pt x="68" y="213"/>
                                      </a:lnTo>
                                      <a:lnTo>
                                        <a:pt x="64" y="213"/>
                                      </a:lnTo>
                                      <a:lnTo>
                                        <a:pt x="59" y="213"/>
                                      </a:lnTo>
                                      <a:lnTo>
                                        <a:pt x="55" y="212"/>
                                      </a:lnTo>
                                      <a:lnTo>
                                        <a:pt x="51" y="209"/>
                                      </a:lnTo>
                                      <a:lnTo>
                                        <a:pt x="48" y="208"/>
                                      </a:lnTo>
                                      <a:lnTo>
                                        <a:pt x="44" y="205"/>
                                      </a:lnTo>
                                      <a:lnTo>
                                        <a:pt x="40" y="203"/>
                                      </a:lnTo>
                                      <a:lnTo>
                                        <a:pt x="38" y="200"/>
                                      </a:lnTo>
                                      <a:lnTo>
                                        <a:pt x="35" y="196"/>
                                      </a:lnTo>
                                      <a:lnTo>
                                        <a:pt x="34" y="192"/>
                                      </a:lnTo>
                                      <a:lnTo>
                                        <a:pt x="32" y="188"/>
                                      </a:lnTo>
                                      <a:lnTo>
                                        <a:pt x="30" y="184"/>
                                      </a:lnTo>
                                      <a:lnTo>
                                        <a:pt x="28" y="180"/>
                                      </a:lnTo>
                                      <a:lnTo>
                                        <a:pt x="27" y="175"/>
                                      </a:lnTo>
                                      <a:lnTo>
                                        <a:pt x="27" y="170"/>
                                      </a:lnTo>
                                      <a:lnTo>
                                        <a:pt x="27" y="165"/>
                                      </a:lnTo>
                                      <a:lnTo>
                                        <a:pt x="27" y="81"/>
                                      </a:lnTo>
                                      <a:lnTo>
                                        <a:pt x="0" y="73"/>
                                      </a:lnTo>
                                      <a:lnTo>
                                        <a:pt x="0" y="67"/>
                                      </a:lnTo>
                                      <a:lnTo>
                                        <a:pt x="56" y="54"/>
                                      </a:lnTo>
                                      <a:lnTo>
                                        <a:pt x="56" y="158"/>
                                      </a:lnTo>
                                      <a:lnTo>
                                        <a:pt x="56" y="162"/>
                                      </a:lnTo>
                                      <a:lnTo>
                                        <a:pt x="56" y="166"/>
                                      </a:lnTo>
                                      <a:lnTo>
                                        <a:pt x="57" y="170"/>
                                      </a:lnTo>
                                      <a:lnTo>
                                        <a:pt x="57" y="174"/>
                                      </a:lnTo>
                                      <a:lnTo>
                                        <a:pt x="59" y="178"/>
                                      </a:lnTo>
                                      <a:lnTo>
                                        <a:pt x="60" y="180"/>
                                      </a:lnTo>
                                      <a:lnTo>
                                        <a:pt x="61" y="183"/>
                                      </a:lnTo>
                                      <a:lnTo>
                                        <a:pt x="64" y="184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9" y="188"/>
                                      </a:lnTo>
                                      <a:lnTo>
                                        <a:pt x="72" y="190"/>
                                      </a:lnTo>
                                      <a:lnTo>
                                        <a:pt x="74" y="191"/>
                                      </a:lnTo>
                                      <a:lnTo>
                                        <a:pt x="82" y="192"/>
                                      </a:lnTo>
                                      <a:lnTo>
                                        <a:pt x="91" y="192"/>
                                      </a:lnTo>
                                      <a:lnTo>
                                        <a:pt x="99" y="192"/>
                                      </a:lnTo>
                                      <a:lnTo>
                                        <a:pt x="107" y="192"/>
                                      </a:lnTo>
                                      <a:lnTo>
                                        <a:pt x="115" y="191"/>
                                      </a:lnTo>
                                      <a:lnTo>
                                        <a:pt x="124" y="190"/>
                                      </a:lnTo>
                                      <a:lnTo>
                                        <a:pt x="124" y="81"/>
                                      </a:lnTo>
                                      <a:lnTo>
                                        <a:pt x="96" y="73"/>
                                      </a:lnTo>
                                      <a:lnTo>
                                        <a:pt x="96" y="67"/>
                                      </a:lnTo>
                                      <a:lnTo>
                                        <a:pt x="151" y="54"/>
                                      </a:lnTo>
                                      <a:lnTo>
                                        <a:pt x="151" y="187"/>
                                      </a:lnTo>
                                      <a:lnTo>
                                        <a:pt x="176" y="195"/>
                                      </a:lnTo>
                                      <a:lnTo>
                                        <a:pt x="176" y="201"/>
                                      </a:lnTo>
                                      <a:lnTo>
                                        <a:pt x="124" y="214"/>
                                      </a:lnTo>
                                      <a:close/>
                                      <a:moveTo>
                                        <a:pt x="48" y="17"/>
                                      </a:moveTo>
                                      <a:lnTo>
                                        <a:pt x="48" y="13"/>
                                      </a:lnTo>
                                      <a:lnTo>
                                        <a:pt x="49" y="9"/>
                                      </a:lnTo>
                                      <a:lnTo>
                                        <a:pt x="51" y="7"/>
                                      </a:lnTo>
                                      <a:lnTo>
                                        <a:pt x="52" y="4"/>
                                      </a:lnTo>
                                      <a:lnTo>
                                        <a:pt x="55" y="3"/>
                                      </a:lnTo>
                                      <a:lnTo>
                                        <a:pt x="57" y="1"/>
                                      </a:lnTo>
                                      <a:lnTo>
                                        <a:pt x="60" y="1"/>
                                      </a:lnTo>
                                      <a:lnTo>
                                        <a:pt x="64" y="0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73" y="3"/>
                                      </a:lnTo>
                                      <a:lnTo>
                                        <a:pt x="74" y="4"/>
                                      </a:lnTo>
                                      <a:lnTo>
                                        <a:pt x="75" y="7"/>
                                      </a:lnTo>
                                      <a:lnTo>
                                        <a:pt x="77" y="9"/>
                                      </a:lnTo>
                                      <a:lnTo>
                                        <a:pt x="78" y="12"/>
                                      </a:lnTo>
                                      <a:lnTo>
                                        <a:pt x="78" y="16"/>
                                      </a:lnTo>
                                      <a:lnTo>
                                        <a:pt x="78" y="18"/>
                                      </a:lnTo>
                                      <a:lnTo>
                                        <a:pt x="77" y="22"/>
                                      </a:lnTo>
                                      <a:lnTo>
                                        <a:pt x="75" y="25"/>
                                      </a:lnTo>
                                      <a:lnTo>
                                        <a:pt x="74" y="28"/>
                                      </a:lnTo>
                                      <a:lnTo>
                                        <a:pt x="73" y="29"/>
                                      </a:lnTo>
                                      <a:lnTo>
                                        <a:pt x="70" y="30"/>
                                      </a:lnTo>
                                      <a:lnTo>
                                        <a:pt x="66" y="30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57" y="30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2" y="28"/>
                                      </a:lnTo>
                                      <a:lnTo>
                                        <a:pt x="51" y="25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8" y="20"/>
                                      </a:lnTo>
                                      <a:lnTo>
                                        <a:pt x="48" y="17"/>
                                      </a:lnTo>
                                      <a:close/>
                                      <a:moveTo>
                                        <a:pt x="104" y="16"/>
                                      </a:moveTo>
                                      <a:lnTo>
                                        <a:pt x="104" y="12"/>
                                      </a:lnTo>
                                      <a:lnTo>
                                        <a:pt x="104" y="8"/>
                                      </a:lnTo>
                                      <a:lnTo>
                                        <a:pt x="106" y="7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109" y="3"/>
                                      </a:lnTo>
                                      <a:lnTo>
                                        <a:pt x="112" y="1"/>
                                      </a:lnTo>
                                      <a:lnTo>
                                        <a:pt x="115" y="1"/>
                                      </a:lnTo>
                                      <a:lnTo>
                                        <a:pt x="119" y="0"/>
                                      </a:lnTo>
                                      <a:lnTo>
                                        <a:pt x="123" y="1"/>
                                      </a:lnTo>
                                      <a:lnTo>
                                        <a:pt x="125" y="1"/>
                                      </a:lnTo>
                                      <a:lnTo>
                                        <a:pt x="128" y="3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2" y="7"/>
                                      </a:lnTo>
                                      <a:lnTo>
                                        <a:pt x="133" y="8"/>
                                      </a:lnTo>
                                      <a:lnTo>
                                        <a:pt x="133" y="11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3" y="21"/>
                                      </a:lnTo>
                                      <a:lnTo>
                                        <a:pt x="132" y="25"/>
                                      </a:lnTo>
                                      <a:lnTo>
                                        <a:pt x="130" y="26"/>
                                      </a:lnTo>
                                      <a:lnTo>
                                        <a:pt x="128" y="28"/>
                                      </a:lnTo>
                                      <a:lnTo>
                                        <a:pt x="125" y="30"/>
                                      </a:lnTo>
                                      <a:lnTo>
                                        <a:pt x="123" y="30"/>
                                      </a:lnTo>
                                      <a:lnTo>
                                        <a:pt x="119" y="30"/>
                                      </a:lnTo>
                                      <a:lnTo>
                                        <a:pt x="115" y="30"/>
                                      </a:lnTo>
                                      <a:lnTo>
                                        <a:pt x="112" y="30"/>
                                      </a:lnTo>
                                      <a:lnTo>
                                        <a:pt x="109" y="29"/>
                                      </a:lnTo>
                                      <a:lnTo>
                                        <a:pt x="107" y="28"/>
                                      </a:lnTo>
                                      <a:lnTo>
                                        <a:pt x="106" y="25"/>
                                      </a:lnTo>
                                      <a:lnTo>
                                        <a:pt x="104" y="22"/>
                                      </a:lnTo>
                                      <a:lnTo>
                                        <a:pt x="104" y="18"/>
                                      </a:lnTo>
                                      <a:lnTo>
                                        <a:pt x="104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850" y="956310"/>
                                  <a:ext cx="56515" cy="48895"/>
                                </a:xfrm>
                                <a:custGeom>
                                  <a:avLst/>
                                  <a:gdLst>
                                    <a:gd name="T0" fmla="*/ 0 w 178"/>
                                    <a:gd name="T1" fmla="*/ 154 h 154"/>
                                    <a:gd name="T2" fmla="*/ 0 w 178"/>
                                    <a:gd name="T3" fmla="*/ 146 h 154"/>
                                    <a:gd name="T4" fmla="*/ 26 w 178"/>
                                    <a:gd name="T5" fmla="*/ 136 h 154"/>
                                    <a:gd name="T6" fmla="*/ 26 w 178"/>
                                    <a:gd name="T7" fmla="*/ 27 h 154"/>
                                    <a:gd name="T8" fmla="*/ 0 w 178"/>
                                    <a:gd name="T9" fmla="*/ 20 h 154"/>
                                    <a:gd name="T10" fmla="*/ 0 w 178"/>
                                    <a:gd name="T11" fmla="*/ 12 h 154"/>
                                    <a:gd name="T12" fmla="*/ 55 w 178"/>
                                    <a:gd name="T13" fmla="*/ 0 h 154"/>
                                    <a:gd name="T14" fmla="*/ 55 w 178"/>
                                    <a:gd name="T15" fmla="*/ 17 h 154"/>
                                    <a:gd name="T16" fmla="*/ 57 w 178"/>
                                    <a:gd name="T17" fmla="*/ 17 h 154"/>
                                    <a:gd name="T18" fmla="*/ 60 w 178"/>
                                    <a:gd name="T19" fmla="*/ 16 h 154"/>
                                    <a:gd name="T20" fmla="*/ 64 w 178"/>
                                    <a:gd name="T21" fmla="*/ 14 h 154"/>
                                    <a:gd name="T22" fmla="*/ 76 w 178"/>
                                    <a:gd name="T23" fmla="*/ 10 h 154"/>
                                    <a:gd name="T24" fmla="*/ 85 w 178"/>
                                    <a:gd name="T25" fmla="*/ 7 h 154"/>
                                    <a:gd name="T26" fmla="*/ 93 w 178"/>
                                    <a:gd name="T27" fmla="*/ 4 h 154"/>
                                    <a:gd name="T28" fmla="*/ 101 w 178"/>
                                    <a:gd name="T29" fmla="*/ 3 h 154"/>
                                    <a:gd name="T30" fmla="*/ 108 w 178"/>
                                    <a:gd name="T31" fmla="*/ 1 h 154"/>
                                    <a:gd name="T32" fmla="*/ 112 w 178"/>
                                    <a:gd name="T33" fmla="*/ 1 h 154"/>
                                    <a:gd name="T34" fmla="*/ 116 w 178"/>
                                    <a:gd name="T35" fmla="*/ 3 h 154"/>
                                    <a:gd name="T36" fmla="*/ 121 w 178"/>
                                    <a:gd name="T37" fmla="*/ 4 h 154"/>
                                    <a:gd name="T38" fmla="*/ 125 w 178"/>
                                    <a:gd name="T39" fmla="*/ 5 h 154"/>
                                    <a:gd name="T40" fmla="*/ 129 w 178"/>
                                    <a:gd name="T41" fmla="*/ 8 h 154"/>
                                    <a:gd name="T42" fmla="*/ 133 w 178"/>
                                    <a:gd name="T43" fmla="*/ 9 h 154"/>
                                    <a:gd name="T44" fmla="*/ 136 w 178"/>
                                    <a:gd name="T45" fmla="*/ 12 h 154"/>
                                    <a:gd name="T46" fmla="*/ 140 w 178"/>
                                    <a:gd name="T47" fmla="*/ 14 h 154"/>
                                    <a:gd name="T48" fmla="*/ 142 w 178"/>
                                    <a:gd name="T49" fmla="*/ 20 h 154"/>
                                    <a:gd name="T50" fmla="*/ 145 w 178"/>
                                    <a:gd name="T51" fmla="*/ 22 h 154"/>
                                    <a:gd name="T52" fmla="*/ 148 w 178"/>
                                    <a:gd name="T53" fmla="*/ 26 h 154"/>
                                    <a:gd name="T54" fmla="*/ 149 w 178"/>
                                    <a:gd name="T55" fmla="*/ 30 h 154"/>
                                    <a:gd name="T56" fmla="*/ 150 w 178"/>
                                    <a:gd name="T57" fmla="*/ 34 h 154"/>
                                    <a:gd name="T58" fmla="*/ 150 w 178"/>
                                    <a:gd name="T59" fmla="*/ 39 h 154"/>
                                    <a:gd name="T60" fmla="*/ 151 w 178"/>
                                    <a:gd name="T61" fmla="*/ 46 h 154"/>
                                    <a:gd name="T62" fmla="*/ 151 w 178"/>
                                    <a:gd name="T63" fmla="*/ 51 h 154"/>
                                    <a:gd name="T64" fmla="*/ 151 w 178"/>
                                    <a:gd name="T65" fmla="*/ 136 h 154"/>
                                    <a:gd name="T66" fmla="*/ 178 w 178"/>
                                    <a:gd name="T67" fmla="*/ 146 h 154"/>
                                    <a:gd name="T68" fmla="*/ 178 w 178"/>
                                    <a:gd name="T69" fmla="*/ 154 h 154"/>
                                    <a:gd name="T70" fmla="*/ 98 w 178"/>
                                    <a:gd name="T71" fmla="*/ 154 h 154"/>
                                    <a:gd name="T72" fmla="*/ 98 w 178"/>
                                    <a:gd name="T73" fmla="*/ 146 h 154"/>
                                    <a:gd name="T74" fmla="*/ 123 w 178"/>
                                    <a:gd name="T75" fmla="*/ 136 h 154"/>
                                    <a:gd name="T76" fmla="*/ 123 w 178"/>
                                    <a:gd name="T77" fmla="*/ 58 h 154"/>
                                    <a:gd name="T78" fmla="*/ 123 w 178"/>
                                    <a:gd name="T79" fmla="*/ 52 h 154"/>
                                    <a:gd name="T80" fmla="*/ 123 w 178"/>
                                    <a:gd name="T81" fmla="*/ 48 h 154"/>
                                    <a:gd name="T82" fmla="*/ 121 w 178"/>
                                    <a:gd name="T83" fmla="*/ 46 h 154"/>
                                    <a:gd name="T84" fmla="*/ 121 w 178"/>
                                    <a:gd name="T85" fmla="*/ 42 h 154"/>
                                    <a:gd name="T86" fmla="*/ 119 w 178"/>
                                    <a:gd name="T87" fmla="*/ 38 h 154"/>
                                    <a:gd name="T88" fmla="*/ 117 w 178"/>
                                    <a:gd name="T89" fmla="*/ 35 h 154"/>
                                    <a:gd name="T90" fmla="*/ 116 w 178"/>
                                    <a:gd name="T91" fmla="*/ 34 h 154"/>
                                    <a:gd name="T92" fmla="*/ 114 w 178"/>
                                    <a:gd name="T93" fmla="*/ 31 h 154"/>
                                    <a:gd name="T94" fmla="*/ 111 w 178"/>
                                    <a:gd name="T95" fmla="*/ 29 h 154"/>
                                    <a:gd name="T96" fmla="*/ 108 w 178"/>
                                    <a:gd name="T97" fmla="*/ 27 h 154"/>
                                    <a:gd name="T98" fmla="*/ 104 w 178"/>
                                    <a:gd name="T99" fmla="*/ 26 h 154"/>
                                    <a:gd name="T100" fmla="*/ 101 w 178"/>
                                    <a:gd name="T101" fmla="*/ 25 h 154"/>
                                    <a:gd name="T102" fmla="*/ 97 w 178"/>
                                    <a:gd name="T103" fmla="*/ 24 h 154"/>
                                    <a:gd name="T104" fmla="*/ 93 w 178"/>
                                    <a:gd name="T105" fmla="*/ 24 h 154"/>
                                    <a:gd name="T106" fmla="*/ 87 w 178"/>
                                    <a:gd name="T107" fmla="*/ 22 h 154"/>
                                    <a:gd name="T108" fmla="*/ 84 w 178"/>
                                    <a:gd name="T109" fmla="*/ 22 h 154"/>
                                    <a:gd name="T110" fmla="*/ 76 w 178"/>
                                    <a:gd name="T111" fmla="*/ 24 h 154"/>
                                    <a:gd name="T112" fmla="*/ 68 w 178"/>
                                    <a:gd name="T113" fmla="*/ 24 h 154"/>
                                    <a:gd name="T114" fmla="*/ 61 w 178"/>
                                    <a:gd name="T115" fmla="*/ 24 h 154"/>
                                    <a:gd name="T116" fmla="*/ 55 w 178"/>
                                    <a:gd name="T117" fmla="*/ 25 h 154"/>
                                    <a:gd name="T118" fmla="*/ 55 w 178"/>
                                    <a:gd name="T119" fmla="*/ 136 h 154"/>
                                    <a:gd name="T120" fmla="*/ 78 w 178"/>
                                    <a:gd name="T121" fmla="*/ 146 h 154"/>
                                    <a:gd name="T122" fmla="*/ 78 w 178"/>
                                    <a:gd name="T123" fmla="*/ 154 h 154"/>
                                    <a:gd name="T124" fmla="*/ 0 w 178"/>
                                    <a:gd name="T125" fmla="*/ 154 h 1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8" h="154">
                                      <a:moveTo>
                                        <a:pt x="0" y="154"/>
                                      </a:moveTo>
                                      <a:lnTo>
                                        <a:pt x="0" y="146"/>
                                      </a:lnTo>
                                      <a:lnTo>
                                        <a:pt x="26" y="136"/>
                                      </a:lnTo>
                                      <a:lnTo>
                                        <a:pt x="26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5" y="17"/>
                                      </a:lnTo>
                                      <a:lnTo>
                                        <a:pt x="57" y="17"/>
                                      </a:lnTo>
                                      <a:lnTo>
                                        <a:pt x="60" y="16"/>
                                      </a:lnTo>
                                      <a:lnTo>
                                        <a:pt x="64" y="14"/>
                                      </a:lnTo>
                                      <a:lnTo>
                                        <a:pt x="76" y="10"/>
                                      </a:lnTo>
                                      <a:lnTo>
                                        <a:pt x="85" y="7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1" y="3"/>
                                      </a:lnTo>
                                      <a:lnTo>
                                        <a:pt x="108" y="1"/>
                                      </a:lnTo>
                                      <a:lnTo>
                                        <a:pt x="112" y="1"/>
                                      </a:lnTo>
                                      <a:lnTo>
                                        <a:pt x="116" y="3"/>
                                      </a:lnTo>
                                      <a:lnTo>
                                        <a:pt x="121" y="4"/>
                                      </a:lnTo>
                                      <a:lnTo>
                                        <a:pt x="125" y="5"/>
                                      </a:lnTo>
                                      <a:lnTo>
                                        <a:pt x="129" y="8"/>
                                      </a:lnTo>
                                      <a:lnTo>
                                        <a:pt x="133" y="9"/>
                                      </a:lnTo>
                                      <a:lnTo>
                                        <a:pt x="136" y="12"/>
                                      </a:lnTo>
                                      <a:lnTo>
                                        <a:pt x="140" y="14"/>
                                      </a:lnTo>
                                      <a:lnTo>
                                        <a:pt x="142" y="20"/>
                                      </a:lnTo>
                                      <a:lnTo>
                                        <a:pt x="145" y="22"/>
                                      </a:lnTo>
                                      <a:lnTo>
                                        <a:pt x="148" y="26"/>
                                      </a:lnTo>
                                      <a:lnTo>
                                        <a:pt x="149" y="30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0" y="39"/>
                                      </a:lnTo>
                                      <a:lnTo>
                                        <a:pt x="151" y="46"/>
                                      </a:lnTo>
                                      <a:lnTo>
                                        <a:pt x="151" y="51"/>
                                      </a:lnTo>
                                      <a:lnTo>
                                        <a:pt x="151" y="136"/>
                                      </a:lnTo>
                                      <a:lnTo>
                                        <a:pt x="178" y="146"/>
                                      </a:lnTo>
                                      <a:lnTo>
                                        <a:pt x="178" y="154"/>
                                      </a:lnTo>
                                      <a:lnTo>
                                        <a:pt x="98" y="154"/>
                                      </a:lnTo>
                                      <a:lnTo>
                                        <a:pt x="98" y="146"/>
                                      </a:lnTo>
                                      <a:lnTo>
                                        <a:pt x="123" y="136"/>
                                      </a:lnTo>
                                      <a:lnTo>
                                        <a:pt x="123" y="58"/>
                                      </a:lnTo>
                                      <a:lnTo>
                                        <a:pt x="123" y="52"/>
                                      </a:lnTo>
                                      <a:lnTo>
                                        <a:pt x="123" y="48"/>
                                      </a:lnTo>
                                      <a:lnTo>
                                        <a:pt x="121" y="46"/>
                                      </a:lnTo>
                                      <a:lnTo>
                                        <a:pt x="121" y="42"/>
                                      </a:lnTo>
                                      <a:lnTo>
                                        <a:pt x="119" y="38"/>
                                      </a:lnTo>
                                      <a:lnTo>
                                        <a:pt x="117" y="35"/>
                                      </a:lnTo>
                                      <a:lnTo>
                                        <a:pt x="116" y="34"/>
                                      </a:lnTo>
                                      <a:lnTo>
                                        <a:pt x="114" y="31"/>
                                      </a:lnTo>
                                      <a:lnTo>
                                        <a:pt x="111" y="29"/>
                                      </a:lnTo>
                                      <a:lnTo>
                                        <a:pt x="108" y="27"/>
                                      </a:lnTo>
                                      <a:lnTo>
                                        <a:pt x="104" y="26"/>
                                      </a:lnTo>
                                      <a:lnTo>
                                        <a:pt x="101" y="25"/>
                                      </a:lnTo>
                                      <a:lnTo>
                                        <a:pt x="97" y="24"/>
                                      </a:lnTo>
                                      <a:lnTo>
                                        <a:pt x="93" y="24"/>
                                      </a:lnTo>
                                      <a:lnTo>
                                        <a:pt x="87" y="22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68" y="24"/>
                                      </a:lnTo>
                                      <a:lnTo>
                                        <a:pt x="61" y="24"/>
                                      </a:lnTo>
                                      <a:lnTo>
                                        <a:pt x="55" y="25"/>
                                      </a:lnTo>
                                      <a:lnTo>
                                        <a:pt x="55" y="136"/>
                                      </a:lnTo>
                                      <a:lnTo>
                                        <a:pt x="78" y="146"/>
                                      </a:lnTo>
                                      <a:lnTo>
                                        <a:pt x="78" y="154"/>
                                      </a:lnTo>
                                      <a:lnTo>
                                        <a:pt x="0" y="1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985" y="956310"/>
                                  <a:ext cx="31115" cy="50165"/>
                                </a:xfrm>
                                <a:custGeom>
                                  <a:avLst/>
                                  <a:gdLst>
                                    <a:gd name="T0" fmla="*/ 0 w 98"/>
                                    <a:gd name="T1" fmla="*/ 114 h 158"/>
                                    <a:gd name="T2" fmla="*/ 27 w 98"/>
                                    <a:gd name="T3" fmla="*/ 142 h 158"/>
                                    <a:gd name="T4" fmla="*/ 42 w 98"/>
                                    <a:gd name="T5" fmla="*/ 144 h 158"/>
                                    <a:gd name="T6" fmla="*/ 55 w 98"/>
                                    <a:gd name="T7" fmla="*/ 142 h 158"/>
                                    <a:gd name="T8" fmla="*/ 64 w 98"/>
                                    <a:gd name="T9" fmla="*/ 138 h 158"/>
                                    <a:gd name="T10" fmla="*/ 68 w 98"/>
                                    <a:gd name="T11" fmla="*/ 135 h 158"/>
                                    <a:gd name="T12" fmla="*/ 71 w 98"/>
                                    <a:gd name="T13" fmla="*/ 131 h 158"/>
                                    <a:gd name="T14" fmla="*/ 72 w 98"/>
                                    <a:gd name="T15" fmla="*/ 122 h 158"/>
                                    <a:gd name="T16" fmla="*/ 72 w 98"/>
                                    <a:gd name="T17" fmla="*/ 115 h 158"/>
                                    <a:gd name="T18" fmla="*/ 69 w 98"/>
                                    <a:gd name="T19" fmla="*/ 110 h 158"/>
                                    <a:gd name="T20" fmla="*/ 64 w 98"/>
                                    <a:gd name="T21" fmla="*/ 105 h 158"/>
                                    <a:gd name="T22" fmla="*/ 56 w 98"/>
                                    <a:gd name="T23" fmla="*/ 99 h 158"/>
                                    <a:gd name="T24" fmla="*/ 21 w 98"/>
                                    <a:gd name="T25" fmla="*/ 80 h 158"/>
                                    <a:gd name="T26" fmla="*/ 12 w 98"/>
                                    <a:gd name="T27" fmla="*/ 71 h 158"/>
                                    <a:gd name="T28" fmla="*/ 5 w 98"/>
                                    <a:gd name="T29" fmla="*/ 60 h 158"/>
                                    <a:gd name="T30" fmla="*/ 1 w 98"/>
                                    <a:gd name="T31" fmla="*/ 50 h 158"/>
                                    <a:gd name="T32" fmla="*/ 1 w 98"/>
                                    <a:gd name="T33" fmla="*/ 38 h 158"/>
                                    <a:gd name="T34" fmla="*/ 3 w 98"/>
                                    <a:gd name="T35" fmla="*/ 29 h 158"/>
                                    <a:gd name="T36" fmla="*/ 7 w 98"/>
                                    <a:gd name="T37" fmla="*/ 22 h 158"/>
                                    <a:gd name="T38" fmla="*/ 12 w 98"/>
                                    <a:gd name="T39" fmla="*/ 14 h 158"/>
                                    <a:gd name="T40" fmla="*/ 17 w 98"/>
                                    <a:gd name="T41" fmla="*/ 9 h 158"/>
                                    <a:gd name="T42" fmla="*/ 25 w 98"/>
                                    <a:gd name="T43" fmla="*/ 5 h 158"/>
                                    <a:gd name="T44" fmla="*/ 34 w 98"/>
                                    <a:gd name="T45" fmla="*/ 1 h 158"/>
                                    <a:gd name="T46" fmla="*/ 44 w 98"/>
                                    <a:gd name="T47" fmla="*/ 1 h 158"/>
                                    <a:gd name="T48" fmla="*/ 58 w 98"/>
                                    <a:gd name="T49" fmla="*/ 1 h 158"/>
                                    <a:gd name="T50" fmla="*/ 77 w 98"/>
                                    <a:gd name="T51" fmla="*/ 4 h 158"/>
                                    <a:gd name="T52" fmla="*/ 93 w 98"/>
                                    <a:gd name="T53" fmla="*/ 8 h 158"/>
                                    <a:gd name="T54" fmla="*/ 78 w 98"/>
                                    <a:gd name="T55" fmla="*/ 39 h 158"/>
                                    <a:gd name="T56" fmla="*/ 60 w 98"/>
                                    <a:gd name="T57" fmla="*/ 13 h 158"/>
                                    <a:gd name="T58" fmla="*/ 47 w 98"/>
                                    <a:gd name="T59" fmla="*/ 13 h 158"/>
                                    <a:gd name="T60" fmla="*/ 37 w 98"/>
                                    <a:gd name="T61" fmla="*/ 16 h 158"/>
                                    <a:gd name="T62" fmla="*/ 29 w 98"/>
                                    <a:gd name="T63" fmla="*/ 21 h 158"/>
                                    <a:gd name="T64" fmla="*/ 25 w 98"/>
                                    <a:gd name="T65" fmla="*/ 27 h 158"/>
                                    <a:gd name="T66" fmla="*/ 25 w 98"/>
                                    <a:gd name="T67" fmla="*/ 37 h 158"/>
                                    <a:gd name="T68" fmla="*/ 27 w 98"/>
                                    <a:gd name="T69" fmla="*/ 42 h 158"/>
                                    <a:gd name="T70" fmla="*/ 33 w 98"/>
                                    <a:gd name="T71" fmla="*/ 47 h 158"/>
                                    <a:gd name="T72" fmla="*/ 39 w 98"/>
                                    <a:gd name="T73" fmla="*/ 54 h 158"/>
                                    <a:gd name="T74" fmla="*/ 69 w 98"/>
                                    <a:gd name="T75" fmla="*/ 71 h 158"/>
                                    <a:gd name="T76" fmla="*/ 82 w 98"/>
                                    <a:gd name="T77" fmla="*/ 78 h 158"/>
                                    <a:gd name="T78" fmla="*/ 90 w 98"/>
                                    <a:gd name="T79" fmla="*/ 88 h 158"/>
                                    <a:gd name="T80" fmla="*/ 95 w 98"/>
                                    <a:gd name="T81" fmla="*/ 99 h 158"/>
                                    <a:gd name="T82" fmla="*/ 98 w 98"/>
                                    <a:gd name="T83" fmla="*/ 112 h 158"/>
                                    <a:gd name="T84" fmla="*/ 97 w 98"/>
                                    <a:gd name="T85" fmla="*/ 122 h 158"/>
                                    <a:gd name="T86" fmla="*/ 94 w 98"/>
                                    <a:gd name="T87" fmla="*/ 129 h 158"/>
                                    <a:gd name="T88" fmla="*/ 89 w 98"/>
                                    <a:gd name="T89" fmla="*/ 138 h 158"/>
                                    <a:gd name="T90" fmla="*/ 84 w 98"/>
                                    <a:gd name="T91" fmla="*/ 145 h 158"/>
                                    <a:gd name="T92" fmla="*/ 76 w 98"/>
                                    <a:gd name="T93" fmla="*/ 150 h 158"/>
                                    <a:gd name="T94" fmla="*/ 67 w 98"/>
                                    <a:gd name="T95" fmla="*/ 154 h 158"/>
                                    <a:gd name="T96" fmla="*/ 59 w 98"/>
                                    <a:gd name="T97" fmla="*/ 158 h 158"/>
                                    <a:gd name="T98" fmla="*/ 47 w 98"/>
                                    <a:gd name="T99" fmla="*/ 158 h 158"/>
                                    <a:gd name="T100" fmla="*/ 26 w 98"/>
                                    <a:gd name="T101" fmla="*/ 155 h 158"/>
                                    <a:gd name="T102" fmla="*/ 0 w 98"/>
                                    <a:gd name="T103" fmla="*/ 149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98" h="158">
                                      <a:moveTo>
                                        <a:pt x="0" y="149"/>
                                      </a:moveTo>
                                      <a:lnTo>
                                        <a:pt x="0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27" y="142"/>
                                      </a:lnTo>
                                      <a:lnTo>
                                        <a:pt x="35" y="144"/>
                                      </a:lnTo>
                                      <a:lnTo>
                                        <a:pt x="42" y="144"/>
                                      </a:lnTo>
                                      <a:lnTo>
                                        <a:pt x="48" y="144"/>
                                      </a:lnTo>
                                      <a:lnTo>
                                        <a:pt x="55" y="142"/>
                                      </a:lnTo>
                                      <a:lnTo>
                                        <a:pt x="60" y="140"/>
                                      </a:lnTo>
                                      <a:lnTo>
                                        <a:pt x="64" y="138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68" y="135"/>
                                      </a:lnTo>
                                      <a:lnTo>
                                        <a:pt x="69" y="133"/>
                                      </a:lnTo>
                                      <a:lnTo>
                                        <a:pt x="71" y="131"/>
                                      </a:lnTo>
                                      <a:lnTo>
                                        <a:pt x="72" y="127"/>
                                      </a:lnTo>
                                      <a:lnTo>
                                        <a:pt x="72" y="122"/>
                                      </a:lnTo>
                                      <a:lnTo>
                                        <a:pt x="72" y="118"/>
                                      </a:lnTo>
                                      <a:lnTo>
                                        <a:pt x="72" y="115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69" y="110"/>
                                      </a:lnTo>
                                      <a:lnTo>
                                        <a:pt x="67" y="107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60" y="102"/>
                                      </a:lnTo>
                                      <a:lnTo>
                                        <a:pt x="56" y="99"/>
                                      </a:lnTo>
                                      <a:lnTo>
                                        <a:pt x="27" y="84"/>
                                      </a:lnTo>
                                      <a:lnTo>
                                        <a:pt x="21" y="80"/>
                                      </a:lnTo>
                                      <a:lnTo>
                                        <a:pt x="16" y="74"/>
                                      </a:lnTo>
                                      <a:lnTo>
                                        <a:pt x="12" y="71"/>
                                      </a:lnTo>
                                      <a:lnTo>
                                        <a:pt x="8" y="65"/>
                                      </a:lnTo>
                                      <a:lnTo>
                                        <a:pt x="5" y="60"/>
                                      </a:lnTo>
                                      <a:lnTo>
                                        <a:pt x="3" y="55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" y="43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3" y="34"/>
                                      </a:lnTo>
                                      <a:lnTo>
                                        <a:pt x="3" y="29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9" y="18"/>
                                      </a:lnTo>
                                      <a:lnTo>
                                        <a:pt x="12" y="14"/>
                                      </a:lnTo>
                                      <a:lnTo>
                                        <a:pt x="14" y="12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21" y="8"/>
                                      </a:lnTo>
                                      <a:lnTo>
                                        <a:pt x="25" y="5"/>
                                      </a:lnTo>
                                      <a:lnTo>
                                        <a:pt x="29" y="4"/>
                                      </a:lnTo>
                                      <a:lnTo>
                                        <a:pt x="34" y="1"/>
                                      </a:lnTo>
                                      <a:lnTo>
                                        <a:pt x="39" y="1"/>
                                      </a:lnTo>
                                      <a:lnTo>
                                        <a:pt x="44" y="1"/>
                                      </a:lnTo>
                                      <a:lnTo>
                                        <a:pt x="48" y="0"/>
                                      </a:lnTo>
                                      <a:lnTo>
                                        <a:pt x="58" y="1"/>
                                      </a:lnTo>
                                      <a:lnTo>
                                        <a:pt x="67" y="1"/>
                                      </a:lnTo>
                                      <a:lnTo>
                                        <a:pt x="77" y="4"/>
                                      </a:lnTo>
                                      <a:lnTo>
                                        <a:pt x="90" y="8"/>
                                      </a:lnTo>
                                      <a:lnTo>
                                        <a:pt x="93" y="8"/>
                                      </a:lnTo>
                                      <a:lnTo>
                                        <a:pt x="93" y="39"/>
                                      </a:lnTo>
                                      <a:lnTo>
                                        <a:pt x="78" y="39"/>
                                      </a:lnTo>
                                      <a:lnTo>
                                        <a:pt x="67" y="14"/>
                                      </a:lnTo>
                                      <a:lnTo>
                                        <a:pt x="60" y="13"/>
                                      </a:lnTo>
                                      <a:lnTo>
                                        <a:pt x="54" y="13"/>
                                      </a:lnTo>
                                      <a:lnTo>
                                        <a:pt x="47" y="13"/>
                                      </a:lnTo>
                                      <a:lnTo>
                                        <a:pt x="41" y="14"/>
                                      </a:lnTo>
                                      <a:lnTo>
                                        <a:pt x="37" y="16"/>
                                      </a:lnTo>
                                      <a:lnTo>
                                        <a:pt x="33" y="18"/>
                                      </a:lnTo>
                                      <a:lnTo>
                                        <a:pt x="29" y="21"/>
                                      </a:lnTo>
                                      <a:lnTo>
                                        <a:pt x="26" y="25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3"/>
                                      </a:lnTo>
                                      <a:lnTo>
                                        <a:pt x="25" y="37"/>
                                      </a:lnTo>
                                      <a:lnTo>
                                        <a:pt x="26" y="39"/>
                                      </a:lnTo>
                                      <a:lnTo>
                                        <a:pt x="27" y="42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33" y="47"/>
                                      </a:lnTo>
                                      <a:lnTo>
                                        <a:pt x="35" y="51"/>
                                      </a:lnTo>
                                      <a:lnTo>
                                        <a:pt x="39" y="54"/>
                                      </a:lnTo>
                                      <a:lnTo>
                                        <a:pt x="44" y="56"/>
                                      </a:lnTo>
                                      <a:lnTo>
                                        <a:pt x="69" y="71"/>
                                      </a:lnTo>
                                      <a:lnTo>
                                        <a:pt x="76" y="73"/>
                                      </a:lnTo>
                                      <a:lnTo>
                                        <a:pt x="82" y="78"/>
                                      </a:lnTo>
                                      <a:lnTo>
                                        <a:pt x="88" y="84"/>
                                      </a:lnTo>
                                      <a:lnTo>
                                        <a:pt x="90" y="88"/>
                                      </a:lnTo>
                                      <a:lnTo>
                                        <a:pt x="94" y="93"/>
                                      </a:lnTo>
                                      <a:lnTo>
                                        <a:pt x="95" y="99"/>
                                      </a:lnTo>
                                      <a:lnTo>
                                        <a:pt x="97" y="105"/>
                                      </a:lnTo>
                                      <a:lnTo>
                                        <a:pt x="98" y="112"/>
                                      </a:lnTo>
                                      <a:lnTo>
                                        <a:pt x="97" y="116"/>
                                      </a:lnTo>
                                      <a:lnTo>
                                        <a:pt x="97" y="122"/>
                                      </a:lnTo>
                                      <a:lnTo>
                                        <a:pt x="95" y="125"/>
                                      </a:lnTo>
                                      <a:lnTo>
                                        <a:pt x="94" y="129"/>
                                      </a:lnTo>
                                      <a:lnTo>
                                        <a:pt x="91" y="135"/>
                                      </a:lnTo>
                                      <a:lnTo>
                                        <a:pt x="89" y="138"/>
                                      </a:lnTo>
                                      <a:lnTo>
                                        <a:pt x="86" y="142"/>
                                      </a:lnTo>
                                      <a:lnTo>
                                        <a:pt x="84" y="145"/>
                                      </a:lnTo>
                                      <a:lnTo>
                                        <a:pt x="80" y="148"/>
                                      </a:lnTo>
                                      <a:lnTo>
                                        <a:pt x="76" y="150"/>
                                      </a:lnTo>
                                      <a:lnTo>
                                        <a:pt x="72" y="153"/>
                                      </a:lnTo>
                                      <a:lnTo>
                                        <a:pt x="67" y="154"/>
                                      </a:lnTo>
                                      <a:lnTo>
                                        <a:pt x="63" y="157"/>
                                      </a:lnTo>
                                      <a:lnTo>
                                        <a:pt x="59" y="158"/>
                                      </a:lnTo>
                                      <a:lnTo>
                                        <a:pt x="52" y="158"/>
                                      </a:lnTo>
                                      <a:lnTo>
                                        <a:pt x="47" y="158"/>
                                      </a:lnTo>
                                      <a:lnTo>
                                        <a:pt x="38" y="158"/>
                                      </a:lnTo>
                                      <a:lnTo>
                                        <a:pt x="26" y="155"/>
                                      </a:lnTo>
                                      <a:lnTo>
                                        <a:pt x="13" y="153"/>
                                      </a:lnTo>
                                      <a:lnTo>
                                        <a:pt x="0" y="1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355" y="944880"/>
                                  <a:ext cx="33655" cy="61595"/>
                                </a:xfrm>
                                <a:custGeom>
                                  <a:avLst/>
                                  <a:gdLst>
                                    <a:gd name="T0" fmla="*/ 24 w 106"/>
                                    <a:gd name="T1" fmla="*/ 53 h 193"/>
                                    <a:gd name="T2" fmla="*/ 0 w 106"/>
                                    <a:gd name="T3" fmla="*/ 53 h 193"/>
                                    <a:gd name="T4" fmla="*/ 0 w 106"/>
                                    <a:gd name="T5" fmla="*/ 43 h 193"/>
                                    <a:gd name="T6" fmla="*/ 10 w 106"/>
                                    <a:gd name="T7" fmla="*/ 39 h 193"/>
                                    <a:gd name="T8" fmla="*/ 19 w 106"/>
                                    <a:gd name="T9" fmla="*/ 35 h 193"/>
                                    <a:gd name="T10" fmla="*/ 24 w 106"/>
                                    <a:gd name="T11" fmla="*/ 31 h 193"/>
                                    <a:gd name="T12" fmla="*/ 28 w 106"/>
                                    <a:gd name="T13" fmla="*/ 27 h 193"/>
                                    <a:gd name="T14" fmla="*/ 32 w 106"/>
                                    <a:gd name="T15" fmla="*/ 23 h 193"/>
                                    <a:gd name="T16" fmla="*/ 34 w 106"/>
                                    <a:gd name="T17" fmla="*/ 18 h 193"/>
                                    <a:gd name="T18" fmla="*/ 38 w 106"/>
                                    <a:gd name="T19" fmla="*/ 10 h 193"/>
                                    <a:gd name="T20" fmla="*/ 41 w 106"/>
                                    <a:gd name="T21" fmla="*/ 2 h 193"/>
                                    <a:gd name="T22" fmla="*/ 42 w 106"/>
                                    <a:gd name="T23" fmla="*/ 1 h 193"/>
                                    <a:gd name="T24" fmla="*/ 44 w 106"/>
                                    <a:gd name="T25" fmla="*/ 0 h 193"/>
                                    <a:gd name="T26" fmla="*/ 53 w 106"/>
                                    <a:gd name="T27" fmla="*/ 0 h 193"/>
                                    <a:gd name="T28" fmla="*/ 53 w 106"/>
                                    <a:gd name="T29" fmla="*/ 39 h 193"/>
                                    <a:gd name="T30" fmla="*/ 104 w 106"/>
                                    <a:gd name="T31" fmla="*/ 39 h 193"/>
                                    <a:gd name="T32" fmla="*/ 104 w 106"/>
                                    <a:gd name="T33" fmla="*/ 53 h 193"/>
                                    <a:gd name="T34" fmla="*/ 53 w 106"/>
                                    <a:gd name="T35" fmla="*/ 53 h 193"/>
                                    <a:gd name="T36" fmla="*/ 53 w 106"/>
                                    <a:gd name="T37" fmla="*/ 149 h 193"/>
                                    <a:gd name="T38" fmla="*/ 53 w 106"/>
                                    <a:gd name="T39" fmla="*/ 157 h 193"/>
                                    <a:gd name="T40" fmla="*/ 54 w 106"/>
                                    <a:gd name="T41" fmla="*/ 162 h 193"/>
                                    <a:gd name="T42" fmla="*/ 54 w 106"/>
                                    <a:gd name="T43" fmla="*/ 164 h 193"/>
                                    <a:gd name="T44" fmla="*/ 55 w 106"/>
                                    <a:gd name="T45" fmla="*/ 167 h 193"/>
                                    <a:gd name="T46" fmla="*/ 57 w 106"/>
                                    <a:gd name="T47" fmla="*/ 168 h 193"/>
                                    <a:gd name="T48" fmla="*/ 58 w 106"/>
                                    <a:gd name="T49" fmla="*/ 170 h 193"/>
                                    <a:gd name="T50" fmla="*/ 61 w 106"/>
                                    <a:gd name="T51" fmla="*/ 171 h 193"/>
                                    <a:gd name="T52" fmla="*/ 62 w 106"/>
                                    <a:gd name="T53" fmla="*/ 172 h 193"/>
                                    <a:gd name="T54" fmla="*/ 64 w 106"/>
                                    <a:gd name="T55" fmla="*/ 173 h 193"/>
                                    <a:gd name="T56" fmla="*/ 66 w 106"/>
                                    <a:gd name="T57" fmla="*/ 173 h 193"/>
                                    <a:gd name="T58" fmla="*/ 72 w 106"/>
                                    <a:gd name="T59" fmla="*/ 175 h 193"/>
                                    <a:gd name="T60" fmla="*/ 79 w 106"/>
                                    <a:gd name="T61" fmla="*/ 175 h 193"/>
                                    <a:gd name="T62" fmla="*/ 85 w 106"/>
                                    <a:gd name="T63" fmla="*/ 175 h 193"/>
                                    <a:gd name="T64" fmla="*/ 91 w 106"/>
                                    <a:gd name="T65" fmla="*/ 175 h 193"/>
                                    <a:gd name="T66" fmla="*/ 97 w 106"/>
                                    <a:gd name="T67" fmla="*/ 173 h 193"/>
                                    <a:gd name="T68" fmla="*/ 104 w 106"/>
                                    <a:gd name="T69" fmla="*/ 173 h 193"/>
                                    <a:gd name="T70" fmla="*/ 106 w 106"/>
                                    <a:gd name="T71" fmla="*/ 184 h 193"/>
                                    <a:gd name="T72" fmla="*/ 93 w 106"/>
                                    <a:gd name="T73" fmla="*/ 187 h 193"/>
                                    <a:gd name="T74" fmla="*/ 77 w 106"/>
                                    <a:gd name="T75" fmla="*/ 190 h 193"/>
                                    <a:gd name="T76" fmla="*/ 64 w 106"/>
                                    <a:gd name="T77" fmla="*/ 193 h 193"/>
                                    <a:gd name="T78" fmla="*/ 57 w 106"/>
                                    <a:gd name="T79" fmla="*/ 193 h 193"/>
                                    <a:gd name="T80" fmla="*/ 51 w 106"/>
                                    <a:gd name="T81" fmla="*/ 193 h 193"/>
                                    <a:gd name="T82" fmla="*/ 49 w 106"/>
                                    <a:gd name="T83" fmla="*/ 193 h 193"/>
                                    <a:gd name="T84" fmla="*/ 45 w 106"/>
                                    <a:gd name="T85" fmla="*/ 192 h 193"/>
                                    <a:gd name="T86" fmla="*/ 42 w 106"/>
                                    <a:gd name="T87" fmla="*/ 190 h 193"/>
                                    <a:gd name="T88" fmla="*/ 40 w 106"/>
                                    <a:gd name="T89" fmla="*/ 189 h 193"/>
                                    <a:gd name="T90" fmla="*/ 37 w 106"/>
                                    <a:gd name="T91" fmla="*/ 188 h 193"/>
                                    <a:gd name="T92" fmla="*/ 34 w 106"/>
                                    <a:gd name="T93" fmla="*/ 187 h 193"/>
                                    <a:gd name="T94" fmla="*/ 33 w 106"/>
                                    <a:gd name="T95" fmla="*/ 184 h 193"/>
                                    <a:gd name="T96" fmla="*/ 30 w 106"/>
                                    <a:gd name="T97" fmla="*/ 181 h 193"/>
                                    <a:gd name="T98" fmla="*/ 28 w 106"/>
                                    <a:gd name="T99" fmla="*/ 180 h 193"/>
                                    <a:gd name="T100" fmla="*/ 28 w 106"/>
                                    <a:gd name="T101" fmla="*/ 176 h 193"/>
                                    <a:gd name="T102" fmla="*/ 27 w 106"/>
                                    <a:gd name="T103" fmla="*/ 173 h 193"/>
                                    <a:gd name="T104" fmla="*/ 25 w 106"/>
                                    <a:gd name="T105" fmla="*/ 167 h 193"/>
                                    <a:gd name="T106" fmla="*/ 24 w 106"/>
                                    <a:gd name="T107" fmla="*/ 158 h 193"/>
                                    <a:gd name="T108" fmla="*/ 24 w 106"/>
                                    <a:gd name="T109" fmla="*/ 53 h 1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106" h="193">
                                      <a:moveTo>
                                        <a:pt x="24" y="53"/>
                                      </a:moveTo>
                                      <a:lnTo>
                                        <a:pt x="0" y="5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10" y="39"/>
                                      </a:lnTo>
                                      <a:lnTo>
                                        <a:pt x="19" y="35"/>
                                      </a:lnTo>
                                      <a:lnTo>
                                        <a:pt x="24" y="31"/>
                                      </a:lnTo>
                                      <a:lnTo>
                                        <a:pt x="28" y="27"/>
                                      </a:lnTo>
                                      <a:lnTo>
                                        <a:pt x="32" y="23"/>
                                      </a:lnTo>
                                      <a:lnTo>
                                        <a:pt x="34" y="18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41" y="2"/>
                                      </a:lnTo>
                                      <a:lnTo>
                                        <a:pt x="42" y="1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3" y="39"/>
                                      </a:lnTo>
                                      <a:lnTo>
                                        <a:pt x="104" y="39"/>
                                      </a:lnTo>
                                      <a:lnTo>
                                        <a:pt x="104" y="53"/>
                                      </a:lnTo>
                                      <a:lnTo>
                                        <a:pt x="53" y="53"/>
                                      </a:lnTo>
                                      <a:lnTo>
                                        <a:pt x="53" y="149"/>
                                      </a:lnTo>
                                      <a:lnTo>
                                        <a:pt x="53" y="157"/>
                                      </a:lnTo>
                                      <a:lnTo>
                                        <a:pt x="54" y="162"/>
                                      </a:lnTo>
                                      <a:lnTo>
                                        <a:pt x="54" y="164"/>
                                      </a:lnTo>
                                      <a:lnTo>
                                        <a:pt x="55" y="167"/>
                                      </a:lnTo>
                                      <a:lnTo>
                                        <a:pt x="57" y="168"/>
                                      </a:lnTo>
                                      <a:lnTo>
                                        <a:pt x="58" y="170"/>
                                      </a:lnTo>
                                      <a:lnTo>
                                        <a:pt x="61" y="171"/>
                                      </a:lnTo>
                                      <a:lnTo>
                                        <a:pt x="62" y="172"/>
                                      </a:lnTo>
                                      <a:lnTo>
                                        <a:pt x="64" y="173"/>
                                      </a:lnTo>
                                      <a:lnTo>
                                        <a:pt x="66" y="173"/>
                                      </a:lnTo>
                                      <a:lnTo>
                                        <a:pt x="72" y="175"/>
                                      </a:lnTo>
                                      <a:lnTo>
                                        <a:pt x="79" y="175"/>
                                      </a:lnTo>
                                      <a:lnTo>
                                        <a:pt x="85" y="175"/>
                                      </a:lnTo>
                                      <a:lnTo>
                                        <a:pt x="91" y="175"/>
                                      </a:lnTo>
                                      <a:lnTo>
                                        <a:pt x="97" y="173"/>
                                      </a:lnTo>
                                      <a:lnTo>
                                        <a:pt x="104" y="173"/>
                                      </a:lnTo>
                                      <a:lnTo>
                                        <a:pt x="106" y="184"/>
                                      </a:lnTo>
                                      <a:lnTo>
                                        <a:pt x="93" y="187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64" y="193"/>
                                      </a:lnTo>
                                      <a:lnTo>
                                        <a:pt x="57" y="193"/>
                                      </a:lnTo>
                                      <a:lnTo>
                                        <a:pt x="51" y="193"/>
                                      </a:lnTo>
                                      <a:lnTo>
                                        <a:pt x="49" y="193"/>
                                      </a:lnTo>
                                      <a:lnTo>
                                        <a:pt x="45" y="192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89"/>
                                      </a:lnTo>
                                      <a:lnTo>
                                        <a:pt x="37" y="188"/>
                                      </a:lnTo>
                                      <a:lnTo>
                                        <a:pt x="34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30" y="181"/>
                                      </a:lnTo>
                                      <a:lnTo>
                                        <a:pt x="28" y="180"/>
                                      </a:lnTo>
                                      <a:lnTo>
                                        <a:pt x="28" y="176"/>
                                      </a:lnTo>
                                      <a:lnTo>
                                        <a:pt x="27" y="173"/>
                                      </a:lnTo>
                                      <a:lnTo>
                                        <a:pt x="25" y="167"/>
                                      </a:lnTo>
                                      <a:lnTo>
                                        <a:pt x="24" y="158"/>
                                      </a:lnTo>
                                      <a:lnTo>
                                        <a:pt x="24" y="5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41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465455" y="956945"/>
                                  <a:ext cx="41910" cy="49530"/>
                                </a:xfrm>
                                <a:custGeom>
                                  <a:avLst/>
                                  <a:gdLst>
                                    <a:gd name="T0" fmla="*/ 31 w 130"/>
                                    <a:gd name="T1" fmla="*/ 73 h 157"/>
                                    <a:gd name="T2" fmla="*/ 32 w 130"/>
                                    <a:gd name="T3" fmla="*/ 90 h 157"/>
                                    <a:gd name="T4" fmla="*/ 36 w 130"/>
                                    <a:gd name="T5" fmla="*/ 105 h 157"/>
                                    <a:gd name="T6" fmla="*/ 41 w 130"/>
                                    <a:gd name="T7" fmla="*/ 115 h 157"/>
                                    <a:gd name="T8" fmla="*/ 51 w 130"/>
                                    <a:gd name="T9" fmla="*/ 124 h 157"/>
                                    <a:gd name="T10" fmla="*/ 57 w 130"/>
                                    <a:gd name="T11" fmla="*/ 131 h 157"/>
                                    <a:gd name="T12" fmla="*/ 67 w 130"/>
                                    <a:gd name="T13" fmla="*/ 135 h 157"/>
                                    <a:gd name="T14" fmla="*/ 78 w 130"/>
                                    <a:gd name="T15" fmla="*/ 137 h 157"/>
                                    <a:gd name="T16" fmla="*/ 90 w 130"/>
                                    <a:gd name="T17" fmla="*/ 137 h 157"/>
                                    <a:gd name="T18" fmla="*/ 107 w 130"/>
                                    <a:gd name="T19" fmla="*/ 137 h 157"/>
                                    <a:gd name="T20" fmla="*/ 126 w 130"/>
                                    <a:gd name="T21" fmla="*/ 135 h 157"/>
                                    <a:gd name="T22" fmla="*/ 120 w 130"/>
                                    <a:gd name="T23" fmla="*/ 148 h 157"/>
                                    <a:gd name="T24" fmla="*/ 105 w 130"/>
                                    <a:gd name="T25" fmla="*/ 152 h 157"/>
                                    <a:gd name="T26" fmla="*/ 90 w 130"/>
                                    <a:gd name="T27" fmla="*/ 156 h 157"/>
                                    <a:gd name="T28" fmla="*/ 75 w 130"/>
                                    <a:gd name="T29" fmla="*/ 157 h 157"/>
                                    <a:gd name="T30" fmla="*/ 61 w 130"/>
                                    <a:gd name="T31" fmla="*/ 157 h 157"/>
                                    <a:gd name="T32" fmla="*/ 48 w 130"/>
                                    <a:gd name="T33" fmla="*/ 154 h 157"/>
                                    <a:gd name="T34" fmla="*/ 35 w 130"/>
                                    <a:gd name="T35" fmla="*/ 149 h 157"/>
                                    <a:gd name="T36" fmla="*/ 24 w 130"/>
                                    <a:gd name="T37" fmla="*/ 141 h 157"/>
                                    <a:gd name="T38" fmla="*/ 14 w 130"/>
                                    <a:gd name="T39" fmla="*/ 131 h 157"/>
                                    <a:gd name="T40" fmla="*/ 7 w 130"/>
                                    <a:gd name="T41" fmla="*/ 119 h 157"/>
                                    <a:gd name="T42" fmla="*/ 2 w 130"/>
                                    <a:gd name="T43" fmla="*/ 106 h 157"/>
                                    <a:gd name="T44" fmla="*/ 0 w 130"/>
                                    <a:gd name="T45" fmla="*/ 90 h 157"/>
                                    <a:gd name="T46" fmla="*/ 0 w 130"/>
                                    <a:gd name="T47" fmla="*/ 73 h 157"/>
                                    <a:gd name="T48" fmla="*/ 2 w 130"/>
                                    <a:gd name="T49" fmla="*/ 58 h 157"/>
                                    <a:gd name="T50" fmla="*/ 7 w 130"/>
                                    <a:gd name="T51" fmla="*/ 43 h 157"/>
                                    <a:gd name="T52" fmla="*/ 15 w 130"/>
                                    <a:gd name="T53" fmla="*/ 30 h 157"/>
                                    <a:gd name="T54" fmla="*/ 24 w 130"/>
                                    <a:gd name="T55" fmla="*/ 20 h 157"/>
                                    <a:gd name="T56" fmla="*/ 36 w 130"/>
                                    <a:gd name="T57" fmla="*/ 11 h 157"/>
                                    <a:gd name="T58" fmla="*/ 49 w 130"/>
                                    <a:gd name="T59" fmla="*/ 4 h 157"/>
                                    <a:gd name="T60" fmla="*/ 64 w 130"/>
                                    <a:gd name="T61" fmla="*/ 0 h 157"/>
                                    <a:gd name="T62" fmla="*/ 77 w 130"/>
                                    <a:gd name="T63" fmla="*/ 0 h 157"/>
                                    <a:gd name="T64" fmla="*/ 87 w 130"/>
                                    <a:gd name="T65" fmla="*/ 2 h 157"/>
                                    <a:gd name="T66" fmla="*/ 95 w 130"/>
                                    <a:gd name="T67" fmla="*/ 4 h 157"/>
                                    <a:gd name="T68" fmla="*/ 103 w 130"/>
                                    <a:gd name="T69" fmla="*/ 9 h 157"/>
                                    <a:gd name="T70" fmla="*/ 111 w 130"/>
                                    <a:gd name="T71" fmla="*/ 13 h 157"/>
                                    <a:gd name="T72" fmla="*/ 117 w 130"/>
                                    <a:gd name="T73" fmla="*/ 20 h 157"/>
                                    <a:gd name="T74" fmla="*/ 122 w 130"/>
                                    <a:gd name="T75" fmla="*/ 26 h 157"/>
                                    <a:gd name="T76" fmla="*/ 126 w 130"/>
                                    <a:gd name="T77" fmla="*/ 36 h 157"/>
                                    <a:gd name="T78" fmla="*/ 129 w 130"/>
                                    <a:gd name="T79" fmla="*/ 46 h 157"/>
                                    <a:gd name="T80" fmla="*/ 130 w 130"/>
                                    <a:gd name="T81" fmla="*/ 62 h 157"/>
                                    <a:gd name="T82" fmla="*/ 130 w 130"/>
                                    <a:gd name="T83" fmla="*/ 73 h 157"/>
                                    <a:gd name="T84" fmla="*/ 99 w 130"/>
                                    <a:gd name="T85" fmla="*/ 47 h 157"/>
                                    <a:gd name="T86" fmla="*/ 96 w 130"/>
                                    <a:gd name="T87" fmla="*/ 34 h 157"/>
                                    <a:gd name="T88" fmla="*/ 94 w 130"/>
                                    <a:gd name="T89" fmla="*/ 26 h 157"/>
                                    <a:gd name="T90" fmla="*/ 90 w 130"/>
                                    <a:gd name="T91" fmla="*/ 21 h 157"/>
                                    <a:gd name="T92" fmla="*/ 86 w 130"/>
                                    <a:gd name="T93" fmla="*/ 17 h 157"/>
                                    <a:gd name="T94" fmla="*/ 79 w 130"/>
                                    <a:gd name="T95" fmla="*/ 15 h 157"/>
                                    <a:gd name="T96" fmla="*/ 73 w 130"/>
                                    <a:gd name="T97" fmla="*/ 13 h 157"/>
                                    <a:gd name="T98" fmla="*/ 65 w 130"/>
                                    <a:gd name="T99" fmla="*/ 13 h 157"/>
                                    <a:gd name="T100" fmla="*/ 57 w 130"/>
                                    <a:gd name="T101" fmla="*/ 15 h 157"/>
                                    <a:gd name="T102" fmla="*/ 51 w 130"/>
                                    <a:gd name="T103" fmla="*/ 19 h 157"/>
                                    <a:gd name="T104" fmla="*/ 45 w 130"/>
                                    <a:gd name="T105" fmla="*/ 24 h 157"/>
                                    <a:gd name="T106" fmla="*/ 41 w 130"/>
                                    <a:gd name="T107" fmla="*/ 30 h 157"/>
                                    <a:gd name="T108" fmla="*/ 37 w 130"/>
                                    <a:gd name="T109" fmla="*/ 37 h 157"/>
                                    <a:gd name="T110" fmla="*/ 35 w 130"/>
                                    <a:gd name="T111" fmla="*/ 47 h 157"/>
                                    <a:gd name="T112" fmla="*/ 32 w 130"/>
                                    <a:gd name="T113" fmla="*/ 59 h 157"/>
                                    <a:gd name="T114" fmla="*/ 100 w 130"/>
                                    <a:gd name="T115" fmla="*/ 59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130" h="157">
                                      <a:moveTo>
                                        <a:pt x="130" y="73"/>
                                      </a:moveTo>
                                      <a:lnTo>
                                        <a:pt x="31" y="73"/>
                                      </a:lnTo>
                                      <a:lnTo>
                                        <a:pt x="31" y="83"/>
                                      </a:lnTo>
                                      <a:lnTo>
                                        <a:pt x="32" y="90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9" y="111"/>
                                      </a:lnTo>
                                      <a:lnTo>
                                        <a:pt x="41" y="115"/>
                                      </a:lnTo>
                                      <a:lnTo>
                                        <a:pt x="45" y="122"/>
                                      </a:lnTo>
                                      <a:lnTo>
                                        <a:pt x="51" y="124"/>
                                      </a:lnTo>
                                      <a:lnTo>
                                        <a:pt x="54" y="128"/>
                                      </a:lnTo>
                                      <a:lnTo>
                                        <a:pt x="57" y="131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7" y="135"/>
                                      </a:lnTo>
                                      <a:lnTo>
                                        <a:pt x="73" y="136"/>
                                      </a:lnTo>
                                      <a:lnTo>
                                        <a:pt x="78" y="137"/>
                                      </a:lnTo>
                                      <a:lnTo>
                                        <a:pt x="84" y="137"/>
                                      </a:lnTo>
                                      <a:lnTo>
                                        <a:pt x="90" y="137"/>
                                      </a:lnTo>
                                      <a:lnTo>
                                        <a:pt x="98" y="137"/>
                                      </a:lnTo>
                                      <a:lnTo>
                                        <a:pt x="107" y="137"/>
                                      </a:lnTo>
                                      <a:lnTo>
                                        <a:pt x="116" y="136"/>
                                      </a:lnTo>
                                      <a:lnTo>
                                        <a:pt x="126" y="135"/>
                                      </a:lnTo>
                                      <a:lnTo>
                                        <a:pt x="129" y="144"/>
                                      </a:lnTo>
                                      <a:lnTo>
                                        <a:pt x="120" y="148"/>
                                      </a:lnTo>
                                      <a:lnTo>
                                        <a:pt x="113" y="149"/>
                                      </a:lnTo>
                                      <a:lnTo>
                                        <a:pt x="105" y="152"/>
                                      </a:lnTo>
                                      <a:lnTo>
                                        <a:pt x="98" y="153"/>
                                      </a:lnTo>
                                      <a:lnTo>
                                        <a:pt x="90" y="156"/>
                                      </a:lnTo>
                                      <a:lnTo>
                                        <a:pt x="82" y="157"/>
                                      </a:lnTo>
                                      <a:lnTo>
                                        <a:pt x="75" y="157"/>
                                      </a:lnTo>
                                      <a:lnTo>
                                        <a:pt x="69" y="157"/>
                                      </a:lnTo>
                                      <a:lnTo>
                                        <a:pt x="61" y="157"/>
                                      </a:lnTo>
                                      <a:lnTo>
                                        <a:pt x="54" y="156"/>
                                      </a:lnTo>
                                      <a:lnTo>
                                        <a:pt x="48" y="154"/>
                                      </a:lnTo>
                                      <a:lnTo>
                                        <a:pt x="41" y="152"/>
                                      </a:lnTo>
                                      <a:lnTo>
                                        <a:pt x="35" y="149"/>
                                      </a:lnTo>
                                      <a:lnTo>
                                        <a:pt x="28" y="145"/>
                                      </a:lnTo>
                                      <a:lnTo>
                                        <a:pt x="24" y="141"/>
                                      </a:lnTo>
                                      <a:lnTo>
                                        <a:pt x="18" y="136"/>
                                      </a:lnTo>
                                      <a:lnTo>
                                        <a:pt x="14" y="131"/>
                                      </a:lnTo>
                                      <a:lnTo>
                                        <a:pt x="11" y="126"/>
                                      </a:lnTo>
                                      <a:lnTo>
                                        <a:pt x="7" y="119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2" y="106"/>
                                      </a:lnTo>
                                      <a:lnTo>
                                        <a:pt x="1" y="98"/>
                                      </a:lnTo>
                                      <a:lnTo>
                                        <a:pt x="0" y="90"/>
                                      </a:lnTo>
                                      <a:lnTo>
                                        <a:pt x="0" y="83"/>
                                      </a:lnTo>
                                      <a:lnTo>
                                        <a:pt x="0" y="73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2" y="58"/>
                                      </a:lnTo>
                                      <a:lnTo>
                                        <a:pt x="5" y="50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11" y="37"/>
                                      </a:lnTo>
                                      <a:lnTo>
                                        <a:pt x="15" y="30"/>
                                      </a:lnTo>
                                      <a:lnTo>
                                        <a:pt x="19" y="24"/>
                                      </a:lnTo>
                                      <a:lnTo>
                                        <a:pt x="24" y="20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9" y="4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64" y="0"/>
                                      </a:lnTo>
                                      <a:lnTo>
                                        <a:pt x="71" y="0"/>
                                      </a:lnTo>
                                      <a:lnTo>
                                        <a:pt x="77" y="0"/>
                                      </a:lnTo>
                                      <a:lnTo>
                                        <a:pt x="82" y="2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91" y="4"/>
                                      </a:lnTo>
                                      <a:lnTo>
                                        <a:pt x="95" y="4"/>
                                      </a:lnTo>
                                      <a:lnTo>
                                        <a:pt x="100" y="7"/>
                                      </a:lnTo>
                                      <a:lnTo>
                                        <a:pt x="103" y="9"/>
                                      </a:lnTo>
                                      <a:lnTo>
                                        <a:pt x="107" y="11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5" y="17"/>
                                      </a:lnTo>
                                      <a:lnTo>
                                        <a:pt x="117" y="20"/>
                                      </a:lnTo>
                                      <a:lnTo>
                                        <a:pt x="120" y="24"/>
                                      </a:lnTo>
                                      <a:lnTo>
                                        <a:pt x="122" y="26"/>
                                      </a:lnTo>
                                      <a:lnTo>
                                        <a:pt x="124" y="32"/>
                                      </a:lnTo>
                                      <a:lnTo>
                                        <a:pt x="126" y="36"/>
                                      </a:lnTo>
                                      <a:lnTo>
                                        <a:pt x="128" y="40"/>
                                      </a:lnTo>
                                      <a:lnTo>
                                        <a:pt x="129" y="46"/>
                                      </a:lnTo>
                                      <a:lnTo>
                                        <a:pt x="129" y="53"/>
                                      </a:lnTo>
                                      <a:lnTo>
                                        <a:pt x="130" y="62"/>
                                      </a:lnTo>
                                      <a:lnTo>
                                        <a:pt x="130" y="73"/>
                                      </a:lnTo>
                                      <a:close/>
                                      <a:moveTo>
                                        <a:pt x="100" y="59"/>
                                      </a:moveTo>
                                      <a:lnTo>
                                        <a:pt x="99" y="47"/>
                                      </a:lnTo>
                                      <a:lnTo>
                                        <a:pt x="98" y="38"/>
                                      </a:lnTo>
                                      <a:lnTo>
                                        <a:pt x="96" y="34"/>
                                      </a:lnTo>
                                      <a:lnTo>
                                        <a:pt x="95" y="30"/>
                                      </a:lnTo>
                                      <a:lnTo>
                                        <a:pt x="94" y="26"/>
                                      </a:lnTo>
                                      <a:lnTo>
                                        <a:pt x="91" y="24"/>
                                      </a:lnTo>
                                      <a:lnTo>
                                        <a:pt x="90" y="21"/>
                                      </a:lnTo>
                                      <a:lnTo>
                                        <a:pt x="87" y="20"/>
                                      </a:lnTo>
                                      <a:lnTo>
                                        <a:pt x="86" y="17"/>
                                      </a:lnTo>
                                      <a:lnTo>
                                        <a:pt x="82" y="16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7" y="13"/>
                                      </a:lnTo>
                                      <a:lnTo>
                                        <a:pt x="73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5" y="13"/>
                                      </a:lnTo>
                                      <a:lnTo>
                                        <a:pt x="61" y="15"/>
                                      </a:lnTo>
                                      <a:lnTo>
                                        <a:pt x="57" y="15"/>
                                      </a:lnTo>
                                      <a:lnTo>
                                        <a:pt x="54" y="17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48" y="21"/>
                                      </a:lnTo>
                                      <a:lnTo>
                                        <a:pt x="45" y="24"/>
                                      </a:lnTo>
                                      <a:lnTo>
                                        <a:pt x="43" y="26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33"/>
                                      </a:lnTo>
                                      <a:lnTo>
                                        <a:pt x="37" y="37"/>
                                      </a:lnTo>
                                      <a:lnTo>
                                        <a:pt x="35" y="42"/>
                                      </a:lnTo>
                                      <a:lnTo>
                                        <a:pt x="35" y="47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9"/>
                                      </a:lnTo>
                                      <a:lnTo>
                                        <a:pt x="31" y="64"/>
                                      </a:lnTo>
                                      <a:lnTo>
                                        <a:pt x="100" y="5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4350" y="956310"/>
                                  <a:ext cx="37465" cy="48895"/>
                                </a:xfrm>
                                <a:custGeom>
                                  <a:avLst/>
                                  <a:gdLst>
                                    <a:gd name="T0" fmla="*/ 0 w 119"/>
                                    <a:gd name="T1" fmla="*/ 154 h 154"/>
                                    <a:gd name="T2" fmla="*/ 0 w 119"/>
                                    <a:gd name="T3" fmla="*/ 146 h 154"/>
                                    <a:gd name="T4" fmla="*/ 28 w 119"/>
                                    <a:gd name="T5" fmla="*/ 136 h 154"/>
                                    <a:gd name="T6" fmla="*/ 28 w 119"/>
                                    <a:gd name="T7" fmla="*/ 27 h 154"/>
                                    <a:gd name="T8" fmla="*/ 0 w 119"/>
                                    <a:gd name="T9" fmla="*/ 20 h 154"/>
                                    <a:gd name="T10" fmla="*/ 0 w 119"/>
                                    <a:gd name="T11" fmla="*/ 12 h 154"/>
                                    <a:gd name="T12" fmla="*/ 57 w 119"/>
                                    <a:gd name="T13" fmla="*/ 0 h 154"/>
                                    <a:gd name="T14" fmla="*/ 57 w 119"/>
                                    <a:gd name="T15" fmla="*/ 20 h 154"/>
                                    <a:gd name="T16" fmla="*/ 59 w 119"/>
                                    <a:gd name="T17" fmla="*/ 18 h 154"/>
                                    <a:gd name="T18" fmla="*/ 74 w 119"/>
                                    <a:gd name="T19" fmla="*/ 12 h 154"/>
                                    <a:gd name="T20" fmla="*/ 85 w 119"/>
                                    <a:gd name="T21" fmla="*/ 5 h 154"/>
                                    <a:gd name="T22" fmla="*/ 90 w 119"/>
                                    <a:gd name="T23" fmla="*/ 4 h 154"/>
                                    <a:gd name="T24" fmla="*/ 96 w 119"/>
                                    <a:gd name="T25" fmla="*/ 3 h 154"/>
                                    <a:gd name="T26" fmla="*/ 100 w 119"/>
                                    <a:gd name="T27" fmla="*/ 1 h 154"/>
                                    <a:gd name="T28" fmla="*/ 102 w 119"/>
                                    <a:gd name="T29" fmla="*/ 1 h 154"/>
                                    <a:gd name="T30" fmla="*/ 107 w 119"/>
                                    <a:gd name="T31" fmla="*/ 1 h 154"/>
                                    <a:gd name="T32" fmla="*/ 111 w 119"/>
                                    <a:gd name="T33" fmla="*/ 3 h 154"/>
                                    <a:gd name="T34" fmla="*/ 114 w 119"/>
                                    <a:gd name="T35" fmla="*/ 5 h 154"/>
                                    <a:gd name="T36" fmla="*/ 119 w 119"/>
                                    <a:gd name="T37" fmla="*/ 7 h 154"/>
                                    <a:gd name="T38" fmla="*/ 119 w 119"/>
                                    <a:gd name="T39" fmla="*/ 41 h 154"/>
                                    <a:gd name="T40" fmla="*/ 97 w 119"/>
                                    <a:gd name="T41" fmla="*/ 41 h 154"/>
                                    <a:gd name="T42" fmla="*/ 88 w 119"/>
                                    <a:gd name="T43" fmla="*/ 24 h 154"/>
                                    <a:gd name="T44" fmla="*/ 83 w 119"/>
                                    <a:gd name="T45" fmla="*/ 24 h 154"/>
                                    <a:gd name="T46" fmla="*/ 80 w 119"/>
                                    <a:gd name="T47" fmla="*/ 22 h 154"/>
                                    <a:gd name="T48" fmla="*/ 74 w 119"/>
                                    <a:gd name="T49" fmla="*/ 24 h 154"/>
                                    <a:gd name="T50" fmla="*/ 68 w 119"/>
                                    <a:gd name="T51" fmla="*/ 25 h 154"/>
                                    <a:gd name="T52" fmla="*/ 62 w 119"/>
                                    <a:gd name="T53" fmla="*/ 25 h 154"/>
                                    <a:gd name="T54" fmla="*/ 57 w 119"/>
                                    <a:gd name="T55" fmla="*/ 27 h 154"/>
                                    <a:gd name="T56" fmla="*/ 57 w 119"/>
                                    <a:gd name="T57" fmla="*/ 136 h 154"/>
                                    <a:gd name="T58" fmla="*/ 88 w 119"/>
                                    <a:gd name="T59" fmla="*/ 146 h 154"/>
                                    <a:gd name="T60" fmla="*/ 88 w 119"/>
                                    <a:gd name="T61" fmla="*/ 154 h 154"/>
                                    <a:gd name="T62" fmla="*/ 0 w 119"/>
                                    <a:gd name="T63" fmla="*/ 154 h 1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9" h="154">
                                      <a:moveTo>
                                        <a:pt x="0" y="154"/>
                                      </a:moveTo>
                                      <a:lnTo>
                                        <a:pt x="0" y="14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20"/>
                                      </a:lnTo>
                                      <a:lnTo>
                                        <a:pt x="59" y="18"/>
                                      </a:lnTo>
                                      <a:lnTo>
                                        <a:pt x="74" y="12"/>
                                      </a:lnTo>
                                      <a:lnTo>
                                        <a:pt x="85" y="5"/>
                                      </a:lnTo>
                                      <a:lnTo>
                                        <a:pt x="90" y="4"/>
                                      </a:lnTo>
                                      <a:lnTo>
                                        <a:pt x="96" y="3"/>
                                      </a:lnTo>
                                      <a:lnTo>
                                        <a:pt x="100" y="1"/>
                                      </a:lnTo>
                                      <a:lnTo>
                                        <a:pt x="102" y="1"/>
                                      </a:lnTo>
                                      <a:lnTo>
                                        <a:pt x="107" y="1"/>
                                      </a:lnTo>
                                      <a:lnTo>
                                        <a:pt x="111" y="3"/>
                                      </a:lnTo>
                                      <a:lnTo>
                                        <a:pt x="114" y="5"/>
                                      </a:lnTo>
                                      <a:lnTo>
                                        <a:pt x="119" y="7"/>
                                      </a:lnTo>
                                      <a:lnTo>
                                        <a:pt x="119" y="41"/>
                                      </a:lnTo>
                                      <a:lnTo>
                                        <a:pt x="97" y="41"/>
                                      </a:lnTo>
                                      <a:lnTo>
                                        <a:pt x="88" y="24"/>
                                      </a:lnTo>
                                      <a:lnTo>
                                        <a:pt x="83" y="24"/>
                                      </a:lnTo>
                                      <a:lnTo>
                                        <a:pt x="80" y="22"/>
                                      </a:lnTo>
                                      <a:lnTo>
                                        <a:pt x="74" y="24"/>
                                      </a:lnTo>
                                      <a:lnTo>
                                        <a:pt x="68" y="25"/>
                                      </a:lnTo>
                                      <a:lnTo>
                                        <a:pt x="62" y="25"/>
                                      </a:lnTo>
                                      <a:lnTo>
                                        <a:pt x="57" y="27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88" y="146"/>
                                      </a:lnTo>
                                      <a:lnTo>
                                        <a:pt x="88" y="154"/>
                                      </a:lnTo>
                                      <a:lnTo>
                                        <a:pt x="0" y="1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2DA4236" id="Zeichenbereich 7" o:spid="_x0000_s1026" editas="canvas" style="position:absolute;margin-left:7.1pt;margin-top:2.85pt;width:90.6pt;height:79.35pt;z-index:251658240" coordsize="11506,10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1506;height:10077;visibility:visible;mso-wrap-style:square">
                        <v:fill o:detectmouseclick="t"/>
                        <v:path o:connecttype="none"/>
                      </v:shape>
                      <v:rect id="Rectangle 9" o:spid="_x0000_s1028" style="position:absolute;width:10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0BAB2C33" w14:textId="77777777" w:rsidR="00F02E6B" w:rsidRDefault="00F02E6B">
                              <w:r>
                                <w:rPr>
                                  <w:color w:val="000000"/>
                                  <w:sz w:val="6"/>
                                  <w:szCs w:val="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Freeform 10" o:spid="_x0000_s1029" style="position:absolute;left:6;top:6;width:3943;height:1543;visibility:visible;mso-wrap-style:square;v-text-anchor:top" coordsize="1242,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4Qk8QA&#10;AADbAAAADwAAAGRycy9kb3ducmV2LnhtbESP0WrCQBRE3wv9h+UKvhTdWFuV6CpSUPtoox9wyV6T&#10;YPZumt3ExK93hUIfh5k5w6w2nSlFS7UrLCuYjCMQxKnVBWcKzqfdaAHCeWSNpWVS0JODzfr1ZYWx&#10;tjf+oTbxmQgQdjEqyL2vYildmpNBN7YVcfAutjbog6wzqWu8Bbgp5XsUzaTBgsNCjhV95ZRek8Yo&#10;KKb9cT9rzr9v/cFc7nxtP5u0VWo46LZLEJ46/x/+a39rBR9z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OEJPEAAAA2wAAAA8AAAAAAAAAAAAAAAAAmAIAAGRycy9k&#10;b3ducmV2LnhtbFBLBQYAAAAABAAEAPUAAACJAwAAAAA=&#10;" path="m1242,193r,-7l1242,171r,-24l1242,120r,-30l1242,62r,-23l1242,23r-2,-1l1240,19r-1,-1l1236,17r-2,-2l1172,9,1111,4,1051,,992,,933,,879,4,822,7r-53,6l717,21r-51,7l616,37,568,48,522,60,478,71,434,85,393,98r-39,13l316,125r-36,14l246,154r-32,14l184,182r-28,14l130,209r-22,13l86,233,68,245,49,256r-14,9l23,273r-10,7l6,286r-1,1l2,291r-1,1l,294r,3l,307r,19l,356r,33l,423r,30l,474r,9l,484r1,2l2,486r2,l5,484r1,-1l14,478r9,-8l36,461,51,450,69,440,88,428r23,-13l134,402r28,-14l189,372r31,-14l253,343r34,-16l323,312r40,-15l402,283r42,-14l487,254r45,-13l579,229r47,-10l676,209r51,-10l779,193r54,-7l886,182r57,-2l999,180r57,1l1115,185r60,5l1234,199r4,l1239,199r1,-1l1240,197r2,-1l1242,193xe" fillcolor="#0061ae" stroked="f">
                        <v:path arrowok="t" o:connecttype="custom" o:connectlocs="394335,59055;394335,46673;394335,28575;394335,12383;393700,6985;393700,6033;392430,5398;372110,2858;333693,0;296228,0;260985,2223;227648,6668;195580,11748;165735,19050;137795,26988;112395,35243;88900,44133;67945,53340;49530,62230;34290,70485;21590,77788;11113,84138;4128,88900;1588,91123;318,92710;0,94298;0,97473;0,113030;0,134303;0,150495;0,153670;635,154305;1588,153670;4445,151765;11430,146368;21908,139700;35243,131763;51435,123190;69850,113665;91123,103823;115253,94298;140970,85408;168910,76518;198755,69533;230823,63183;264478,59055;299403,57150;335280,57468;373063,60325;393065,63183;393700,62865;394335,62230" o:connectangles="0,0,0,0,0,0,0,0,0,0,0,0,0,0,0,0,0,0,0,0,0,0,0,0,0,0,0,0,0,0,0,0,0,0,0,0,0,0,0,0,0,0,0,0,0,0,0,0,0,0,0,0"/>
                      </v:shape>
                      <v:shape id="Freeform 11" o:spid="_x0000_s1030" style="position:absolute;left:6;top:1111;width:3943;height:1619;visibility:visible;mso-wrap-style:square;v-text-anchor:top" coordsize="1242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7nM78A&#10;AADbAAAADwAAAGRycy9kb3ducmV2LnhtbERPy4rCMBTdD/gP4QruxlQRGatRRBRE0MEHur0017TY&#10;3JQmav17sxBcHs57MmtsKR5U+8Kxgl43AUGcOV2wUXA6rn7/QPiArLF0TApe5GE2bf1MMNXuyXt6&#10;HIIRMYR9igryEKpUSp/lZNF3XUUcuaurLYYIayN1jc8YbkvZT5KhtFhwbMixokVO2e1wtwqMdJvT&#10;/X95XvPlPDC7Znsts5FSnXYzH4MI1ISv+ONeawWDODZ+iT9AT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XuczvwAAANsAAAAPAAAAAAAAAAAAAAAAAJgCAABkcnMvZG93bnJl&#10;di54bWxQSwUGAAAAAAQABAD1AAAAhAMAAAAA&#10;" path="m1242,199r,-17l1242,159r,-27l1242,103r,-26l1242,54r,-17l1242,29r-2,-2l1240,26r,-1l1239,25r-1,-3l1234,22r-59,-9l1115,7,1057,3,1000,,944,,888,3,833,7r-52,6l728,21r-49,8l629,39,581,51,534,63,489,77,445,90r-41,16l363,120r-38,16l288,153r-34,16l222,184r-32,16l162,214r-27,16l111,244,88,257,69,270,52,282,36,293r-13,7l14,310r-8,5l4,319r-3,2l,325r,3l,345r,25l,398r,32l,460r,23l,500r,8l,509r1,2l2,511r2,l5,509r1,-1l14,502r10,-8l36,485,52,473,70,461,90,448r23,-14l137,419r27,-15l194,388r32,-17l258,355r35,-17l330,321r39,-15l410,289r41,-16l495,259r45,-13l587,233r47,-12l684,209r51,-9l787,193r52,-6l893,183r55,-3l1004,180r56,2l1118,187r58,8l1234,204r4,l1239,203r1,l1240,201r,-1l1242,199xe" fillcolor="#0061ae" stroked="f">
                        <v:path arrowok="t" o:connecttype="custom" o:connectlocs="394335,57672;394335,41828;394335,24400;394335,11725;393700,8556;393700,7922;393065,6971;373063,4119;335598,951;299720,0;264478,2218;231140,6654;199708,12358;169545,19963;141288,28519;115253,38025;91440,48482;70485,58306;51435,67812;35243,77318;21908,85557;11430,92845;4445,98232;1270,101084;0,102986;0,109323;0,126118;0,145764;0,158439;0,161291;635,161925;1588,161291;4445,159073;11430,153686;22225,146081;35878,137525;52070,128019;71755,117562;93028,107105;117158,96965;143193,86508;171450,77952;201295,70030;233363,63376;266383,59256;300990,57038;336550,57672;373380,61791;393065,64643;393700,64326;393700,63376" o:connectangles="0,0,0,0,0,0,0,0,0,0,0,0,0,0,0,0,0,0,0,0,0,0,0,0,0,0,0,0,0,0,0,0,0,0,0,0,0,0,0,0,0,0,0,0,0,0,0,0,0,0,0"/>
                      </v:shape>
                      <v:shape id="Freeform 12" o:spid="_x0000_s1031" style="position:absolute;left:6;top:2216;width:3943;height:1689;visibility:visible;mso-wrap-style:square;v-text-anchor:top" coordsize="1242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DE6cIA&#10;AADbAAAADwAAAGRycy9kb3ducmV2LnhtbESPQWvCQBSE74X+h+UVequbNkVqdJUilPZaI9XjI/vM&#10;BrNvQ/YZ47/vCoLHYWa+YRar0bdqoD42gQ28TjJQxFWwDdcGtuXXyweoKMgW28Bk4EIRVsvHhwUW&#10;Npz5l4aN1CpBOBZowIl0hdaxcuQxTkJHnLxD6D1Kkn2tbY/nBPetfsuyqfbYcFpw2NHaUXXcnLwB&#10;ceX39rJfZzmf/spay84NeW7M89P4OQclNMo9fGv/WAPvM7h+ST9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MTpwgAAANsAAAAPAAAAAAAAAAAAAAAAAJgCAABkcnMvZG93&#10;bnJldi54bWxQSwUGAAAAAAQABAD1AAAAhwMAAAAA&#10;" path="m1242,204r,-6l1242,181r,-22l1242,132r,-28l1242,78r,-23l1242,40r-2,-3l1239,34r-1,-2l1234,31,1178,20r-58,-9l1064,4,1009,2,954,,899,2,846,6r-52,6l743,20r-51,8l643,40,594,51,548,64,502,80,458,96r-42,16l376,129r-39,16l299,162r-36,19l229,198r-31,17l168,233r-27,16l116,264,92,279,71,293,53,306,37,318r-13,9l14,336r-8,7l4,347r-3,4l,354r,4l,365r,17l,405r,28l,462r,28l,514r,17l,532r,1l1,533r1,l4,533r1,l6,532r,-1l24,516,52,494,70,482,90,468r21,-14l135,438r27,-17l192,405r30,-18l254,370r34,-18l325,335r38,-18l403,301r41,-17l487,270r45,-16l579,240r47,-14l676,216r51,-9l779,198r52,-7l886,187r55,-2l999,185r57,2l1115,191r60,8l1234,209r4,l1239,208r1,l1240,207r2,-1l1242,204xe" fillcolor="#0061ae" stroked="f">
                        <v:path arrowok="t" o:connecttype="custom" o:connectlocs="394335,62747;394335,50388;394335,32958;394335,17430;393700,11725;393065,10141;374015,6338;337820,1268;302895,0;268605,1901;235903,6338;204153,12676;173990,20282;145415,30423;119380,40881;94933,51338;72708,62747;53340,73839;36830,83663;22543,92853;11748,100776;4445,106480;1270,109966;0,112184;0,115670;0,128346;0,146410;0,162889;0,168593;318,168910;1270,168910;1905,168593;7620,163523;22225,152748;35243,143875;51435,133417;70485,122642;91440,111550;115253,100459;140970,90001;168910,80494;198755,71620;230823,65599;263843,60529;298768,58627;335280,59261;373063,63064;393065,66233;393700,65916;394335,65282" o:connectangles="0,0,0,0,0,0,0,0,0,0,0,0,0,0,0,0,0,0,0,0,0,0,0,0,0,0,0,0,0,0,0,0,0,0,0,0,0,0,0,0,0,0,0,0,0,0,0,0,0,0"/>
                      </v:shape>
                      <v:shape id="Freeform 13" o:spid="_x0000_s1032" style="position:absolute;left:1835;top:3810;width:2673;height:3765;visibility:visible;mso-wrap-style:square;v-text-anchor:top" coordsize="844,1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0+EsAA&#10;AADbAAAADwAAAGRycy9kb3ducmV2LnhtbERPy4rCMBTdD/gP4QpuBk1HUEptKiI4iI7ga+Pu0lzb&#10;YnNTmqj17ycLweXhvNN5Z2rxoNZVlhX8jCIQxLnVFRcKzqfVMAbhPLLG2jIpeJGDedb7SjHR9skH&#10;ehx9IUIIuwQVlN43iZQuL8mgG9mGOHBX2xr0AbaF1C0+Q7ip5TiKptJgxaGhxIaWJeW3490oiDaX&#10;sfHU7Hf89729rH/zLpaxUoN+t5iB8NT5j/jtXmsFk7A+fAk/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0+EsAAAADbAAAADwAAAAAAAAAAAAAAAACYAgAAZHJzL2Rvd25y&#10;ZXYueG1sUEsFBgAAAAAEAAQA9QAAAIUDAAAAAA==&#10;" path="m421,1187r-22,-1l378,1185r-23,-3l335,1180r-21,-4l294,1170r-21,-6l255,1157r-20,-8l217,1142r-17,-9l183,1122r-17,-10l150,1100r-15,-12l120,1075r-13,-14l94,1046,83,1031,69,1016,59,999,50,982,41,965,33,946,25,927,19,908,13,888,8,867,4,846,3,826,,803,,780,,11,,9,,7,2,5,3,4,4,3,5,1r2,l9,,169,r1,1l173,1r1,2l177,4r,1l178,7r,2l178,11r,761l179,788r,14l180,816r3,15l184,845r4,13l192,870r4,12l200,893r5,12l210,916r6,10l222,937r8,7l237,954r7,9l252,969r9,8l271,984r9,6l290,995r11,7l311,1006r10,4l333,1015r11,3l357,1020r12,1l382,1024r13,1l408,1027r13,l435,1027r13,-2l461,1024r13,-3l487,1019r11,-3l510,1014r11,-6l533,1005r9,-6l553,994r10,-6l572,981r9,-7l591,967r7,-8l606,950r8,-9l621,931r6,-10l634,912r5,-11l644,890r4,-12l652,866r4,-12l658,841r3,-13l664,815r1,-14l665,786r1,-14l666,11r,-2l666,7r2,-2l669,4r1,-1l671,1r2,l675,,835,r1,1l839,1r1,2l841,4r2,1l843,7r1,2l844,11r,769l844,803r-1,23l840,846r-4,21l831,888r-5,20l819,927r-6,19l803,965r-9,17l784,999r-11,17l762,1031r-12,15l737,1061r-15,14l708,1088r-16,12l677,1112r-17,10l643,1133r-17,9l607,1149r-19,8l568,1164r-19,6l529,1176r-21,4l487,1182r-22,3l444,1186r-23,1xe" fillcolor="#002f59" stroked="f">
                        <v:path arrowok="t" o:connecttype="custom" o:connectlocs="119731,375921;99459,373065;80771,367038;63350,359424;47512,348956;33892,336584;21856,322308;12987,306129;6018,288047;1267,268379;0,247441;0,2221;1267,952;2851,0;54797,317;56064,1586;56381,3490;56698,254420;58282,268061;62083,279799;66517,290585;72852,299467;79820,307398;88689,314060;98509,319136;108961,322943;120998,324846;133351,325798;146021,324846;157740,322308;168826,318819;178329,313426;187198,306764;194483,298516;200818,289316;205252,278530;208420,266793;210637,254103;210954,3490;211587,1586;212538,317;264484,0;266068,952;267018,2221;267335,247441;266068,268379;261634,288047;254348,306129;244846,322308;233443,336584;219189,348956;203669,359424;186248,367038;167559,373065;147288,375921" o:connectangles="0,0,0,0,0,0,0,0,0,0,0,0,0,0,0,0,0,0,0,0,0,0,0,0,0,0,0,0,0,0,0,0,0,0,0,0,0,0,0,0,0,0,0,0,0,0,0,0,0,0,0,0,0,0,0"/>
                      </v:shape>
                      <v:shape id="Freeform 14" o:spid="_x0000_s1033" style="position:absolute;left:8121;top:3810;width:3296;height:3733;visibility:visible;mso-wrap-style:square;v-text-anchor:top" coordsize="1037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EygsUA&#10;AADbAAAADwAAAGRycy9kb3ducmV2LnhtbESPQWvCQBSE70L/w/IK3nQTRSupm1CEUulBMG3t9ZF9&#10;TdJm38bsGtN/7wqCx2FmvmHW2WAa0VPnassK4mkEgriwuuZSwefH62QFwnlkjY1lUvBPDrL0YbTG&#10;RNsz76nPfSkChF2CCirv20RKV1Rk0E1tSxy8H9sZ9EF2pdQdngPcNHIWRUtpsOawUGFLm4qKv/xk&#10;FLzPDk9Rfvpq+t/FWzzfSf6eH1mp8ePw8gzC0+Dv4Vt7qxUsYrh+CT9Ap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oTKCxQAAANsAAAAPAAAAAAAAAAAAAAAAAJgCAABkcnMv&#10;ZG93bnJldi54bWxQSwUGAAAAAAQABAD1AAAAigMAAAAA&#10;" path="m869,1177r-3,l865,1176r-1,l862,1174r-1,-1l860,1170r,-1l860,1168r,-800l858,366r,-2l857,364r-3,3l592,854r,2l591,858r-2,l587,861r-3,1l583,862r-3,1l579,863r-114,l464,863r-3,-1l460,862r-3,-1l456,860r-1,-2l454,856r-2,-2l183,367r-2,-3l179,366r,2l179,1168r,1l178,1170r,3l177,1174r-3,2l173,1176r-2,1l169,1177r-160,l8,1177r-2,-1l4,1176r-1,-2l2,1173,,1170r,-1l,1168,,11,,9,,7,2,5,3,4,4,3,6,1r2,l9,,169,r2,1l173,1r2,2l178,4r3,3l183,9,519,628r,2l520,631r1,l523,631r1,l525,630r2,-2l854,9r3,-2l861,4r3,-1l865,1r1,l869,r159,l1029,1r3,l1033,3r2,1l1036,5r1,2l1037,9r,2l1037,1168r,1l1037,1170r-1,3l1035,1174r-2,2l1032,1176r-3,1l1028,1177r-159,xe" fillcolor="#002f59" stroked="f">
                        <v:path arrowok="t" o:connecttype="custom" o:connectlocs="275220,373380;274585,373063;273631,372111;273313,370842;273313,116741;272678,115472;271406,116424;188141,271549;187188,272184;185599,273452;184328,273770;147780,273770;146509,273452;145237,273135;144602,272184;143648,270915;57523,115472;56887,116106;56887,370525;56569,371159;56252,372428;54980,373063;53709,373380;2542,373380;1271,373063;636,372111;0,370842;0,3490;0,2221;953,1269;1907,317;2860,0;54345,317;55616,952;57523,2221;164941,199221;165259,200172;165577,200172;166530,200172;167484,199221;272360,2221;274585,952;275220,317;326705,0;327976,317;328929,1269;329565,2221;329565,3490;329565,370842;329247,372111;328294,373063;327023,373380;276174,373380" o:connectangles="0,0,0,0,0,0,0,0,0,0,0,0,0,0,0,0,0,0,0,0,0,0,0,0,0,0,0,0,0,0,0,0,0,0,0,0,0,0,0,0,0,0,0,0,0,0,0,0,0,0,0,0,0"/>
                      </v:shape>
                      <v:shape id="Freeform 15" o:spid="_x0000_s1034" style="position:absolute;left:5086;top:3810;width:2756;height:3733;visibility:visible;mso-wrap-style:square;v-text-anchor:top" coordsize="870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rys8UA&#10;AADbAAAADwAAAGRycy9kb3ducmV2LnhtbESPT2vCQBTE70K/w/IKXqRuEugfUlcpVYvgxSYl50f2&#10;NUnNvo3ZVeO3dwuCx2FmfsPMFoNpxYl611hWEE8jEMSl1Q1XCn7y9dMbCOeRNbaWScGFHCzmD6MZ&#10;ptqe+ZtOma9EgLBLUUHtfZdK6cqaDLqp7YiD92t7gz7IvpK6x3OAm1YmUfQiDTYcFmrs6LOmcp8d&#10;jYJu0v6tkkP8VWzjfFe8Fss9c67U+HH4eAfhafD38K290QqeE/j/En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OvKzxQAAANsAAAAPAAAAAAAAAAAAAAAAAJgCAABkcnMv&#10;ZG93bnJldi54bWxQSwUGAAAAAAQABAD1AAAAigMAAAAA&#10;" path="m869,1169l367,601r,-1l366,597r,-1l364,593r,-3l366,589r1,-2l367,584,815,8r1,-1l816,5r2,-1l816,3r,-2l815,1r-1,l812,,624,r-5,1l615,3r-4,2l609,8,216,512r-38,l178,11r,-2l178,7,176,5,175,4r,-1l172,1r-1,l169,,9,,8,1,5,1,4,3,3,4,1,5r,2l,9r,2l,1168r,1l1,1170r,3l3,1174r1,2l5,1176r3,1l9,1177r160,l171,1177r1,-1l175,1176r,-2l176,1173r2,-3l178,1169r,-1l178,677r43,l652,1169r2,4l658,1174r4,3l667,1177r199,l867,1177r2,l870,1176r,-2l870,1173r,-3l869,1169xe" fillcolor="#002f59" stroked="f">
                        <v:path arrowok="t" o:connecttype="custom" o:connectlocs="116255,190655;115938,189386;115304,188118;115938,186849;116255,185262;258484,2221;259118,1269;258484,317;257851,317;197665,0;194814,952;192913,2538;56385,162422;56385,2855;55752,1586;55435,952;54168,317;2851,0;1584,317;950,1269;317,2221;0,3490;0,370842;317,372111;1267,373063;2534,373380;53534,373380;54484,373063;55435,372428;56385,371159;56385,370525;70006,214765;207168,372111;209702,373380;274323,373380;275273,373380;275590,372428;275590,372111;275273,370842" o:connectangles="0,0,0,0,0,0,0,0,0,0,0,0,0,0,0,0,0,0,0,0,0,0,0,0,0,0,0,0,0,0,0,0,0,0,0,0,0,0,0"/>
                      </v:shape>
                      <v:shape id="Freeform 16" o:spid="_x0000_s1035" style="position:absolute;left:1771;top:8369;width:673;height:686;visibility:visible;mso-wrap-style:square;v-text-anchor:top" coordsize="213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NG+8MA&#10;AADbAAAADwAAAGRycy9kb3ducmV2LnhtbESPzWrDMBCE74W8g9hALyWW09L8OFZCKQ30WscPsFgb&#10;24m1ciTVcfr0VaGQ4zAz3zD5bjSdGMj51rKCeZKCIK6sbrlWUB72sxUIH5A1dpZJwY087LaThxwz&#10;ba/8RUMRahEh7DNU0ITQZ1L6qiGDPrE9cfSO1hkMUbpaaofXCDedfE7ThTTYclxosKf3hqpz8W0U&#10;2B/5saRb+RQufOr92qbFfiiVepyObxsQgcZwD/+3P7WC1xf4+xJ/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NG+8MAAADbAAAADwAAAAAAAAAAAAAAAACYAgAAZHJzL2Rv&#10;d25yZXYueG1sUEsFBgAAAAAEAAQA9QAAAIgDAAAAAA==&#10;" path="m,8l,,82,r,8l56,18r,127l56,153r,6l57,164r1,6l61,175r1,4l65,184r4,3l71,191r4,2l81,194r4,3l90,198r5,2l102,200r7,1l116,200r6,l128,198r6,-1l139,194r4,-1l147,191r4,-3l154,184r2,-4l160,175r2,-4l163,166r1,-5l164,154r1,-7l165,18,138,8r,-8l213,r,8l185,18r,122l185,151r-1,11l182,166r-1,5l180,175r-1,4l176,183r-1,4l172,189r-3,3l163,198r-7,6l151,206r-6,3l139,211r-5,2l128,214r-8,1l112,215r-8,l94,215r-9,-1l77,214r-8,-3l62,210r-6,-4l49,204r-5,-4l40,194r-4,-5l32,185r-2,-6l28,172r-1,-8l26,157r,-8l26,18,,8xe" fillcolor="#002f59" stroked="f">
                        <v:path arrowok="t" o:connecttype="custom" o:connectlocs="0,0;25913,2552;17697,46252;17697,50717;18329,54226;19593,57097;21805,59649;23701,61563;26861,62838;30021,63795;34445,64114;38553,63795;42345,62838;45189,61563;47717,59968;49297,57416;51194,54545;51826,51355;52142,46890;43609,2552;67310,0;58462,5742;58462,48165;57514,52950;56882,55821;55618,58373;54354,60287;51510,63157;47717,65709;43925,67304;40449,68261;35393,68580;29705,68580;24333,68261;19593,66985;15484,65071;12640,61881;10112,59011;8848,54864;8216,50079;8216,5742" o:connectangles="0,0,0,0,0,0,0,0,0,0,0,0,0,0,0,0,0,0,0,0,0,0,0,0,0,0,0,0,0,0,0,0,0,0,0,0,0,0,0,0,0"/>
                      </v:shape>
                      <v:shape id="Freeform 17" o:spid="_x0000_s1036" style="position:absolute;left:2444;top:8547;width:565;height:495;visibility:visible;mso-wrap-style:square;v-text-anchor:top" coordsize="177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ASsMA&#10;AADbAAAADwAAAGRycy9kb3ducmV2LnhtbESPwWrDMBBE74H+g9hCb7HckrTBiRKCS6GnQJzi82Jt&#10;LBFr5Vpy4v59VCj0OMzMG2azm1wnrjQE61nBc5aDIG68ttwq+Dp9zFcgQkTW2HkmBT8UYLd9mG2w&#10;0P7GR7pWsRUJwqFABSbGvpAyNIYchsz3xMk7+8FhTHJopR7wluCuky95/iodWk4LBnsqDTWXanQK&#10;FsdQv1fcHkZffr/V+8maA1qlnh6n/RpEpCn+h//an1rBcgG/X9IP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XASsMAAADbAAAADwAAAAAAAAAAAAAAAACYAgAAZHJzL2Rv&#10;d25yZXYueG1sUEsFBgAAAAAEAAQA9QAAAIgDAAAAAA==&#10;" path="m,155r,-7l26,136,26,27,,20,,12,54,r,18l58,17r2,-1l65,14r9,-4l84,7,94,4r6,-1l108,1r4,l117,4r4,l125,5r4,3l133,9r2,3l139,16r3,4l144,22r2,4l148,31r2,3l150,39r,7l150,51r,85l177,148r,7l97,155r,-7l122,136r,-79l122,54r,-6l121,46r-1,-4l118,38r-1,-3l114,34r-1,-3l111,29r-3,-2l104,26r-4,-1l97,24r-5,l87,22r-4,l75,22r-8,2l61,24r-7,1l54,136r24,12l78,155,,155xe" fillcolor="#002f59" stroked="f">
                        <v:path arrowok="t" o:connecttype="custom" o:connectlocs="0,49530;0,47293;8302,43459;8302,8628;0,6391;0,3835;17242,0;17242,5752;18519,5432;19158,5113;20754,4474;23628,3195;26821,2237;30014,1278;31929,959;34484,320;35761,320;37357,1278;38635,1278;39912,1598;41189,2556;42466,2876;43105,3835;44382,5113;45340,6391;45978,7030;46617,8308;47255,9906;47894,10865;47894,12462;47894,14699;47894,16297;47894,43459;56515,47293;56515,49530;30971,49530;30971,47293;38954,43459;38954,18214;38954,17256;38954,15338;38635,14699;38315,13421;37677,12143;37357,11184;36399,10865;36080,9906;35442,9267;34484,8628;33207,8308;31929,7989;30971,7669;29375,7669;27779,7030;26501,7030;23947,7030;21393,7669;19477,7669;17242,7989;17242,43459;24905,47293;24905,49530;0,49530" o:connectangles="0,0,0,0,0,0,0,0,0,0,0,0,0,0,0,0,0,0,0,0,0,0,0,0,0,0,0,0,0,0,0,0,0,0,0,0,0,0,0,0,0,0,0,0,0,0,0,0,0,0,0,0,0,0,0,0,0,0,0,0,0,0,0"/>
                      </v:shape>
                      <v:shape id="Freeform 18" o:spid="_x0000_s1037" style="position:absolute;left:3067;top:8337;width:260;height:705;visibility:visible;mso-wrap-style:square;v-text-anchor:top" coordsize="81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ihvsIA&#10;AADbAAAADwAAAGRycy9kb3ducmV2LnhtbESPQYvCMBSE7wv+h/AEb2vaSkWqsYggLIgsuuv90Tzb&#10;YvNSm6xWf/1GEDwOM/MNs8h704grda62rCAeRyCIC6trLhX8/mw+ZyCcR9bYWCYFd3KQLwcfC8y0&#10;vfGergdfigBhl6GCyvs2k9IVFRl0Y9sSB+9kO4M+yK6UusNbgJtGJlE0lQZrDgsVtrSuqDgf/owC&#10;O93ZtDxe6PGd+FlymTRbijdKjYb9ag7CU+/f4Vf7SytIU3h+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mKG+wgAAANsAAAAPAAAAAAAAAAAAAAAAAJgCAABkcnMvZG93&#10;bnJldi54bWxQSwUGAAAAAAQABAD1AAAAhwMAAAAA&#10;" path="m,222r,-7l27,203,27,94,,87,,79,55,67r,136l81,215r,7l,222xm23,16r,-4l23,10,25,7,27,3,29,2,33,r3,l41,r4,l49,r4,2l55,3r3,3l59,10r,2l59,16r,4l59,24r-1,3l55,29r-2,1l50,32r-4,1l41,33r-4,l33,32,29,30,27,29,25,27,23,24r,-4l23,16xe" fillcolor="#002f59" stroked="f">
                        <v:path arrowok="t" o:connecttype="custom" o:connectlocs="0,70485;0,68263;8678,64453;8678,29845;0,27623;0,25083;17678,21273;17678,64453;26035,68263;26035,70485;0,70485;0,70485;7393,5080;7393,3810;7393,3175;8035,2223;8678,953;9321,635;10607,0;11571,0;13178,0;14464,0;15750,0;17035,635;17678,953;18642,1905;18964,3175;18964,3810;18964,5080;18964,6350;18964,7620;18642,8573;17678,9208;17035,9525;16071,10160;14785,10478;13178,10478;11893,10478;10607,10160;9321,9525;8678,9208;8035,8573;7393,7620;7393,6350;7393,5080;7393,5080" o:connectangles="0,0,0,0,0,0,0,0,0,0,0,0,0,0,0,0,0,0,0,0,0,0,0,0,0,0,0,0,0,0,0,0,0,0,0,0,0,0,0,0,0,0,0,0,0,0"/>
                        <o:lock v:ext="edit" verticies="t"/>
                      </v:shape>
                      <v:shape id="Freeform 19" o:spid="_x0000_s1038" style="position:absolute;left:3340;top:8559;width:520;height:489;visibility:visible;mso-wrap-style:square;v-text-anchor:top" coordsize="165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jBNsAA&#10;AADbAAAADwAAAGRycy9kb3ducmV2LnhtbESPQYvCMBSE74L/ITxhb5q6qEg1ii4Isjer4PXZPNti&#10;81KTWLv/fiMIHoeZ+YZZrjtTi5acrywrGI8SEMS51RUXCk7H3XAOwgdkjbVlUvBHHtarfm+JqbZP&#10;PlCbhUJECPsUFZQhNKmUPi/JoB/Zhjh6V+sMhihdIbXDZ4SbWn4nyUwarDgulNjQT0n5LXsYBZuz&#10;NXN014nO2rvpttW9viS/Sn0Nus0CRKAufMLv9l4rmM7g9SX+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jBNsAAAADbAAAADwAAAAAAAAAAAAAAAACYAgAAZHJzL2Rvd25y&#10;ZXYueG1sUEsFBgAAAAAEAAQA9QAAAIUDAAAAAA==&#10;" path="m73,154l20,16,,8,,,73,r,8l53,16,77,87r3,8l83,103r2,8l86,120,124,18,105,8r,-8l165,r,8l147,18,86,154r-13,xe" fillcolor="#002f59" stroked="f">
                        <v:path arrowok="t" o:connecttype="custom" o:connectlocs="23037,48895;6312,5080;0,2540;0,0;23037,0;23037,2540;16726,5080;24299,27623;25246,30163;26193,32703;26824,35243;27140,38100;39131,5715;33135,2540;33135,0;52070,0;52070,2540;46390,5715;27140,48895;23037,48895" o:connectangles="0,0,0,0,0,0,0,0,0,0,0,0,0,0,0,0,0,0,0,0"/>
                      </v:shape>
                      <v:shape id="Freeform 20" o:spid="_x0000_s1039" style="position:absolute;left:3879;top:8553;width:413;height:495;visibility:visible;mso-wrap-style:square;v-text-anchor:top" coordsize="132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HQ8EA&#10;AADbAAAADwAAAGRycy9kb3ducmV2LnhtbESPQYvCMBSE78L+h/AWvGm6srpSjbIoC4IgtLqeH82z&#10;KTYvpYla/70RBI/DzHzDzJedrcWVWl85VvA1TEAQF05XXCo47P8GUxA+IGusHZOCO3lYLj56c0y1&#10;u3FG1zyUIkLYp6jAhNCkUvrCkEU/dA1x9E6utRiibEupW7xFuK3lKEkm0mLFccFgQytDxTm/WAXZ&#10;tvjH7Gi+N77bHXbb/Bh4bZXqf3a/MxCBuvAOv9obrWD8A8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6x0PBAAAA2wAAAA8AAAAAAAAAAAAAAAAAmAIAAGRycy9kb3du&#10;cmV2LnhtbFBLBQYAAAAABAAEAPUAAACGAwAAAAA=&#10;" path="m132,73r-99,l33,83r,9l34,98r3,7l39,111r3,6l46,120r5,4l55,128r4,3l64,134r4,1l73,136r5,1l85,137r6,l98,137r9,l118,136r9,-1l129,144r-7,3l114,149r-8,3l98,154r-8,l82,156r-6,1l71,157r-10,l55,156r-7,-2l42,152r-7,-4l29,145r-4,-4l20,136r-4,-5l12,126,8,119,5,113,3,106,1,98,,92,,83,,73,1,66,3,58,7,50,9,43r3,-6l16,30r5,-6l26,20r5,-5l38,11,44,7,51,4,58,3,65,2,73,r5,l82,2r6,1l91,4r6,2l101,7r4,2l108,12r3,3l115,17r3,3l120,24r3,4l125,32r2,4l128,40r1,6l131,53r,9l132,73xm99,58r,-11l98,38,97,34,95,30,94,28,91,24,90,21,88,20,86,17r-2,l80,16,77,15,73,13r-2,l65,13r-4,2l59,16r-4,1l52,19r-4,2l46,24r-2,2l42,30r-3,3l38,37r-3,5l35,47r-1,6l33,59r,5l99,58xe" fillcolor="#002f59" stroked="f">
                        <v:path arrowok="t" o:connecttype="custom" o:connectlocs="10319,23030;10319,29024;11570,33125;13133,36911;15947,39119;18449,41328;21263,42589;24390,43220;28455,43220;33458,43220;39712,42589;38148,46375;33145,47953;28142,48584;23764,49530;19074,49530;15009,48584;10944,46691;7817,44482;5003,41328;2502,37542;938,33441;0,29024;0,23030;938,18298;2814,13566;5003,9464;8130,6310;11882,3470;15947,1262;20325,631;24390,0;27517,946;30331,1893;32832,2839;34709,4732;36897,6310;38461,8833;39712,11357;40337,14512;40962,19560;41275,23030;30956,14827;30331,10726;29393,8833;28142,6625;26891,5363;25015,5048;22826,4101;20325,4101;18449,5048;16260,5994;14384,7571;13133,9464;11882,11673;10944,14827;10319,18613;30956,18298" o:connectangles="0,0,0,0,0,0,0,0,0,0,0,0,0,0,0,0,0,0,0,0,0,0,0,0,0,0,0,0,0,0,0,0,0,0,0,0,0,0,0,0,0,0,0,0,0,0,0,0,0,0,0,0,0,0,0,0,0,0"/>
                        <o:lock v:ext="edit" verticies="t"/>
                      </v:shape>
                      <v:shape id="Freeform 21" o:spid="_x0000_s1040" style="position:absolute;left:4381;top:8547;width:381;height:495;visibility:visible;mso-wrap-style:square;v-text-anchor:top" coordsize="11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SpL4A&#10;AADbAAAADwAAAGRycy9kb3ducmV2LnhtbERPTYvCMBC9C/6HMII3TRUUqUYRUfAm627B49iMbbGZ&#10;lCa18d9vDoLHx/ve7IKpxYtaV1lWMJsmIIhzqysuFPz9niYrEM4ja6wtk4I3Odhth4MNptr2/EOv&#10;qy9EDGGXooLS+yaV0uUlGXRT2xBH7mFbgz7CtpC6xT6Gm1rOk2QpDVYcG0ps6FBS/rx2RsH93HUm&#10;6w+3YxYWp8vcFZUJe6XGo7Bfg/AU/Ff8cZ+1gkUcG7/EHyC3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68EqS+AAAA2wAAAA8AAAAAAAAAAAAAAAAAmAIAAGRycy9kb3ducmV2&#10;LnhtbFBLBQYAAAAABAAEAPUAAACDAwAAAAA=&#10;" path="m,155r,-7l28,136,28,27,,20,,12,57,r,20l59,18,74,12,85,7,90,5,96,4r4,-3l102,1r5,2l111,4r4,1l119,7r,35l97,42,88,24,84,22r-4,l75,24r-7,l62,25r-5,2l57,136r32,12l89,155,,155xe" fillcolor="#002f59" stroked="f">
                        <v:path arrowok="t" o:connecttype="custom" o:connectlocs="0,49530;0,47293;8965,43459;8965,8628;0,6391;0,3835;18250,0;18250,6391;18890,5752;23692,3835;27214,2237;28815,1598;30736,1278;32017,320;32657,320;34258,959;35539,1278;36819,1598;38100,2237;38100,13421;31056,13421;28175,7669;26894,7030;25613,7030;24013,7669;21771,7669;19850,7989;18250,8628;18250,43459;28495,47293;28495,49530;0,49530" o:connectangles="0,0,0,0,0,0,0,0,0,0,0,0,0,0,0,0,0,0,0,0,0,0,0,0,0,0,0,0,0,0,0,0"/>
                      </v:shape>
                      <v:shape id="Freeform 22" o:spid="_x0000_s1041" style="position:absolute;left:4838;top:8547;width:311;height:501;visibility:visible;mso-wrap-style:square;v-text-anchor:top" coordsize="98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1wsIA&#10;AADbAAAADwAAAGRycy9kb3ducmV2LnhtbESPwW7CMBBE70j9B2sr9QZOQaA2xaAW1ALHhva+shcn&#10;arwOsUvC32MkJI6jmXmjmS97V4sTtaHyrOB5lIEg1t5UbBX87D+HLyBCRDZYeyYFZwqwXDwM5pgb&#10;3/E3nYpoRYJwyFFBGWOTSxl0SQ7DyDfEyTv41mFMsrXStNgluKvlOMtm0mHFaaHEhlYl6b/i3ymw&#10;4y/90dj11hx/N67rd5PDXrNST4/9+xuISH28h2/trVEwfYXrl/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yTXCwgAAANsAAAAPAAAAAAAAAAAAAAAAAJgCAABkcnMvZG93&#10;bnJldi54bWxQSwUGAAAAAAQABAD1AAAAhwMAAAAA&#10;" path="m,149l,114r14,l29,142r8,2l43,144r7,l56,142r4,-1l65,138r2,-2l69,135r2,-2l72,131r,-6l73,121r,-3l72,115r,-3l69,110r-1,-3l65,105r-4,-2l58,99,29,84,22,80,17,74,12,71,9,65,7,60,4,55r,-5l3,43r,-5l4,34r,-4l7,25,8,22r2,-4l12,16r4,-4l18,9,22,8,26,5,30,4,35,1r4,l44,r6,l59,1r9,l78,5,91,8r3,l94,41r-14,l68,14,61,13r-6,l48,13r-5,1l37,16r-4,2l30,21r-3,4l26,29r,5l26,37r,2l29,43r1,3l33,47r4,4l41,54r5,2l71,71r6,2l82,78r6,6l91,88r4,5l97,99r1,7l98,112r,4l97,121r-2,4l95,131r-2,4l90,138r-2,4l85,145r-4,3l77,150r-4,3l69,155r-5,l59,157r-5,1l48,158r-9,l27,155,14,153,,149xe" fillcolor="#002f59" stroked="f">
                        <v:path arrowok="t" o:connecttype="custom" o:connectlocs="0,36195;9208,45085;13653,45720;17780,45085;20638,43815;21908,42863;22860,41593;23178,38418;22860,36513;21908,34925;20638,33338;18415,31433;6985,25400;3810,22543;2223,19050;1270,15875;953,12065;1270,9525;2540,6985;3810,5080;5715,2858;8255,1588;11113,318;13970,0;18733,318;24765,1588;29845,2540;25400,13018;19368,4128;15240,4128;11748,5080;9525,6668;8255,9208;8255,11748;9208,13653;10478,14923;13018,17145;22543,22543;26035,24765;28893,27940;30798,31433;31115,35560;30798,38418;30163,41593;28575,43815;26988,46038;24448,47625;21908,49213;18733,49848;15240,50165;8573,49213;0,47308" o:connectangles="0,0,0,0,0,0,0,0,0,0,0,0,0,0,0,0,0,0,0,0,0,0,0,0,0,0,0,0,0,0,0,0,0,0,0,0,0,0,0,0,0,0,0,0,0,0,0,0,0,0,0,0"/>
                      </v:shape>
                      <v:shape id="Freeform 23" o:spid="_x0000_s1042" style="position:absolute;left:5257;top:8337;width:261;height:705;visibility:visible;mso-wrap-style:square;v-text-anchor:top" coordsize="82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44278A&#10;AADbAAAADwAAAGRycy9kb3ducmV2LnhtbERPzWrCQBC+C32HZQq96aYepKauUmwFqb3U+ABDdkzS&#10;ZmdDdqrJ2zuHgseP73+1GUJrLtSnJrKD51kGhriMvuHKwanYTV/AJEH22EYmByMl2KwfJivMfbzy&#10;N12OUhkN4ZSjg1qky61NZU0B0yx2xMqdYx9QFPaV9T1eNTy0dp5lCxuwYW2osaNtTeXv8S84CKef&#10;89eykCJsD5/yMX8fFY3OPT0Ob69ghAa5i//de+9goev1i/4Au7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7jjbvwAAANsAAAAPAAAAAAAAAAAAAAAAAJgCAABkcnMvZG93bnJl&#10;di54bWxQSwUGAAAAAAQABAD1AAAAhAMAAAAA&#10;" path="m,222r,-7l26,203,26,94,,87,,79,55,67r,136l82,215r,7l,222xm22,16r,-4l23,10,25,7,26,3,29,2,33,r4,l40,r4,l50,r2,2l55,3r2,3l59,10r1,2l60,16r,4l59,24r-2,3l55,29r-3,1l50,32r-4,1l40,33r-3,l33,32,29,30,26,29,25,27,23,24,22,20r,-4xe" fillcolor="#002f59" stroked="f">
                        <v:path arrowok="t" o:connecttype="custom" o:connectlocs="0,70485;0,68263;8255,64453;8255,29845;0,27623;0,25083;17463,21273;17463,64453;26035,68263;26035,70485;0,70485;0,70485;6985,5080;6985,3810;7303,3175;7938,2223;8255,953;9208,635;10478,0;11748,0;12700,0;13970,0;15875,0;16510,635;17463,953;18098,1905;18733,3175;19050,3810;19050,5080;19050,6350;18733,7620;18098,8573;17463,9208;16510,9525;15875,10160;14605,10478;12700,10478;11748,10478;10478,10160;9208,9525;8255,9208;7938,8573;7303,7620;6985,6350;6985,5080;6985,5080" o:connectangles="0,0,0,0,0,0,0,0,0,0,0,0,0,0,0,0,0,0,0,0,0,0,0,0,0,0,0,0,0,0,0,0,0,0,0,0,0,0,0,0,0,0,0,0,0,0"/>
                        <o:lock v:ext="edit" verticies="t"/>
                      </v:shape>
                      <v:shape id="Freeform 24" o:spid="_x0000_s1043" style="position:absolute;left:5581;top:8432;width:337;height:616;visibility:visible;mso-wrap-style:square;v-text-anchor:top" coordsize="10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5rsQA&#10;AADbAAAADwAAAGRycy9kb3ducmV2LnhtbESPQWvCQBSE7wX/w/KEXkrd2INIdBURRMFDMWrw+Jp9&#10;zaZm34bsqqm/3hUKPQ4z8w0znXe2FldqfeVYwXCQgCAunK64VHDYr97HIHxA1lg7JgW/5GE+671M&#10;MdXuxju6ZqEUEcI+RQUmhCaV0heGLPqBa4ij9+1aiyHKtpS6xVuE21p+JMlIWqw4LhhsaGmoOGcX&#10;q4Ca7N6dlj9vOX0arnW+Pa7WX0q99rvFBESgLvyH/9obrWA0hOeX+AP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cua7EAAAA2wAAAA8AAAAAAAAAAAAAAAAAmAIAAGRycy9k&#10;b3ducmV2LnhtbFBLBQYAAAAABAAEAPUAAACJAwAAAAA=&#10;" path="m23,53l,53,,44,8,40r7,-5l23,31r4,-4l30,23r4,-5l38,10,40,2r,-1l42,r9,l51,39r51,l102,53r-51,l51,149r1,7l52,162r1,2l55,167r1,1l57,170r2,1l60,172r2,1l65,173r5,3l77,176r6,l90,176r6,-3l103,172r3,12l91,188r-14,2l64,193r-9,l51,193r-4,l44,192r-4,-2l38,190r-3,-2l34,187r-3,-3l30,181r-3,-2l26,176r-1,-3l23,167r,-9l23,53xe" fillcolor="#002f59" stroked="f">
                        <v:path arrowok="t" o:connecttype="custom" o:connectlocs="7303,16915;0,16915;0,14042;2540,12766;4763,11170;7303,9893;8573,8617;9525,7340;10795,5745;12065,3191;12700,638;12700,319;13335,0;16193,0;16193,12447;32385,12447;32385,16915;16193,16915;16193,47553;16510,49787;16510,51702;16828,52340;17463,53297;17780,53616;18098,54255;18733,54574;19050,54893;19685,55212;20638,55212;22225,56170;24448,56170;26353,56170;28575,56170;30480,55212;32703,54893;33655,58723;28893,59999;24448,60638;20320,61595;17463,61595;16193,61595;14923,61595;13970,61276;12700,60638;12065,60638;11113,59999;10795,59680;9843,58723;9525,57765;8573,57127;8255,56170;7938,55212;7303,53297;7303,50425;7303,16915" o:connectangles="0,0,0,0,0,0,0,0,0,0,0,0,0,0,0,0,0,0,0,0,0,0,0,0,0,0,0,0,0,0,0,0,0,0,0,0,0,0,0,0,0,0,0,0,0,0,0,0,0,0,0,0,0,0,0"/>
                      </v:shape>
                      <v:shape id="Freeform 25" o:spid="_x0000_s1044" style="position:absolute;left:5988;top:8375;width:444;height:667;visibility:visible;mso-wrap-style:square;v-text-anchor:top" coordsize="141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519MUA&#10;AADbAAAADwAAAGRycy9kb3ducmV2LnhtbESPQWsCMRSE74X+h/AEbzVxESurUdpCaelBXNuD3h6b&#10;5+7SzcuSpO7aX98IBY/DzHzDrDaDbcWZfGgca5hOFAji0pmGKw1fn68PCxAhIhtsHZOGCwXYrO/v&#10;Vpgb13NB532sRIJwyFFDHWOXSxnKmiyGieuIk3dy3mJM0lfSeOwT3LYyU2ouLTacFmrs6KWm8nv/&#10;YzVwow7F82z38fi7U9lxW7z5/sJaj0fD0xJEpCHewv/td6NhnsH1S/o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nnX0xQAAANsAAAAPAAAAAAAAAAAAAAAAAJgCAABkcnMv&#10;ZG93bnJldi54bWxQSwUGAAAAAAQABAD1AAAAigMAAAAA&#10;" path="m14,97r,-29l30,63,45,60r7,-1l57,58r7,-2l69,56r5,l79,58r6,1l90,60r4,l98,63r2,1l104,67r2,2l108,72r3,3l112,79r1,2l115,86r,4l115,94r,84l115,180r,3l116,184r,3l117,187r2,1l121,190r3,l141,196r,5l119,210r-6,l106,212r-2,l102,212r-4,-2l95,209r-2,-1l91,205r-1,-2l89,200r-2,-4l83,199r-10,5l64,208r-5,2l56,210r-4,l47,212r-4,l39,212r-5,-2l30,210r-5,-1l22,207r-4,-2l14,204r-2,-4l9,199,6,196,5,192,4,188,1,186r,-6l,178r,-4l,170r,-4l1,163r1,-2l4,158r1,-4l6,152r2,-2l13,146r5,-5l25,139r9,-2l44,135r12,-2l70,131r16,-2l86,96r,-7l85,84,83,81,82,79r,-2l79,76,78,73r-2,l73,72,69,71r-7,l55,69r-4,l47,71,32,97r-18,xm25,17r,-4l26,9,27,7,29,4,31,3,34,1r2,l40,r3,1l47,1r1,2l51,4r2,3l53,9r2,3l55,16r,2l53,22r,3l51,26r-3,2l47,29r-4,1l40,30r-4,l34,29r-4,l29,28,27,25,25,22r,-2l25,17xm86,139r-8,1l69,141r-8,2l53,145r-5,1l43,148r-3,2l36,153r-2,4l32,161r-1,4l31,169r1,5l34,179r1,3l36,184r2,2l40,187r4,4l49,192r6,1l61,193r7,l73,192r4,l83,191r2,l86,190r,-51xm79,16r,-4l81,9,82,7,83,4,86,3,89,1r2,l95,r3,1l102,1r2,2l106,4r2,3l108,9r1,3l109,15r,3l108,22r,2l106,26r-2,2l102,29r-4,1l95,30r-4,l89,29,86,28,83,26,82,25,81,22,79,18r,-2xe" fillcolor="#002f59" stroked="f">
                        <v:path arrowok="t" o:connecttype="custom" o:connectlocs="14186,18870;21752,17612;28372,18870;32786,21072;35308,24846;36254,29563;36569,57869;38145,59756;37515,66046;32155,66675;28688,64473;26166,62586;17654,66046;12295,66675;6935,65102;2837,62586;315,58498;0,53466;1261,49692;4098,45918;13871,42458;27111,30192;25850,24846;23959,22959;17339,21701;4413,30507;8196,2831;10718,315;14817,315;16708,2831;16708,6919;14817,9121;10718,9121;7881,6919;27111,43716;16708,45603;11349,48119;9773,53151;11349,57869;15447,60385;23013,60385;27111,59756;24905,3774;27111,944;30894,315;34047,2202;34362,5661;32786,8806;28688,9435;25850,7863;24905,5032" o:connectangles="0,0,0,0,0,0,0,0,0,0,0,0,0,0,0,0,0,0,0,0,0,0,0,0,0,0,0,0,0,0,0,0,0,0,0,0,0,0,0,0,0,0,0,0,0,0,0,0,0,0,0"/>
                        <o:lock v:ext="edit" verticies="t"/>
                      </v:shape>
                      <v:shape id="Freeform 26" o:spid="_x0000_s1045" style="position:absolute;left:6470;top:8432;width:337;height:616;visibility:visible;mso-wrap-style:square;v-text-anchor:top" coordsize="105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mOuMUA&#10;AADbAAAADwAAAGRycy9kb3ducmV2LnhtbESPQWvCQBSE7wX/w/IEb3Vji6FEN1JbimK9mIrm+Mi+&#10;JsHs2zS7avz33ULB4zAz3zDzRW8acaHO1ZYVTMYRCOLC6ppLBfuvj8cXEM4ja2wsk4IbOVikg4c5&#10;JtpeeUeXzJciQNglqKDyvk2kdEVFBt3YtsTB+7adQR9kV0rd4TXATSOfoiiWBmsOCxW29FZRccrO&#10;RkF+/NlOJ5v31SfFJeaHzXI9lTulRsP+dQbCU+/v4f/2WiuIn+H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SY64xQAAANsAAAAPAAAAAAAAAAAAAAAAAJgCAABkcnMv&#10;ZG93bnJldi54bWxQSwUGAAAAAAQABAD1AAAAigMAAAAA&#10;" path="m24,53l,53,,44,7,40,17,35r6,-4l27,27r3,-4l34,18r3,-8l40,2,41,1,41,,52,r,39l103,39r,14l52,53r,96l52,156r1,6l53,164r1,3l56,168r1,2l58,171r3,1l64,173r1,l70,176r8,l83,176r7,l96,173r7,-1l105,184r-14,4l77,190r-13,3l54,193r-3,l48,193r-4,-1l41,190r-2,l36,188r-2,-1l31,184r-1,-3l27,179r,-3l26,173r-2,-6l24,158,24,53xe" fillcolor="#002f59" stroked="f">
                        <v:path arrowok="t" o:connecttype="custom" o:connectlocs="7693,16915;0,16915;0,14042;2244,12766;5449,11170;7372,9893;8654,8617;9616,7340;10898,5745;11859,3191;12821,638;13141,319;13141,0;16667,0;16667,12447;33014,12447;33014,16915;16667,16915;16667,47553;16667,49787;16988,51702;16988,52340;17308,53297;17949,53616;18270,54255;18590,54574;19552,54893;20514,55212;20834,55212;22437,56170;25001,56170;26603,56170;28847,56170;30770,55212;33014,54893;33655,58723;29168,59999;24680,60638;20514,61595;17308,61595;16347,61595;15385,61595;14103,61276;13141,60638;12500,60638;11539,59999;10898,59680;9936,58723;9616,57765;8654,57127;8654,56170;8334,55212;7693,53297;7693,50425;7693,16915" o:connectangles="0,0,0,0,0,0,0,0,0,0,0,0,0,0,0,0,0,0,0,0,0,0,0,0,0,0,0,0,0,0,0,0,0,0,0,0,0,0,0,0,0,0,0,0,0,0,0,0,0,0,0,0,0,0,0"/>
                      </v:shape>
                      <v:shape id="Freeform 27" o:spid="_x0000_s1046" style="position:absolute;left:6883;top:8547;width:311;height:501;visibility:visible;mso-wrap-style:square;v-text-anchor:top" coordsize="98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RQ4cIA&#10;AADbAAAADwAAAGRycy9kb3ducmV2LnhtbESPwW7CMBBE70j9B2sr9VacUoSqgINoqxZ6BMp9ZW+c&#10;iHidxi4Jf4+RkDiOZuaNZrEcXCNO1IXas4KXcQaCWHtTs1Xwu/96fgMRIrLBxjMpOFOAZfEwWmBu&#10;fM9bOu2iFQnCIUcFVYxtLmXQFTkMY98SJ6/0ncOYZGel6bBPcNfISZbNpMOa00KFLX1UpI+7f6fA&#10;Tr71e2s/N+bvsHb98PNa7jUr9fQ4rOYgIg3xHr61N0bBbArXL+kHy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FDhwgAAANsAAAAPAAAAAAAAAAAAAAAAAJgCAABkcnMvZG93&#10;bnJldi54bWxQSwUGAAAAAAQABAD1AAAAhwMAAAAA&#10;" path="m,149l,114r13,l29,142r6,2l43,144r6,l55,142r6,-1l65,138r3,-3l72,131r1,-6l73,121r,-3l72,115r,-3l70,110r-2,-3l65,105r-4,-2l57,99,29,84,22,80,16,74,13,71,9,65,6,60,4,55,2,50r,-7l2,38r,-4l4,30,6,25,8,22,9,18r3,-2l14,12,18,9,22,8,26,5,30,4,35,1r4,l44,r5,l59,1r7,l78,5,90,8r4,l94,41r-13,l66,14,61,13r-8,l48,13r-6,1l36,16r-3,2l29,21r-2,4l26,29r,5l26,37r,2l27,43r3,3l33,47r2,4l40,54r6,2l70,71r7,2l82,78r5,6l91,88r3,5l97,99r1,7l98,112r,4l97,121r-2,4l94,131r-3,4l90,138r-3,4l83,145r-2,3l77,150r-4,3l68,155r-4,l59,157r-6,1l48,158r-9,l27,155,14,153,,149xe" fillcolor="#002f59" stroked="f">
                        <v:path arrowok="t" o:connecttype="custom" o:connectlocs="0,36195;9208,45085;13653,45720;17463,45085;20638,43815;22860,41593;23178,38418;22860,36513;22225,34925;20638,33338;18098,31433;6985,25400;4128,22543;1905,19050;635,15875;635,12065;1270,9525;2540,6985;3810,5080;5715,2858;8255,1588;11113,318;13970,0;18733,318;24765,1588;29845,2540;25718,13018;19368,4128;15240,4128;11430,5080;9208,6668;8255,9208;8255,11748;8573,13653;10478,14923;12700,17145;22225,22543;26035,24765;28893,27940;30798,31433;31115,35560;30798,38418;29845,41593;28575,43815;26353,46038;24448,47625;21590,49213;18733,49848;15240,50165;8573,49213;0,47308" o:connectangles="0,0,0,0,0,0,0,0,0,0,0,0,0,0,0,0,0,0,0,0,0,0,0,0,0,0,0,0,0,0,0,0,0,0,0,0,0,0,0,0,0,0,0,0,0,0,0,0,0,0,0"/>
                      </v:shape>
                      <v:shape id="Freeform 28" o:spid="_x0000_s1047" style="position:absolute;left:7245;top:8331;width:552;height:711;visibility:visible;mso-wrap-style:square;v-text-anchor:top" coordsize="172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UgsIA&#10;AADbAAAADwAAAGRycy9kb3ducmV2LnhtbESPQWvCQBSE70L/w/IK3nRToUFSVymBSqAWNErPj+wz&#10;Cc2+jdk1if++Kwgeh5n5hlltRtOInjpXW1bwNo9AEBdW11wqOB2/ZksQziNrbCyTghs52KxfJitM&#10;tB34QH3uSxEg7BJUUHnfJlK6oiKDbm5b4uCdbWfQB9mVUnc4BLhp5CKKYmmw5rBQYUtpRcVffjUK&#10;jvEu85f9b7s7f/84aWNKt46Umr6Onx8gPI3+GX60M60gfof7l/A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55SCwgAAANsAAAAPAAAAAAAAAAAAAAAAAJgCAABkcnMvZG93&#10;bnJldi54bWxQSwUGAAAAAAQABAD1AAAAhwMAAAAA&#10;" path="m1,223r,-7l29,204,29,28,,20,,13,57,r,204l83,216r,7l1,223xm91,132r59,73l172,216r,7l125,223,61,141,116,88,95,80r,-8l168,72r,8l137,89,91,132xe" fillcolor="#002f59" stroked="f">
                        <v:path arrowok="t" o:connecttype="custom" o:connectlocs="321,71120;321,68888;9315,65060;9315,8930;0,6378;0,4146;18308,0;18308,65060;26659,68888;26659,71120;321,71120;321,71120;29228,42098;48179,65379;55245,68888;55245,71120;40149,71120;19593,44968;37258,28065;30513,25514;30513,22963;53960,22963;53960,25514;44003,28384;29228,42098;29228,42098" o:connectangles="0,0,0,0,0,0,0,0,0,0,0,0,0,0,0,0,0,0,0,0,0,0,0,0,0,0"/>
                        <o:lock v:ext="edit" verticies="t"/>
                      </v:shape>
                      <v:shape id="Freeform 29" o:spid="_x0000_s1048" style="position:absolute;left:7835;top:8331;width:267;height:711;visibility:visible;mso-wrap-style:square;v-text-anchor:top" coordsize="8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tfMYA&#10;AADbAAAADwAAAGRycy9kb3ducmV2LnhtbESP3WrCQBSE7wt9h+UUelc3lRokZpUiKoIWqRHBu0P2&#10;5KfNng3ZNca37xYKvRxm5hsmXQymET11rras4HUUgSDOra65VHDK1i9TEM4ja2wsk4I7OVjMHx9S&#10;TLS98Sf1R1+KAGGXoILK+zaR0uUVGXQj2xIHr7CdQR9kV0rd4S3ATSPHURRLgzWHhQpbWlaUfx+v&#10;RsH+4zw+X1bD4a2YmLLfXbN9tvlS6vlpeJ+B8DT4//Bfe6sVxDH8fgk/QM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KtfMYAAADbAAAADwAAAAAAAAAAAAAAAACYAgAAZHJz&#10;L2Rvd25yZXYueG1sUEsFBgAAAAAEAAQA9QAAAIsDAAAAAA==&#10;" path="m2,223r,-7l28,204,28,28,,20,,13,56,r,204l84,216r,7l2,223xe" fillcolor="#002f59" stroked="f">
                        <v:path arrowok="t" o:connecttype="custom" o:connectlocs="635,71120;635,68888;8890,65060;8890,8930;0,6378;0,4146;17780,0;17780,65060;26670,68888;26670,71120;635,71120" o:connectangles="0,0,0,0,0,0,0,0,0,0,0"/>
                      </v:shape>
                      <v:shape id="Freeform 30" o:spid="_x0000_s1049" style="position:absolute;left:8159;top:8337;width:261;height:705;visibility:visible;mso-wrap-style:square;v-text-anchor:top" coordsize="82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gr8EA&#10;AADbAAAADwAAAGRycy9kb3ducmV2LnhtbESPz2rCQBDG7wXfYRnBW93owbbRVUQrlNpLjQ8wZMck&#10;mp0N2akmb98VBI8/vn98i1XnanWlNlSeDUzGCSji3NuKCwPHbPf6DioIssXaMxnoKcBqOXhZYGr9&#10;jX/pepBCxRIOKRooRZpU65CX5DCMfUMctZNvHUrEttC2xVssd7WeJslMO6w4LpTY0Kak/HL4cwbc&#10;8Xz6+cgkc5v9t3xOt32k3pjRsFvPQQl18jQ/0l/WwOwN7l/iD9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HoK/BAAAA2wAAAA8AAAAAAAAAAAAAAAAAmAIAAGRycy9kb3du&#10;cmV2LnhtbFBLBQYAAAAABAAEAPUAAACGAwAAAAA=&#10;" path="m,222r,-7l28,203,28,94,,87,,79,55,67r,136l82,215r,7l,222xm22,16r,-4l24,10,25,7,28,3,30,2,33,r4,l41,r5,l50,r2,2l55,3r3,3l59,10r1,2l60,16r,4l59,24r-1,3l55,29r-1,1l50,32r-4,1l42,33r-5,l33,32,30,30,28,29,25,27,24,24,22,20r,-4xe" fillcolor="#002f59" stroked="f">
                        <v:path arrowok="t" o:connecttype="custom" o:connectlocs="0,70485;0,68263;8890,64453;8890,29845;0,27623;0,25083;17463,21273;17463,64453;26035,68263;26035,70485;0,70485;0,70485;6985,5080;6985,3810;7620,3175;7938,2223;8890,953;9525,635;10478,0;11748,0;13018,0;14605,0;15875,0;16510,635;17463,953;18415,1905;18733,3175;19050,3810;19050,5080;19050,6350;18733,7620;18415,8573;17463,9208;17145,9525;15875,10160;14605,10478;13335,10478;11748,10478;10478,10160;9525,9525;8890,9208;7938,8573;7620,7620;6985,6350;6985,5080;6985,5080" o:connectangles="0,0,0,0,0,0,0,0,0,0,0,0,0,0,0,0,0,0,0,0,0,0,0,0,0,0,0,0,0,0,0,0,0,0,0,0,0,0,0,0,0,0,0,0,0,0"/>
                        <o:lock v:ext="edit" verticies="t"/>
                      </v:shape>
                      <v:shape id="Freeform 31" o:spid="_x0000_s1050" style="position:absolute;left:8477;top:8547;width:571;height:495;visibility:visible;mso-wrap-style:square;v-text-anchor:top" coordsize="17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NxsMA&#10;AADbAAAADwAAAGRycy9kb3ducmV2LnhtbERPy2rCQBTdF/oPwy10U3RiF0GikyC2hZaCoE3F5SVz&#10;88DMnXRmqvHvnYXg8nDey2I0vTiR851lBbNpAoK4srrjRkH58zGZg/ABWWNvmRRcyEORPz4sMdP2&#10;zFs67UIjYgj7DBW0IQyZlL5qyaCf2oE4crV1BkOErpHa4TmGm16+JkkqDXYcG1ocaN1Sddz9GwW/&#10;9cv+7dtvbP2eHv5cWn6F2XFQ6vlpXC1ABBrDXXxzf2oFaRwbv8Qf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ONxsMAAADbAAAADwAAAAAAAAAAAAAAAACYAgAAZHJzL2Rv&#10;d25yZXYueG1sUEsFBgAAAAAEAAQA9QAAAIgDAAAAAA==&#10;" path="m,155r,-7l27,136,27,27,,20,,12,55,r,18l57,17r1,-1l65,14,75,10,85,7,94,4r8,-1l108,1r5,l117,4r4,l125,5r4,3l133,9r2,3l139,16r3,4l145,22r1,4l149,31r1,3l150,39r1,7l151,51r,85l179,148r,7l98,155r,-7l122,136r,-79l122,54r,-6l121,46r-1,-4l119,38r-2,-3l116,34r-3,-3l111,29r-3,-2l104,26r-4,-1l96,24r-4,l88,22r-5,l75,22r-6,2l61,24r-6,1l55,136r24,12l79,155,,155xe" fillcolor="#002f59" stroked="f">
                        <v:path arrowok="t" o:connecttype="custom" o:connectlocs="0,49530;0,47293;8620,43459;8620,8628;0,6391;0,3835;17560,0;17560,5752;18199,5432;18518,5113;20753,4474;23946,3195;27138,2237;30012,1278;32566,959;34482,320;36078,320;37355,1278;38632,1278;39909,1598;41186,2556;42463,2876;43102,3835;44379,5113;45337,6391;46295,7030;46614,8308;47572,9906;47891,10865;47891,12462;48210,14699;48210,16297;48210,43459;57150,47293;57150,49530;31289,49530;31289,47293;38951,43459;38951,18214;38951,17256;38951,15338;38632,14699;38313,13421;37994,12143;37355,11184;37036,10865;36078,9906;35439,9267;34482,8628;33204,8308;31927,7989;30650,7669;29373,7669;28096,7030;26500,7030;23946,7030;22030,7669;19476,7669;17560,7989;17560,43459;25223,47293;25223,49530;0,49530" o:connectangles="0,0,0,0,0,0,0,0,0,0,0,0,0,0,0,0,0,0,0,0,0,0,0,0,0,0,0,0,0,0,0,0,0,0,0,0,0,0,0,0,0,0,0,0,0,0,0,0,0,0,0,0,0,0,0,0,0,0,0,0,0,0,0"/>
                      </v:shape>
                      <v:shape id="Freeform 32" o:spid="_x0000_s1051" style="position:absolute;left:9099;top:8337;width:260;height:705;visibility:visible;mso-wrap-style:square;v-text-anchor:top" coordsize="81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hBsEA&#10;AADbAAAADwAAAGRycy9kb3ducmV2LnhtbESPQYvCMBSE74L/ITzBm6ZWLFqNIoIgyCLr6v3RPNti&#10;81KbqHV/vREW9jjMzDfMYtWaSjyocaVlBaNhBII4s7rkXMHpZzuYgnAeWWNlmRS8yMFq2e0sMNX2&#10;yd/0OPpcBAi7FBUU3teplC4ryKAb2po4eBfbGPRBNrnUDT4D3FQyjqJEGiw5LBRY06ag7Hq8GwU2&#10;+bKT/Hyj30Psp/FtXO1ptFWq32vXcxCeWv8f/mvvtIJkBp8v4Q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5YQbBAAAA2wAAAA8AAAAAAAAAAAAAAAAAmAIAAGRycy9kb3du&#10;cmV2LnhtbFBLBQYAAAAABAAEAPUAAACGAwAAAAA=&#10;" path="m,222r,-7l26,203,26,94,,87,,79,54,67r,136l81,215r,7l,222xm22,16r,-4l22,10,24,7,26,3,28,2,32,r3,l40,r5,l48,r4,2l54,3r3,3l58,10r2,2l60,16r,4l58,24r-1,3l54,29r-2,1l48,32r-3,1l40,33r-4,l32,32,28,30,26,29,24,27,22,24r,-4l22,16xe" fillcolor="#002f59" stroked="f">
                        <v:path arrowok="t" o:connecttype="custom" o:connectlocs="0,70485;0,68263;8357,64453;8357,29845;0,27623;0,25083;17357,21273;17357,64453;26035,68263;26035,70485;0,70485;0,70485;7071,5080;7071,3810;7071,3175;7714,2223;8357,953;9000,635;10285,0;11250,0;12857,0;14464,0;15428,0;16714,635;17357,953;18321,1905;18642,3175;19285,3810;19285,5080;19285,6350;18642,7620;18321,8573;17357,9208;16714,9525;15428,10160;14464,10478;12857,10478;11571,10478;10285,10160;9000,9525;8357,9208;7714,8573;7071,7620;7071,6350;7071,5080;7071,5080" o:connectangles="0,0,0,0,0,0,0,0,0,0,0,0,0,0,0,0,0,0,0,0,0,0,0,0,0,0,0,0,0,0,0,0,0,0,0,0,0,0,0,0,0,0,0,0,0,0"/>
                        <o:lock v:ext="edit" verticies="t"/>
                      </v:shape>
                      <v:shape id="Freeform 33" o:spid="_x0000_s1052" style="position:absolute;left:9429;top:8331;width:546;height:711;visibility:visible;mso-wrap-style:square;v-text-anchor:top" coordsize="172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mhx7wA&#10;AADbAAAADwAAAGRycy9kb3ducmV2LnhtbERPSwrCMBDdC94hjOBOU11UqUYRQRFU8IfroRnbYjOp&#10;TdR6e7MQXD7efzpvTCleVLvCsoJBPwJBnFpdcKbgcl71xiCcR9ZYWiYFH3Iwn7VbU0y0ffORXief&#10;iRDCLkEFufdVIqVLczLo+rYiDtzN1gZ9gHUmdY3vEG5KOYyiWBosODTkWNEyp/R+ehoF53i38Y/D&#10;tdrdtnsnbUzLtSOlup1mMQHhqfF/8c+90QpGYX34En6An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3SaHHvAAAANsAAAAPAAAAAAAAAAAAAAAAAJgCAABkcnMvZG93bnJldi54&#10;bWxQSwUGAAAAAAQABAD1AAAAgQMAAAAA&#10;" path="m1,223r,-7l28,204,28,28,,20,,13,56,r,204l83,216r,7l1,223xm91,132r59,73l172,216r,7l125,223,61,141,115,88,94,80r,-8l168,72r,8l137,89,91,132xe" fillcolor="#002f59" stroked="f">
                        <v:path arrowok="t" o:connecttype="custom" o:connectlocs="318,71120;318,68888;8890,65060;8890,8930;0,6378;0,4146;17780,0;17780,65060;26353,68888;26353,71120;318,71120;318,71120;28893,42098;47625,65379;54610,68888;54610,71120;39688,71120;19368,44968;36513,28065;29845,25514;29845,22963;53340,22963;53340,25514;43498,28384;28893,42098;28893,42098" o:connectangles="0,0,0,0,0,0,0,0,0,0,0,0,0,0,0,0,0,0,0,0,0,0,0,0,0,0"/>
                        <o:lock v:ext="edit" verticies="t"/>
                      </v:shape>
                      <v:shape id="Freeform 34" o:spid="_x0000_s1053" style="position:absolute;left:10013;top:8540;width:559;height:515;visibility:visible;mso-wrap-style:square;v-text-anchor:top" coordsize="176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CTfMUA&#10;AADbAAAADwAAAGRycy9kb3ducmV2LnhtbESPT2vCQBTE7wW/w/KE3nRjD62mbkQEaYkiGAWvj+zL&#10;H5p9G3a3Me2n7xYKPQ4z8xtmvRlNJwZyvrWsYDFPQBCXVrdcK7he9rMlCB+QNXaWScEXedhkk4c1&#10;ptre+UxDEWoRIexTVNCE0KdS+rIhg35ue+LoVdYZDFG6WmqH9wg3nXxKkmdpsOW40GBPu4bKj+LT&#10;KHCVectX+bA9HL/rmz0YvzzlR6Uep+P2FUSgMfyH/9rvWsHLAn6/xB8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8JN8xQAAANsAAAAPAAAAAAAAAAAAAAAAAJgCAABkcnMv&#10;ZG93bnJldi54bWxQSwUGAAAAAAQABAD1AAAAigMAAAAA&#10;" path="m123,160r,-18l120,143r-16,7l94,154r-9,2l74,159r-6,l63,159r-4,-1l55,156r-4,l47,154r-3,-3l42,149r-4,-3l35,143r-1,-4l31,136r-1,-6l29,126r-2,-5l27,116r-1,-5l26,27,,19,,13,55,r,104l55,108r1,4l56,117r1,3l59,124r1,2l61,129r2,1l65,133r3,1l72,136r2,1l82,138r9,l99,138r8,l116,137r7,-1l123,27,96,19r,-6l151,r,133l176,141r,6l123,160xe" fillcolor="#002f59" stroked="f">
                        <v:path arrowok="t" o:connecttype="custom" o:connectlocs="39053,51435;39053,45649;38100,45970;33020,48220;29845,49506;26988,50149;23495,51114;21590,51114;20003,51114;18733,50792;17463,50149;16193,50149;14923,49506;13970,48542;13335,47899;12065,46934;11113,45970;10795,44684;9843,43720;9525,41791;9208,40505;8573,38898;8573,37290;8255,35683;8255,8680;0,6108;0,4179;17463,0;17463,33433;17463,34719;17780,36005;17780,37612;18098,38576;18733,39862;19050,40505;19368,41469;20003,41791;20638,42755;21590,43077;22860,43720;23495,44041;26035,44363;28893,44363;31433,44363;33973,44363;36830,44041;39053,43720;39053,8680;30480,6108;30480,4179;47943,0;47943,42755;55880,45327;55880,47256;39053,51435" o:connectangles="0,0,0,0,0,0,0,0,0,0,0,0,0,0,0,0,0,0,0,0,0,0,0,0,0,0,0,0,0,0,0,0,0,0,0,0,0,0,0,0,0,0,0,0,0,0,0,0,0,0,0,0,0,0,0"/>
                      </v:shape>
                      <v:shape id="Freeform 35" o:spid="_x0000_s1054" style="position:absolute;left:10642;top:8540;width:857;height:502;visibility:visible;mso-wrap-style:square;v-text-anchor:top" coordsize="270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f88cIA&#10;AADbAAAADwAAAGRycy9kb3ducmV2LnhtbESP0YrCMBRE3wX/IVzBN00VXKWaihQVl4UFqx9waa5t&#10;aXNTm6j17zcLC/s4zMwZZrPtTSOe1LnKsoLZNAJBnFtdcaHgejlMViCcR9bYWCYFb3KwTYaDDcba&#10;vvhMz8wXIkDYxaig9L6NpXR5SQbd1LbEwbvZzqAPsiuk7vAV4KaR8yj6kAYrDgsltpSWlNfZwyjQ&#10;n5rTVb34ut6P33sd7VO5fGRKjUf9bg3CU+//w3/tk1awnMPvl/ADZPI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l/zxwgAAANsAAAAPAAAAAAAAAAAAAAAAAJgCAABkcnMvZG93&#10;bnJldi54bWxQSwUGAAAAAAQABAD1AAAAhwMAAAAA&#10;" path="m,156r,-7l26,137,26,28,,21,,13,55,r,19l59,17,76,10,88,6,95,2r6,l107,2r5,l118,2r4,3l125,6r4,3l133,11r3,4l140,21r2,-2l144,19r4,-1l152,15r6,-2l165,10,176,6,186,4r9,-2l200,1r5,l209,2r4,l217,5r4,1l225,9r2,2l231,14r3,4l236,22r3,4l240,30r3,5l243,39r1,6l244,52r,85l270,149r,7l191,156r,-7l216,137r,-79l216,53r-2,-4l214,45r-1,-3l212,39r-2,-4l208,32r-2,-1l204,28r-4,-2l197,26r-4,-1l189,23r-5,-1l180,22r-5,l166,22r-8,1l150,25r-6,1l145,32r1,7l148,45r,11l148,137r24,12l172,156r-75,l97,149r22,-12l119,58r,-5l119,48r,-3l118,42r-2,-4l115,35r-3,-3l111,31r-3,-3l106,26r-4,l98,25,94,23,90,22r-5,l80,22r-7,l68,22r-5,1l55,26r,111l80,149r,7l,156xe" fillcolor="#002f59" stroked="f">
                        <v:path arrowok="t" o:connecttype="custom" o:connectlocs="0,47914;8255,9004;0,4180;17463,6110;24130,3216;30163,643;33973,643;37465,643;39688,1929;42228,3537;44450,6753;45720,6110;48260,4824;52388,3216;59055,1286;63500,322;66358,643;68898,1608;71438,2894;73343,4502;74930,7075;76200,9647;77153,12541;77470,16722;85725,47914;60643,50165;68580,44055;68580,17043;67945,14471;67310,12541;66040,10290;64770,9004;62548,8361;60008,7396;57150,7075;52705,7075;47625,8039;46038,10290;46990,14471;46990,44055;54610,50165;30798,47914;37783,18651;37783,15435;37465,13506;36513,11255;35243,9969;33655,8361;31115,8039;28575,7075;25400,7075;21590,7075;17463,8361;25400,47914;0,50165" o:connectangles="0,0,0,0,0,0,0,0,0,0,0,0,0,0,0,0,0,0,0,0,0,0,0,0,0,0,0,0,0,0,0,0,0,0,0,0,0,0,0,0,0,0,0,0,0,0,0,0,0,0,0,0,0,0,0"/>
                      </v:shape>
                      <v:shape id="Freeform 36" o:spid="_x0000_s1055" style="position:absolute;left:1784;top:9385;width:794;height:673;visibility:visible;mso-wrap-style:square;v-text-anchor:top" coordsize="249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98EMIA&#10;AADbAAAADwAAAGRycy9kb3ducmV2LnhtbESP0WrCQBRE3wv+w3IF3+pGxRqiq0hoi9Anox9wyV6z&#10;Idm7Ibsm6d93C4U+DjNzhjmcJtuKgXpfO1awWiYgiEuna64U3G8frykIH5A1to5JwTd5OB1nLwfM&#10;tBv5SkMRKhEh7DNUYELoMil9aciiX7qOOHoP11sMUfaV1D2OEW5buU6SN2mx5rhgsKPcUNkUT6sg&#10;1cXWjEmDz8+vocjf08k0+VWpxXw670EEmsJ/+K990Qp2G/j9En+AP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3wQwgAAANsAAAAPAAAAAAAAAAAAAAAAAJgCAABkcnMvZG93&#10;bnJldi54bWxQSwUGAAAAAAQABAD1AAAAhwMAAAAA&#10;" path="m125,158l189,r60,l249,8,223,18r,174l249,202r,8l167,210r,-8l193,192r,-157l121,213r-6,l44,35r,157l72,202r,8l,210r,-8l27,192,27,18,,8,,,63,r62,158xe" fillcolor="#002f59" stroked="f">
                        <v:path arrowok="t" o:connecttype="custom" o:connectlocs="39847,49929;60248,0;79375,0;79375,2528;71087,5688;71087,60674;79375,63834;79375,66362;53235,66362;53235,63834;61524,60674;61524,11060;38572,67310;36659,67310;14026,11060;14026,60674;22952,63834;22952,66362;0,66362;0,63834;8607,60674;8607,5688;0,2528;0,0;20083,0;39847,49929" o:connectangles="0,0,0,0,0,0,0,0,0,0,0,0,0,0,0,0,0,0,0,0,0,0,0,0,0,0"/>
                      </v:shape>
                      <v:shape id="Freeform 37" o:spid="_x0000_s1056" style="position:absolute;left:2609;top:9391;width:566;height:680;visibility:visible;mso-wrap-style:square;v-text-anchor:top" coordsize="176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ip3sMA&#10;AADbAAAADwAAAGRycy9kb3ducmV2LnhtbESPQWvCQBSE70L/w/IEb7qJ2BpS1yAFIQcpbSJ4fWRf&#10;k2D2bciuJv57t1DocZiZb5hdNplO3GlwrWUF8SoCQVxZ3XKt4FwelwkI55E1dpZJwYMcZPuX2Q5T&#10;bUf+pnvhaxEg7FJU0Hjfp1K6qiGDbmV74uD92MGgD3KopR5wDHDTyXUUvUmDLYeFBnv6aKi6Fjej&#10;QK7j/FYczl/lhZOq+3xNWm9OSi3m0+EdhKfJ/4f/2rlWsN3A75fwA+T+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ip3sMAAADbAAAADwAAAAAAAAAAAAAAAACYAgAAZHJzL2Rv&#10;d25yZXYueG1sUEsFBgAAAAAEAAQA9QAAAIgDAAAAAA==&#10;" path="m124,214r,-19l120,197r-16,7l94,207r-9,3l75,213r-7,l64,213r-5,l55,212r-4,-3l48,208r-4,-3l40,203r-2,-3l35,196r-1,-4l32,188r-2,-4l28,180r-1,-5l27,170r,-5l27,81,,73,,67,56,54r,104l56,162r,4l57,170r,4l59,178r1,2l61,183r3,1l65,187r4,1l72,190r2,1l82,192r9,l99,192r8,l115,191r9,-1l124,81,96,73r,-6l151,54r,133l176,195r,6l124,214xm48,17r,-4l49,9,51,7,52,4,55,3,57,1r3,l64,r2,1l70,1r3,2l74,4r1,3l77,9r1,3l78,16r,2l77,22r-2,3l74,28r-1,1l70,30r-4,l64,30r-4,l57,30,55,29,52,28,51,25,49,22,48,20r,-3xm104,16r,-4l104,8r2,-1l107,4r2,-1l112,1r3,l119,r4,1l125,1r3,2l130,4r2,3l133,8r,3l133,15r,3l133,21r-1,4l130,26r-2,2l125,30r-2,l119,30r-4,l112,30r-3,-1l107,28r-1,-3l104,22r,-4l104,16xe" fillcolor="#002f59" stroked="f">
                        <v:path arrowok="t" o:connecttype="custom" o:connectlocs="39817,61913;33395,64770;27294,66675;21835,67628;18945,67628;16377,66358;14129,65088;12202,63500;10918,60960;9633,58420;8670,55563;8670,52388;0,23178;17982,17145;17982,51435;18303,53975;18945,56515;19588,58103;20872,59373;23120,60325;26331,60960;31790,60960;36927,60643;39817,25718;30826,21273;48487,59373;56515,63818;39817,67945;15413,4128;16377,2223;17661,953;19266,318;21193,318;23441,953;24083,2223;25046,3810;25046,5715;24083,7938;23441,9208;21193,9525;19266,9525;17661,9208;16377,7938;15413,6350;15413,5398;33395,3810;34037,2223;35001,953;36927,318;39496,318;41102,953;42386,2223;42707,3493;42707,5715;42386,7938;41102,8890;39496,9525;36927,9525;35001,9208;34037,7938;33395,5715;33395,5080" o:connectangles="0,0,0,0,0,0,0,0,0,0,0,0,0,0,0,0,0,0,0,0,0,0,0,0,0,0,0,0,0,0,0,0,0,0,0,0,0,0,0,0,0,0,0,0,0,0,0,0,0,0,0,0,0,0,0,0,0,0,0,0,0,0"/>
                        <o:lock v:ext="edit" verticies="t"/>
                      </v:shape>
                      <v:shape id="Freeform 38" o:spid="_x0000_s1057" style="position:absolute;left:3238;top:9563;width:565;height:489;visibility:visible;mso-wrap-style:square;v-text-anchor:top" coordsize="178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SsMYA&#10;AADbAAAADwAAAGRycy9kb3ducmV2LnhtbESPQUvDQBSE74L/YXkFb3ZTUVvSbosKophDMbZob4/s&#10;axKafRt3n238964geBxm5htmsRpcp44UYuvZwGScgSKuvG25NrB5e7ycgYqCbLHzTAa+KcJqeX62&#10;wNz6E7/SsZRaJQjHHA00In2udawachjHvidO3t4Hh5JkqLUNeEpw1+mrLLvVDltOCw329NBQdSi/&#10;nIGP+7J4Ka7fd7P103Yin4dpW0gw5mI03M1BCQ3yH/5rP1sD0xv4/ZJ+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USsMYAAADbAAAADwAAAAAAAAAAAAAAAACYAgAAZHJz&#10;L2Rvd25yZXYueG1sUEsFBgAAAAAEAAQA9QAAAIsDAAAAAA==&#10;" path="m,154r,-8l26,136,26,27,,20,,12,55,r,17l57,17r3,-1l64,14,76,10,85,7,93,4r8,-1l108,1r4,l116,3r5,1l125,5r4,3l133,9r3,3l140,14r2,6l145,22r3,4l149,30r1,4l150,39r1,7l151,51r,85l178,146r,8l98,154r,-8l123,136r,-78l123,52r,-4l121,46r,-4l119,38r-2,-3l116,34r-2,-3l111,29r-3,-2l104,26r-3,-1l97,24r-4,l87,22r-3,l76,24r-8,l61,24r-6,1l55,136r23,10l78,154,,154xe" fillcolor="#002f59" stroked="f">
                        <v:path arrowok="t" o:connecttype="custom" o:connectlocs="0,48895;0,46355;8255,43180;8255,8573;0,6350;0,3810;17463,0;17463,5398;18098,5398;19050,5080;20320,4445;24130,3175;26988,2223;29528,1270;32068,953;34290,318;35560,318;36830,953;38418,1270;39688,1588;40958,2540;42228,2858;43180,3810;44450,4445;45085,6350;46038,6985;46990,8255;47308,9525;47625,10795;47625,12383;47943,14605;47943,16193;47943,43180;56515,46355;56515,48895;31115,48895;31115,46355;39053,43180;39053,18415;39053,16510;39053,15240;38418,14605;38418,13335;37783,12065;37148,11113;36830,10795;36195,9843;35243,9208;34290,8573;33020,8255;32068,7938;30798,7620;29528,7620;27623,6985;26670,6985;24130,7620;21590,7620;19368,7620;17463,7938;17463,43180;24765,46355;24765,48895;0,48895" o:connectangles="0,0,0,0,0,0,0,0,0,0,0,0,0,0,0,0,0,0,0,0,0,0,0,0,0,0,0,0,0,0,0,0,0,0,0,0,0,0,0,0,0,0,0,0,0,0,0,0,0,0,0,0,0,0,0,0,0,0,0,0,0,0,0"/>
                      </v:shape>
                      <v:shape id="Freeform 39" o:spid="_x0000_s1058" style="position:absolute;left:3879;top:9563;width:312;height:501;visibility:visible;mso-wrap-style:square;v-text-anchor:top" coordsize="98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90MIA&#10;AADbAAAADwAAAGRycy9kb3ducmV2LnhtbESPwW7CMBBE70j9B2sr9QZOqQRVioNaqhY4Au19ZW+c&#10;qPE6xC4Jf4+RkDiOZuaNZrEcXCNO1IXas4LnSQaCWHtTs1Xwc/gav4IIEdlg45kUnCnAsngYLTA3&#10;vucdnfbRigThkKOCKsY2lzLoihyGiW+Jk1f6zmFMsrPSdNgnuGvkNMtm0mHNaaHCllYV6b/9v1Ng&#10;p9/6o7WfG3P8Xbt+2L6UB81KPT0O728gIg3xHr61N0bBfAbXL+kHy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4/3QwgAAANsAAAAPAAAAAAAAAAAAAAAAAJgCAABkcnMvZG93&#10;bnJldi54bWxQSwUGAAAAAAQABAD1AAAAhwMAAAAA&#10;" path="m,149l,114r13,l27,142r8,2l42,144r6,l55,142r5,-2l64,138r1,-2l68,135r1,-2l71,131r1,-4l72,122r,-4l72,115r-1,-3l69,110r-2,-3l64,105r-4,-3l56,99,27,84,21,80,16,74,12,71,8,65,5,60,3,55,1,50r,-7l1,38,3,34r,-5l4,25,7,22,9,18r3,-4l14,12,17,9,21,8,25,5,29,4,34,1r5,l44,1,48,,58,1r9,l77,4,90,8r3,l93,39r-15,l67,14,60,13r-6,l47,13r-6,1l37,16r-4,2l29,21r-3,4l25,27r,6l25,37r1,2l27,42r2,2l33,47r2,4l39,54r5,2l69,71r7,2l82,78r6,6l90,88r4,5l95,99r2,6l98,112r-1,4l97,122r-2,3l94,129r-3,6l89,138r-3,4l84,145r-4,3l76,150r-4,3l67,154r-4,3l59,158r-7,l47,158r-9,l26,155,13,153,,149xe" fillcolor="#002f59" stroked="f">
                        <v:path arrowok="t" o:connecttype="custom" o:connectlocs="0,36195;8573,45085;13335,45720;17463,45085;20320,43815;21590,42863;22543,41593;22860,38735;22860,36513;21908,34925;20320,33338;17780,31433;6668,25400;3810,22543;1588,19050;318,15875;318,12065;953,9208;2223,6985;3810,4445;5398,2858;7938,1588;10795,318;13970,318;18415,318;24448,1270;29528,2540;24765,12383;19050,4128;14923,4128;11748,5080;9208,6668;7938,8573;7938,11748;8573,13335;10478,14923;12383,17145;21908,22543;26035,24765;28575,27940;30163,31433;31115,35560;30798,38735;29845,40958;28258,43815;26670,46038;24130,47625;21273,48895;18733,50165;14923,50165;8255,49213;0,47308" o:connectangles="0,0,0,0,0,0,0,0,0,0,0,0,0,0,0,0,0,0,0,0,0,0,0,0,0,0,0,0,0,0,0,0,0,0,0,0,0,0,0,0,0,0,0,0,0,0,0,0,0,0,0,0"/>
                      </v:shape>
                      <v:shape id="Freeform 40" o:spid="_x0000_s1059" style="position:absolute;left:4273;top:9448;width:337;height:616;visibility:visible;mso-wrap-style:square;v-text-anchor:top" coordsize="10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ASnMUA&#10;AADbAAAADwAAAGRycy9kb3ducmV2LnhtbESPQWvCQBSE74L/YXlCL6Vu9NBI6ioiiIIHaVqlx9fs&#10;MxvNvg3ZrUn767uFgsdhZr5h5sve1uJGra8cK5iMExDEhdMVlwre3zZPMxA+IGusHZOCb/KwXAwH&#10;c8y06/iVbnkoRYSwz1CBCaHJpPSFIYt+7Bri6J1dazFE2ZZSt9hFuK3lNEmepcWK44LBhtaGimv+&#10;ZRVQk//0H+vL44kOhmt92h8320+lHkb96gVEoD7cw//tnVaQpvD3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BKcxQAAANsAAAAPAAAAAAAAAAAAAAAAAJgCAABkcnMv&#10;ZG93bnJldi54bWxQSwUGAAAAAAQABAD1AAAAigMAAAAA&#10;" path="m24,53l,53,,43,10,39r9,-4l24,31r4,-4l32,23r2,-5l38,10,41,2,42,1,44,r9,l53,39r51,l104,53r-51,l53,149r,8l54,162r,2l55,167r2,1l58,170r3,1l62,172r2,1l66,173r6,2l79,175r6,l91,175r6,-2l104,173r2,11l93,187r-16,3l64,193r-7,l51,193r-2,l45,192r-3,-2l40,189r-3,-1l34,187r-1,-3l30,181r-2,-1l28,176r-1,-3l25,167r-1,-9l24,53xe" fillcolor="#002f59" stroked="f">
                        <v:path arrowok="t" o:connecttype="custom" o:connectlocs="7620,16915;0,16915;0,13723;3175,12447;6033,11170;7620,9893;8890,8617;10160,7340;10795,5745;12065,3191;13018,638;13335,319;13970,0;16828,0;16828,12447;33020,12447;33020,16915;16828,16915;16828,47553;16828,50106;17145,51702;17145,52340;17463,53297;18098,53616;18415,54255;19368,54574;19685,54893;20320,55212;20955,55212;22860,55850;25083,55850;26988,55850;28893,55850;30798,55212;33020,55212;33655,58723;29528,59680;24448,60638;20320,61595;18098,61595;16193,61595;15558,61595;14288,61276;13335,60638;12700,60318;11748,59999;10795,59680;10478,58723;9525,57765;8890,57446;8890,56170;8573,55212;7938,53297;7620,50425;7620,16915" o:connectangles="0,0,0,0,0,0,0,0,0,0,0,0,0,0,0,0,0,0,0,0,0,0,0,0,0,0,0,0,0,0,0,0,0,0,0,0,0,0,0,0,0,0,0,0,0,0,0,0,0,0,0,0,0,0,0"/>
                      </v:shape>
                      <v:shape id="Freeform 41" o:spid="_x0000_s1060" style="position:absolute;left:4654;top:9569;width:419;height:495;visibility:visible;mso-wrap-style:square;v-text-anchor:top" coordsize="130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9vwr0A&#10;AADbAAAADwAAAGRycy9kb3ducmV2LnhtbERPSwrCMBDdC94hjOBOUz+oVKOooOjChZ8DDM3YFptJ&#10;aWJbb28WgsvH+682rSlETZXLLSsYDSMQxInVOacKHvfDYAHCeWSNhWVS8CEHm3W3s8JY24avVN98&#10;KkIIuxgVZN6XsZQuycigG9qSOHBPWxn0AVap1BU2IdwUchxFM2kw59CQYUn7jJLX7W0U1NNjursk&#10;x9Fngmf/nulmPN02SvV77XYJwlPr/+Kf+6QVzMPY8CX8ALn+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K9vwr0AAADbAAAADwAAAAAAAAAAAAAAAACYAgAAZHJzL2Rvd25yZXYu&#10;eG1sUEsFBgAAAAAEAAQA9QAAAIIDAAAAAA==&#10;" path="m130,73r-99,l31,83r1,7l35,98r1,7l39,111r2,4l45,122r6,2l54,128r3,3l62,134r5,1l73,136r5,1l84,137r6,l98,137r9,l116,136r10,-1l129,144r-9,4l113,149r-8,3l98,153r-8,3l82,157r-7,l69,157r-8,l54,156r-6,-2l41,152r-6,-3l28,145r-4,-4l18,136r-4,-5l11,126,7,119,5,113,2,106,1,98,,90,,83,,73,1,66,2,58,5,50,7,43r4,-6l15,30r4,-6l24,20r7,-5l36,11,43,7,49,4,57,3,64,r7,l77,r5,2l87,2r4,2l95,4r5,3l103,9r4,2l111,13r4,4l117,20r3,4l122,26r2,6l126,36r2,4l129,46r,7l130,62r,11xm100,59l99,47,98,38,96,34,95,30,94,26,91,24,90,21,87,20,86,17,82,16,79,15,77,13r-4,l69,13r-4,l61,15r-4,l54,17r-3,2l48,21r-3,3l43,26r-2,4l39,33r-2,4l35,42r,5l32,53r,6l31,64r69,-5xe" fillcolor="#002f59" stroked="f">
                        <v:path arrowok="t" o:connecttype="custom" o:connectlocs="9994,23030;10316,28393;11606,33125;13218,36280;16442,39119;18376,41328;21600,42589;25146,43220;29015,43220;34495,43220;40620,42589;38686,46691;33850,47953;29015,49215;24179,49530;19665,49530;15474,48584;11283,47006;7737,44482;4513,41328;2257,37542;645,33441;0,28393;0,23030;645,18298;2257,13566;4836,9464;7737,6310;11606,3470;15797,1262;20633,0;24824,0;28047,631;30627,1262;33206,2839;35785,4101;37719,6310;39331,8202;40620,11357;41588,14512;41910,19560;41910,23030;31916,14827;30949,10726;30304,8202;29015,6625;27725,5363;25468,4732;23534,4101;20955,4101;18376,4732;16442,5994;14507,7571;13218,9464;11928,11673;11283,14827;10316,18613;32238,18613" o:connectangles="0,0,0,0,0,0,0,0,0,0,0,0,0,0,0,0,0,0,0,0,0,0,0,0,0,0,0,0,0,0,0,0,0,0,0,0,0,0,0,0,0,0,0,0,0,0,0,0,0,0,0,0,0,0,0,0,0,0"/>
                        <o:lock v:ext="edit" verticies="t"/>
                      </v:shape>
                      <v:shape id="Freeform 42" o:spid="_x0000_s1061" style="position:absolute;left:5143;top:9563;width:375;height:489;visibility:visible;mso-wrap-style:square;v-text-anchor:top" coordsize="119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e1sQA&#10;AADbAAAADwAAAGRycy9kb3ducmV2LnhtbESPS2/CMBCE75X6H6xF4gYOHHgEnKgPgeiBA6HlvIq3&#10;SZR4HcUmCf++rlSpx9HMfKPZp6NpRE+dqywrWMwjEMS51RUXCj6vh9kGhPPIGhvLpOBBDtLk+WmP&#10;sbYDX6jPfCEChF2MCkrv21hKl5dk0M1tSxy8b9sZ9EF2hdQdDgFuGrmMopU0WHFYKLGlt5LyOrsb&#10;BTd73NTXZXbEvH/UH+f3r1c9NEpNJ+PLDoSn0f+H/9onrWC9hd8v4QfI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m3tbEAAAA2wAAAA8AAAAAAAAAAAAAAAAAmAIAAGRycy9k&#10;b3ducmV2LnhtbFBLBQYAAAAABAAEAPUAAACJAwAAAAA=&#10;" path="m,154r,-8l28,136,28,27,,20,,12,57,r,20l59,18,74,12,85,5,90,4,96,3r4,-2l102,1r5,l111,3r3,2l119,7r,34l97,41,88,24r-5,l80,22r-6,2l68,25r-6,l57,27r,109l88,146r,8l,154xe" fillcolor="#002f59" stroked="f">
                        <v:path arrowok="t" o:connecttype="custom" o:connectlocs="0,48895;0,46355;8815,43180;8815,8573;0,6350;0,3810;17945,0;17945,6350;18575,5715;23298,3810;26761,1588;28335,1270;30224,953;31483,318;32113,318;33687,318;34946,953;35891,1588;37465,2223;37465,13018;30539,13018;27705,7620;26131,7620;25187,6985;23298,7620;21409,7938;19520,7938;17945,8573;17945,43180;27705,46355;27705,48895;0,48895" o:connectangles="0,0,0,0,0,0,0,0,0,0,0,0,0,0,0,0,0,0,0,0,0,0,0,0,0,0,0,0,0,0,0,0"/>
                      </v:shape>
                    </v:group>
                  </w:pict>
                </mc:Fallback>
              </mc:AlternateContent>
            </w:r>
          </w:p>
          <w:p w14:paraId="1AD13043" w14:textId="77777777" w:rsidR="00F02E6B" w:rsidRPr="00FA5E0B" w:rsidRDefault="00F02E6B" w:rsidP="002D53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354C29" w14:textId="77777777" w:rsidR="00F02E6B" w:rsidRPr="00FA5E0B" w:rsidRDefault="00F02E6B" w:rsidP="002D53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B7A839" w14:textId="77777777" w:rsidR="00F02E6B" w:rsidRPr="00FA5E0B" w:rsidRDefault="00F02E6B" w:rsidP="003D1947">
            <w:pPr>
              <w:ind w:right="776"/>
              <w:rPr>
                <w:rFonts w:ascii="Arial" w:hAnsi="Arial" w:cs="Arial"/>
                <w:sz w:val="22"/>
                <w:szCs w:val="22"/>
              </w:rPr>
            </w:pPr>
          </w:p>
          <w:p w14:paraId="11BD58B1" w14:textId="77777777" w:rsidR="00F02E6B" w:rsidRPr="00FA5E0B" w:rsidRDefault="00F02E6B" w:rsidP="002D53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004ACE" w14:textId="77777777" w:rsidR="00F02E6B" w:rsidRPr="00FA5E0B" w:rsidRDefault="00F02E6B" w:rsidP="002D53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4285C5" w14:textId="77777777" w:rsidR="00F02E6B" w:rsidRPr="00FA5E0B" w:rsidRDefault="00F02E6B" w:rsidP="003E5A19">
            <w:pPr>
              <w:tabs>
                <w:tab w:val="left" w:pos="3180"/>
              </w:tabs>
              <w:rPr>
                <w:rFonts w:ascii="Arial" w:hAnsi="Arial" w:cs="Arial"/>
                <w:sz w:val="22"/>
                <w:szCs w:val="22"/>
              </w:rPr>
            </w:pPr>
            <w:r w:rsidRPr="00FA5E0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9A5B55" w:rsidRPr="00FA5E0B" w14:paraId="358DA7C6" w14:textId="77777777" w:rsidTr="003E5A19">
        <w:tc>
          <w:tcPr>
            <w:tcW w:w="5507" w:type="dxa"/>
            <w:shd w:val="clear" w:color="auto" w:fill="auto"/>
          </w:tcPr>
          <w:p w14:paraId="6DA75035" w14:textId="77777777" w:rsidR="00B22AFD" w:rsidRPr="00026C47" w:rsidRDefault="000834AF" w:rsidP="003E5A19">
            <w:pPr>
              <w:tabs>
                <w:tab w:val="left" w:pos="7279"/>
              </w:tabs>
              <w:spacing w:before="240" w:line="220" w:lineRule="exact"/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</w:pPr>
            <w:r w:rsidRPr="00026C47"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  <w:t xml:space="preserve">University Hospital </w:t>
            </w:r>
            <w:proofErr w:type="gramStart"/>
            <w:r w:rsidRPr="00026C47"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  <w:t>Muenster</w:t>
            </w:r>
            <w:r w:rsidR="001B2C86" w:rsidRPr="00026C47"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  <w:t xml:space="preserve"> </w:t>
            </w:r>
            <w:r w:rsidR="00B22AFD" w:rsidRPr="00026C47"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  <w:t>.</w:t>
            </w:r>
            <w:proofErr w:type="gramEnd"/>
            <w:r w:rsidR="00B22AFD" w:rsidRPr="00026C47"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  <w:t xml:space="preserve"> Department </w:t>
            </w:r>
            <w:r w:rsidRPr="00026C47"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  <w:t>of</w:t>
            </w:r>
            <w:r w:rsidR="00B22AFD" w:rsidRPr="00026C47"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  <w:t xml:space="preserve"> </w:t>
            </w:r>
            <w:proofErr w:type="gramStart"/>
            <w:r w:rsidR="001B2C86" w:rsidRPr="00026C47"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  <w:t xml:space="preserve">Neurology </w:t>
            </w:r>
            <w:r w:rsidR="00B22AFD" w:rsidRPr="00026C47"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  <w:t>.</w:t>
            </w:r>
            <w:proofErr w:type="gramEnd"/>
            <w:r w:rsidR="00B22AFD" w:rsidRPr="00026C47">
              <w:rPr>
                <w:rFonts w:ascii="Arial" w:hAnsi="Arial" w:cs="Arial"/>
                <w:spacing w:val="-4"/>
                <w:sz w:val="16"/>
                <w:szCs w:val="16"/>
                <w:lang w:val="en-US"/>
              </w:rPr>
              <w:t xml:space="preserve"> 48129 Münster</w:t>
            </w:r>
          </w:p>
          <w:p w14:paraId="46BD0068" w14:textId="77777777" w:rsidR="009A5B55" w:rsidRPr="00026C47" w:rsidRDefault="009A5B55" w:rsidP="003E5A19">
            <w:pPr>
              <w:tabs>
                <w:tab w:val="left" w:pos="7279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BC5790F" w14:textId="77777777" w:rsidR="00FA5E0B" w:rsidRPr="00026C47" w:rsidRDefault="00FA5E0B" w:rsidP="005428E9">
            <w:pPr>
              <w:tabs>
                <w:tab w:val="left" w:pos="5669"/>
              </w:tabs>
              <w:spacing w:line="220" w:lineRule="exact"/>
              <w:rPr>
                <w:rFonts w:ascii="Arial" w:hAnsi="Arial" w:cs="Arial"/>
                <w:b/>
                <w:sz w:val="22"/>
                <w:szCs w:val="20"/>
                <w:lang w:val="en-US"/>
              </w:rPr>
            </w:pPr>
          </w:p>
          <w:p w14:paraId="41C22824" w14:textId="77777777" w:rsidR="00FA5E0B" w:rsidRPr="00026C47" w:rsidRDefault="00FA5E0B" w:rsidP="005428E9">
            <w:pPr>
              <w:tabs>
                <w:tab w:val="left" w:pos="5669"/>
              </w:tabs>
              <w:spacing w:line="220" w:lineRule="exact"/>
              <w:rPr>
                <w:rFonts w:ascii="Arial" w:hAnsi="Arial" w:cs="Arial"/>
                <w:b/>
                <w:sz w:val="22"/>
                <w:szCs w:val="20"/>
                <w:lang w:val="en-US"/>
              </w:rPr>
            </w:pPr>
          </w:p>
          <w:p w14:paraId="508AB1F0" w14:textId="77777777" w:rsidR="00FA5E0B" w:rsidRPr="00026C47" w:rsidRDefault="00FA5E0B" w:rsidP="005428E9">
            <w:pPr>
              <w:tabs>
                <w:tab w:val="left" w:pos="5669"/>
              </w:tabs>
              <w:spacing w:line="220" w:lineRule="exact"/>
              <w:rPr>
                <w:rFonts w:ascii="Arial" w:hAnsi="Arial" w:cs="Arial"/>
                <w:b/>
                <w:sz w:val="22"/>
                <w:szCs w:val="20"/>
                <w:lang w:val="en-US"/>
              </w:rPr>
            </w:pPr>
          </w:p>
          <w:p w14:paraId="73D91B40" w14:textId="77777777" w:rsidR="00FA5E0B" w:rsidRPr="00026C47" w:rsidRDefault="00FA5E0B" w:rsidP="005428E9">
            <w:pPr>
              <w:tabs>
                <w:tab w:val="left" w:pos="5669"/>
              </w:tabs>
              <w:spacing w:line="220" w:lineRule="exact"/>
              <w:rPr>
                <w:rFonts w:ascii="Arial" w:hAnsi="Arial" w:cs="Arial"/>
                <w:b/>
                <w:sz w:val="22"/>
                <w:szCs w:val="20"/>
                <w:lang w:val="en-US"/>
              </w:rPr>
            </w:pPr>
          </w:p>
          <w:p w14:paraId="6AF768FF" w14:textId="77777777" w:rsidR="009A5B55" w:rsidRPr="00026C47" w:rsidRDefault="005428E9" w:rsidP="005428E9">
            <w:pPr>
              <w:tabs>
                <w:tab w:val="left" w:pos="5669"/>
              </w:tabs>
              <w:spacing w:line="220" w:lineRule="exact"/>
              <w:rPr>
                <w:rFonts w:ascii="Arial" w:hAnsi="Arial" w:cs="Arial"/>
                <w:b/>
                <w:sz w:val="22"/>
                <w:szCs w:val="20"/>
                <w:lang w:val="en-US"/>
              </w:rPr>
            </w:pPr>
            <w:proofErr w:type="spellStart"/>
            <w:r w:rsidRPr="00026C47">
              <w:rPr>
                <w:rFonts w:ascii="Arial" w:hAnsi="Arial" w:cs="Arial"/>
                <w:b/>
                <w:sz w:val="22"/>
                <w:szCs w:val="20"/>
                <w:lang w:val="en-US"/>
              </w:rPr>
              <w:t>JoVE</w:t>
            </w:r>
            <w:proofErr w:type="spellEnd"/>
          </w:p>
          <w:p w14:paraId="3083FD7E" w14:textId="77777777" w:rsidR="00326524" w:rsidRPr="00FA5E0B" w:rsidRDefault="00326524" w:rsidP="005428E9">
            <w:pPr>
              <w:tabs>
                <w:tab w:val="left" w:pos="5669"/>
              </w:tabs>
              <w:spacing w:line="22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A5E0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Alisha </w:t>
            </w:r>
            <w:proofErr w:type="spellStart"/>
            <w:r w:rsidRPr="00FA5E0B">
              <w:rPr>
                <w:rFonts w:ascii="Arial" w:hAnsi="Arial" w:cs="Arial"/>
                <w:b/>
                <w:sz w:val="22"/>
                <w:szCs w:val="22"/>
                <w:lang w:val="en-US"/>
              </w:rPr>
              <w:t>DSouza</w:t>
            </w:r>
            <w:proofErr w:type="spellEnd"/>
          </w:p>
          <w:p w14:paraId="52A0922E" w14:textId="77777777" w:rsidR="005428E9" w:rsidRPr="00FA5E0B" w:rsidRDefault="00326524" w:rsidP="005428E9">
            <w:pPr>
              <w:tabs>
                <w:tab w:val="left" w:pos="5669"/>
              </w:tabs>
              <w:spacing w:line="22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A5E0B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</w:t>
            </w:r>
            <w:r w:rsidR="005428E9" w:rsidRPr="00FA5E0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Editor</w:t>
            </w:r>
          </w:p>
          <w:p w14:paraId="7514CC85" w14:textId="77777777" w:rsidR="009A5B55" w:rsidRPr="00026C47" w:rsidRDefault="009A5B55" w:rsidP="003E5A19">
            <w:pPr>
              <w:tabs>
                <w:tab w:val="left" w:pos="5669"/>
              </w:tabs>
              <w:spacing w:line="22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99" w:type="dxa"/>
            <w:shd w:val="clear" w:color="auto" w:fill="auto"/>
          </w:tcPr>
          <w:p w14:paraId="39F6F40A" w14:textId="77777777" w:rsidR="00B13DBD" w:rsidRPr="00FA5E0B" w:rsidRDefault="000834AF" w:rsidP="003E5A19">
            <w:pPr>
              <w:autoSpaceDE w:val="0"/>
              <w:autoSpaceDN w:val="0"/>
              <w:adjustRightInd w:val="0"/>
              <w:spacing w:before="120" w:line="220" w:lineRule="exact"/>
              <w:ind w:left="471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E0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Department of Neurology </w:t>
            </w:r>
          </w:p>
          <w:p w14:paraId="51FD08DC" w14:textId="77777777" w:rsidR="00B13DBD" w:rsidRPr="00FA5E0B" w:rsidRDefault="00B13DBD" w:rsidP="003E5A19">
            <w:pPr>
              <w:autoSpaceDE w:val="0"/>
              <w:autoSpaceDN w:val="0"/>
              <w:adjustRightInd w:val="0"/>
              <w:spacing w:before="120" w:line="220" w:lineRule="exact"/>
              <w:ind w:left="471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FA5E0B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>Univ.-Prof.</w:t>
            </w:r>
            <w:r w:rsidRPr="00FA5E0B">
              <w:rPr>
                <w:rFonts w:ascii="Arial" w:hAnsi="Arial" w:cs="Arial"/>
                <w:b/>
                <w:iCs/>
                <w:spacing w:val="-20"/>
                <w:sz w:val="18"/>
                <w:szCs w:val="18"/>
                <w:lang w:val="en-US"/>
              </w:rPr>
              <w:t xml:space="preserve"> </w:t>
            </w:r>
            <w:r w:rsidR="00341673" w:rsidRPr="00FA5E0B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>Prof. h. c.</w:t>
            </w:r>
            <w:r w:rsidR="00341673" w:rsidRPr="00FA5E0B">
              <w:rPr>
                <w:rFonts w:ascii="Arial" w:hAnsi="Arial" w:cs="Arial"/>
                <w:b/>
                <w:iCs/>
                <w:spacing w:val="-20"/>
                <w:sz w:val="18"/>
                <w:szCs w:val="18"/>
                <w:lang w:val="en-US"/>
              </w:rPr>
              <w:t xml:space="preserve"> </w:t>
            </w:r>
            <w:r w:rsidRPr="00FA5E0B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>Dr.</w:t>
            </w:r>
            <w:r w:rsidRPr="00FA5E0B">
              <w:rPr>
                <w:rFonts w:ascii="Arial" w:hAnsi="Arial" w:cs="Arial"/>
                <w:b/>
                <w:iCs/>
                <w:spacing w:val="-20"/>
                <w:sz w:val="18"/>
                <w:szCs w:val="18"/>
                <w:lang w:val="en-US"/>
              </w:rPr>
              <w:t xml:space="preserve"> </w:t>
            </w:r>
            <w:r w:rsidRPr="00FA5E0B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 xml:space="preserve">med. </w:t>
            </w:r>
            <w:r w:rsidR="00A57FA7" w:rsidRPr="00FA5E0B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 xml:space="preserve">Heinz </w:t>
            </w:r>
            <w:proofErr w:type="spellStart"/>
            <w:r w:rsidR="00A57FA7" w:rsidRPr="00FA5E0B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>Wiendl</w:t>
            </w:r>
            <w:proofErr w:type="spellEnd"/>
          </w:p>
          <w:p w14:paraId="7349C8F8" w14:textId="77777777" w:rsidR="00B13DBD" w:rsidRPr="00FA5E0B" w:rsidRDefault="000834AF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FA5E0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Director</w:t>
            </w:r>
          </w:p>
          <w:p w14:paraId="70AFC542" w14:textId="77777777" w:rsidR="0083605E" w:rsidRPr="00FA5E0B" w:rsidRDefault="0083605E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14:paraId="222F55DC" w14:textId="77777777" w:rsidR="0083605E" w:rsidRPr="00FA5E0B" w:rsidRDefault="0083605E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FA5E0B">
              <w:rPr>
                <w:rFonts w:ascii="Arial" w:hAnsi="Arial" w:cs="Arial"/>
                <w:iCs/>
                <w:sz w:val="18"/>
                <w:szCs w:val="18"/>
                <w:lang w:val="en-US"/>
              </w:rPr>
              <w:t>with</w:t>
            </w:r>
          </w:p>
          <w:p w14:paraId="0CFDAD85" w14:textId="77777777" w:rsidR="0083605E" w:rsidRPr="00FA5E0B" w:rsidRDefault="0083605E" w:rsidP="0083605E">
            <w:pPr>
              <w:autoSpaceDE w:val="0"/>
              <w:autoSpaceDN w:val="0"/>
              <w:adjustRightInd w:val="0"/>
              <w:spacing w:before="120" w:line="220" w:lineRule="exact"/>
              <w:ind w:left="471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FA5E0B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>Institute of Translational Neurology</w:t>
            </w:r>
          </w:p>
          <w:p w14:paraId="7AF67D90" w14:textId="77777777" w:rsidR="0083605E" w:rsidRPr="008556F4" w:rsidRDefault="0083605E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FA5E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Univ.-Prof. Dr. med. Dr. </w:t>
            </w:r>
            <w:proofErr w:type="spellStart"/>
            <w:r w:rsidRPr="00FA5E0B">
              <w:rPr>
                <w:rFonts w:ascii="Arial" w:hAnsi="Arial" w:cs="Arial"/>
                <w:i/>
                <w:iCs/>
                <w:sz w:val="18"/>
                <w:szCs w:val="18"/>
              </w:rPr>
              <w:t>rer</w:t>
            </w:r>
            <w:proofErr w:type="spellEnd"/>
            <w:r w:rsidRPr="00FA5E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. nat. </w:t>
            </w:r>
            <w:r w:rsidRPr="008556F4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Sven Meuth</w:t>
            </w:r>
          </w:p>
          <w:p w14:paraId="5D3BEAA2" w14:textId="77777777" w:rsidR="007C4FAE" w:rsidRPr="008556F4" w:rsidRDefault="007C4FAE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14:paraId="5EA5234A" w14:textId="77777777" w:rsidR="007C4FAE" w:rsidRPr="00FA5E0B" w:rsidRDefault="00F97FFD" w:rsidP="007C4FAE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8556F4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Dr. </w:t>
            </w:r>
            <w:r w:rsidR="00DC7614" w:rsidRPr="008556F4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med. </w:t>
            </w:r>
            <w:r w:rsidRPr="00FA5E0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Tobias Ruck</w:t>
            </w:r>
          </w:p>
          <w:p w14:paraId="0047B0F1" w14:textId="77777777" w:rsidR="00B13DBD" w:rsidRPr="00FA5E0B" w:rsidRDefault="00B13DBD" w:rsidP="003E5A19">
            <w:pPr>
              <w:autoSpaceDE w:val="0"/>
              <w:autoSpaceDN w:val="0"/>
              <w:adjustRightInd w:val="0"/>
              <w:spacing w:before="120" w:line="220" w:lineRule="exact"/>
              <w:ind w:left="469"/>
              <w:rPr>
                <w:rFonts w:ascii="Arial" w:hAnsi="Arial" w:cs="Arial"/>
                <w:sz w:val="18"/>
                <w:szCs w:val="18"/>
              </w:rPr>
            </w:pPr>
            <w:r w:rsidRPr="00FA5E0B">
              <w:rPr>
                <w:rFonts w:ascii="Arial" w:hAnsi="Arial" w:cs="Arial"/>
                <w:sz w:val="18"/>
                <w:szCs w:val="18"/>
              </w:rPr>
              <w:t>Albert-Schweitzer-</w:t>
            </w:r>
            <w:r w:rsidR="00B22AFD" w:rsidRPr="00FA5E0B">
              <w:rPr>
                <w:rFonts w:ascii="Arial" w:hAnsi="Arial" w:cs="Arial"/>
                <w:sz w:val="18"/>
                <w:szCs w:val="18"/>
              </w:rPr>
              <w:t>Campus</w:t>
            </w:r>
            <w:r w:rsidR="00B22AFD" w:rsidRPr="00FA5E0B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="00B22AFD" w:rsidRPr="00FA5E0B">
              <w:rPr>
                <w:rFonts w:ascii="Arial" w:hAnsi="Arial" w:cs="Arial"/>
                <w:sz w:val="18"/>
                <w:szCs w:val="18"/>
              </w:rPr>
              <w:t xml:space="preserve">1, </w:t>
            </w:r>
            <w:proofErr w:type="spellStart"/>
            <w:r w:rsidR="000834AF" w:rsidRPr="00FA5E0B">
              <w:rPr>
                <w:rFonts w:ascii="Arial" w:hAnsi="Arial" w:cs="Arial"/>
                <w:sz w:val="18"/>
                <w:szCs w:val="18"/>
              </w:rPr>
              <w:t>Building</w:t>
            </w:r>
            <w:proofErr w:type="spellEnd"/>
            <w:r w:rsidR="00B22AFD" w:rsidRPr="00FA5E0B">
              <w:rPr>
                <w:rFonts w:ascii="Arial" w:hAnsi="Arial" w:cs="Arial"/>
                <w:sz w:val="18"/>
                <w:szCs w:val="18"/>
              </w:rPr>
              <w:t xml:space="preserve"> A1</w:t>
            </w:r>
          </w:p>
          <w:p w14:paraId="595BC5F8" w14:textId="77777777" w:rsidR="007C4FAE" w:rsidRPr="00FA5E0B" w:rsidRDefault="00B13DBD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sz w:val="18"/>
                <w:szCs w:val="18"/>
              </w:rPr>
            </w:pPr>
            <w:r w:rsidRPr="00FA5E0B">
              <w:rPr>
                <w:rFonts w:ascii="Arial" w:hAnsi="Arial" w:cs="Arial"/>
                <w:sz w:val="18"/>
                <w:szCs w:val="18"/>
              </w:rPr>
              <w:t>48149 Münster</w:t>
            </w:r>
          </w:p>
          <w:p w14:paraId="30C6B2AF" w14:textId="77777777" w:rsidR="00515943" w:rsidRPr="00FA5E0B" w:rsidRDefault="00B13DBD" w:rsidP="00515943">
            <w:pPr>
              <w:autoSpaceDE w:val="0"/>
              <w:autoSpaceDN w:val="0"/>
              <w:adjustRightInd w:val="0"/>
              <w:spacing w:before="120" w:line="220" w:lineRule="exact"/>
              <w:ind w:left="469"/>
              <w:rPr>
                <w:rFonts w:ascii="Arial" w:hAnsi="Arial" w:cs="Arial"/>
                <w:sz w:val="18"/>
                <w:szCs w:val="18"/>
              </w:rPr>
            </w:pPr>
            <w:r w:rsidRPr="00FA5E0B">
              <w:rPr>
                <w:rFonts w:ascii="Arial" w:hAnsi="Arial" w:cs="Arial"/>
                <w:sz w:val="18"/>
                <w:szCs w:val="18"/>
              </w:rPr>
              <w:t>T +49</w:t>
            </w:r>
            <w:r w:rsidRPr="00FA5E0B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z w:val="18"/>
                <w:szCs w:val="18"/>
              </w:rPr>
              <w:t>(0</w:t>
            </w:r>
            <w:r w:rsidRPr="00FA5E0B">
              <w:rPr>
                <w:rFonts w:ascii="Arial" w:hAnsi="Arial" w:cs="Arial"/>
                <w:spacing w:val="10"/>
                <w:sz w:val="18"/>
                <w:szCs w:val="18"/>
              </w:rPr>
              <w:t>)</w:t>
            </w:r>
            <w:r w:rsidRPr="00FA5E0B">
              <w:rPr>
                <w:rFonts w:ascii="Arial" w:hAnsi="Arial" w:cs="Arial"/>
                <w:sz w:val="18"/>
                <w:szCs w:val="18"/>
              </w:rPr>
              <w:t>2</w:t>
            </w:r>
            <w:r w:rsidRPr="00FA5E0B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z w:val="18"/>
                <w:szCs w:val="18"/>
              </w:rPr>
              <w:t>51</w:t>
            </w:r>
            <w:r w:rsidRPr="00FA5E0B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z w:val="18"/>
                <w:szCs w:val="18"/>
              </w:rPr>
              <w:t>-</w:t>
            </w:r>
            <w:r w:rsidRPr="00FA5E0B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z w:val="18"/>
                <w:szCs w:val="18"/>
              </w:rPr>
              <w:t>83</w:t>
            </w:r>
            <w:r w:rsidRPr="00FA5E0B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="00515943" w:rsidRPr="00FA5E0B">
              <w:rPr>
                <w:rFonts w:ascii="Arial" w:hAnsi="Arial" w:cs="Arial"/>
                <w:sz w:val="18"/>
                <w:szCs w:val="18"/>
              </w:rPr>
              <w:t>–</w:t>
            </w:r>
            <w:r w:rsidRPr="00FA5E0B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pacing w:val="-10"/>
                <w:sz w:val="18"/>
                <w:szCs w:val="18"/>
              </w:rPr>
              <w:t>4</w:t>
            </w:r>
            <w:r w:rsidR="00A57FA7" w:rsidRPr="00FA5E0B">
              <w:rPr>
                <w:rFonts w:ascii="Arial" w:hAnsi="Arial" w:cs="Arial"/>
                <w:sz w:val="18"/>
                <w:szCs w:val="18"/>
              </w:rPr>
              <w:t>11</w:t>
            </w:r>
            <w:r w:rsidR="00515943" w:rsidRPr="00FA5E0B">
              <w:rPr>
                <w:rFonts w:ascii="Arial" w:hAnsi="Arial" w:cs="Arial"/>
                <w:sz w:val="18"/>
                <w:szCs w:val="18"/>
              </w:rPr>
              <w:t>25</w:t>
            </w:r>
          </w:p>
          <w:p w14:paraId="51C1A18A" w14:textId="77777777" w:rsidR="00B13DBD" w:rsidRPr="00FA5E0B" w:rsidRDefault="00B13DBD" w:rsidP="00515943">
            <w:pPr>
              <w:autoSpaceDE w:val="0"/>
              <w:autoSpaceDN w:val="0"/>
              <w:adjustRightInd w:val="0"/>
              <w:spacing w:before="120" w:line="220" w:lineRule="exact"/>
              <w:ind w:left="469"/>
              <w:rPr>
                <w:rFonts w:ascii="Arial" w:hAnsi="Arial" w:cs="Arial"/>
                <w:sz w:val="18"/>
                <w:szCs w:val="18"/>
              </w:rPr>
            </w:pPr>
            <w:r w:rsidRPr="00FA5E0B">
              <w:rPr>
                <w:rFonts w:ascii="Arial" w:hAnsi="Arial" w:cs="Arial"/>
                <w:sz w:val="18"/>
                <w:szCs w:val="18"/>
              </w:rPr>
              <w:t>F +49</w:t>
            </w:r>
            <w:r w:rsidRPr="00FA5E0B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z w:val="18"/>
                <w:szCs w:val="18"/>
              </w:rPr>
              <w:t>(0</w:t>
            </w:r>
            <w:r w:rsidRPr="00FA5E0B">
              <w:rPr>
                <w:rFonts w:ascii="Arial" w:hAnsi="Arial" w:cs="Arial"/>
                <w:spacing w:val="10"/>
                <w:sz w:val="18"/>
                <w:szCs w:val="18"/>
              </w:rPr>
              <w:t>)</w:t>
            </w:r>
            <w:r w:rsidRPr="00FA5E0B">
              <w:rPr>
                <w:rFonts w:ascii="Arial" w:hAnsi="Arial" w:cs="Arial"/>
                <w:sz w:val="18"/>
                <w:szCs w:val="18"/>
              </w:rPr>
              <w:t>2</w:t>
            </w:r>
            <w:r w:rsidRPr="00FA5E0B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z w:val="18"/>
                <w:szCs w:val="18"/>
              </w:rPr>
              <w:t>51</w:t>
            </w:r>
            <w:r w:rsidRPr="00FA5E0B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z w:val="18"/>
                <w:szCs w:val="18"/>
              </w:rPr>
              <w:t>-</w:t>
            </w:r>
            <w:r w:rsidRPr="00FA5E0B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z w:val="18"/>
                <w:szCs w:val="18"/>
              </w:rPr>
              <w:t>83</w:t>
            </w:r>
            <w:r w:rsidRPr="00FA5E0B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z w:val="18"/>
                <w:szCs w:val="18"/>
              </w:rPr>
              <w:t>-</w:t>
            </w:r>
            <w:r w:rsidRPr="00FA5E0B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FA5E0B">
              <w:rPr>
                <w:rFonts w:ascii="Arial" w:hAnsi="Arial" w:cs="Arial"/>
                <w:spacing w:val="-10"/>
                <w:sz w:val="18"/>
                <w:szCs w:val="18"/>
              </w:rPr>
              <w:t xml:space="preserve">4 </w:t>
            </w:r>
            <w:r w:rsidR="00A57FA7" w:rsidRPr="00FA5E0B">
              <w:rPr>
                <w:rFonts w:ascii="Arial" w:hAnsi="Arial" w:cs="Arial"/>
                <w:sz w:val="18"/>
                <w:szCs w:val="18"/>
              </w:rPr>
              <w:t>68</w:t>
            </w:r>
            <w:r w:rsidRPr="00FA5E0B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="00A57FA7" w:rsidRPr="00FA5E0B">
              <w:rPr>
                <w:rFonts w:ascii="Arial" w:hAnsi="Arial" w:cs="Arial"/>
                <w:spacing w:val="-10"/>
                <w:sz w:val="18"/>
                <w:szCs w:val="18"/>
              </w:rPr>
              <w:t>12</w:t>
            </w:r>
          </w:p>
          <w:p w14:paraId="0C5F0D4B" w14:textId="77777777" w:rsidR="009A5B55" w:rsidRPr="00026C47" w:rsidRDefault="009A5B55" w:rsidP="00515943">
            <w:pPr>
              <w:autoSpaceDE w:val="0"/>
              <w:autoSpaceDN w:val="0"/>
              <w:adjustRightInd w:val="0"/>
              <w:spacing w:line="220" w:lineRule="exact"/>
              <w:ind w:left="469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66A333F" w14:textId="52855BFA" w:rsidR="009A5B55" w:rsidRPr="00F504C7" w:rsidRDefault="009A5B55" w:rsidP="009A5B55">
      <w:pPr>
        <w:tabs>
          <w:tab w:val="left" w:pos="7279"/>
        </w:tabs>
        <w:spacing w:line="340" w:lineRule="exact"/>
        <w:ind w:left="5976"/>
        <w:rPr>
          <w:rFonts w:ascii="Arial" w:hAnsi="Arial" w:cs="Arial"/>
          <w:color w:val="000000" w:themeColor="text1"/>
          <w:sz w:val="22"/>
          <w:lang w:val="en-US"/>
        </w:rPr>
      </w:pPr>
      <w:r w:rsidRPr="00F504C7">
        <w:rPr>
          <w:rFonts w:ascii="Arial" w:hAnsi="Arial" w:cs="Arial"/>
          <w:color w:val="000000" w:themeColor="text1"/>
          <w:sz w:val="22"/>
          <w:lang w:val="en-US"/>
        </w:rPr>
        <w:t>Münster,</w:t>
      </w:r>
      <w:r w:rsidR="00326524" w:rsidRPr="00F504C7">
        <w:rPr>
          <w:rFonts w:ascii="Arial" w:hAnsi="Arial" w:cs="Arial"/>
          <w:color w:val="000000" w:themeColor="text1"/>
          <w:sz w:val="22"/>
          <w:lang w:val="en-US"/>
        </w:rPr>
        <w:t xml:space="preserve"> </w:t>
      </w:r>
      <w:r w:rsidR="00F504C7" w:rsidRPr="00F504C7">
        <w:rPr>
          <w:rFonts w:ascii="Arial" w:hAnsi="Arial" w:cs="Arial"/>
          <w:color w:val="000000" w:themeColor="text1"/>
          <w:sz w:val="22"/>
          <w:lang w:val="en-US"/>
        </w:rPr>
        <w:fldChar w:fldCharType="begin"/>
      </w:r>
      <w:r w:rsidR="00F504C7" w:rsidRPr="00F504C7">
        <w:rPr>
          <w:rFonts w:ascii="Arial" w:hAnsi="Arial" w:cs="Arial"/>
          <w:color w:val="000000" w:themeColor="text1"/>
          <w:sz w:val="22"/>
          <w:lang w:val="en-US"/>
        </w:rPr>
        <w:instrText xml:space="preserve"> DATE \@ "d MMMM yyyy" </w:instrText>
      </w:r>
      <w:r w:rsidR="00F504C7" w:rsidRPr="00F504C7">
        <w:rPr>
          <w:rFonts w:ascii="Arial" w:hAnsi="Arial" w:cs="Arial"/>
          <w:color w:val="000000" w:themeColor="text1"/>
          <w:sz w:val="22"/>
          <w:lang w:val="en-US"/>
        </w:rPr>
        <w:fldChar w:fldCharType="separate"/>
      </w:r>
      <w:r w:rsidR="00322CE9">
        <w:rPr>
          <w:rFonts w:ascii="Arial" w:hAnsi="Arial" w:cs="Arial"/>
          <w:noProof/>
          <w:color w:val="000000" w:themeColor="text1"/>
          <w:sz w:val="22"/>
          <w:lang w:val="en-US"/>
        </w:rPr>
        <w:t>17 October 2018</w:t>
      </w:r>
      <w:r w:rsidR="00F504C7" w:rsidRPr="00F504C7">
        <w:rPr>
          <w:rFonts w:ascii="Arial" w:hAnsi="Arial" w:cs="Arial"/>
          <w:color w:val="000000" w:themeColor="text1"/>
          <w:sz w:val="22"/>
          <w:lang w:val="en-US"/>
        </w:rPr>
        <w:fldChar w:fldCharType="end"/>
      </w:r>
    </w:p>
    <w:p w14:paraId="033CA2F9" w14:textId="77777777" w:rsidR="002E3786" w:rsidRPr="00026C47" w:rsidRDefault="002E3786" w:rsidP="009A5B55">
      <w:pPr>
        <w:tabs>
          <w:tab w:val="left" w:pos="7279"/>
        </w:tabs>
        <w:spacing w:line="340" w:lineRule="exact"/>
        <w:ind w:left="5976"/>
        <w:rPr>
          <w:rFonts w:ascii="Arial" w:hAnsi="Arial" w:cs="Arial"/>
          <w:lang w:val="en-US"/>
        </w:rPr>
      </w:pPr>
    </w:p>
    <w:p w14:paraId="4844EEF1" w14:textId="77777777" w:rsidR="005428E9" w:rsidRPr="00026C47" w:rsidRDefault="000834AF" w:rsidP="009D537E">
      <w:pPr>
        <w:tabs>
          <w:tab w:val="left" w:pos="7558"/>
        </w:tabs>
        <w:spacing w:line="360" w:lineRule="auto"/>
        <w:ind w:right="2535"/>
        <w:rPr>
          <w:rFonts w:ascii="Arial" w:hAnsi="Arial" w:cs="Arial"/>
          <w:sz w:val="22"/>
          <w:lang w:val="en-US"/>
        </w:rPr>
      </w:pPr>
      <w:r w:rsidRPr="00026C47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1" layoutInCell="1" allowOverlap="1" wp14:anchorId="693EF434" wp14:editId="2F2B5997">
                <wp:simplePos x="0" y="0"/>
                <wp:positionH relativeFrom="margin">
                  <wp:posOffset>-457200</wp:posOffset>
                </wp:positionH>
                <wp:positionV relativeFrom="page">
                  <wp:posOffset>3780789</wp:posOffset>
                </wp:positionV>
                <wp:extent cx="114300" cy="0"/>
                <wp:effectExtent l="0" t="0" r="19050" b="19050"/>
                <wp:wrapNone/>
                <wp:docPr id="4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4DF141" id="Line 5" o:spid="_x0000_s1026" style="position:absolute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36pt,297.7pt" to="-2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" strokeweight=".25pt">
                <w10:wrap anchorx="margin" anchory="page"/>
                <w10:anchorlock/>
              </v:line>
            </w:pict>
          </mc:Fallback>
        </mc:AlternateContent>
      </w:r>
      <w:r w:rsidR="00983C3C" w:rsidRPr="00026C47">
        <w:rPr>
          <w:rFonts w:ascii="Arial" w:hAnsi="Arial" w:cs="Arial"/>
          <w:sz w:val="22"/>
          <w:lang w:val="en-US"/>
        </w:rPr>
        <w:t xml:space="preserve">Dear </w:t>
      </w:r>
      <w:r w:rsidR="00760C7E" w:rsidRPr="00026C47">
        <w:rPr>
          <w:rFonts w:ascii="Arial" w:hAnsi="Arial" w:cs="Arial"/>
          <w:sz w:val="22"/>
          <w:lang w:val="en-US"/>
        </w:rPr>
        <w:t>Dr</w:t>
      </w:r>
      <w:r w:rsidR="00983C3C" w:rsidRPr="00026C47">
        <w:rPr>
          <w:rFonts w:ascii="Arial" w:hAnsi="Arial" w:cs="Arial"/>
          <w:sz w:val="22"/>
          <w:lang w:val="en-US"/>
        </w:rPr>
        <w:t>.</w:t>
      </w:r>
      <w:r w:rsidR="00326524" w:rsidRPr="00026C47">
        <w:rPr>
          <w:rFonts w:ascii="Arial" w:hAnsi="Arial" w:cs="Arial"/>
          <w:sz w:val="22"/>
          <w:lang w:val="en-US"/>
        </w:rPr>
        <w:t xml:space="preserve"> </w:t>
      </w:r>
      <w:proofErr w:type="spellStart"/>
      <w:r w:rsidR="00326524" w:rsidRPr="00026C47">
        <w:rPr>
          <w:rFonts w:ascii="Arial" w:hAnsi="Arial" w:cs="Arial"/>
          <w:sz w:val="22"/>
          <w:lang w:val="en-US"/>
        </w:rPr>
        <w:t>DSouza</w:t>
      </w:r>
      <w:proofErr w:type="spellEnd"/>
      <w:r w:rsidR="005428E9" w:rsidRPr="00026C47">
        <w:rPr>
          <w:rFonts w:ascii="Arial" w:hAnsi="Arial" w:cs="Arial"/>
          <w:sz w:val="22"/>
          <w:lang w:val="en-US"/>
        </w:rPr>
        <w:t xml:space="preserve">, </w:t>
      </w:r>
    </w:p>
    <w:p w14:paraId="178F6E25" w14:textId="77777777" w:rsidR="00923F40" w:rsidRPr="00026C47" w:rsidRDefault="00923F40" w:rsidP="009D537E">
      <w:pPr>
        <w:tabs>
          <w:tab w:val="left" w:pos="7558"/>
        </w:tabs>
        <w:spacing w:line="360" w:lineRule="auto"/>
        <w:ind w:right="2535"/>
        <w:rPr>
          <w:rFonts w:ascii="Arial" w:hAnsi="Arial" w:cs="Arial"/>
          <w:sz w:val="22"/>
          <w:szCs w:val="22"/>
          <w:lang w:val="en-US"/>
        </w:rPr>
      </w:pPr>
    </w:p>
    <w:p w14:paraId="299CE5B0" w14:textId="04F6E8C7" w:rsidR="009E1BED" w:rsidRPr="001C0ADE" w:rsidRDefault="009E1BED" w:rsidP="009E1BED">
      <w:pPr>
        <w:tabs>
          <w:tab w:val="left" w:pos="8647"/>
        </w:tabs>
        <w:spacing w:line="360" w:lineRule="auto"/>
        <w:ind w:right="878"/>
        <w:jc w:val="both"/>
        <w:rPr>
          <w:rFonts w:ascii="Arial" w:hAnsi="Arial" w:cs="Arial"/>
          <w:sz w:val="22"/>
          <w:szCs w:val="22"/>
          <w:shd w:val="clear" w:color="auto" w:fill="FFFFFF"/>
          <w:lang w:val="en-US"/>
        </w:rPr>
      </w:pPr>
      <w:proofErr w:type="gramStart"/>
      <w:r w:rsidRPr="00FA5E0B">
        <w:rPr>
          <w:rFonts w:ascii="Arial" w:hAnsi="Arial" w:cs="Arial"/>
          <w:sz w:val="22"/>
          <w:szCs w:val="22"/>
          <w:lang w:val="en-US"/>
        </w:rPr>
        <w:t>we</w:t>
      </w:r>
      <w:proofErr w:type="gramEnd"/>
      <w:r w:rsidRPr="00FA5E0B">
        <w:rPr>
          <w:rFonts w:ascii="Arial" w:hAnsi="Arial" w:cs="Arial"/>
          <w:sz w:val="22"/>
          <w:szCs w:val="22"/>
          <w:lang w:val="en-US"/>
        </w:rPr>
        <w:t xml:space="preserve"> would like to thank you for considering </w:t>
      </w:r>
      <w:r>
        <w:rPr>
          <w:rFonts w:ascii="Arial" w:hAnsi="Arial" w:cs="Arial"/>
          <w:sz w:val="22"/>
          <w:szCs w:val="22"/>
          <w:lang w:val="en-US"/>
        </w:rPr>
        <w:t xml:space="preserve">our manuscript for publication and your </w:t>
      </w:r>
      <w:r w:rsidRPr="00FA5E0B">
        <w:rPr>
          <w:rFonts w:ascii="Arial" w:hAnsi="Arial" w:cs="Arial"/>
          <w:sz w:val="22"/>
          <w:szCs w:val="22"/>
          <w:lang w:val="en-US"/>
        </w:rPr>
        <w:t>positive and constructive feedback</w:t>
      </w:r>
      <w:r>
        <w:rPr>
          <w:rFonts w:ascii="Arial" w:hAnsi="Arial" w:cs="Arial"/>
          <w:sz w:val="22"/>
          <w:szCs w:val="22"/>
          <w:lang w:val="en-US"/>
        </w:rPr>
        <w:t>. We are</w:t>
      </w:r>
      <w:r w:rsidRPr="00FA5E0B">
        <w:rPr>
          <w:rFonts w:ascii="Arial" w:hAnsi="Arial" w:cs="Arial"/>
          <w:sz w:val="22"/>
          <w:szCs w:val="22"/>
          <w:lang w:val="en-US"/>
        </w:rPr>
        <w:t xml:space="preserve"> now happy to submit a </w:t>
      </w:r>
      <w:r>
        <w:rPr>
          <w:rFonts w:ascii="Arial" w:hAnsi="Arial" w:cs="Arial"/>
          <w:sz w:val="22"/>
          <w:szCs w:val="22"/>
          <w:lang w:val="en-US"/>
        </w:rPr>
        <w:t>2</w:t>
      </w:r>
      <w:r w:rsidRPr="00427626">
        <w:rPr>
          <w:rFonts w:ascii="Arial" w:hAnsi="Arial" w:cs="Arial"/>
          <w:sz w:val="22"/>
          <w:szCs w:val="22"/>
          <w:vertAlign w:val="superscript"/>
          <w:lang w:val="en-US"/>
        </w:rPr>
        <w:t>nd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FA5E0B">
        <w:rPr>
          <w:rFonts w:ascii="Arial" w:hAnsi="Arial" w:cs="Arial"/>
          <w:sz w:val="22"/>
          <w:szCs w:val="22"/>
          <w:lang w:val="en-US"/>
        </w:rPr>
        <w:t xml:space="preserve">revised version of our manuscript </w:t>
      </w:r>
      <w:r w:rsidRPr="00026C47">
        <w:rPr>
          <w:rFonts w:ascii="Arial" w:hAnsi="Arial" w:cs="Arial"/>
          <w:sz w:val="22"/>
          <w:szCs w:val="22"/>
          <w:lang w:val="en-US"/>
        </w:rPr>
        <w:t>„</w:t>
      </w:r>
      <w:r w:rsidRPr="00026C47">
        <w:rPr>
          <w:rFonts w:ascii="Arial" w:hAnsi="Arial" w:cs="Arial"/>
          <w:b/>
          <w:sz w:val="22"/>
          <w:szCs w:val="22"/>
          <w:lang w:val="en-US"/>
        </w:rPr>
        <w:t xml:space="preserve">Isolation of primary murine skeletal muscle </w:t>
      </w:r>
      <w:proofErr w:type="spellStart"/>
      <w:r w:rsidRPr="00026C47">
        <w:rPr>
          <w:rFonts w:ascii="Arial" w:hAnsi="Arial" w:cs="Arial"/>
          <w:b/>
          <w:sz w:val="22"/>
          <w:szCs w:val="22"/>
          <w:lang w:val="en-US"/>
        </w:rPr>
        <w:t>microvascular</w:t>
      </w:r>
      <w:proofErr w:type="spellEnd"/>
      <w:r w:rsidRPr="00026C47">
        <w:rPr>
          <w:rFonts w:ascii="Arial" w:hAnsi="Arial" w:cs="Arial"/>
          <w:b/>
          <w:sz w:val="22"/>
          <w:szCs w:val="22"/>
          <w:lang w:val="en-US"/>
        </w:rPr>
        <w:t xml:space="preserve"> endothelial cells</w:t>
      </w:r>
      <w:r w:rsidRPr="00026C47">
        <w:rPr>
          <w:rFonts w:ascii="Arial" w:hAnsi="Arial" w:cs="Arial"/>
          <w:sz w:val="22"/>
          <w:szCs w:val="22"/>
          <w:lang w:val="en-US"/>
        </w:rPr>
        <w:t xml:space="preserve">” by Müntefering et al. to the </w:t>
      </w:r>
      <w:r w:rsidRPr="00026C47">
        <w:rPr>
          <w:rFonts w:ascii="Arial" w:hAnsi="Arial" w:cs="Arial"/>
          <w:i/>
          <w:sz w:val="22"/>
          <w:szCs w:val="22"/>
          <w:shd w:val="clear" w:color="auto" w:fill="FFFFFF"/>
          <w:lang w:val="en-US"/>
        </w:rPr>
        <w:t xml:space="preserve">Journal of Visualized Experiments. </w:t>
      </w:r>
      <w:r>
        <w:rPr>
          <w:rFonts w:ascii="Arial" w:hAnsi="Arial" w:cs="Arial"/>
          <w:sz w:val="22"/>
          <w:szCs w:val="22"/>
          <w:shd w:val="clear" w:color="auto" w:fill="FFFFFF"/>
          <w:lang w:val="en-US"/>
        </w:rPr>
        <w:t>In this revision following key points were addressed:</w:t>
      </w:r>
    </w:p>
    <w:p w14:paraId="06C23106" w14:textId="7CD4D6FC" w:rsidR="001903E5" w:rsidRPr="00FA5E0B" w:rsidRDefault="00DE2C7C" w:rsidP="001903E5">
      <w:pPr>
        <w:pStyle w:val="Listenabsatz"/>
        <w:numPr>
          <w:ilvl w:val="0"/>
          <w:numId w:val="4"/>
        </w:numPr>
        <w:tabs>
          <w:tab w:val="left" w:pos="8647"/>
        </w:tabs>
        <w:spacing w:line="360" w:lineRule="auto"/>
        <w:ind w:right="878"/>
        <w:jc w:val="both"/>
        <w:rPr>
          <w:rFonts w:ascii="Arial" w:hAnsi="Arial" w:cs="Arial"/>
          <w:sz w:val="22"/>
          <w:szCs w:val="22"/>
          <w:lang w:val="en-US"/>
        </w:rPr>
      </w:pPr>
      <w:r w:rsidRPr="00FA5E0B">
        <w:rPr>
          <w:rFonts w:ascii="Arial" w:hAnsi="Arial" w:cs="Arial"/>
          <w:sz w:val="22"/>
          <w:szCs w:val="22"/>
          <w:lang w:val="en-US"/>
        </w:rPr>
        <w:t xml:space="preserve">We </w:t>
      </w:r>
      <w:r w:rsidR="00F424F9" w:rsidRPr="00FA5E0B">
        <w:rPr>
          <w:rFonts w:ascii="Arial" w:hAnsi="Arial" w:cs="Arial"/>
          <w:sz w:val="22"/>
          <w:szCs w:val="22"/>
          <w:lang w:val="en-US"/>
        </w:rPr>
        <w:t xml:space="preserve">modified </w:t>
      </w:r>
      <w:r w:rsidR="009E1BED">
        <w:rPr>
          <w:rFonts w:ascii="Arial" w:hAnsi="Arial" w:cs="Arial"/>
          <w:sz w:val="22"/>
          <w:szCs w:val="22"/>
          <w:lang w:val="en-US"/>
        </w:rPr>
        <w:t xml:space="preserve">the </w:t>
      </w:r>
      <w:r w:rsidR="001903E5">
        <w:rPr>
          <w:rFonts w:ascii="Arial" w:hAnsi="Arial" w:cs="Arial"/>
          <w:sz w:val="22"/>
          <w:szCs w:val="22"/>
          <w:lang w:val="en-US"/>
        </w:rPr>
        <w:t xml:space="preserve">structure </w:t>
      </w:r>
      <w:r w:rsidR="009E1BED">
        <w:rPr>
          <w:rFonts w:ascii="Arial" w:hAnsi="Arial" w:cs="Arial"/>
          <w:sz w:val="22"/>
          <w:szCs w:val="22"/>
          <w:lang w:val="en-US"/>
        </w:rPr>
        <w:t xml:space="preserve">of the manuscript </w:t>
      </w:r>
      <w:r w:rsidR="001903E5">
        <w:rPr>
          <w:rFonts w:ascii="Arial" w:hAnsi="Arial" w:cs="Arial"/>
          <w:sz w:val="22"/>
          <w:szCs w:val="22"/>
          <w:lang w:val="en-US"/>
        </w:rPr>
        <w:t>and remov</w:t>
      </w:r>
      <w:r w:rsidR="009E1BED">
        <w:rPr>
          <w:rFonts w:ascii="Arial" w:hAnsi="Arial" w:cs="Arial"/>
          <w:sz w:val="22"/>
          <w:szCs w:val="22"/>
          <w:lang w:val="en-US"/>
        </w:rPr>
        <w:t>ed</w:t>
      </w:r>
      <w:r w:rsidR="001903E5">
        <w:rPr>
          <w:rFonts w:ascii="Arial" w:hAnsi="Arial" w:cs="Arial"/>
          <w:sz w:val="22"/>
          <w:szCs w:val="22"/>
          <w:lang w:val="en-US"/>
        </w:rPr>
        <w:t xml:space="preserve"> all trademarked names. </w:t>
      </w:r>
    </w:p>
    <w:p w14:paraId="46D35403" w14:textId="514DDB09" w:rsidR="00391093" w:rsidRDefault="00391093" w:rsidP="003F46B9">
      <w:pPr>
        <w:pStyle w:val="Listenabsatz"/>
        <w:numPr>
          <w:ilvl w:val="0"/>
          <w:numId w:val="4"/>
        </w:numPr>
        <w:tabs>
          <w:tab w:val="left" w:pos="8647"/>
        </w:tabs>
        <w:spacing w:line="360" w:lineRule="auto"/>
        <w:ind w:right="878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Protocols for mRNA Isolation,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cDNA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synthesis</w:t>
      </w:r>
      <w:r w:rsidR="009E1BED">
        <w:rPr>
          <w:rFonts w:ascii="Arial" w:hAnsi="Arial" w:cs="Arial"/>
          <w:sz w:val="22"/>
          <w:szCs w:val="22"/>
          <w:lang w:val="en-US"/>
        </w:rPr>
        <w:t xml:space="preserve"> and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qPCR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were added. </w:t>
      </w:r>
    </w:p>
    <w:p w14:paraId="6F88CF7F" w14:textId="41A6D1D1" w:rsidR="0008001A" w:rsidRDefault="009E1BED" w:rsidP="003F46B9">
      <w:pPr>
        <w:pStyle w:val="Listenabsatz"/>
        <w:numPr>
          <w:ilvl w:val="0"/>
          <w:numId w:val="4"/>
        </w:numPr>
        <w:tabs>
          <w:tab w:val="left" w:pos="8647"/>
        </w:tabs>
        <w:spacing w:line="360" w:lineRule="auto"/>
        <w:ind w:right="878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Further details for the different steps are now provided increasing comprehensibility of the protocol.</w:t>
      </w:r>
      <w:r w:rsidR="00391093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136F3833" w14:textId="429EBABA" w:rsidR="00322CE9" w:rsidRDefault="00322CE9" w:rsidP="003F46B9">
      <w:pPr>
        <w:pStyle w:val="Listenabsatz"/>
        <w:numPr>
          <w:ilvl w:val="0"/>
          <w:numId w:val="4"/>
        </w:numPr>
        <w:tabs>
          <w:tab w:val="left" w:pos="8647"/>
        </w:tabs>
        <w:spacing w:line="360" w:lineRule="auto"/>
        <w:ind w:right="878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Text indicated in blue fonts shows changes in the manuscript. </w:t>
      </w:r>
    </w:p>
    <w:p w14:paraId="5E6E3F58" w14:textId="30A3287B" w:rsidR="00322CE9" w:rsidRDefault="00322CE9" w:rsidP="003F46B9">
      <w:pPr>
        <w:pStyle w:val="Listenabsatz"/>
        <w:numPr>
          <w:ilvl w:val="0"/>
          <w:numId w:val="4"/>
        </w:numPr>
        <w:tabs>
          <w:tab w:val="left" w:pos="8647"/>
        </w:tabs>
        <w:spacing w:line="360" w:lineRule="auto"/>
        <w:ind w:right="878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We highlighted steps (3 and 4)</w:t>
      </w:r>
      <w:r w:rsidRPr="00322CE9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in yellow</w:t>
      </w:r>
      <w:r>
        <w:rPr>
          <w:rFonts w:ascii="Arial" w:hAnsi="Arial" w:cs="Arial"/>
          <w:sz w:val="22"/>
          <w:szCs w:val="22"/>
          <w:lang w:val="en-US"/>
        </w:rPr>
        <w:t xml:space="preserve"> for filming. </w:t>
      </w:r>
    </w:p>
    <w:p w14:paraId="19148059" w14:textId="77777777" w:rsidR="00391093" w:rsidRDefault="00391093" w:rsidP="00913F51">
      <w:pPr>
        <w:spacing w:line="360" w:lineRule="auto"/>
        <w:ind w:right="594"/>
        <w:jc w:val="both"/>
        <w:rPr>
          <w:rFonts w:ascii="Arial" w:hAnsi="Arial" w:cs="Arial"/>
          <w:sz w:val="22"/>
          <w:szCs w:val="22"/>
          <w:lang w:val="en-US"/>
        </w:rPr>
      </w:pPr>
    </w:p>
    <w:p w14:paraId="61172AD7" w14:textId="6AFEF5AD" w:rsidR="009E1BED" w:rsidRPr="00FA5E0B" w:rsidRDefault="009E1BED" w:rsidP="009E1BED">
      <w:pPr>
        <w:spacing w:line="360" w:lineRule="auto"/>
        <w:ind w:right="594"/>
        <w:jc w:val="both"/>
        <w:rPr>
          <w:rFonts w:ascii="Arial" w:hAnsi="Arial" w:cs="Arial"/>
          <w:sz w:val="22"/>
          <w:szCs w:val="22"/>
          <w:lang w:val="en-US"/>
        </w:rPr>
      </w:pPr>
      <w:r w:rsidRPr="00FA5E0B">
        <w:rPr>
          <w:rFonts w:ascii="Arial" w:hAnsi="Arial" w:cs="Arial"/>
          <w:sz w:val="22"/>
          <w:szCs w:val="22"/>
          <w:lang w:val="en-US"/>
        </w:rPr>
        <w:t xml:space="preserve">We think that we were able to sufficiently address all </w:t>
      </w:r>
      <w:r>
        <w:rPr>
          <w:rFonts w:ascii="Arial" w:hAnsi="Arial" w:cs="Arial"/>
          <w:sz w:val="22"/>
          <w:szCs w:val="22"/>
          <w:lang w:val="en-US"/>
        </w:rPr>
        <w:t>your</w:t>
      </w:r>
      <w:r w:rsidRPr="00FA5E0B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editorial </w:t>
      </w:r>
      <w:r w:rsidR="00A06093">
        <w:rPr>
          <w:rFonts w:ascii="Arial" w:hAnsi="Arial" w:cs="Arial"/>
          <w:sz w:val="22"/>
          <w:szCs w:val="22"/>
          <w:lang w:val="en-US"/>
        </w:rPr>
        <w:t>comments</w:t>
      </w:r>
      <w:r w:rsidRPr="00FA5E0B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(for details see point-to-point reply below) </w:t>
      </w:r>
      <w:r w:rsidRPr="00FA5E0B">
        <w:rPr>
          <w:rFonts w:ascii="Arial" w:hAnsi="Arial" w:cs="Arial"/>
          <w:sz w:val="22"/>
          <w:szCs w:val="22"/>
          <w:lang w:val="en-US"/>
        </w:rPr>
        <w:t xml:space="preserve">and are looking forward to hearing from you in due course. </w:t>
      </w:r>
    </w:p>
    <w:p w14:paraId="50FDE467" w14:textId="77777777" w:rsidR="00913F51" w:rsidRPr="00FA5E0B" w:rsidRDefault="00913F51" w:rsidP="00913F51">
      <w:pPr>
        <w:pStyle w:val="Listenabsatz"/>
        <w:spacing w:line="360" w:lineRule="auto"/>
        <w:ind w:right="594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37302606" w14:textId="77777777" w:rsidR="00913F51" w:rsidRPr="00FA5E0B" w:rsidRDefault="00913F51" w:rsidP="00913F51">
      <w:pPr>
        <w:spacing w:line="360" w:lineRule="auto"/>
        <w:ind w:right="594"/>
        <w:jc w:val="both"/>
        <w:rPr>
          <w:rFonts w:ascii="Arial" w:hAnsi="Arial" w:cs="Arial"/>
          <w:sz w:val="22"/>
          <w:szCs w:val="22"/>
          <w:lang w:val="en-GB"/>
        </w:rPr>
      </w:pPr>
      <w:r w:rsidRPr="00FA5E0B">
        <w:rPr>
          <w:rFonts w:ascii="Arial" w:hAnsi="Arial" w:cs="Arial"/>
          <w:sz w:val="22"/>
          <w:szCs w:val="22"/>
          <w:lang w:val="en-GB"/>
        </w:rPr>
        <w:t>Please do not hesitate to contact me in case of any additional questions.</w:t>
      </w:r>
    </w:p>
    <w:p w14:paraId="4D2F8F84" w14:textId="77777777" w:rsidR="00913F51" w:rsidRPr="00FA5E0B" w:rsidRDefault="00913F51" w:rsidP="00913F51">
      <w:pPr>
        <w:pStyle w:val="Listenabsatz"/>
        <w:spacing w:line="360" w:lineRule="auto"/>
        <w:ind w:right="594"/>
        <w:jc w:val="both"/>
        <w:rPr>
          <w:rFonts w:ascii="Arial" w:hAnsi="Arial" w:cs="Arial"/>
          <w:sz w:val="22"/>
          <w:szCs w:val="22"/>
          <w:lang w:val="en-GB"/>
        </w:rPr>
      </w:pPr>
    </w:p>
    <w:p w14:paraId="34A1A4E7" w14:textId="77777777" w:rsidR="00913F51" w:rsidRPr="00FA5E0B" w:rsidRDefault="00913F51" w:rsidP="00913F51">
      <w:pPr>
        <w:spacing w:line="360" w:lineRule="auto"/>
        <w:ind w:right="594"/>
        <w:jc w:val="both"/>
        <w:rPr>
          <w:rFonts w:ascii="Arial" w:hAnsi="Arial" w:cs="Arial"/>
          <w:sz w:val="22"/>
          <w:szCs w:val="22"/>
          <w:lang w:val="en-GB"/>
        </w:rPr>
      </w:pPr>
      <w:r w:rsidRPr="00FA5E0B">
        <w:rPr>
          <w:rFonts w:ascii="Arial" w:hAnsi="Arial" w:cs="Arial"/>
          <w:sz w:val="22"/>
          <w:szCs w:val="22"/>
          <w:lang w:val="en-GB"/>
        </w:rPr>
        <w:t xml:space="preserve">Sincerely, </w:t>
      </w:r>
      <w:bookmarkStart w:id="0" w:name="_GoBack"/>
      <w:bookmarkEnd w:id="0"/>
    </w:p>
    <w:p w14:paraId="0B242DC2" w14:textId="77777777" w:rsidR="00913F51" w:rsidRPr="00026C47" w:rsidRDefault="00913F51" w:rsidP="00913F51">
      <w:pPr>
        <w:spacing w:line="360" w:lineRule="auto"/>
        <w:ind w:right="594"/>
        <w:jc w:val="both"/>
        <w:rPr>
          <w:rFonts w:ascii="Arial" w:hAnsi="Arial" w:cs="Arial"/>
          <w:sz w:val="22"/>
          <w:szCs w:val="22"/>
          <w:lang w:val="en-GB"/>
        </w:rPr>
      </w:pPr>
      <w:r w:rsidRPr="00026C47">
        <w:rPr>
          <w:rFonts w:ascii="Arial" w:hAnsi="Arial" w:cs="Arial"/>
          <w:sz w:val="22"/>
          <w:szCs w:val="22"/>
          <w:lang w:val="en-GB"/>
        </w:rPr>
        <w:t>Tobias Ruck, MD</w:t>
      </w:r>
    </w:p>
    <w:p w14:paraId="50D36F11" w14:textId="77777777" w:rsidR="009E1BED" w:rsidRDefault="009E1BED" w:rsidP="001C0ADE">
      <w:pPr>
        <w:rPr>
          <w:rFonts w:ascii="Arial" w:hAnsi="Arial" w:cs="Arial"/>
          <w:sz w:val="22"/>
          <w:szCs w:val="22"/>
          <w:lang w:val="en-US"/>
        </w:rPr>
      </w:pPr>
    </w:p>
    <w:p w14:paraId="7AC64186" w14:textId="77777777" w:rsidR="003F46B9" w:rsidRPr="00FA5E0B" w:rsidRDefault="003F46B9" w:rsidP="001C0ADE">
      <w:pPr>
        <w:ind w:right="878"/>
        <w:rPr>
          <w:rFonts w:ascii="Arial" w:hAnsi="Arial" w:cs="Arial"/>
          <w:b/>
          <w:sz w:val="22"/>
          <w:szCs w:val="22"/>
          <w:lang w:val="en-US"/>
        </w:rPr>
      </w:pPr>
      <w:r w:rsidRPr="00FA5E0B">
        <w:rPr>
          <w:rFonts w:ascii="Arial" w:hAnsi="Arial" w:cs="Arial"/>
          <w:b/>
          <w:sz w:val="22"/>
          <w:szCs w:val="22"/>
          <w:lang w:val="en-US"/>
        </w:rPr>
        <w:lastRenderedPageBreak/>
        <w:t>Point-to-point-reply</w:t>
      </w:r>
    </w:p>
    <w:p w14:paraId="22CC9EA1" w14:textId="74FB9C99" w:rsidR="000A357C" w:rsidRPr="00FA5E0B" w:rsidRDefault="000A357C" w:rsidP="002A1EEB">
      <w:pPr>
        <w:pStyle w:val="NurText"/>
        <w:ind w:right="878"/>
        <w:jc w:val="both"/>
        <w:rPr>
          <w:rFonts w:ascii="Arial" w:hAnsi="Arial" w:cs="Arial"/>
          <w:szCs w:val="22"/>
          <w:u w:val="single"/>
          <w:lang w:val="en-US"/>
        </w:rPr>
      </w:pPr>
      <w:r w:rsidRPr="00026C47">
        <w:rPr>
          <w:rFonts w:ascii="Arial" w:hAnsi="Arial" w:cs="Arial"/>
          <w:szCs w:val="22"/>
          <w:u w:val="single"/>
          <w:lang w:val="en-US"/>
        </w:rPr>
        <w:t>Editorial comments</w:t>
      </w:r>
      <w:r w:rsidR="008556F4">
        <w:rPr>
          <w:rFonts w:ascii="Arial" w:hAnsi="Arial" w:cs="Arial"/>
          <w:szCs w:val="22"/>
          <w:u w:val="single"/>
          <w:lang w:val="en-US"/>
        </w:rPr>
        <w:t xml:space="preserve"> (EC)</w:t>
      </w:r>
      <w:r w:rsidRPr="00026C47">
        <w:rPr>
          <w:rFonts w:ascii="Arial" w:hAnsi="Arial" w:cs="Arial"/>
          <w:szCs w:val="22"/>
          <w:u w:val="single"/>
          <w:lang w:val="en-US"/>
        </w:rPr>
        <w:t xml:space="preserve">: </w:t>
      </w:r>
    </w:p>
    <w:p w14:paraId="1EEE3E2A" w14:textId="77777777" w:rsidR="000A357C" w:rsidRDefault="000A357C" w:rsidP="002A1EEB">
      <w:pPr>
        <w:pStyle w:val="NurText"/>
        <w:ind w:right="878"/>
        <w:jc w:val="both"/>
        <w:rPr>
          <w:rFonts w:ascii="Arial" w:hAnsi="Arial" w:cs="Arial"/>
          <w:szCs w:val="22"/>
          <w:lang w:val="en-US"/>
        </w:rPr>
      </w:pPr>
    </w:p>
    <w:p w14:paraId="0BD95E47" w14:textId="72A65AA4" w:rsidR="003D1947" w:rsidRPr="009878E4" w:rsidRDefault="008556F4" w:rsidP="002A1EEB">
      <w:pPr>
        <w:pStyle w:val="NurText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3D1947" w:rsidRPr="009878E4">
        <w:rPr>
          <w:rFonts w:ascii="Arial" w:hAnsi="Arial" w:cs="Arial"/>
          <w:color w:val="000000" w:themeColor="text1"/>
          <w:szCs w:val="22"/>
          <w:lang w:val="en-US"/>
        </w:rPr>
        <w:t>1: MACS is a trademarked name and has been replaced with MCS throughout.</w:t>
      </w:r>
    </w:p>
    <w:p w14:paraId="2B5C86B0" w14:textId="059FF33C" w:rsidR="003D1947" w:rsidRPr="000459A9" w:rsidRDefault="009E1BED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>
        <w:rPr>
          <w:rFonts w:ascii="Arial" w:hAnsi="Arial" w:cs="Arial"/>
          <w:i/>
          <w:color w:val="000000" w:themeColor="text1"/>
          <w:szCs w:val="22"/>
          <w:shd w:val="clear" w:color="auto" w:fill="FFFFFF"/>
          <w:lang w:val="en-US"/>
        </w:rPr>
        <w:t>We totally agree.</w:t>
      </w:r>
    </w:p>
    <w:p w14:paraId="79850099" w14:textId="07C00F40" w:rsidR="003D1947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3D1947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2: The structure and language has been modified slightly to meet </w:t>
      </w:r>
      <w:proofErr w:type="spellStart"/>
      <w:r w:rsidR="003D1947" w:rsidRPr="009878E4">
        <w:rPr>
          <w:rFonts w:ascii="Arial" w:hAnsi="Arial" w:cs="Arial"/>
          <w:color w:val="000000" w:themeColor="text1"/>
          <w:szCs w:val="22"/>
          <w:lang w:val="en-US"/>
        </w:rPr>
        <w:t>JoVEs</w:t>
      </w:r>
      <w:proofErr w:type="spellEnd"/>
      <w:r w:rsidR="003D1947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 style requirements. We have highlighted portions for filming.</w:t>
      </w:r>
    </w:p>
    <w:p w14:paraId="4AEC9CD5" w14:textId="6443048F" w:rsidR="003D1947" w:rsidRPr="000459A9" w:rsidRDefault="009E1BED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>
        <w:rPr>
          <w:rFonts w:ascii="Arial" w:hAnsi="Arial" w:cs="Arial"/>
          <w:i/>
          <w:color w:val="000000" w:themeColor="text1"/>
          <w:szCs w:val="22"/>
          <w:lang w:val="en-US"/>
        </w:rPr>
        <w:t>We agree.</w:t>
      </w:r>
    </w:p>
    <w:p w14:paraId="7F29030C" w14:textId="53899554" w:rsidR="00B839BC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B839BC" w:rsidRPr="009878E4">
        <w:rPr>
          <w:rFonts w:ascii="Arial" w:hAnsi="Arial" w:cs="Arial"/>
          <w:color w:val="000000" w:themeColor="text1"/>
          <w:szCs w:val="22"/>
          <w:lang w:val="en-US"/>
        </w:rPr>
        <w:t>3</w:t>
      </w:r>
      <w:r w:rsidR="007D5CBD">
        <w:rPr>
          <w:rFonts w:ascii="Arial" w:hAnsi="Arial" w:cs="Arial"/>
          <w:color w:val="000000" w:themeColor="text1"/>
          <w:szCs w:val="22"/>
          <w:lang w:val="en-US"/>
        </w:rPr>
        <w:t xml:space="preserve">: </w:t>
      </w:r>
      <w:r w:rsidR="00B839BC" w:rsidRPr="009878E4">
        <w:rPr>
          <w:rFonts w:ascii="Arial" w:hAnsi="Arial" w:cs="Arial"/>
          <w:color w:val="000000" w:themeColor="text1"/>
          <w:szCs w:val="22"/>
          <w:lang w:val="en-US"/>
        </w:rPr>
        <w:t>After anesthetization? Mention anesthesia technique and any drug dosage</w:t>
      </w:r>
    </w:p>
    <w:p w14:paraId="2631BFDE" w14:textId="79947A81" w:rsidR="00B839BC" w:rsidRPr="000459A9" w:rsidRDefault="00B839BC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Mice are euthanized without any anesthesia. </w:t>
      </w:r>
      <w:r w:rsidR="009E1BED" w:rsidRPr="009E1BED">
        <w:rPr>
          <w:rFonts w:ascii="Arial" w:hAnsi="Arial" w:cs="Arial"/>
          <w:i/>
          <w:color w:val="000000" w:themeColor="text1"/>
          <w:szCs w:val="22"/>
          <w:lang w:val="en-US"/>
        </w:rPr>
        <w:t>The aim is to quickly separate t</w:t>
      </w:r>
      <w:r w:rsidR="009E1BED">
        <w:rPr>
          <w:rFonts w:ascii="Arial" w:hAnsi="Arial" w:cs="Arial"/>
          <w:i/>
          <w:color w:val="000000" w:themeColor="text1"/>
          <w:szCs w:val="22"/>
          <w:lang w:val="en-US"/>
        </w:rPr>
        <w:t>he spinal cord from the brain</w:t>
      </w:r>
      <w:r w:rsidR="009E1BED" w:rsidRPr="009E1BED">
        <w:rPr>
          <w:rFonts w:ascii="Arial" w:hAnsi="Arial" w:cs="Arial"/>
          <w:i/>
          <w:color w:val="000000" w:themeColor="text1"/>
          <w:szCs w:val="22"/>
          <w:lang w:val="en-US"/>
        </w:rPr>
        <w:t xml:space="preserve"> so as to provide the animal with a fast and painless death.</w:t>
      </w:r>
    </w:p>
    <w:p w14:paraId="6FA78E9F" w14:textId="0E7527F1" w:rsidR="00B839BC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B839BC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4 How is sterility maintained? Are tools sterilized? Is the surgical area prepped? </w:t>
      </w:r>
      <w:proofErr w:type="spellStart"/>
      <w:r w:rsidR="00B839BC" w:rsidRPr="009878E4">
        <w:rPr>
          <w:rFonts w:ascii="Arial" w:hAnsi="Arial" w:cs="Arial"/>
          <w:color w:val="000000" w:themeColor="text1"/>
          <w:sz w:val="22"/>
          <w:szCs w:val="22"/>
        </w:rPr>
        <w:t>Mention</w:t>
      </w:r>
      <w:proofErr w:type="spellEnd"/>
      <w:r w:rsidR="00B839BC" w:rsidRPr="009878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B839BC" w:rsidRPr="009878E4">
        <w:rPr>
          <w:rFonts w:ascii="Arial" w:hAnsi="Arial" w:cs="Arial"/>
          <w:color w:val="000000" w:themeColor="text1"/>
          <w:sz w:val="22"/>
          <w:szCs w:val="22"/>
        </w:rPr>
        <w:t>animal</w:t>
      </w:r>
      <w:proofErr w:type="spellEnd"/>
      <w:r w:rsidR="00B839BC" w:rsidRPr="009878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B839BC" w:rsidRPr="009878E4">
        <w:rPr>
          <w:rFonts w:ascii="Arial" w:hAnsi="Arial" w:cs="Arial"/>
          <w:color w:val="000000" w:themeColor="text1"/>
          <w:sz w:val="22"/>
          <w:szCs w:val="22"/>
        </w:rPr>
        <w:t>position</w:t>
      </w:r>
      <w:proofErr w:type="spellEnd"/>
      <w:r w:rsidR="00B839BC" w:rsidRPr="009878E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FCE67BA" w14:textId="2408264C" w:rsidR="009D4A8E" w:rsidRPr="000459A9" w:rsidRDefault="009D4A8E" w:rsidP="002A1EEB">
      <w:pPr>
        <w:pStyle w:val="Kommentartext"/>
        <w:numPr>
          <w:ilvl w:val="0"/>
          <w:numId w:val="8"/>
        </w:numPr>
        <w:ind w:right="878"/>
        <w:jc w:val="both"/>
        <w:rPr>
          <w:rFonts w:ascii="Arial" w:hAnsi="Arial" w:cs="Arial"/>
          <w:i/>
          <w:color w:val="000000" w:themeColor="text1"/>
          <w:sz w:val="22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Sterile working is maintained by working under a sterile laminar flow hood directly after sever</w:t>
      </w:r>
      <w:r w:rsidR="009E1BE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ing of 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the extremities. Surgical instruments are disinfected by 70% ethanol. Animal position </w:t>
      </w:r>
      <w:r w:rsidR="009E1BE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is now described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. </w:t>
      </w:r>
    </w:p>
    <w:p w14:paraId="1027E811" w14:textId="2C6B20A5" w:rsidR="009D4A8E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9D4A8E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5: How? Mention surgical tools used?</w:t>
      </w:r>
    </w:p>
    <w:p w14:paraId="53D8EEC4" w14:textId="33B7C3E8" w:rsidR="009D4A8E" w:rsidRPr="000459A9" w:rsidRDefault="009D4A8E" w:rsidP="002A1EEB">
      <w:pPr>
        <w:pStyle w:val="Kommentartext"/>
        <w:numPr>
          <w:ilvl w:val="0"/>
          <w:numId w:val="8"/>
        </w:numPr>
        <w:ind w:right="878"/>
        <w:jc w:val="both"/>
        <w:rPr>
          <w:rFonts w:ascii="Arial" w:hAnsi="Arial" w:cs="Arial"/>
          <w:i/>
          <w:color w:val="000000" w:themeColor="text1"/>
          <w:sz w:val="22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We </w:t>
      </w:r>
      <w:r w:rsidR="009E1BE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now specify</w:t>
      </w:r>
      <w:r w:rsidR="009E1BED"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how </w:t>
      </w:r>
      <w:r w:rsidR="009E1BE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to sever the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leg and which tools </w:t>
      </w:r>
      <w:r w:rsidR="009E1BE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are required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.</w:t>
      </w:r>
    </w:p>
    <w:p w14:paraId="029EC224" w14:textId="6298CEBD" w:rsidR="009D4A8E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9D4A8E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6</w:t>
      </w:r>
      <w:r w:rsidR="007D5CBD">
        <w:rPr>
          <w:rFonts w:ascii="Arial" w:hAnsi="Arial" w:cs="Arial"/>
          <w:color w:val="000000" w:themeColor="text1"/>
          <w:sz w:val="22"/>
          <w:szCs w:val="22"/>
          <w:lang w:val="en-US"/>
        </w:rPr>
        <w:t>:</w:t>
      </w:r>
      <w:r w:rsidR="009D4A8E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How? Unclear exactly what is done. </w:t>
      </w:r>
      <w:proofErr w:type="spellStart"/>
      <w:r w:rsidR="009D4A8E" w:rsidRPr="009878E4">
        <w:rPr>
          <w:rFonts w:ascii="Arial" w:hAnsi="Arial" w:cs="Arial"/>
          <w:color w:val="000000" w:themeColor="text1"/>
          <w:sz w:val="22"/>
          <w:szCs w:val="22"/>
        </w:rPr>
        <w:t>Please</w:t>
      </w:r>
      <w:proofErr w:type="spellEnd"/>
      <w:r w:rsidR="009D4A8E" w:rsidRPr="009878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9D4A8E" w:rsidRPr="009878E4">
        <w:rPr>
          <w:rFonts w:ascii="Arial" w:hAnsi="Arial" w:cs="Arial"/>
          <w:color w:val="000000" w:themeColor="text1"/>
          <w:sz w:val="22"/>
          <w:szCs w:val="22"/>
        </w:rPr>
        <w:t>mention</w:t>
      </w:r>
      <w:proofErr w:type="spellEnd"/>
      <w:r w:rsidR="009D4A8E" w:rsidRPr="009878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9D4A8E" w:rsidRPr="009878E4">
        <w:rPr>
          <w:rFonts w:ascii="Arial" w:hAnsi="Arial" w:cs="Arial"/>
          <w:color w:val="000000" w:themeColor="text1"/>
          <w:sz w:val="22"/>
          <w:szCs w:val="22"/>
        </w:rPr>
        <w:t>tools</w:t>
      </w:r>
      <w:proofErr w:type="spellEnd"/>
      <w:r w:rsidR="009D4A8E" w:rsidRPr="009878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9D4A8E" w:rsidRPr="009878E4">
        <w:rPr>
          <w:rFonts w:ascii="Arial" w:hAnsi="Arial" w:cs="Arial"/>
          <w:color w:val="000000" w:themeColor="text1"/>
          <w:sz w:val="22"/>
          <w:szCs w:val="22"/>
        </w:rPr>
        <w:t>used</w:t>
      </w:r>
      <w:proofErr w:type="spellEnd"/>
      <w:r w:rsidR="009D4A8E" w:rsidRPr="009878E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9FBC838" w14:textId="6B037FA0" w:rsidR="00677132" w:rsidRPr="000459A9" w:rsidRDefault="009D4A8E" w:rsidP="002A1EEB">
      <w:pPr>
        <w:pStyle w:val="Kommentartext"/>
        <w:numPr>
          <w:ilvl w:val="0"/>
          <w:numId w:val="8"/>
        </w:numPr>
        <w:ind w:right="878"/>
        <w:jc w:val="both"/>
        <w:rPr>
          <w:rFonts w:ascii="Arial" w:hAnsi="Arial" w:cs="Arial"/>
          <w:i/>
          <w:color w:val="000000" w:themeColor="text1"/>
          <w:sz w:val="22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Large </w:t>
      </w:r>
      <w:r w:rsidR="00677132"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vessels can only be removed by </w:t>
      </w:r>
      <w:r w:rsidR="009E1BE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isolating parts</w:t>
      </w:r>
      <w:r w:rsidR="00677132"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of the muscle which</w:t>
      </w:r>
      <w:r w:rsidR="007D5CB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do</w:t>
      </w:r>
      <w:r w:rsidR="00677132"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not contain large vessels. We </w:t>
      </w:r>
      <w:r w:rsidR="009E1BE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clarified</w:t>
      </w:r>
      <w:r w:rsidR="009E1BED"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</w:t>
      </w:r>
      <w:r w:rsidR="00677132"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this point in the protocol. </w:t>
      </w:r>
    </w:p>
    <w:p w14:paraId="22FCE682" w14:textId="0680C291" w:rsidR="00677132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677132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7: Please tools used for isolation.</w:t>
      </w:r>
    </w:p>
    <w:p w14:paraId="5510AD67" w14:textId="4F0620AD" w:rsidR="00677132" w:rsidRPr="000459A9" w:rsidRDefault="00677132" w:rsidP="002A1EEB">
      <w:pPr>
        <w:pStyle w:val="Kommentartext"/>
        <w:numPr>
          <w:ilvl w:val="0"/>
          <w:numId w:val="8"/>
        </w:numPr>
        <w:ind w:right="878"/>
        <w:jc w:val="both"/>
        <w:rPr>
          <w:rFonts w:ascii="Arial" w:hAnsi="Arial" w:cs="Arial"/>
          <w:i/>
          <w:color w:val="000000" w:themeColor="text1"/>
          <w:sz w:val="22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We added all used surgical tools and </w:t>
      </w:r>
      <w:r w:rsidR="009E1BE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describe 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how to use </w:t>
      </w:r>
      <w:r w:rsidR="009E1BE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them 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for the isolation of the muscle groups.</w:t>
      </w:r>
    </w:p>
    <w:p w14:paraId="7E72185A" w14:textId="7A0FFF49" w:rsidR="00B839BC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677132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8: Cubes? </w:t>
      </w:r>
      <w:r w:rsidR="009D4A8E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</w:p>
    <w:p w14:paraId="34C3805C" w14:textId="7DBB8112" w:rsidR="00677132" w:rsidRPr="000459A9" w:rsidRDefault="00677132" w:rsidP="002A1EEB">
      <w:pPr>
        <w:pStyle w:val="Kommentartext"/>
        <w:numPr>
          <w:ilvl w:val="0"/>
          <w:numId w:val="8"/>
        </w:numPr>
        <w:ind w:right="878"/>
        <w:jc w:val="both"/>
        <w:rPr>
          <w:rFonts w:ascii="Arial" w:hAnsi="Arial" w:cs="Arial"/>
          <w:i/>
          <w:color w:val="000000" w:themeColor="text1"/>
          <w:sz w:val="22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Ideally the muscle is cut into cubes with an edge length of &gt;2 mm. </w:t>
      </w:r>
    </w:p>
    <w:p w14:paraId="645C1976" w14:textId="6838A759" w:rsidR="00677132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677132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9: How many pieces per well?</w:t>
      </w:r>
    </w:p>
    <w:p w14:paraId="4C37C92D" w14:textId="7F4DFB5A" w:rsidR="00D72BB0" w:rsidRPr="000459A9" w:rsidRDefault="00D72BB0" w:rsidP="002A1EEB">
      <w:pPr>
        <w:pStyle w:val="Kommentartext"/>
        <w:numPr>
          <w:ilvl w:val="0"/>
          <w:numId w:val="8"/>
        </w:numPr>
        <w:ind w:right="878"/>
        <w:jc w:val="both"/>
        <w:rPr>
          <w:rFonts w:ascii="Arial" w:hAnsi="Arial" w:cs="Arial"/>
          <w:i/>
          <w:color w:val="000000" w:themeColor="text1"/>
          <w:sz w:val="22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The muscle can be cut into more than</w:t>
      </w:r>
      <w:r w:rsidR="00677132"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100 pieces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. Important is the size of</w:t>
      </w:r>
      <w:r w:rsidR="00677132"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&gt; 2mm</w:t>
      </w:r>
      <w:r w:rsidR="00206936">
        <w:rPr>
          <w:rFonts w:ascii="Arial" w:hAnsi="Arial" w:cs="Arial"/>
          <w:i/>
          <w:color w:val="000000" w:themeColor="text1"/>
          <w:sz w:val="22"/>
          <w:szCs w:val="22"/>
          <w:vertAlign w:val="superscript"/>
          <w:lang w:val="en-US"/>
        </w:rPr>
        <w:t>3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of the pieces. </w:t>
      </w:r>
    </w:p>
    <w:p w14:paraId="178BE2A6" w14:textId="1990C0BC" w:rsidR="00D72BB0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D72BB0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10: Dry weight? Or weight in PBS?</w:t>
      </w:r>
    </w:p>
    <w:p w14:paraId="7564C289" w14:textId="76682295" w:rsidR="00D72BB0" w:rsidRPr="000459A9" w:rsidRDefault="00D72BB0" w:rsidP="002A1EEB">
      <w:pPr>
        <w:pStyle w:val="Kommentartext"/>
        <w:numPr>
          <w:ilvl w:val="0"/>
          <w:numId w:val="8"/>
        </w:numPr>
        <w:ind w:right="878"/>
        <w:jc w:val="both"/>
        <w:rPr>
          <w:rFonts w:ascii="Arial" w:hAnsi="Arial" w:cs="Arial"/>
          <w:i/>
          <w:color w:val="000000" w:themeColor="text1"/>
          <w:sz w:val="22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The protocol</w:t>
      </w:r>
      <w:r w:rsidR="007D5CB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is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designed for up to 1 g of dry weight muscle. Therefor</w:t>
      </w:r>
      <w:r w:rsidR="002A1EEB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e,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we added necessary steps to determine the dry weight of the muscle. </w:t>
      </w:r>
    </w:p>
    <w:p w14:paraId="324D5852" w14:textId="3B2DD8F9" w:rsidR="00D72BB0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D72BB0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11: How much per gram of tissue?</w:t>
      </w:r>
    </w:p>
    <w:p w14:paraId="46E91515" w14:textId="0044038E" w:rsidR="00D72BB0" w:rsidRPr="000459A9" w:rsidRDefault="00D72BB0" w:rsidP="002A1EEB">
      <w:pPr>
        <w:pStyle w:val="Kommentartext"/>
        <w:numPr>
          <w:ilvl w:val="0"/>
          <w:numId w:val="8"/>
        </w:numPr>
        <w:ind w:right="878"/>
        <w:jc w:val="both"/>
        <w:rPr>
          <w:rFonts w:ascii="Arial" w:hAnsi="Arial" w:cs="Arial"/>
          <w:i/>
          <w:color w:val="000000" w:themeColor="text1"/>
          <w:sz w:val="22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The</w:t>
      </w:r>
      <w:r w:rsidR="007D5CB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volume of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dissociation solution</w:t>
      </w:r>
      <w:r w:rsidR="007D5CB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</w:t>
      </w:r>
      <w:r w:rsidR="002A1EEB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was</w:t>
      </w:r>
      <w:r w:rsidR="007D5CBD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added</w:t>
      </w:r>
      <w:r w:rsidRPr="000459A9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.</w:t>
      </w:r>
    </w:p>
    <w:p w14:paraId="0296B7C1" w14:textId="643A0867" w:rsidR="00D72BB0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D72BB0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12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/EC</w:t>
      </w:r>
      <w:r w:rsidR="00F7123C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18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/EC</w:t>
      </w:r>
      <w:r w:rsidR="00A931C7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27</w:t>
      </w:r>
      <w:r w:rsidR="00D72BB0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: How? </w:t>
      </w:r>
      <w:proofErr w:type="gramStart"/>
      <w:r w:rsidR="00D72BB0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Mention counting technique used.</w:t>
      </w:r>
      <w:proofErr w:type="gramEnd"/>
    </w:p>
    <w:p w14:paraId="3094D37E" w14:textId="14B25A28" w:rsidR="003D1947" w:rsidRPr="000459A9" w:rsidRDefault="00D72BB0" w:rsidP="002A1EEB">
      <w:pPr>
        <w:pStyle w:val="NurText"/>
        <w:numPr>
          <w:ilvl w:val="0"/>
          <w:numId w:val="8"/>
        </w:numPr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To determine the cell number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>we used a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proofErr w:type="spellStart"/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Neubauer</w:t>
      </w:r>
      <w:proofErr w:type="spellEnd"/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cell counting chamber.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 xml:space="preserve"> This is now indicated.</w:t>
      </w:r>
    </w:p>
    <w:p w14:paraId="3CD11AF2" w14:textId="44D0A911" w:rsidR="00D72BB0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D72BB0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13</w:t>
      </w:r>
      <w:r w:rsidR="00F7123C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/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262016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17/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F7123C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1</w:t>
      </w:r>
      <w:r w:rsidR="00262016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9</w:t>
      </w:r>
      <w:r w:rsidR="00D72BB0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: Text indicated in red font shows significant overlap with previous publications or user manuals. Please use novel text.</w:t>
      </w:r>
    </w:p>
    <w:p w14:paraId="5E8BDB5C" w14:textId="4AC126C2" w:rsidR="00D72BB0" w:rsidRPr="000459A9" w:rsidRDefault="00D72BB0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We apologize for this mistake. We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>now use</w:t>
      </w:r>
      <w:r w:rsidR="002A1EEB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a novel text to describe the steps. </w:t>
      </w:r>
    </w:p>
    <w:p w14:paraId="3561F11A" w14:textId="088153F6" w:rsidR="00F7123C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F7123C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14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/EC</w:t>
      </w:r>
      <w:r w:rsidR="00262016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20</w:t>
      </w:r>
      <w:r w:rsidR="00F7123C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: What kind of column? Mention specifications and also add it to the table of materials.</w:t>
      </w:r>
    </w:p>
    <w:p w14:paraId="1D8CA957" w14:textId="58E7F1E3" w:rsidR="00F7123C" w:rsidRPr="000459A9" w:rsidRDefault="00F7123C" w:rsidP="002A1EEB">
      <w:pPr>
        <w:pStyle w:val="NurText"/>
        <w:numPr>
          <w:ilvl w:val="0"/>
          <w:numId w:val="8"/>
        </w:numPr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To avoid trademarked names, we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 xml:space="preserve">now </w:t>
      </w:r>
      <w:r w:rsidR="007D5CBD">
        <w:rPr>
          <w:rFonts w:ascii="Arial" w:hAnsi="Arial" w:cs="Arial"/>
          <w:i/>
          <w:color w:val="000000" w:themeColor="text1"/>
          <w:szCs w:val="22"/>
          <w:lang w:val="en-US"/>
        </w:rPr>
        <w:t>describe the column specifications as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reservoir volume and capacity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>for</w:t>
      </w:r>
      <w:r w:rsidR="002A1EEB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total cells to isolate.</w:t>
      </w:r>
    </w:p>
    <w:p w14:paraId="3B7063B2" w14:textId="3417EA90" w:rsidR="00F7123C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F7123C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15: </w:t>
      </w:r>
      <w:proofErr w:type="spellStart"/>
      <w:r w:rsidR="00F7123C" w:rsidRPr="009878E4">
        <w:rPr>
          <w:rFonts w:ascii="Arial" w:hAnsi="Arial" w:cs="Arial"/>
          <w:color w:val="000000" w:themeColor="text1"/>
          <w:szCs w:val="22"/>
        </w:rPr>
        <w:t>Define</w:t>
      </w:r>
      <w:proofErr w:type="spellEnd"/>
      <w:r w:rsidR="00F7123C" w:rsidRPr="009878E4">
        <w:rPr>
          <w:rFonts w:ascii="Arial" w:hAnsi="Arial" w:cs="Arial"/>
          <w:color w:val="000000" w:themeColor="text1"/>
          <w:szCs w:val="22"/>
        </w:rPr>
        <w:t xml:space="preserve">? </w:t>
      </w:r>
      <w:proofErr w:type="spellStart"/>
      <w:r w:rsidR="00F7123C" w:rsidRPr="009878E4">
        <w:rPr>
          <w:rFonts w:ascii="Arial" w:hAnsi="Arial" w:cs="Arial"/>
          <w:color w:val="000000" w:themeColor="text1"/>
          <w:szCs w:val="22"/>
        </w:rPr>
        <w:t>Lymphocyte</w:t>
      </w:r>
      <w:proofErr w:type="spellEnd"/>
      <w:r w:rsidR="00F7123C" w:rsidRPr="009878E4">
        <w:rPr>
          <w:rFonts w:ascii="Arial" w:hAnsi="Arial" w:cs="Arial"/>
          <w:color w:val="000000" w:themeColor="text1"/>
          <w:szCs w:val="22"/>
        </w:rPr>
        <w:t xml:space="preserve"> </w:t>
      </w:r>
      <w:proofErr w:type="spellStart"/>
      <w:r w:rsidR="00F7123C" w:rsidRPr="009878E4">
        <w:rPr>
          <w:rFonts w:ascii="Arial" w:hAnsi="Arial" w:cs="Arial"/>
          <w:color w:val="000000" w:themeColor="text1"/>
          <w:szCs w:val="22"/>
        </w:rPr>
        <w:t>separation</w:t>
      </w:r>
      <w:proofErr w:type="spellEnd"/>
      <w:r w:rsidR="00F7123C" w:rsidRPr="009878E4">
        <w:rPr>
          <w:rFonts w:ascii="Arial" w:hAnsi="Arial" w:cs="Arial"/>
          <w:color w:val="000000" w:themeColor="text1"/>
          <w:szCs w:val="22"/>
        </w:rPr>
        <w:t>?</w:t>
      </w:r>
    </w:p>
    <w:p w14:paraId="7894F953" w14:textId="6571425B" w:rsidR="00F7123C" w:rsidRPr="000459A9" w:rsidRDefault="00F7123C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LS column</w:t>
      </w:r>
      <w:r w:rsidR="007D5CBD">
        <w:rPr>
          <w:rFonts w:ascii="Arial" w:hAnsi="Arial" w:cs="Arial"/>
          <w:i/>
          <w:color w:val="000000" w:themeColor="text1"/>
          <w:szCs w:val="22"/>
          <w:lang w:val="en-US"/>
        </w:rPr>
        <w:t xml:space="preserve"> has been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replaced by large magnetic column (LMC) for a better understanding. </w:t>
      </w:r>
    </w:p>
    <w:p w14:paraId="0A72EAD7" w14:textId="334409F3" w:rsidR="00F7123C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F7123C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16: </w:t>
      </w:r>
      <w:proofErr w:type="spellStart"/>
      <w:r w:rsidR="00F7123C" w:rsidRPr="009878E4">
        <w:rPr>
          <w:rFonts w:ascii="Arial" w:hAnsi="Arial" w:cs="Arial"/>
          <w:color w:val="000000" w:themeColor="text1"/>
          <w:szCs w:val="22"/>
        </w:rPr>
        <w:t>How</w:t>
      </w:r>
      <w:proofErr w:type="spellEnd"/>
      <w:r w:rsidR="00F7123C" w:rsidRPr="009878E4">
        <w:rPr>
          <w:rFonts w:ascii="Arial" w:hAnsi="Arial" w:cs="Arial"/>
          <w:color w:val="000000" w:themeColor="text1"/>
          <w:szCs w:val="22"/>
        </w:rPr>
        <w:t xml:space="preserve"> </w:t>
      </w:r>
      <w:proofErr w:type="spellStart"/>
      <w:r w:rsidR="00F7123C" w:rsidRPr="009878E4">
        <w:rPr>
          <w:rFonts w:ascii="Arial" w:hAnsi="Arial" w:cs="Arial"/>
          <w:color w:val="000000" w:themeColor="text1"/>
          <w:szCs w:val="22"/>
        </w:rPr>
        <w:t>much</w:t>
      </w:r>
      <w:proofErr w:type="spellEnd"/>
      <w:r w:rsidR="00F7123C" w:rsidRPr="009878E4">
        <w:rPr>
          <w:rFonts w:ascii="Arial" w:hAnsi="Arial" w:cs="Arial"/>
          <w:color w:val="000000" w:themeColor="text1"/>
          <w:szCs w:val="22"/>
        </w:rPr>
        <w:t>?</w:t>
      </w:r>
    </w:p>
    <w:p w14:paraId="1EBD9479" w14:textId="4C3E886F" w:rsidR="00F7123C" w:rsidRPr="000459A9" w:rsidRDefault="00F7123C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Cell suspension volume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>is now described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. </w:t>
      </w:r>
    </w:p>
    <w:p w14:paraId="45562C05" w14:textId="7DD458EE" w:rsidR="00262016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262016" w:rsidRPr="009878E4">
        <w:rPr>
          <w:rFonts w:ascii="Arial" w:hAnsi="Arial" w:cs="Arial"/>
          <w:color w:val="000000" w:themeColor="text1"/>
          <w:szCs w:val="22"/>
          <w:lang w:val="en-US"/>
        </w:rPr>
        <w:t>21</w:t>
      </w:r>
      <w:r w:rsidR="00F7123C" w:rsidRPr="009878E4">
        <w:rPr>
          <w:rFonts w:ascii="Arial" w:hAnsi="Arial" w:cs="Arial"/>
          <w:color w:val="000000" w:themeColor="text1"/>
          <w:szCs w:val="22"/>
          <w:lang w:val="en-US"/>
        </w:rPr>
        <w:t>:</w:t>
      </w:r>
      <w:r w:rsidR="00262016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 </w:t>
      </w:r>
      <w:proofErr w:type="spellStart"/>
      <w:r w:rsidR="00262016" w:rsidRPr="009878E4">
        <w:rPr>
          <w:rFonts w:ascii="Arial" w:hAnsi="Arial" w:cs="Arial"/>
          <w:color w:val="000000" w:themeColor="text1"/>
          <w:szCs w:val="22"/>
        </w:rPr>
        <w:t>Define</w:t>
      </w:r>
      <w:proofErr w:type="spellEnd"/>
      <w:r w:rsidR="00262016" w:rsidRPr="009878E4">
        <w:rPr>
          <w:rFonts w:ascii="Arial" w:hAnsi="Arial" w:cs="Arial"/>
          <w:color w:val="000000" w:themeColor="text1"/>
          <w:szCs w:val="22"/>
        </w:rPr>
        <w:t>.</w:t>
      </w:r>
    </w:p>
    <w:p w14:paraId="0C4FF8D3" w14:textId="4ADF237D" w:rsidR="00262016" w:rsidRPr="000459A9" w:rsidRDefault="002A1EEB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1C0ADE">
        <w:rPr>
          <w:rFonts w:ascii="Arial" w:hAnsi="Arial" w:cs="Arial"/>
          <w:i/>
          <w:color w:val="000000" w:themeColor="text1"/>
          <w:szCs w:val="22"/>
          <w:lang w:val="en-US"/>
        </w:rPr>
        <w:lastRenderedPageBreak/>
        <w:t xml:space="preserve">The term </w:t>
      </w:r>
      <w:r w:rsidR="00262016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MS columns </w:t>
      </w:r>
      <w:r>
        <w:rPr>
          <w:rFonts w:ascii="Arial" w:hAnsi="Arial" w:cs="Arial"/>
          <w:i/>
          <w:color w:val="000000" w:themeColor="text1"/>
          <w:szCs w:val="22"/>
          <w:lang w:val="en-US"/>
        </w:rPr>
        <w:t>is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="00262016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replaced </w:t>
      </w:r>
      <w:r>
        <w:rPr>
          <w:rFonts w:ascii="Arial" w:hAnsi="Arial" w:cs="Arial"/>
          <w:i/>
          <w:color w:val="000000" w:themeColor="text1"/>
          <w:szCs w:val="22"/>
          <w:lang w:val="en-US"/>
        </w:rPr>
        <w:t xml:space="preserve">by </w:t>
      </w:r>
      <w:r w:rsidR="00262016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medium magnetic column (MMC) and defined </w:t>
      </w:r>
      <w:r>
        <w:rPr>
          <w:rFonts w:ascii="Arial" w:hAnsi="Arial" w:cs="Arial"/>
          <w:i/>
          <w:color w:val="000000" w:themeColor="text1"/>
          <w:szCs w:val="22"/>
          <w:lang w:val="en-US"/>
        </w:rPr>
        <w:t>by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="00262016" w:rsidRPr="000459A9">
        <w:rPr>
          <w:rFonts w:ascii="Arial" w:hAnsi="Arial" w:cs="Arial"/>
          <w:i/>
          <w:color w:val="000000" w:themeColor="text1"/>
          <w:szCs w:val="22"/>
          <w:lang w:val="en-US"/>
        </w:rPr>
        <w:t>reservoir volume and cap</w:t>
      </w:r>
      <w:r>
        <w:rPr>
          <w:rFonts w:ascii="Arial" w:hAnsi="Arial" w:cs="Arial"/>
          <w:i/>
          <w:color w:val="000000" w:themeColor="text1"/>
          <w:szCs w:val="22"/>
          <w:lang w:val="en-US"/>
        </w:rPr>
        <w:t>a</w:t>
      </w:r>
      <w:r w:rsidR="00262016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city of total cells to isolate. </w:t>
      </w:r>
    </w:p>
    <w:p w14:paraId="66B46257" w14:textId="6C7F33FD" w:rsidR="00262016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262016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22: How much? Are the unlabeled cells </w:t>
      </w:r>
      <w:proofErr w:type="gramStart"/>
      <w:r w:rsidR="00262016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collected/discarded</w:t>
      </w:r>
      <w:proofErr w:type="gramEnd"/>
      <w:r w:rsidR="00262016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after this? It looks like you use them much later. Is there a step missing? </w:t>
      </w:r>
      <w:proofErr w:type="spellStart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>Is</w:t>
      </w:r>
      <w:proofErr w:type="spellEnd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>this</w:t>
      </w:r>
      <w:proofErr w:type="spellEnd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>the</w:t>
      </w:r>
      <w:proofErr w:type="spellEnd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>cell</w:t>
      </w:r>
      <w:proofErr w:type="spellEnd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>suspension</w:t>
      </w:r>
      <w:proofErr w:type="spellEnd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>from</w:t>
      </w:r>
      <w:proofErr w:type="spellEnd"/>
      <w:r w:rsidR="00262016" w:rsidRPr="009878E4">
        <w:rPr>
          <w:rFonts w:ascii="Arial" w:hAnsi="Arial" w:cs="Arial"/>
          <w:color w:val="000000" w:themeColor="text1"/>
          <w:sz w:val="22"/>
          <w:szCs w:val="22"/>
        </w:rPr>
        <w:t xml:space="preserve"> 3.4.9?</w:t>
      </w:r>
    </w:p>
    <w:p w14:paraId="2696C9C1" w14:textId="7EF1B732" w:rsidR="00F7123C" w:rsidRPr="000459A9" w:rsidRDefault="00796DAB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We apologize for this misunderstanding.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>We amended the description to clarify the correct sequence of steps.</w:t>
      </w:r>
    </w:p>
    <w:p w14:paraId="2BE0B787" w14:textId="2C3A8C1A" w:rsidR="00A931C7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A931C7" w:rsidRPr="009878E4">
        <w:rPr>
          <w:rFonts w:ascii="Arial" w:hAnsi="Arial" w:cs="Arial"/>
          <w:color w:val="000000" w:themeColor="text1"/>
          <w:szCs w:val="22"/>
          <w:lang w:val="en-US"/>
        </w:rPr>
        <w:t>23: How long after cell suspension application?</w:t>
      </w:r>
    </w:p>
    <w:p w14:paraId="0549DF46" w14:textId="7957F15B" w:rsidR="00A931C7" w:rsidRPr="000459A9" w:rsidRDefault="00A931C7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We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 xml:space="preserve">now </w:t>
      </w:r>
      <w:r w:rsidR="00B44F87">
        <w:rPr>
          <w:rFonts w:ascii="Arial" w:hAnsi="Arial" w:cs="Arial"/>
          <w:i/>
          <w:color w:val="000000" w:themeColor="text1"/>
          <w:szCs w:val="22"/>
          <w:lang w:val="en-US"/>
        </w:rPr>
        <w:t xml:space="preserve">describe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 xml:space="preserve">the 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washing steps after application of the cell suspension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 xml:space="preserve"> in more details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. </w:t>
      </w:r>
    </w:p>
    <w:p w14:paraId="107DEC88" w14:textId="536AF63C" w:rsidR="00A931C7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A931C7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24: The appropriate amount or 2 mL? </w:t>
      </w:r>
      <w:proofErr w:type="gramStart"/>
      <w:r w:rsidR="00A931C7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conflicting</w:t>
      </w:r>
      <w:proofErr w:type="gramEnd"/>
    </w:p>
    <w:p w14:paraId="5BDE0386" w14:textId="77777777" w:rsidR="00A931C7" w:rsidRPr="000459A9" w:rsidRDefault="00A931C7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We revised the conflicting description. </w:t>
      </w:r>
    </w:p>
    <w:p w14:paraId="0CC790C9" w14:textId="319D141F" w:rsidR="00A931C7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A931C7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25: </w:t>
      </w:r>
      <w:r w:rsidR="00A931C7" w:rsidRPr="009878E4">
        <w:rPr>
          <w:rFonts w:ascii="Arial" w:hAnsi="Arial" w:cs="Arial"/>
          <w:color w:val="000000" w:themeColor="text1"/>
          <w:szCs w:val="22"/>
        </w:rPr>
        <w:t xml:space="preserve">Refresh? </w:t>
      </w:r>
    </w:p>
    <w:p w14:paraId="66FBB5E9" w14:textId="3DD31E6E" w:rsidR="00A931C7" w:rsidRPr="000459A9" w:rsidRDefault="00A931C7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„Change</w:t>
      </w:r>
      <w:proofErr w:type="gramStart"/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“ </w:t>
      </w:r>
      <w:r w:rsidR="002A1EEB" w:rsidRPr="000459A9">
        <w:rPr>
          <w:rFonts w:ascii="Arial" w:hAnsi="Arial" w:cs="Arial"/>
          <w:i/>
          <w:color w:val="000000" w:themeColor="text1"/>
          <w:szCs w:val="22"/>
          <w:lang w:val="en-US"/>
        </w:rPr>
        <w:t>w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>as</w:t>
      </w:r>
      <w:proofErr w:type="gramEnd"/>
      <w:r w:rsidR="002A1EEB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replaced by “refresh”. </w:t>
      </w:r>
    </w:p>
    <w:p w14:paraId="5ED398AC" w14:textId="5CD8223C" w:rsidR="00A931C7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A931C7" w:rsidRPr="009878E4">
        <w:rPr>
          <w:rFonts w:ascii="Arial" w:hAnsi="Arial" w:cs="Arial"/>
          <w:color w:val="000000" w:themeColor="text1"/>
          <w:szCs w:val="22"/>
          <w:lang w:val="en-US"/>
        </w:rPr>
        <w:t>26: Mention magnification and lens N.A.</w:t>
      </w:r>
    </w:p>
    <w:p w14:paraId="093B6A43" w14:textId="67432ADD" w:rsidR="00A931C7" w:rsidRPr="000459A9" w:rsidRDefault="000459A9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Magnific</w:t>
      </w:r>
      <w:r w:rsidR="00A931C7" w:rsidRPr="000459A9">
        <w:rPr>
          <w:rFonts w:ascii="Arial" w:hAnsi="Arial" w:cs="Arial"/>
          <w:i/>
          <w:color w:val="000000" w:themeColor="text1"/>
          <w:szCs w:val="22"/>
          <w:lang w:val="en-US"/>
        </w:rPr>
        <w:t>a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t</w:t>
      </w:r>
      <w:r w:rsidR="00A931C7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ion and lens numerical aperture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>were</w:t>
      </w:r>
      <w:r w:rsidR="002A1EEB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="00A931C7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added. </w:t>
      </w:r>
    </w:p>
    <w:p w14:paraId="75467A4C" w14:textId="0668F945" w:rsidR="00A931C7" w:rsidRPr="008556F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A931C7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28: Do you centrifuge again? </w:t>
      </w:r>
      <w:r w:rsidR="00A931C7" w:rsidRPr="008556F4">
        <w:rPr>
          <w:rFonts w:ascii="Arial" w:hAnsi="Arial" w:cs="Arial"/>
          <w:color w:val="000000" w:themeColor="text1"/>
          <w:szCs w:val="22"/>
          <w:lang w:val="en-US"/>
        </w:rPr>
        <w:t>Please mention the settings.</w:t>
      </w:r>
    </w:p>
    <w:p w14:paraId="16C288FD" w14:textId="518E5E8A" w:rsidR="00A931C7" w:rsidRPr="000459A9" w:rsidRDefault="008C75A2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We describe the washing steps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 xml:space="preserve">now in 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more detail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>s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. </w:t>
      </w:r>
    </w:p>
    <w:p w14:paraId="74D0CDF4" w14:textId="2A79A8FC" w:rsidR="008C75A2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8C75A2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29: Define this and also add it to the table of materials.</w:t>
      </w:r>
    </w:p>
    <w:p w14:paraId="32F16905" w14:textId="6567416A" w:rsidR="008C75A2" w:rsidRPr="000459A9" w:rsidRDefault="008C75A2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The FC buffer was d</w:t>
      </w:r>
      <w:r w:rsidR="00B44F87">
        <w:rPr>
          <w:rFonts w:ascii="Arial" w:hAnsi="Arial" w:cs="Arial"/>
          <w:i/>
          <w:color w:val="000000" w:themeColor="text1"/>
          <w:szCs w:val="22"/>
          <w:lang w:val="en-US"/>
        </w:rPr>
        <w:t>escribed at the beginning of the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steps</w:t>
      </w:r>
      <w:r w:rsidR="004A4278">
        <w:rPr>
          <w:rFonts w:ascii="Arial" w:hAnsi="Arial" w:cs="Arial"/>
          <w:i/>
          <w:color w:val="000000" w:themeColor="text1"/>
          <w:szCs w:val="22"/>
          <w:lang w:val="en-US"/>
        </w:rPr>
        <w:t>5.1.1.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proofErr w:type="gramStart"/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and</w:t>
      </w:r>
      <w:proofErr w:type="gramEnd"/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>is</w:t>
      </w:r>
      <w:r w:rsidR="002A1EEB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defined in the table of materials. </w:t>
      </w:r>
    </w:p>
    <w:p w14:paraId="2972106A" w14:textId="7EFB3F6E" w:rsidR="008C75A2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8C75A2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30: If this step is to be filmed, the gating strategy needs to be described in detail here. Please mention all software selections and button clicks.</w:t>
      </w:r>
    </w:p>
    <w:p w14:paraId="7BDF716C" w14:textId="2CBACA90" w:rsidR="008C75A2" w:rsidRPr="000459A9" w:rsidRDefault="008C75A2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This step should not be filmed. Only the isolation steps of the primary endothelial cells. </w:t>
      </w:r>
    </w:p>
    <w:p w14:paraId="3B86D69E" w14:textId="0834D1C8" w:rsidR="008C75A2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8C75A2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31: WE require figures to be listed in the order that they are referenced. Please update the order of listing. Currently Figure 2 is called out before figure 1.</w:t>
      </w:r>
    </w:p>
    <w:p w14:paraId="26D93B18" w14:textId="1E93CCF0" w:rsidR="008C75A2" w:rsidRPr="000459A9" w:rsidRDefault="008C75A2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To avoid misunderstanding this information was deleted at this point. </w:t>
      </w:r>
    </w:p>
    <w:p w14:paraId="4C5794FF" w14:textId="2FE7C79E" w:rsidR="008C75A2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8C75A2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32: </w:t>
      </w:r>
      <w:proofErr w:type="gramStart"/>
      <w:r w:rsidR="008C75A2" w:rsidRPr="009878E4">
        <w:rPr>
          <w:rFonts w:ascii="Arial" w:hAnsi="Arial" w:cs="Arial"/>
          <w:color w:val="000000" w:themeColor="text1"/>
          <w:szCs w:val="22"/>
          <w:lang w:val="en-US"/>
        </w:rPr>
        <w:t>This sound come</w:t>
      </w:r>
      <w:proofErr w:type="gramEnd"/>
      <w:r w:rsidR="008C75A2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 before 5.2.1, right?</w:t>
      </w:r>
    </w:p>
    <w:p w14:paraId="6033FC88" w14:textId="350A7A0B" w:rsidR="008C75A2" w:rsidRPr="000459A9" w:rsidRDefault="008C75A2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We apologize for this misunderstanding. We describe these steps 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 xml:space="preserve">now in 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more detai</w:t>
      </w:r>
      <w:r w:rsidR="002A1EEB">
        <w:rPr>
          <w:rFonts w:ascii="Arial" w:hAnsi="Arial" w:cs="Arial"/>
          <w:i/>
          <w:color w:val="000000" w:themeColor="text1"/>
          <w:szCs w:val="22"/>
          <w:lang w:val="en-US"/>
        </w:rPr>
        <w:t>ls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. </w:t>
      </w:r>
    </w:p>
    <w:p w14:paraId="3AC65E08" w14:textId="14B05DD7" w:rsidR="008C75A2" w:rsidRPr="008556F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8C75A2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33: Here you described how the plates are coated not cover slips. </w:t>
      </w:r>
      <w:r w:rsidR="008C75A2" w:rsidRPr="008556F4">
        <w:rPr>
          <w:rFonts w:ascii="Arial" w:hAnsi="Arial" w:cs="Arial"/>
          <w:color w:val="000000" w:themeColor="text1"/>
          <w:sz w:val="22"/>
          <w:szCs w:val="22"/>
          <w:lang w:val="en-US"/>
        </w:rPr>
        <w:t>Please clarify.</w:t>
      </w:r>
    </w:p>
    <w:p w14:paraId="6BA3E280" w14:textId="3A9C8F58" w:rsidR="008C75A2" w:rsidRPr="000459A9" w:rsidRDefault="00827F11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>
        <w:rPr>
          <w:rFonts w:ascii="Arial" w:hAnsi="Arial" w:cs="Arial"/>
          <w:i/>
          <w:color w:val="000000" w:themeColor="text1"/>
          <w:szCs w:val="22"/>
          <w:lang w:val="en-US"/>
        </w:rPr>
        <w:t>The coating step is for cover slips. The paragraph was amended accordingly.</w:t>
      </w:r>
    </w:p>
    <w:p w14:paraId="6D232BE8" w14:textId="7AF44FBF" w:rsidR="008C75A2" w:rsidRPr="001C0ADE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8C75A2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34: </w:t>
      </w:r>
      <w:r w:rsidR="002D30F9" w:rsidRPr="001C0ADE">
        <w:rPr>
          <w:rFonts w:ascii="Arial" w:hAnsi="Arial" w:cs="Arial"/>
          <w:color w:val="000000" w:themeColor="text1"/>
          <w:szCs w:val="22"/>
          <w:lang w:val="en-US"/>
        </w:rPr>
        <w:t xml:space="preserve">Until what </w:t>
      </w:r>
      <w:proofErr w:type="spellStart"/>
      <w:r w:rsidR="002D30F9" w:rsidRPr="001C0ADE">
        <w:rPr>
          <w:rFonts w:ascii="Arial" w:hAnsi="Arial" w:cs="Arial"/>
          <w:color w:val="000000" w:themeColor="text1"/>
          <w:szCs w:val="22"/>
          <w:lang w:val="en-US"/>
        </w:rPr>
        <w:t>confluency</w:t>
      </w:r>
      <w:proofErr w:type="spellEnd"/>
      <w:r w:rsidR="002D30F9" w:rsidRPr="001C0ADE">
        <w:rPr>
          <w:rFonts w:ascii="Arial" w:hAnsi="Arial" w:cs="Arial"/>
          <w:color w:val="000000" w:themeColor="text1"/>
          <w:szCs w:val="22"/>
          <w:lang w:val="en-US"/>
        </w:rPr>
        <w:t>%?</w:t>
      </w:r>
    </w:p>
    <w:p w14:paraId="4486E466" w14:textId="2333F7F1" w:rsidR="002D30F9" w:rsidRPr="000459A9" w:rsidRDefault="002D30F9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We added the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 xml:space="preserve">percentage of 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confluence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(=99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%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)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.</w:t>
      </w:r>
    </w:p>
    <w:p w14:paraId="783C94C1" w14:textId="7F99C141" w:rsidR="002D30F9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2D30F9" w:rsidRPr="009878E4">
        <w:rPr>
          <w:rFonts w:ascii="Arial" w:hAnsi="Arial" w:cs="Arial"/>
          <w:color w:val="000000" w:themeColor="text1"/>
          <w:szCs w:val="22"/>
          <w:lang w:val="en-US"/>
        </w:rPr>
        <w:t>35: After reaching what time point?</w:t>
      </w:r>
    </w:p>
    <w:p w14:paraId="0A6A8504" w14:textId="37DE8A0C" w:rsidR="002D30F9" w:rsidRPr="000459A9" w:rsidRDefault="00827F11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>
        <w:rPr>
          <w:rFonts w:ascii="Arial" w:hAnsi="Arial" w:cs="Arial"/>
          <w:i/>
          <w:color w:val="000000" w:themeColor="text1"/>
          <w:szCs w:val="22"/>
          <w:lang w:val="en-US"/>
        </w:rPr>
        <w:t>Cells are used after reaching 99</w:t>
      </w:r>
      <w:r w:rsidR="002D30F9" w:rsidRPr="000459A9">
        <w:rPr>
          <w:rFonts w:ascii="Arial" w:hAnsi="Arial" w:cs="Arial"/>
          <w:i/>
          <w:color w:val="000000" w:themeColor="text1"/>
          <w:szCs w:val="22"/>
          <w:lang w:val="en-US"/>
        </w:rPr>
        <w:t>% confluence</w:t>
      </w:r>
      <w:r>
        <w:rPr>
          <w:rFonts w:ascii="Arial" w:hAnsi="Arial" w:cs="Arial"/>
          <w:i/>
          <w:color w:val="000000" w:themeColor="text1"/>
          <w:szCs w:val="22"/>
          <w:lang w:val="en-US"/>
        </w:rPr>
        <w:t>. We clarified this.</w:t>
      </w:r>
      <w:r w:rsidR="002D30F9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</w:p>
    <w:p w14:paraId="7ED78A0B" w14:textId="04E8F325" w:rsidR="002D30F9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2D30F9" w:rsidRPr="009878E4">
        <w:rPr>
          <w:rFonts w:ascii="Arial" w:hAnsi="Arial" w:cs="Arial"/>
          <w:color w:val="000000" w:themeColor="text1"/>
          <w:szCs w:val="22"/>
          <w:lang w:val="en-US"/>
        </w:rPr>
        <w:t>36: How much PFA per well?</w:t>
      </w:r>
    </w:p>
    <w:p w14:paraId="4FE47238" w14:textId="6F62BF48" w:rsidR="002D30F9" w:rsidRPr="000459A9" w:rsidRDefault="002D30F9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The volume of PFA per well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is now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mentioned. </w:t>
      </w:r>
    </w:p>
    <w:p w14:paraId="39C4E6B5" w14:textId="7DD6CBDA" w:rsidR="002D30F9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EC37/EC38/ EC39/EC</w:t>
      </w:r>
      <w:r w:rsidR="002D30F9" w:rsidRPr="009878E4">
        <w:rPr>
          <w:rFonts w:ascii="Arial" w:hAnsi="Arial" w:cs="Arial"/>
          <w:color w:val="000000" w:themeColor="text1"/>
          <w:szCs w:val="22"/>
          <w:lang w:val="en-US"/>
        </w:rPr>
        <w:t>43: How much? / To each well</w:t>
      </w:r>
      <w:proofErr w:type="gramStart"/>
      <w:r w:rsidR="002D30F9" w:rsidRPr="009878E4">
        <w:rPr>
          <w:rFonts w:ascii="Arial" w:hAnsi="Arial" w:cs="Arial"/>
          <w:color w:val="000000" w:themeColor="text1"/>
          <w:szCs w:val="22"/>
          <w:lang w:val="en-US"/>
        </w:rPr>
        <w:t>?/</w:t>
      </w:r>
      <w:proofErr w:type="gramEnd"/>
      <w:r w:rsidR="002D30F9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 What is the volume added per well?</w:t>
      </w:r>
    </w:p>
    <w:p w14:paraId="45430A97" w14:textId="52832B01" w:rsidR="002D30F9" w:rsidRPr="000459A9" w:rsidRDefault="00827F11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>
        <w:rPr>
          <w:rFonts w:ascii="Arial" w:hAnsi="Arial" w:cs="Arial"/>
          <w:i/>
          <w:color w:val="000000" w:themeColor="text1"/>
          <w:szCs w:val="22"/>
          <w:lang w:val="en-US"/>
        </w:rPr>
        <w:t>The v</w:t>
      </w:r>
      <w:r w:rsidR="002D30F9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olume for each well </w:t>
      </w:r>
      <w:r>
        <w:rPr>
          <w:rFonts w:ascii="Arial" w:hAnsi="Arial" w:cs="Arial"/>
          <w:i/>
          <w:color w:val="000000" w:themeColor="text1"/>
          <w:szCs w:val="22"/>
          <w:lang w:val="en-US"/>
        </w:rPr>
        <w:t>was</w:t>
      </w:r>
      <w:r w:rsidR="002D30F9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added to the protocol. </w:t>
      </w:r>
    </w:p>
    <w:p w14:paraId="2A113F6D" w14:textId="5708D045" w:rsidR="002D30F9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EC40/EC</w:t>
      </w:r>
      <w:r w:rsidR="002D30F9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44: </w:t>
      </w:r>
      <w:proofErr w:type="spellStart"/>
      <w:r w:rsidR="002D30F9" w:rsidRPr="009878E4">
        <w:rPr>
          <w:rFonts w:ascii="Arial" w:hAnsi="Arial" w:cs="Arial"/>
          <w:color w:val="000000" w:themeColor="text1"/>
          <w:szCs w:val="22"/>
        </w:rPr>
        <w:t>Please</w:t>
      </w:r>
      <w:proofErr w:type="spellEnd"/>
      <w:r w:rsidR="002D30F9" w:rsidRPr="009878E4">
        <w:rPr>
          <w:rFonts w:ascii="Arial" w:hAnsi="Arial" w:cs="Arial"/>
          <w:color w:val="000000" w:themeColor="text1"/>
          <w:szCs w:val="22"/>
        </w:rPr>
        <w:t xml:space="preserve"> update</w:t>
      </w:r>
    </w:p>
    <w:p w14:paraId="6BB71D3A" w14:textId="459C8A37" w:rsidR="002D30F9" w:rsidRPr="000459A9" w:rsidRDefault="002D30F9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The washing steps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were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updated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 xml:space="preserve"> accordingly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. </w:t>
      </w:r>
    </w:p>
    <w:p w14:paraId="1419A923" w14:textId="28F88E91" w:rsidR="002D30F9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EC41/EC</w:t>
      </w:r>
      <w:r w:rsidR="002D30F9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42: </w:t>
      </w:r>
      <w:proofErr w:type="spellStart"/>
      <w:r w:rsidR="002D30F9" w:rsidRPr="009878E4">
        <w:rPr>
          <w:rFonts w:ascii="Arial" w:hAnsi="Arial" w:cs="Arial"/>
          <w:color w:val="000000" w:themeColor="text1"/>
          <w:szCs w:val="22"/>
        </w:rPr>
        <w:t>Secondary</w:t>
      </w:r>
      <w:proofErr w:type="spellEnd"/>
      <w:r w:rsidR="002D30F9" w:rsidRPr="009878E4">
        <w:rPr>
          <w:rFonts w:ascii="Arial" w:hAnsi="Arial" w:cs="Arial"/>
          <w:color w:val="000000" w:themeColor="text1"/>
          <w:szCs w:val="22"/>
        </w:rPr>
        <w:t>?</w:t>
      </w:r>
    </w:p>
    <w:p w14:paraId="06D64141" w14:textId="216F37A6" w:rsidR="002D30F9" w:rsidRPr="000459A9" w:rsidRDefault="002D30F9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Second</w:t>
      </w:r>
      <w:r w:rsid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antibody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was replaced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by</w:t>
      </w:r>
      <w:r w:rsidR="00827F11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secondary antibody. </w:t>
      </w:r>
    </w:p>
    <w:p w14:paraId="194951C4" w14:textId="337B4019" w:rsidR="002D30F9" w:rsidRPr="009878E4" w:rsidRDefault="008556F4" w:rsidP="002A1EEB">
      <w:pPr>
        <w:pStyle w:val="Kommentartext"/>
        <w:ind w:right="878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EC</w:t>
      </w:r>
      <w:r w:rsidR="002D30F9" w:rsidRPr="009878E4">
        <w:rPr>
          <w:rFonts w:ascii="Arial" w:hAnsi="Arial" w:cs="Arial"/>
          <w:color w:val="000000" w:themeColor="text1"/>
          <w:sz w:val="22"/>
          <w:szCs w:val="22"/>
          <w:lang w:val="en-US"/>
        </w:rPr>
        <w:t>45: Mention microscope magnification, fluorescence excitation settings (wavelength and intensity), emission filter settings, acquisition duration etc.</w:t>
      </w:r>
    </w:p>
    <w:p w14:paraId="18573A51" w14:textId="77EB5ACD" w:rsidR="002D30F9" w:rsidRPr="009878E4" w:rsidRDefault="002D30F9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 w:rsidRPr="009878E4">
        <w:rPr>
          <w:rFonts w:ascii="Arial" w:hAnsi="Arial" w:cs="Arial"/>
          <w:i/>
          <w:color w:val="000000" w:themeColor="text1"/>
          <w:szCs w:val="22"/>
          <w:lang w:val="en-GB"/>
        </w:rPr>
        <w:t xml:space="preserve">We thank the editor for this suggestion and added the missing details. </w:t>
      </w:r>
    </w:p>
    <w:p w14:paraId="1B07589F" w14:textId="0CAAD700" w:rsidR="002D30F9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i/>
          <w:color w:val="000000" w:themeColor="text1"/>
          <w:szCs w:val="22"/>
          <w:lang w:val="en-GB"/>
        </w:rPr>
        <w:t>EC</w:t>
      </w:r>
      <w:r w:rsidR="002D30F9" w:rsidRPr="009878E4">
        <w:rPr>
          <w:rFonts w:ascii="Arial" w:hAnsi="Arial" w:cs="Arial"/>
          <w:i/>
          <w:color w:val="000000" w:themeColor="text1"/>
          <w:szCs w:val="22"/>
          <w:lang w:val="en-GB"/>
        </w:rPr>
        <w:t xml:space="preserve">46: </w:t>
      </w:r>
      <w:r w:rsidR="002D30F9" w:rsidRPr="009878E4">
        <w:rPr>
          <w:rFonts w:ascii="Arial" w:hAnsi="Arial" w:cs="Arial"/>
          <w:color w:val="000000" w:themeColor="text1"/>
          <w:szCs w:val="22"/>
          <w:lang w:val="en-US"/>
        </w:rPr>
        <w:t>Please describe how this is done. If you use a kit, please say so and add the kit to the table of materials.</w:t>
      </w:r>
    </w:p>
    <w:p w14:paraId="24B6DA13" w14:textId="6B98FE13" w:rsidR="002D30F9" w:rsidRPr="000459A9" w:rsidRDefault="002D30F9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We </w:t>
      </w:r>
      <w:r w:rsidR="00BE0CA1" w:rsidRPr="000459A9">
        <w:rPr>
          <w:rFonts w:ascii="Arial" w:hAnsi="Arial" w:cs="Arial"/>
          <w:i/>
          <w:color w:val="000000" w:themeColor="text1"/>
          <w:szCs w:val="22"/>
          <w:lang w:val="en-US"/>
        </w:rPr>
        <w:t>inserted the missing steps for mRNA isolation.</w:t>
      </w:r>
    </w:p>
    <w:p w14:paraId="39116694" w14:textId="50288D97" w:rsidR="00BE0CA1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lastRenderedPageBreak/>
        <w:t>EC</w:t>
      </w:r>
      <w:r w:rsidR="00BE0CA1" w:rsidRPr="009878E4">
        <w:rPr>
          <w:rFonts w:ascii="Arial" w:hAnsi="Arial" w:cs="Arial"/>
          <w:color w:val="000000" w:themeColor="text1"/>
          <w:szCs w:val="22"/>
          <w:lang w:val="en-US"/>
        </w:rPr>
        <w:t>47: Collection of CD31- cells was not described.</w:t>
      </w:r>
    </w:p>
    <w:p w14:paraId="24D2AE05" w14:textId="33339123" w:rsidR="00BE0CA1" w:rsidRPr="000459A9" w:rsidRDefault="00BE0CA1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We added the mentioned collection of </w:t>
      </w:r>
      <w:r w:rsidR="00827F11" w:rsidRPr="000459A9">
        <w:rPr>
          <w:rFonts w:ascii="Arial" w:hAnsi="Arial" w:cs="Arial"/>
          <w:i/>
          <w:color w:val="000000" w:themeColor="text1"/>
          <w:szCs w:val="22"/>
          <w:lang w:val="en-US"/>
        </w:rPr>
        <w:t>the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="004A4278">
        <w:rPr>
          <w:rFonts w:ascii="Arial" w:hAnsi="Arial" w:cs="Arial"/>
          <w:i/>
          <w:color w:val="000000" w:themeColor="text1"/>
          <w:szCs w:val="22"/>
          <w:lang w:val="en-US"/>
        </w:rPr>
        <w:t>CD45</w:t>
      </w:r>
      <w:r w:rsidR="004A4278">
        <w:rPr>
          <w:rFonts w:ascii="Arial" w:hAnsi="Arial" w:cs="Arial"/>
          <w:i/>
          <w:color w:val="000000" w:themeColor="text1"/>
          <w:szCs w:val="22"/>
          <w:vertAlign w:val="superscript"/>
          <w:lang w:val="en-US"/>
        </w:rPr>
        <w:t>-</w:t>
      </w:r>
      <w:r w:rsidR="004A4278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CD31</w:t>
      </w:r>
      <w:r w:rsidR="004A4278">
        <w:rPr>
          <w:rFonts w:ascii="Arial" w:hAnsi="Arial" w:cs="Arial"/>
          <w:i/>
          <w:color w:val="000000" w:themeColor="text1"/>
          <w:szCs w:val="22"/>
          <w:vertAlign w:val="superscript"/>
          <w:lang w:val="en-US"/>
        </w:rPr>
        <w:t>-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cell fraction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to the respective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step</w:t>
      </w:r>
      <w:r w:rsidR="004A4278">
        <w:rPr>
          <w:rFonts w:ascii="Arial" w:hAnsi="Arial" w:cs="Arial"/>
          <w:i/>
          <w:color w:val="000000" w:themeColor="text1"/>
          <w:szCs w:val="22"/>
          <w:lang w:val="en-US"/>
        </w:rPr>
        <w:t xml:space="preserve"> 3.6.14.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</w:p>
    <w:p w14:paraId="3FC81600" w14:textId="302A0CB5" w:rsidR="00BE0CA1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EC48/EC</w:t>
      </w:r>
      <w:r w:rsidR="00BE0CA1" w:rsidRPr="009878E4">
        <w:rPr>
          <w:rFonts w:ascii="Arial" w:hAnsi="Arial" w:cs="Arial"/>
          <w:color w:val="000000" w:themeColor="text1"/>
          <w:szCs w:val="22"/>
          <w:lang w:val="en-US"/>
        </w:rPr>
        <w:t>50: Please describe the steps. Mention PCR primers and reaction conditions.</w:t>
      </w:r>
    </w:p>
    <w:p w14:paraId="5B2C6B06" w14:textId="09878F35" w:rsidR="00BE0CA1" w:rsidRPr="000459A9" w:rsidRDefault="00BE0CA1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We added the missing steps and primer to perform the PCR. </w:t>
      </w:r>
    </w:p>
    <w:p w14:paraId="308D8E11" w14:textId="34EF1761" w:rsidR="00BE0CA1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BE0CA1" w:rsidRPr="009878E4">
        <w:rPr>
          <w:rFonts w:ascii="Arial" w:hAnsi="Arial" w:cs="Arial"/>
          <w:color w:val="000000" w:themeColor="text1"/>
          <w:szCs w:val="22"/>
          <w:lang w:val="en-US"/>
        </w:rPr>
        <w:t>49: Please remove or replace the commercial name.</w:t>
      </w:r>
    </w:p>
    <w:p w14:paraId="64159B3E" w14:textId="3F6D9B84" w:rsidR="00BE0CA1" w:rsidRPr="000459A9" w:rsidRDefault="00BE0CA1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proofErr w:type="spellStart"/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>TaqMan</w:t>
      </w:r>
      <w:proofErr w:type="spellEnd"/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probes were removed and replaced with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by non-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commercial names. </w:t>
      </w:r>
    </w:p>
    <w:p w14:paraId="39B0CBE8" w14:textId="3E6C3957" w:rsidR="00BE0CA1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BE0CA1" w:rsidRPr="009878E4">
        <w:rPr>
          <w:rFonts w:ascii="Arial" w:hAnsi="Arial" w:cs="Arial"/>
          <w:color w:val="000000" w:themeColor="text1"/>
          <w:szCs w:val="22"/>
          <w:lang w:val="en-US"/>
        </w:rPr>
        <w:t>51: What were the sources of these cells?</w:t>
      </w:r>
    </w:p>
    <w:p w14:paraId="32D1E692" w14:textId="58551D29" w:rsidR="00BE0CA1" w:rsidRPr="000459A9" w:rsidRDefault="00BE0CA1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The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c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ells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 xml:space="preserve">were commercially </w:t>
      </w:r>
      <w:proofErr w:type="gramStart"/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purchased,</w:t>
      </w:r>
      <w:proofErr w:type="gramEnd"/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 xml:space="preserve"> the corresponding information was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added 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>to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the table of materials. </w:t>
      </w:r>
    </w:p>
    <w:p w14:paraId="335F7BDA" w14:textId="38C13C0E" w:rsidR="00BE0CA1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  <w:lang w:val="en-US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BE0CA1" w:rsidRPr="009878E4">
        <w:rPr>
          <w:rFonts w:ascii="Arial" w:hAnsi="Arial" w:cs="Arial"/>
          <w:color w:val="000000" w:themeColor="text1"/>
          <w:szCs w:val="22"/>
          <w:lang w:val="en-US"/>
        </w:rPr>
        <w:t>52: Define the color coding. What do blue and red stains represent?</w:t>
      </w:r>
    </w:p>
    <w:p w14:paraId="2883C41F" w14:textId="5E510D9C" w:rsidR="00BE0CA1" w:rsidRPr="000459A9" w:rsidRDefault="00BE0CA1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Color coding </w:t>
      </w:r>
      <w:r w:rsidR="009878E4" w:rsidRPr="000459A9">
        <w:rPr>
          <w:rFonts w:ascii="Arial" w:hAnsi="Arial" w:cs="Arial"/>
          <w:i/>
          <w:color w:val="000000" w:themeColor="text1"/>
          <w:szCs w:val="22"/>
          <w:lang w:val="en-US"/>
        </w:rPr>
        <w:t>was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defined and added to the figure legend</w:t>
      </w:r>
      <w:r w:rsidR="00827F11">
        <w:rPr>
          <w:rFonts w:ascii="Arial" w:hAnsi="Arial" w:cs="Arial"/>
          <w:i/>
          <w:color w:val="000000" w:themeColor="text1"/>
          <w:szCs w:val="22"/>
          <w:lang w:val="en-US"/>
        </w:rPr>
        <w:t xml:space="preserve"> as well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. </w:t>
      </w:r>
    </w:p>
    <w:p w14:paraId="56E56A0B" w14:textId="24D91869" w:rsidR="00BE0CA1" w:rsidRPr="009878E4" w:rsidRDefault="008556F4" w:rsidP="002A1EEB">
      <w:pPr>
        <w:pStyle w:val="NurText"/>
        <w:spacing w:line="276" w:lineRule="auto"/>
        <w:ind w:right="878"/>
        <w:jc w:val="both"/>
        <w:rPr>
          <w:rFonts w:ascii="Arial" w:hAnsi="Arial" w:cs="Arial"/>
          <w:color w:val="000000" w:themeColor="text1"/>
          <w:szCs w:val="22"/>
        </w:rPr>
      </w:pPr>
      <w:r>
        <w:rPr>
          <w:rFonts w:ascii="Arial" w:hAnsi="Arial" w:cs="Arial"/>
          <w:color w:val="000000" w:themeColor="text1"/>
          <w:szCs w:val="22"/>
          <w:lang w:val="en-US"/>
        </w:rPr>
        <w:t>EC</w:t>
      </w:r>
      <w:r w:rsidR="00BE0CA1" w:rsidRPr="009878E4">
        <w:rPr>
          <w:rFonts w:ascii="Arial" w:hAnsi="Arial" w:cs="Arial"/>
          <w:color w:val="000000" w:themeColor="text1"/>
          <w:szCs w:val="22"/>
          <w:lang w:val="en-US"/>
        </w:rPr>
        <w:t xml:space="preserve">53: </w:t>
      </w:r>
      <w:r w:rsidR="009878E4" w:rsidRPr="009878E4">
        <w:rPr>
          <w:rFonts w:ascii="Arial" w:hAnsi="Arial" w:cs="Arial"/>
          <w:color w:val="000000" w:themeColor="text1"/>
          <w:szCs w:val="22"/>
        </w:rPr>
        <w:t>References?</w:t>
      </w:r>
    </w:p>
    <w:p w14:paraId="00291636" w14:textId="1AD817B4" w:rsidR="009878E4" w:rsidRPr="000459A9" w:rsidRDefault="00827F11" w:rsidP="002A1EEB">
      <w:pPr>
        <w:pStyle w:val="NurText"/>
        <w:numPr>
          <w:ilvl w:val="0"/>
          <w:numId w:val="8"/>
        </w:numPr>
        <w:spacing w:line="276" w:lineRule="auto"/>
        <w:ind w:right="878"/>
        <w:jc w:val="both"/>
        <w:rPr>
          <w:rFonts w:ascii="Arial" w:hAnsi="Arial" w:cs="Arial"/>
          <w:i/>
          <w:color w:val="000000" w:themeColor="text1"/>
          <w:szCs w:val="22"/>
          <w:lang w:val="en-US"/>
        </w:rPr>
      </w:pPr>
      <w:r>
        <w:rPr>
          <w:rFonts w:ascii="Arial" w:hAnsi="Arial" w:cs="Arial"/>
          <w:i/>
          <w:color w:val="000000" w:themeColor="text1"/>
          <w:szCs w:val="22"/>
          <w:lang w:val="en-US"/>
        </w:rPr>
        <w:t>An appropriate</w:t>
      </w:r>
      <w:r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 </w:t>
      </w:r>
      <w:r w:rsidR="009878E4" w:rsidRPr="000459A9">
        <w:rPr>
          <w:rFonts w:ascii="Arial" w:hAnsi="Arial" w:cs="Arial"/>
          <w:i/>
          <w:color w:val="000000" w:themeColor="text1"/>
          <w:szCs w:val="22"/>
          <w:lang w:val="en-US"/>
        </w:rPr>
        <w:t xml:space="preserve">reference </w:t>
      </w:r>
      <w:r>
        <w:rPr>
          <w:rFonts w:ascii="Arial" w:hAnsi="Arial" w:cs="Arial"/>
          <w:i/>
          <w:color w:val="000000" w:themeColor="text1"/>
          <w:lang w:val="en-US"/>
        </w:rPr>
        <w:t>was</w:t>
      </w:r>
      <w:r w:rsidR="009878E4" w:rsidRPr="000459A9">
        <w:rPr>
          <w:rFonts w:ascii="Arial" w:hAnsi="Arial" w:cs="Arial"/>
          <w:i/>
          <w:color w:val="000000" w:themeColor="text1"/>
          <w:lang w:val="en-US"/>
        </w:rPr>
        <w:t xml:space="preserve"> added. </w:t>
      </w:r>
    </w:p>
    <w:sectPr w:rsidR="009878E4" w:rsidRPr="000459A9" w:rsidSect="005F385B">
      <w:headerReference w:type="default" r:id="rId9"/>
      <w:footerReference w:type="default" r:id="rId10"/>
      <w:footerReference w:type="first" r:id="rId11"/>
      <w:pgSz w:w="11906" w:h="16838" w:code="9"/>
      <w:pgMar w:top="397" w:right="567" w:bottom="1134" w:left="1247" w:header="510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DADC4E" w15:done="0"/>
  <w15:commentEx w15:paraId="6623691C" w15:done="0"/>
  <w15:commentEx w15:paraId="155B4668" w15:done="0"/>
  <w15:commentEx w15:paraId="5802FED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BE0B4" w14:textId="77777777" w:rsidR="004359E3" w:rsidRDefault="004359E3">
      <w:r>
        <w:separator/>
      </w:r>
    </w:p>
  </w:endnote>
  <w:endnote w:type="continuationSeparator" w:id="0">
    <w:p w14:paraId="53573154" w14:textId="77777777" w:rsidR="004359E3" w:rsidRDefault="0043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D02FF" w14:textId="77777777" w:rsidR="00E83404" w:rsidRDefault="00E83404" w:rsidP="005F385B">
    <w:pPr>
      <w:pStyle w:val="Fuzeile"/>
      <w:rPr>
        <w:rStyle w:val="Seitenzahl"/>
        <w:rFonts w:ascii="Arial" w:hAnsi="Arial" w:cs="Arial"/>
        <w:sz w:val="16"/>
        <w:szCs w:val="16"/>
      </w:rPr>
    </w:pPr>
  </w:p>
  <w:p w14:paraId="17F8C023" w14:textId="77777777" w:rsidR="00E83404" w:rsidRDefault="00E83404" w:rsidP="005F385B">
    <w:pPr>
      <w:pStyle w:val="Fuzeile"/>
      <w:rPr>
        <w:rStyle w:val="Seitenzahl"/>
        <w:rFonts w:ascii="Arial" w:hAnsi="Arial" w:cs="Arial"/>
        <w:sz w:val="16"/>
        <w:szCs w:val="16"/>
      </w:rPr>
    </w:pPr>
  </w:p>
  <w:p w14:paraId="3CEFCDD7" w14:textId="77777777" w:rsidR="00E83404" w:rsidRDefault="00E83404" w:rsidP="005F385B">
    <w:pPr>
      <w:pStyle w:val="Fuzeile"/>
      <w:rPr>
        <w:rStyle w:val="Seitenzahl"/>
        <w:rFonts w:ascii="Arial" w:hAnsi="Arial" w:cs="Arial"/>
        <w:sz w:val="16"/>
        <w:szCs w:val="16"/>
      </w:rPr>
    </w:pPr>
  </w:p>
  <w:p w14:paraId="56B883C0" w14:textId="77777777" w:rsidR="00E83404" w:rsidRDefault="00E83404" w:rsidP="005F385B">
    <w:pPr>
      <w:pStyle w:val="Fuzeile"/>
      <w:rPr>
        <w:rStyle w:val="Seitenzahl"/>
        <w:rFonts w:ascii="Arial" w:hAnsi="Arial" w:cs="Arial"/>
        <w:sz w:val="16"/>
        <w:szCs w:val="16"/>
      </w:rPr>
    </w:pPr>
  </w:p>
  <w:p w14:paraId="7FA343FF" w14:textId="77777777" w:rsidR="00E83404" w:rsidRDefault="00E83404" w:rsidP="005F385B">
    <w:pPr>
      <w:pStyle w:val="Fuzeile"/>
      <w:rPr>
        <w:rStyle w:val="Seitenzahl"/>
        <w:rFonts w:ascii="Arial" w:hAnsi="Arial" w:cs="Arial"/>
        <w:sz w:val="16"/>
        <w:szCs w:val="16"/>
      </w:rPr>
    </w:pPr>
    <w:r w:rsidRPr="003E4951">
      <w:rPr>
        <w:rStyle w:val="Seitenzahl"/>
        <w:rFonts w:ascii="Arial" w:hAnsi="Arial" w:cs="Arial"/>
        <w:sz w:val="16"/>
        <w:szCs w:val="16"/>
      </w:rPr>
      <w:fldChar w:fldCharType="begin"/>
    </w:r>
    <w:r w:rsidRPr="003E4951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3E4951">
      <w:rPr>
        <w:rStyle w:val="Seitenzahl"/>
        <w:rFonts w:ascii="Arial" w:hAnsi="Arial" w:cs="Arial"/>
        <w:sz w:val="16"/>
        <w:szCs w:val="16"/>
      </w:rPr>
      <w:fldChar w:fldCharType="separate"/>
    </w:r>
    <w:r w:rsidR="00322CE9">
      <w:rPr>
        <w:rStyle w:val="Seitenzahl"/>
        <w:rFonts w:ascii="Arial" w:hAnsi="Arial" w:cs="Arial"/>
        <w:noProof/>
        <w:sz w:val="16"/>
        <w:szCs w:val="16"/>
      </w:rPr>
      <w:t>2</w:t>
    </w:r>
    <w:r w:rsidRPr="003E4951">
      <w:rPr>
        <w:rStyle w:val="Seitenzahl"/>
        <w:rFonts w:ascii="Arial" w:hAnsi="Arial" w:cs="Arial"/>
        <w:sz w:val="16"/>
        <w:szCs w:val="16"/>
      </w:rPr>
      <w:fldChar w:fldCharType="end"/>
    </w:r>
  </w:p>
  <w:p w14:paraId="35749961" w14:textId="77777777" w:rsidR="00E83404" w:rsidRPr="00EF05FD" w:rsidRDefault="00E83404">
    <w:pPr>
      <w:pStyle w:val="Fuzeile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738B7" w14:textId="77777777" w:rsidR="008E6B92" w:rsidRPr="0049069A" w:rsidRDefault="008E6B92" w:rsidP="008E6B92">
    <w:pPr>
      <w:autoSpaceDE w:val="0"/>
      <w:autoSpaceDN w:val="0"/>
      <w:adjustRightInd w:val="0"/>
      <w:spacing w:line="180" w:lineRule="exact"/>
      <w:rPr>
        <w:rFonts w:ascii="Arial" w:hAnsi="Arial" w:cs="Arial"/>
        <w:spacing w:val="-10"/>
        <w:sz w:val="14"/>
        <w:szCs w:val="14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41CBBD0" wp14:editId="2D5DDF33">
          <wp:simplePos x="0" y="0"/>
          <wp:positionH relativeFrom="column">
            <wp:posOffset>4440555</wp:posOffset>
          </wp:positionH>
          <wp:positionV relativeFrom="paragraph">
            <wp:posOffset>29845</wp:posOffset>
          </wp:positionV>
          <wp:extent cx="558165" cy="558165"/>
          <wp:effectExtent l="0" t="0" r="0" b="0"/>
          <wp:wrapNone/>
          <wp:docPr id="6" name="Bild 3" descr="audit_bf_z_10_rgb_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udit_bf_z_10_rgb_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54880B2" wp14:editId="497DE5FC">
          <wp:simplePos x="0" y="0"/>
          <wp:positionH relativeFrom="page">
            <wp:posOffset>4589145</wp:posOffset>
          </wp:positionH>
          <wp:positionV relativeFrom="page">
            <wp:posOffset>9862185</wp:posOffset>
          </wp:positionV>
          <wp:extent cx="550545" cy="556895"/>
          <wp:effectExtent l="0" t="0" r="1905" b="0"/>
          <wp:wrapNone/>
          <wp:docPr id="8" name="Bild 2" descr="KTQ-Logo-Zertifikat_klien_157X1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TQ-Logo-Zertifikat_klien_157X15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545" cy="556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069A">
      <w:rPr>
        <w:rFonts w:ascii="Arial" w:hAnsi="Arial" w:cs="Arial"/>
        <w:b/>
        <w:bCs/>
        <w:sz w:val="14"/>
        <w:szCs w:val="14"/>
      </w:rPr>
      <w:t xml:space="preserve">UKM: </w:t>
    </w:r>
    <w:proofErr w:type="spellStart"/>
    <w:r w:rsidRPr="0049069A">
      <w:rPr>
        <w:rFonts w:ascii="Arial" w:hAnsi="Arial" w:cs="Arial"/>
        <w:sz w:val="14"/>
        <w:szCs w:val="14"/>
      </w:rPr>
      <w:t>AöR</w:t>
    </w:r>
    <w:proofErr w:type="spellEnd"/>
    <w:r w:rsidRPr="0049069A">
      <w:rPr>
        <w:rFonts w:ascii="Arial" w:hAnsi="Arial" w:cs="Arial"/>
        <w:sz w:val="14"/>
        <w:szCs w:val="14"/>
      </w:rPr>
      <w:t xml:space="preserve">, Prof. Dr. Martin Schulze </w:t>
    </w:r>
    <w:proofErr w:type="spellStart"/>
    <w:r w:rsidRPr="0049069A">
      <w:rPr>
        <w:rFonts w:ascii="Arial" w:hAnsi="Arial" w:cs="Arial"/>
        <w:sz w:val="14"/>
        <w:szCs w:val="14"/>
      </w:rPr>
      <w:t>Schwienhorst</w:t>
    </w:r>
    <w:proofErr w:type="spellEnd"/>
    <w:r w:rsidRPr="0049069A">
      <w:rPr>
        <w:rFonts w:ascii="Arial" w:hAnsi="Arial" w:cs="Arial"/>
        <w:sz w:val="14"/>
        <w:szCs w:val="14"/>
      </w:rPr>
      <w:t xml:space="preserve"> (Aufsichtsratsvorsitzender),</w:t>
    </w:r>
    <w:r w:rsidRPr="0049069A">
      <w:rPr>
        <w:rFonts w:ascii="Arial" w:hAnsi="Arial" w:cs="Arial"/>
        <w:spacing w:val="-10"/>
        <w:sz w:val="14"/>
        <w:szCs w:val="14"/>
      </w:rPr>
      <w:t xml:space="preserve"> </w:t>
    </w:r>
    <w:r>
      <w:rPr>
        <w:rFonts w:ascii="Arial" w:hAnsi="Arial" w:cs="Arial"/>
        <w:spacing w:val="-10"/>
        <w:sz w:val="14"/>
        <w:szCs w:val="14"/>
      </w:rPr>
      <w:tab/>
    </w:r>
  </w:p>
  <w:p w14:paraId="56A7A1EA" w14:textId="77777777" w:rsidR="008E6B92" w:rsidRPr="0049069A" w:rsidRDefault="008E6B92" w:rsidP="008E6B92">
    <w:pPr>
      <w:autoSpaceDE w:val="0"/>
      <w:autoSpaceDN w:val="0"/>
      <w:adjustRightInd w:val="0"/>
      <w:spacing w:line="18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Univ.-</w:t>
    </w:r>
    <w:r w:rsidRPr="005445F3">
      <w:rPr>
        <w:rFonts w:ascii="Arial" w:hAnsi="Arial" w:cs="Arial"/>
        <w:sz w:val="14"/>
        <w:szCs w:val="14"/>
      </w:rPr>
      <w:t>Prof. Dr. med. Dr. phil. Robert Nitsch (Vorstandsvorsitzender</w:t>
    </w:r>
    <w:r w:rsidRPr="0049069A">
      <w:rPr>
        <w:rFonts w:ascii="Arial" w:hAnsi="Arial" w:cs="Arial"/>
        <w:sz w:val="14"/>
        <w:szCs w:val="14"/>
      </w:rPr>
      <w:t xml:space="preserve">, Ärztlicher Direktor), </w:t>
    </w:r>
  </w:p>
  <w:p w14:paraId="77FB7B40" w14:textId="77777777" w:rsidR="008E6B92" w:rsidRPr="0049069A" w:rsidRDefault="008E6B92" w:rsidP="008E6B92">
    <w:pPr>
      <w:autoSpaceDE w:val="0"/>
      <w:autoSpaceDN w:val="0"/>
      <w:adjustRightInd w:val="0"/>
      <w:spacing w:line="180" w:lineRule="exact"/>
      <w:rPr>
        <w:rFonts w:ascii="Arial" w:hAnsi="Arial" w:cs="Arial"/>
        <w:sz w:val="14"/>
        <w:szCs w:val="14"/>
      </w:rPr>
    </w:pPr>
    <w:r w:rsidRPr="002453A2">
      <w:rPr>
        <w:rFonts w:ascii="Georgia" w:eastAsiaTheme="minorEastAsia" w:hAnsi="Georgia" w:cstheme="minorBid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7DECCCA9" wp14:editId="0074609E">
              <wp:simplePos x="0" y="0"/>
              <wp:positionH relativeFrom="margin">
                <wp:posOffset>-651510</wp:posOffset>
              </wp:positionH>
              <wp:positionV relativeFrom="page">
                <wp:posOffset>9552305</wp:posOffset>
              </wp:positionV>
              <wp:extent cx="979170" cy="201295"/>
              <wp:effectExtent l="0" t="0" r="0" b="6350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9170" cy="2012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7474433" w14:textId="77777777" w:rsidR="008E6B92" w:rsidRPr="007C6F56" w:rsidRDefault="008E6B92" w:rsidP="008E6B92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  <w:r w:rsidRPr="007C6F56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szCs w:val="14"/>
                            </w:rPr>
                            <w:t>GB ZD . 01.04.2017</w:t>
                          </w:r>
                        </w:p>
                      </w:txbxContent>
                    </wps:txbx>
                    <wps:bodyPr rot="0" spcFirstLastPara="0" vertOverflow="overflow" horzOverflow="overflow" vert="vert270" wrap="non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DECCCA9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62" type="#_x0000_t202" style="position:absolute;margin-left:-51.3pt;margin-top:752.15pt;width:77.1pt;height:15.85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" o:allowincell="f" filled="f" stroked="f" strokeweight=".5pt">
              <v:textbox style="layout-flow:vertical;mso-layout-flow-alt:bottom-to-top;mso-fit-shape-to-text:t">
                <w:txbxContent>
                  <w:p w14:paraId="47474433" w14:textId="77777777" w:rsidR="008E6B92" w:rsidRPr="007C6F56" w:rsidRDefault="008E6B92" w:rsidP="008E6B92">
                    <w:pPr>
                      <w:rPr>
                        <w:rFonts w:ascii="Arial" w:hAnsi="Arial" w:cs="Arial"/>
                        <w:color w:val="808080" w:themeColor="background1" w:themeShade="80"/>
                        <w:sz w:val="14"/>
                        <w:szCs w:val="14"/>
                      </w:rPr>
                    </w:pPr>
                    <w:r w:rsidRPr="007C6F56">
                      <w:rPr>
                        <w:rFonts w:ascii="Arial" w:hAnsi="Arial" w:cs="Arial"/>
                        <w:color w:val="808080" w:themeColor="background1" w:themeShade="80"/>
                        <w:sz w:val="14"/>
                        <w:szCs w:val="14"/>
                      </w:rPr>
                      <w:t>GB ZD . 01.04.2017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49069A">
      <w:rPr>
        <w:rFonts w:ascii="Arial" w:hAnsi="Arial" w:cs="Arial"/>
        <w:sz w:val="14"/>
        <w:szCs w:val="14"/>
      </w:rPr>
      <w:t>Dr.</w:t>
    </w:r>
    <w:r w:rsidRPr="0049069A">
      <w:rPr>
        <w:rFonts w:ascii="Arial" w:hAnsi="Arial" w:cs="Arial"/>
        <w:spacing w:val="-20"/>
        <w:sz w:val="14"/>
        <w:szCs w:val="14"/>
      </w:rPr>
      <w:t xml:space="preserve"> </w:t>
    </w:r>
    <w:proofErr w:type="spellStart"/>
    <w:r w:rsidRPr="0049069A">
      <w:rPr>
        <w:rFonts w:ascii="Arial" w:hAnsi="Arial" w:cs="Arial"/>
        <w:sz w:val="14"/>
        <w:szCs w:val="14"/>
      </w:rPr>
      <w:t>rer</w:t>
    </w:r>
    <w:proofErr w:type="spellEnd"/>
    <w:r w:rsidRPr="0049069A">
      <w:rPr>
        <w:rFonts w:ascii="Arial" w:hAnsi="Arial" w:cs="Arial"/>
        <w:sz w:val="14"/>
        <w:szCs w:val="14"/>
      </w:rPr>
      <w:t>.</w:t>
    </w:r>
    <w:r w:rsidRPr="0049069A">
      <w:rPr>
        <w:rFonts w:ascii="Arial" w:hAnsi="Arial" w:cs="Arial"/>
        <w:spacing w:val="-2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pol. Christoph </w:t>
    </w:r>
    <w:proofErr w:type="spellStart"/>
    <w:r>
      <w:rPr>
        <w:rFonts w:ascii="Arial" w:hAnsi="Arial" w:cs="Arial"/>
        <w:sz w:val="14"/>
        <w:szCs w:val="14"/>
      </w:rPr>
      <w:t>Hoppenheit</w:t>
    </w:r>
    <w:proofErr w:type="spellEnd"/>
    <w:r>
      <w:rPr>
        <w:rFonts w:ascii="Arial" w:hAnsi="Arial" w:cs="Arial"/>
        <w:sz w:val="14"/>
        <w:szCs w:val="14"/>
      </w:rPr>
      <w:t xml:space="preserve"> (s</w:t>
    </w:r>
    <w:r w:rsidRPr="0049069A">
      <w:rPr>
        <w:rFonts w:ascii="Arial" w:hAnsi="Arial" w:cs="Arial"/>
        <w:sz w:val="14"/>
        <w:szCs w:val="14"/>
      </w:rPr>
      <w:t>tellv. Vorstandsvorsitzender, Kaufmännischer Direktor),</w:t>
    </w:r>
  </w:p>
  <w:p w14:paraId="05B44003" w14:textId="77777777" w:rsidR="008E6B92" w:rsidRPr="0049069A" w:rsidRDefault="008E6B92" w:rsidP="008E6B92">
    <w:pPr>
      <w:autoSpaceDE w:val="0"/>
      <w:autoSpaceDN w:val="0"/>
      <w:adjustRightInd w:val="0"/>
      <w:spacing w:line="180" w:lineRule="exact"/>
      <w:rPr>
        <w:rFonts w:ascii="Arial" w:hAnsi="Arial" w:cs="Arial"/>
        <w:sz w:val="14"/>
        <w:szCs w:val="14"/>
      </w:rPr>
    </w:pPr>
    <w:r w:rsidRPr="0049069A">
      <w:rPr>
        <w:rFonts w:ascii="Arial" w:hAnsi="Arial" w:cs="Arial"/>
        <w:sz w:val="14"/>
        <w:szCs w:val="14"/>
      </w:rPr>
      <w:t>Univ.-Prof.</w:t>
    </w:r>
    <w:r w:rsidRPr="0049069A">
      <w:rPr>
        <w:rFonts w:ascii="Arial" w:hAnsi="Arial" w:cs="Arial"/>
        <w:spacing w:val="-20"/>
        <w:sz w:val="14"/>
        <w:szCs w:val="14"/>
      </w:rPr>
      <w:t xml:space="preserve"> </w:t>
    </w:r>
    <w:r w:rsidRPr="0049069A">
      <w:rPr>
        <w:rFonts w:ascii="Arial" w:hAnsi="Arial" w:cs="Arial"/>
        <w:sz w:val="14"/>
        <w:szCs w:val="14"/>
      </w:rPr>
      <w:t>Dr.</w:t>
    </w:r>
    <w:r>
      <w:rPr>
        <w:rFonts w:ascii="Arial" w:hAnsi="Arial" w:cs="Arial"/>
        <w:sz w:val="14"/>
        <w:szCs w:val="14"/>
      </w:rPr>
      <w:t xml:space="preserve"> </w:t>
    </w:r>
    <w:r w:rsidRPr="00C13C7C">
      <w:rPr>
        <w:rFonts w:ascii="Arial" w:hAnsi="Arial" w:cs="Arial"/>
        <w:sz w:val="14"/>
        <w:szCs w:val="14"/>
      </w:rPr>
      <w:t>med</w:t>
    </w:r>
    <w:r>
      <w:rPr>
        <w:rFonts w:ascii="Arial" w:hAnsi="Arial" w:cs="Arial"/>
        <w:sz w:val="14"/>
        <w:szCs w:val="14"/>
      </w:rPr>
      <w:t>.</w:t>
    </w:r>
    <w:r w:rsidRPr="00C13C7C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Mathias Herrmann</w:t>
    </w:r>
    <w:r w:rsidRPr="0049069A">
      <w:rPr>
        <w:rFonts w:ascii="Arial" w:hAnsi="Arial" w:cs="Arial"/>
        <w:sz w:val="14"/>
        <w:szCs w:val="14"/>
      </w:rPr>
      <w:t xml:space="preserve"> (Dekan), </w:t>
    </w:r>
    <w:r w:rsidR="001F401A">
      <w:rPr>
        <w:rFonts w:ascii="Arial" w:hAnsi="Arial" w:cs="Arial"/>
        <w:sz w:val="14"/>
        <w:szCs w:val="14"/>
      </w:rPr>
      <w:t xml:space="preserve">Thomas van den </w:t>
    </w:r>
    <w:proofErr w:type="spellStart"/>
    <w:r w:rsidR="001F401A">
      <w:rPr>
        <w:rFonts w:ascii="Arial" w:hAnsi="Arial" w:cs="Arial"/>
        <w:sz w:val="14"/>
        <w:szCs w:val="14"/>
      </w:rPr>
      <w:t>Hooven</w:t>
    </w:r>
    <w:proofErr w:type="spellEnd"/>
    <w:r w:rsidR="001F401A">
      <w:rPr>
        <w:rFonts w:ascii="Arial" w:hAnsi="Arial" w:cs="Arial"/>
        <w:sz w:val="14"/>
        <w:szCs w:val="14"/>
      </w:rPr>
      <w:t xml:space="preserve"> </w:t>
    </w:r>
    <w:r w:rsidRPr="0049069A">
      <w:rPr>
        <w:rFonts w:ascii="Arial" w:hAnsi="Arial" w:cs="Arial"/>
        <w:sz w:val="14"/>
        <w:szCs w:val="14"/>
      </w:rPr>
      <w:t xml:space="preserve">(Pflegedirektor), </w:t>
    </w:r>
    <w:bookmarkStart w:id="1" w:name="OLE_LINK1"/>
  </w:p>
  <w:p w14:paraId="6F086D02" w14:textId="77777777" w:rsidR="008E6B92" w:rsidRPr="005837D8" w:rsidRDefault="008E6B92" w:rsidP="008E6B92">
    <w:pPr>
      <w:autoSpaceDE w:val="0"/>
      <w:autoSpaceDN w:val="0"/>
      <w:adjustRightInd w:val="0"/>
      <w:spacing w:line="180" w:lineRule="exact"/>
      <w:rPr>
        <w:rFonts w:ascii="Arial" w:hAnsi="Arial" w:cs="Arial"/>
        <w:sz w:val="14"/>
        <w:szCs w:val="14"/>
      </w:rPr>
    </w:pPr>
    <w:r w:rsidRPr="005837D8">
      <w:rPr>
        <w:rFonts w:ascii="Arial" w:hAnsi="Arial" w:cs="Arial"/>
        <w:sz w:val="14"/>
        <w:szCs w:val="14"/>
      </w:rPr>
      <w:t>Univ.-Prof.</w:t>
    </w:r>
    <w:bookmarkEnd w:id="1"/>
    <w:r w:rsidRPr="005837D8">
      <w:rPr>
        <w:rFonts w:ascii="Arial" w:hAnsi="Arial" w:cs="Arial"/>
        <w:spacing w:val="-20"/>
        <w:sz w:val="14"/>
        <w:szCs w:val="14"/>
      </w:rPr>
      <w:t xml:space="preserve"> </w:t>
    </w:r>
    <w:r w:rsidRPr="005837D8">
      <w:rPr>
        <w:rFonts w:ascii="Arial" w:hAnsi="Arial" w:cs="Arial"/>
        <w:sz w:val="14"/>
        <w:szCs w:val="14"/>
      </w:rPr>
      <w:t>Dr. med. Michael J. Raschke (stellv. Ärztlicher Direktor)</w:t>
    </w:r>
  </w:p>
  <w:p w14:paraId="314ACF3A" w14:textId="77777777" w:rsidR="008E6B92" w:rsidRDefault="008E6B9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B9A71" w14:textId="77777777" w:rsidR="004359E3" w:rsidRDefault="004359E3">
      <w:r>
        <w:separator/>
      </w:r>
    </w:p>
  </w:footnote>
  <w:footnote w:type="continuationSeparator" w:id="0">
    <w:p w14:paraId="3B27B6CB" w14:textId="77777777" w:rsidR="004359E3" w:rsidRDefault="00435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0FFCE" w14:textId="77777777" w:rsidR="00E83404" w:rsidRPr="006F01C7" w:rsidRDefault="00E83404" w:rsidP="005F385B">
    <w:pPr>
      <w:pStyle w:val="Kopfzeile"/>
      <w:tabs>
        <w:tab w:val="clear" w:pos="4536"/>
        <w:tab w:val="clear" w:pos="9072"/>
        <w:tab w:val="left" w:pos="5585"/>
        <w:tab w:val="right" w:pos="7598"/>
      </w:tabs>
      <w:rPr>
        <w:rFonts w:ascii="Georgia" w:hAnsi="Georgia"/>
      </w:rPr>
    </w:pPr>
  </w:p>
  <w:p w14:paraId="50A25C80" w14:textId="77777777" w:rsidR="00E83404" w:rsidRPr="006F01C7" w:rsidRDefault="00E83404" w:rsidP="005F385B">
    <w:pPr>
      <w:pStyle w:val="Kopfzeile"/>
      <w:tabs>
        <w:tab w:val="clear" w:pos="4536"/>
        <w:tab w:val="clear" w:pos="9072"/>
        <w:tab w:val="left" w:pos="5739"/>
        <w:tab w:val="right" w:pos="7598"/>
      </w:tabs>
      <w:rPr>
        <w:rFonts w:ascii="Georgia" w:hAnsi="Georgia"/>
      </w:rPr>
    </w:pPr>
  </w:p>
  <w:p w14:paraId="7FC36C18" w14:textId="77777777" w:rsidR="00E83404" w:rsidRPr="006F01C7" w:rsidRDefault="00E83404" w:rsidP="005F385B">
    <w:pPr>
      <w:pStyle w:val="Kopfzeile"/>
      <w:tabs>
        <w:tab w:val="clear" w:pos="4536"/>
        <w:tab w:val="clear" w:pos="9072"/>
        <w:tab w:val="left" w:pos="5739"/>
        <w:tab w:val="right" w:pos="7598"/>
      </w:tabs>
      <w:rPr>
        <w:rFonts w:ascii="Georgia" w:hAnsi="Georgia"/>
      </w:rPr>
    </w:pPr>
  </w:p>
  <w:p w14:paraId="0716CD82" w14:textId="77777777" w:rsidR="00E83404" w:rsidRPr="005F385B" w:rsidRDefault="00E83404" w:rsidP="005F385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C9C"/>
    <w:multiLevelType w:val="hybridMultilevel"/>
    <w:tmpl w:val="D7F458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6326"/>
    <w:multiLevelType w:val="hybridMultilevel"/>
    <w:tmpl w:val="0AD8516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75F45"/>
    <w:multiLevelType w:val="hybridMultilevel"/>
    <w:tmpl w:val="45FAEA02"/>
    <w:lvl w:ilvl="0" w:tplc="FE049AEE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442E7"/>
    <w:multiLevelType w:val="hybridMultilevel"/>
    <w:tmpl w:val="2230F14C"/>
    <w:lvl w:ilvl="0" w:tplc="5F38529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71191"/>
    <w:multiLevelType w:val="hybridMultilevel"/>
    <w:tmpl w:val="8AFC5E4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F0884"/>
    <w:multiLevelType w:val="hybridMultilevel"/>
    <w:tmpl w:val="44664E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6339"/>
    <w:multiLevelType w:val="hybridMultilevel"/>
    <w:tmpl w:val="67A6E75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1A34AA"/>
    <w:multiLevelType w:val="hybridMultilevel"/>
    <w:tmpl w:val="4C10735E"/>
    <w:lvl w:ilvl="0" w:tplc="1474004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E62BE4"/>
    <w:multiLevelType w:val="hybridMultilevel"/>
    <w:tmpl w:val="1102F116"/>
    <w:lvl w:ilvl="0" w:tplc="F462E89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bias Ruck">
    <w15:presenceInfo w15:providerId="None" w15:userId="Tobias Ruc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FD"/>
    <w:rsid w:val="00007FE0"/>
    <w:rsid w:val="00015E08"/>
    <w:rsid w:val="00026C47"/>
    <w:rsid w:val="00032C43"/>
    <w:rsid w:val="000459A9"/>
    <w:rsid w:val="000602C9"/>
    <w:rsid w:val="0008001A"/>
    <w:rsid w:val="000834AF"/>
    <w:rsid w:val="00092184"/>
    <w:rsid w:val="000A357C"/>
    <w:rsid w:val="000B141F"/>
    <w:rsid w:val="000D0A5C"/>
    <w:rsid w:val="000D77E7"/>
    <w:rsid w:val="000F525A"/>
    <w:rsid w:val="00124542"/>
    <w:rsid w:val="00140FAA"/>
    <w:rsid w:val="00157952"/>
    <w:rsid w:val="00176759"/>
    <w:rsid w:val="001903E5"/>
    <w:rsid w:val="001A6168"/>
    <w:rsid w:val="001B2C86"/>
    <w:rsid w:val="001C0ADE"/>
    <w:rsid w:val="001C0B9A"/>
    <w:rsid w:val="001E13E4"/>
    <w:rsid w:val="001F1434"/>
    <w:rsid w:val="001F401A"/>
    <w:rsid w:val="00206936"/>
    <w:rsid w:val="00222182"/>
    <w:rsid w:val="00243CB1"/>
    <w:rsid w:val="00262016"/>
    <w:rsid w:val="002620C1"/>
    <w:rsid w:val="002A1EEB"/>
    <w:rsid w:val="002B2D11"/>
    <w:rsid w:val="002B7471"/>
    <w:rsid w:val="002C6CD2"/>
    <w:rsid w:val="002D1F2D"/>
    <w:rsid w:val="002D30F9"/>
    <w:rsid w:val="002D53D4"/>
    <w:rsid w:val="002E3786"/>
    <w:rsid w:val="002F1DE2"/>
    <w:rsid w:val="00300219"/>
    <w:rsid w:val="0032234D"/>
    <w:rsid w:val="00322CE9"/>
    <w:rsid w:val="003257E3"/>
    <w:rsid w:val="00326524"/>
    <w:rsid w:val="003314B6"/>
    <w:rsid w:val="00341673"/>
    <w:rsid w:val="00373592"/>
    <w:rsid w:val="00377239"/>
    <w:rsid w:val="00391093"/>
    <w:rsid w:val="003960DA"/>
    <w:rsid w:val="003B0976"/>
    <w:rsid w:val="003D1947"/>
    <w:rsid w:val="003E1B1B"/>
    <w:rsid w:val="003E5A19"/>
    <w:rsid w:val="003F2FEB"/>
    <w:rsid w:val="003F46B9"/>
    <w:rsid w:val="003F62BC"/>
    <w:rsid w:val="00404BA0"/>
    <w:rsid w:val="00420ED8"/>
    <w:rsid w:val="004359E3"/>
    <w:rsid w:val="004534FF"/>
    <w:rsid w:val="004607F9"/>
    <w:rsid w:val="00461845"/>
    <w:rsid w:val="00462D87"/>
    <w:rsid w:val="00462E89"/>
    <w:rsid w:val="0047553F"/>
    <w:rsid w:val="004814D3"/>
    <w:rsid w:val="004A4278"/>
    <w:rsid w:val="004A775A"/>
    <w:rsid w:val="004D582F"/>
    <w:rsid w:val="004E50E6"/>
    <w:rsid w:val="00510AA8"/>
    <w:rsid w:val="00515943"/>
    <w:rsid w:val="005428E9"/>
    <w:rsid w:val="00557467"/>
    <w:rsid w:val="00577851"/>
    <w:rsid w:val="00584D36"/>
    <w:rsid w:val="00594E09"/>
    <w:rsid w:val="005C26B8"/>
    <w:rsid w:val="005D159D"/>
    <w:rsid w:val="005F385B"/>
    <w:rsid w:val="00651273"/>
    <w:rsid w:val="00654285"/>
    <w:rsid w:val="006679AA"/>
    <w:rsid w:val="00677132"/>
    <w:rsid w:val="0069514B"/>
    <w:rsid w:val="006A4642"/>
    <w:rsid w:val="006C5469"/>
    <w:rsid w:val="007058FD"/>
    <w:rsid w:val="00731CE3"/>
    <w:rsid w:val="00760C7E"/>
    <w:rsid w:val="00771FF9"/>
    <w:rsid w:val="00782EEC"/>
    <w:rsid w:val="00796DAB"/>
    <w:rsid w:val="007A174E"/>
    <w:rsid w:val="007C013B"/>
    <w:rsid w:val="007C4FAE"/>
    <w:rsid w:val="007D5CBD"/>
    <w:rsid w:val="007D71A6"/>
    <w:rsid w:val="007D7FA8"/>
    <w:rsid w:val="00826800"/>
    <w:rsid w:val="00827F11"/>
    <w:rsid w:val="0083605E"/>
    <w:rsid w:val="00836EA5"/>
    <w:rsid w:val="0084462C"/>
    <w:rsid w:val="008479D6"/>
    <w:rsid w:val="00853A05"/>
    <w:rsid w:val="008556F4"/>
    <w:rsid w:val="008856B3"/>
    <w:rsid w:val="008B1429"/>
    <w:rsid w:val="008C26EE"/>
    <w:rsid w:val="008C75A2"/>
    <w:rsid w:val="008E6B92"/>
    <w:rsid w:val="00913F51"/>
    <w:rsid w:val="00916641"/>
    <w:rsid w:val="009208C0"/>
    <w:rsid w:val="00923F40"/>
    <w:rsid w:val="00980EC0"/>
    <w:rsid w:val="00983C3C"/>
    <w:rsid w:val="009878E4"/>
    <w:rsid w:val="009A075F"/>
    <w:rsid w:val="009A5B55"/>
    <w:rsid w:val="009B009B"/>
    <w:rsid w:val="009C75CE"/>
    <w:rsid w:val="009D4A8E"/>
    <w:rsid w:val="009D537E"/>
    <w:rsid w:val="009E1BED"/>
    <w:rsid w:val="009E5296"/>
    <w:rsid w:val="009F1E59"/>
    <w:rsid w:val="00A02774"/>
    <w:rsid w:val="00A06093"/>
    <w:rsid w:val="00A15500"/>
    <w:rsid w:val="00A2687A"/>
    <w:rsid w:val="00A32200"/>
    <w:rsid w:val="00A3565B"/>
    <w:rsid w:val="00A47E8B"/>
    <w:rsid w:val="00A57FA7"/>
    <w:rsid w:val="00A83A16"/>
    <w:rsid w:val="00A85336"/>
    <w:rsid w:val="00A931C7"/>
    <w:rsid w:val="00AC196C"/>
    <w:rsid w:val="00AD4552"/>
    <w:rsid w:val="00AE5824"/>
    <w:rsid w:val="00B0582F"/>
    <w:rsid w:val="00B13DBD"/>
    <w:rsid w:val="00B22AFD"/>
    <w:rsid w:val="00B430BD"/>
    <w:rsid w:val="00B44F87"/>
    <w:rsid w:val="00B548F3"/>
    <w:rsid w:val="00B839BC"/>
    <w:rsid w:val="00B9471D"/>
    <w:rsid w:val="00BA1F36"/>
    <w:rsid w:val="00BA3245"/>
    <w:rsid w:val="00BB0973"/>
    <w:rsid w:val="00BE0CA1"/>
    <w:rsid w:val="00C25BE9"/>
    <w:rsid w:val="00D21671"/>
    <w:rsid w:val="00D3026D"/>
    <w:rsid w:val="00D32169"/>
    <w:rsid w:val="00D33A3C"/>
    <w:rsid w:val="00D57C79"/>
    <w:rsid w:val="00D72BB0"/>
    <w:rsid w:val="00D72F69"/>
    <w:rsid w:val="00DC3C32"/>
    <w:rsid w:val="00DC7614"/>
    <w:rsid w:val="00DE2C7C"/>
    <w:rsid w:val="00E103CC"/>
    <w:rsid w:val="00E30900"/>
    <w:rsid w:val="00E355F0"/>
    <w:rsid w:val="00E36140"/>
    <w:rsid w:val="00E83404"/>
    <w:rsid w:val="00ED02CA"/>
    <w:rsid w:val="00ED5425"/>
    <w:rsid w:val="00EE5D7B"/>
    <w:rsid w:val="00EE67FC"/>
    <w:rsid w:val="00EF05FD"/>
    <w:rsid w:val="00F02E6B"/>
    <w:rsid w:val="00F25BC2"/>
    <w:rsid w:val="00F424F9"/>
    <w:rsid w:val="00F504C7"/>
    <w:rsid w:val="00F574D1"/>
    <w:rsid w:val="00F7123C"/>
    <w:rsid w:val="00F82B76"/>
    <w:rsid w:val="00F97FFD"/>
    <w:rsid w:val="00FA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581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25B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5F385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385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F385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1FF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71FF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83C3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F46B9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unhideWhenUsed/>
    <w:rsid w:val="003F46B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F46B9"/>
    <w:rPr>
      <w:rFonts w:ascii="Calibri" w:eastAsiaTheme="minorHAnsi" w:hAnsi="Calibri" w:cstheme="minorBidi"/>
      <w:sz w:val="22"/>
      <w:szCs w:val="21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80E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80EC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80EC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0E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80E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25B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5F385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385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F385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1FF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71FF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83C3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F46B9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unhideWhenUsed/>
    <w:rsid w:val="003F46B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F46B9"/>
    <w:rPr>
      <w:rFonts w:ascii="Calibri" w:eastAsiaTheme="minorHAnsi" w:hAnsi="Calibri" w:cstheme="minorBidi"/>
      <w:sz w:val="22"/>
      <w:szCs w:val="21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80E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80EC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80EC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0E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80E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SPIT~1\AppData\Local\Temp\Mitarbeiter_Englisch_aktuell_September_201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Mitarbeiter_Englisch_aktuell_September_2017.dotx</Template>
  <TotalTime>0</TotalTime>
  <Pages>4</Pages>
  <Words>1046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Münster</Company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Hospitant</dc:creator>
  <cp:lastModifiedBy>Thomas Müntefering</cp:lastModifiedBy>
  <cp:revision>8</cp:revision>
  <cp:lastPrinted>2017-06-01T06:20:00Z</cp:lastPrinted>
  <dcterms:created xsi:type="dcterms:W3CDTF">2018-10-16T21:29:00Z</dcterms:created>
  <dcterms:modified xsi:type="dcterms:W3CDTF">2018-10-17T11:30:00Z</dcterms:modified>
</cp:coreProperties>
</file>