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84F93" w14:textId="77777777" w:rsidR="003D1203" w:rsidRDefault="003D1203" w:rsidP="003D1203">
      <w:pPr>
        <w:pStyle w:val="EinfacherAbsatz"/>
        <w:tabs>
          <w:tab w:val="left" w:pos="9514"/>
        </w:tabs>
        <w:spacing w:line="260" w:lineRule="auto"/>
        <w:ind w:right="144"/>
        <w:rPr>
          <w:rFonts w:ascii="Lucida Sans" w:hAnsi="Lucida Sans" w:cs="Lucida Grande"/>
          <w:b/>
          <w:bCs/>
          <w:color w:val="auto"/>
          <w:sz w:val="22"/>
          <w:szCs w:val="22"/>
        </w:rPr>
      </w:pPr>
    </w:p>
    <w:p w14:paraId="7D117465" w14:textId="77777777" w:rsidR="003D1203" w:rsidRDefault="003D1203" w:rsidP="003D1203">
      <w:pPr>
        <w:pStyle w:val="EinfacherAbsatz"/>
        <w:spacing w:line="260" w:lineRule="auto"/>
        <w:rPr>
          <w:rFonts w:ascii="Lucida Sans" w:hAnsi="Lucida Sans" w:cs="Lucida Grande"/>
          <w:b/>
          <w:bCs/>
          <w:color w:val="auto"/>
          <w:sz w:val="22"/>
          <w:szCs w:val="22"/>
        </w:rPr>
      </w:pPr>
    </w:p>
    <w:p w14:paraId="21AB3729" w14:textId="77777777" w:rsidR="003D1203" w:rsidRDefault="008C3BCA" w:rsidP="003D1203">
      <w:pPr>
        <w:pStyle w:val="EinfacherAbsatz"/>
        <w:rPr>
          <w:rFonts w:ascii="Lucida Sans" w:hAnsi="Lucida Sans" w:cs="Lucida Grande"/>
          <w:b/>
          <w:bCs/>
          <w:color w:val="auto"/>
          <w:sz w:val="22"/>
          <w:szCs w:val="22"/>
        </w:rPr>
      </w:pPr>
      <w:r>
        <w:rPr>
          <w:rFonts w:ascii="Lucida Sans" w:hAnsi="Lucida Sans" w:cs="Lucida Grande"/>
          <w:b/>
          <w:bCs/>
          <w:noProof/>
          <w:color w:val="auto"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597CF6F6" wp14:editId="2A1B1BF4">
                <wp:simplePos x="0" y="0"/>
                <wp:positionH relativeFrom="page">
                  <wp:posOffset>612140</wp:posOffset>
                </wp:positionH>
                <wp:positionV relativeFrom="page">
                  <wp:posOffset>1720850</wp:posOffset>
                </wp:positionV>
                <wp:extent cx="3765550" cy="1825625"/>
                <wp:effectExtent l="2540" t="0" r="381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65550" cy="1825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6F61BF" w14:textId="77777777" w:rsidR="00546D72" w:rsidRDefault="00546D72" w:rsidP="003D1203">
                            <w:pPr>
                              <w:pStyle w:val="EinfacherAbsatz"/>
                              <w:spacing w:line="260" w:lineRule="auto"/>
                              <w:rPr>
                                <w:rFonts w:ascii="Lucida Sans" w:hAnsi="Lucida Sans" w:cs="Apple Symbols"/>
                                <w:sz w:val="18"/>
                                <w:szCs w:val="18"/>
                              </w:rPr>
                            </w:pPr>
                          </w:p>
                          <w:p w14:paraId="059B3E6C" w14:textId="236A1EFE" w:rsidR="00DA5144" w:rsidRPr="00B70A37" w:rsidRDefault="00DA5144" w:rsidP="003D1203">
                            <w:pPr>
                              <w:pStyle w:val="EinfacherAbsatz"/>
                              <w:spacing w:line="260" w:lineRule="auto"/>
                              <w:rPr>
                                <w:rFonts w:ascii="Lucida Sans" w:hAnsi="Lucida Sans" w:cs="Apple Symbols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70A37">
                              <w:rPr>
                                <w:rFonts w:ascii="Lucida Sans" w:hAnsi="Lucida Sans" w:cs="Apple Symbols"/>
                                <w:sz w:val="18"/>
                                <w:szCs w:val="18"/>
                                <w:lang w:val="en-US"/>
                              </w:rPr>
                              <w:t>Kerry Tedford, PhD</w:t>
                            </w:r>
                          </w:p>
                          <w:p w14:paraId="3933AA6D" w14:textId="0E1DDB43" w:rsidR="00DA5144" w:rsidRPr="00B70A37" w:rsidRDefault="00DA5144" w:rsidP="003D1203">
                            <w:pPr>
                              <w:pStyle w:val="EinfacherAbsatz"/>
                              <w:spacing w:line="260" w:lineRule="auto"/>
                              <w:rPr>
                                <w:rFonts w:ascii="Lucida Sans" w:hAnsi="Lucida Sans" w:cs="Apple Symbols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70A37">
                              <w:rPr>
                                <w:rFonts w:ascii="Lucida Sans" w:hAnsi="Lucida Sans" w:cs="Apple Symbols"/>
                                <w:sz w:val="18"/>
                                <w:szCs w:val="18"/>
                                <w:lang w:val="en-US"/>
                              </w:rPr>
                              <w:t>OVGU, University of Magdeburg</w:t>
                            </w:r>
                          </w:p>
                          <w:p w14:paraId="2FB65E85" w14:textId="77777777" w:rsidR="00DA5144" w:rsidRPr="00B70A37" w:rsidRDefault="00DA5144" w:rsidP="003D1203">
                            <w:pPr>
                              <w:pStyle w:val="EinfacherAbsatz"/>
                              <w:spacing w:line="260" w:lineRule="auto"/>
                              <w:rPr>
                                <w:rFonts w:ascii="Lucida Sans" w:hAnsi="Lucida Sans" w:cs="Apple Symbols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FBCE0A5" w14:textId="77777777" w:rsidR="00DA5144" w:rsidRPr="00B70A37" w:rsidRDefault="00DA5144" w:rsidP="003D1203">
                            <w:pPr>
                              <w:pStyle w:val="EinfacherAbsatz"/>
                              <w:spacing w:line="260" w:lineRule="auto"/>
                              <w:rPr>
                                <w:rFonts w:ascii="Lucida Sans" w:hAnsi="Lucida Sans" w:cs="Apple Symbols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619B9C2C" w14:textId="7C6A9C76" w:rsidR="00DA5144" w:rsidRDefault="00654555" w:rsidP="00DA5144">
                            <w:pPr>
                              <w:rPr>
                                <w:rFonts w:asciiTheme="majorHAnsi" w:hAnsiTheme="majorHAnsi"/>
                                <w:lang w:val="en-US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lang w:val="en-US"/>
                              </w:rPr>
                              <w:t>August 20</w:t>
                            </w:r>
                            <w:r w:rsidR="00DA5144">
                              <w:rPr>
                                <w:rFonts w:asciiTheme="majorHAnsi" w:hAnsiTheme="majorHAnsi"/>
                                <w:lang w:val="en-US"/>
                              </w:rPr>
                              <w:t>, 2018</w:t>
                            </w:r>
                          </w:p>
                          <w:p w14:paraId="29C32AB6" w14:textId="77777777" w:rsidR="00DA5144" w:rsidRDefault="00DA5144" w:rsidP="00DA5144">
                            <w:pPr>
                              <w:rPr>
                                <w:rFonts w:asciiTheme="majorHAnsi" w:hAnsiTheme="majorHAnsi"/>
                                <w:lang w:val="en-US"/>
                              </w:rPr>
                            </w:pPr>
                          </w:p>
                          <w:p w14:paraId="23C7E3BD" w14:textId="244A5153" w:rsidR="00DA5144" w:rsidRDefault="00DA5144" w:rsidP="00DA5144">
                            <w:pPr>
                              <w:rPr>
                                <w:rFonts w:asciiTheme="majorHAnsi" w:hAnsiTheme="majorHAnsi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asciiTheme="majorHAnsi" w:hAnsiTheme="majorHAnsi"/>
                                <w:lang w:val="en-US"/>
                              </w:rPr>
                              <w:t>JoVE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lang w:val="en-US"/>
                              </w:rPr>
                              <w:t xml:space="preserve"> Editor</w:t>
                            </w:r>
                            <w:r w:rsidR="006E07CF">
                              <w:rPr>
                                <w:rFonts w:asciiTheme="majorHAnsi" w:hAnsiTheme="majorHAnsi"/>
                                <w:lang w:val="en-US"/>
                              </w:rPr>
                              <w:t>s</w:t>
                            </w:r>
                          </w:p>
                          <w:p w14:paraId="71046CE3" w14:textId="51D241A4" w:rsidR="00D059E0" w:rsidRDefault="00D059E0" w:rsidP="00DA5144">
                            <w:pPr>
                              <w:rPr>
                                <w:rFonts w:asciiTheme="majorHAnsi" w:hAnsiTheme="majorHAnsi"/>
                                <w:lang w:val="en-US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lang w:val="en-US"/>
                              </w:rPr>
                              <w:t>Journal of Visualized Experiments (</w:t>
                            </w:r>
                            <w:proofErr w:type="spellStart"/>
                            <w:r>
                              <w:rPr>
                                <w:rFonts w:asciiTheme="majorHAnsi" w:hAnsiTheme="majorHAnsi"/>
                                <w:lang w:val="en-US"/>
                              </w:rPr>
                              <w:t>JoVE</w:t>
                            </w:r>
                            <w:proofErr w:type="spellEnd"/>
                            <w:r>
                              <w:rPr>
                                <w:rFonts w:asciiTheme="majorHAnsi" w:hAnsiTheme="majorHAnsi"/>
                                <w:lang w:val="en-US"/>
                              </w:rPr>
                              <w:t>)</w:t>
                            </w:r>
                          </w:p>
                          <w:p w14:paraId="500D2B7E" w14:textId="521E9ABE" w:rsidR="006E07CF" w:rsidRDefault="006E07CF" w:rsidP="00DA5144">
                            <w:pPr>
                              <w:rPr>
                                <w:rFonts w:asciiTheme="majorHAnsi" w:hAnsiTheme="majorHAnsi"/>
                                <w:lang w:val="en-US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lang w:val="en-US"/>
                              </w:rPr>
                              <w:t>Cambridge MA</w:t>
                            </w:r>
                          </w:p>
                          <w:p w14:paraId="2EE5F91F" w14:textId="2F047083" w:rsidR="00546D72" w:rsidRPr="00B70A37" w:rsidRDefault="00546D72" w:rsidP="003D1203">
                            <w:pPr>
                              <w:pStyle w:val="EinfacherAbsatz"/>
                              <w:spacing w:line="260" w:lineRule="auto"/>
                              <w:rPr>
                                <w:rFonts w:asciiTheme="minorHAnsi" w:hAnsiTheme="minorHAnsi" w:cs="Apple Symbols"/>
                                <w:b/>
                                <w:sz w:val="22"/>
                                <w:szCs w:val="2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8.2pt;margin-top:135.5pt;width:296.5pt;height:14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" filled="f" stroked="f">
                <v:textbox inset=",7.2pt,,7.2pt">
                  <w:txbxContent>
                    <w:p w14:paraId="5B6F61BF" w14:textId="77777777" w:rsidR="00546D72" w:rsidRDefault="00546D72" w:rsidP="003D1203">
                      <w:pPr>
                        <w:pStyle w:val="EinfacherAbsatz"/>
                        <w:spacing w:line="260" w:lineRule="auto"/>
                        <w:rPr>
                          <w:rFonts w:ascii="Lucida Sans" w:hAnsi="Lucida Sans" w:cs="Apple Symbols"/>
                          <w:sz w:val="18"/>
                          <w:szCs w:val="18"/>
                        </w:rPr>
                      </w:pPr>
                    </w:p>
                    <w:p w14:paraId="059B3E6C" w14:textId="236A1EFE" w:rsidR="00DA5144" w:rsidRPr="00B70A37" w:rsidRDefault="00DA5144" w:rsidP="003D1203">
                      <w:pPr>
                        <w:pStyle w:val="EinfacherAbsatz"/>
                        <w:spacing w:line="260" w:lineRule="auto"/>
                        <w:rPr>
                          <w:rFonts w:ascii="Lucida Sans" w:hAnsi="Lucida Sans" w:cs="Apple Symbols"/>
                          <w:sz w:val="18"/>
                          <w:szCs w:val="18"/>
                          <w:lang w:val="en-US"/>
                        </w:rPr>
                      </w:pPr>
                      <w:r w:rsidRPr="00B70A37">
                        <w:rPr>
                          <w:rFonts w:ascii="Lucida Sans" w:hAnsi="Lucida Sans" w:cs="Apple Symbols"/>
                          <w:sz w:val="18"/>
                          <w:szCs w:val="18"/>
                          <w:lang w:val="en-US"/>
                        </w:rPr>
                        <w:t>Kerry Tedford, PhD</w:t>
                      </w:r>
                    </w:p>
                    <w:p w14:paraId="3933AA6D" w14:textId="0E1DDB43" w:rsidR="00DA5144" w:rsidRPr="00B70A37" w:rsidRDefault="00DA5144" w:rsidP="003D1203">
                      <w:pPr>
                        <w:pStyle w:val="EinfacherAbsatz"/>
                        <w:spacing w:line="260" w:lineRule="auto"/>
                        <w:rPr>
                          <w:rFonts w:ascii="Lucida Sans" w:hAnsi="Lucida Sans" w:cs="Apple Symbols"/>
                          <w:sz w:val="18"/>
                          <w:szCs w:val="18"/>
                          <w:lang w:val="en-US"/>
                        </w:rPr>
                      </w:pPr>
                      <w:r w:rsidRPr="00B70A37">
                        <w:rPr>
                          <w:rFonts w:ascii="Lucida Sans" w:hAnsi="Lucida Sans" w:cs="Apple Symbols"/>
                          <w:sz w:val="18"/>
                          <w:szCs w:val="18"/>
                          <w:lang w:val="en-US"/>
                        </w:rPr>
                        <w:t>OVGU, University of Magdeburg</w:t>
                      </w:r>
                    </w:p>
                    <w:p w14:paraId="2FB65E85" w14:textId="77777777" w:rsidR="00DA5144" w:rsidRPr="00B70A37" w:rsidRDefault="00DA5144" w:rsidP="003D1203">
                      <w:pPr>
                        <w:pStyle w:val="EinfacherAbsatz"/>
                        <w:spacing w:line="260" w:lineRule="auto"/>
                        <w:rPr>
                          <w:rFonts w:ascii="Lucida Sans" w:hAnsi="Lucida Sans" w:cs="Apple Symbols"/>
                          <w:sz w:val="18"/>
                          <w:szCs w:val="18"/>
                          <w:lang w:val="en-US"/>
                        </w:rPr>
                      </w:pPr>
                    </w:p>
                    <w:p w14:paraId="0FBCE0A5" w14:textId="77777777" w:rsidR="00DA5144" w:rsidRPr="00B70A37" w:rsidRDefault="00DA5144" w:rsidP="003D1203">
                      <w:pPr>
                        <w:pStyle w:val="EinfacherAbsatz"/>
                        <w:spacing w:line="260" w:lineRule="auto"/>
                        <w:rPr>
                          <w:rFonts w:ascii="Lucida Sans" w:hAnsi="Lucida Sans" w:cs="Apple Symbols"/>
                          <w:sz w:val="18"/>
                          <w:szCs w:val="18"/>
                          <w:lang w:val="en-US"/>
                        </w:rPr>
                      </w:pPr>
                    </w:p>
                    <w:p w14:paraId="619B9C2C" w14:textId="7C6A9C76" w:rsidR="00DA5144" w:rsidRDefault="00654555" w:rsidP="00DA5144">
                      <w:pPr>
                        <w:rPr>
                          <w:rFonts w:asciiTheme="majorHAnsi" w:hAnsiTheme="majorHAnsi"/>
                          <w:lang w:val="en-US"/>
                        </w:rPr>
                      </w:pPr>
                      <w:r>
                        <w:rPr>
                          <w:rFonts w:asciiTheme="majorHAnsi" w:hAnsiTheme="majorHAnsi"/>
                          <w:lang w:val="en-US"/>
                        </w:rPr>
                        <w:t>August 20</w:t>
                      </w:r>
                      <w:r w:rsidR="00DA5144">
                        <w:rPr>
                          <w:rFonts w:asciiTheme="majorHAnsi" w:hAnsiTheme="majorHAnsi"/>
                          <w:lang w:val="en-US"/>
                        </w:rPr>
                        <w:t>, 2018</w:t>
                      </w:r>
                    </w:p>
                    <w:p w14:paraId="29C32AB6" w14:textId="77777777" w:rsidR="00DA5144" w:rsidRDefault="00DA5144" w:rsidP="00DA5144">
                      <w:pPr>
                        <w:rPr>
                          <w:rFonts w:asciiTheme="majorHAnsi" w:hAnsiTheme="majorHAnsi"/>
                          <w:lang w:val="en-US"/>
                        </w:rPr>
                      </w:pPr>
                    </w:p>
                    <w:p w14:paraId="23C7E3BD" w14:textId="244A5153" w:rsidR="00DA5144" w:rsidRDefault="00DA5144" w:rsidP="00DA5144">
                      <w:pPr>
                        <w:rPr>
                          <w:rFonts w:asciiTheme="majorHAnsi" w:hAnsiTheme="majorHAnsi"/>
                          <w:lang w:val="en-US"/>
                        </w:rPr>
                      </w:pPr>
                      <w:proofErr w:type="spellStart"/>
                      <w:r>
                        <w:rPr>
                          <w:rFonts w:asciiTheme="majorHAnsi" w:hAnsiTheme="majorHAnsi"/>
                          <w:lang w:val="en-US"/>
                        </w:rPr>
                        <w:t>JoVE</w:t>
                      </w:r>
                      <w:proofErr w:type="spellEnd"/>
                      <w:r>
                        <w:rPr>
                          <w:rFonts w:asciiTheme="majorHAnsi" w:hAnsiTheme="majorHAnsi"/>
                          <w:lang w:val="en-US"/>
                        </w:rPr>
                        <w:t xml:space="preserve"> Editor</w:t>
                      </w:r>
                      <w:r w:rsidR="006E07CF">
                        <w:rPr>
                          <w:rFonts w:asciiTheme="majorHAnsi" w:hAnsiTheme="majorHAnsi"/>
                          <w:lang w:val="en-US"/>
                        </w:rPr>
                        <w:t>s</w:t>
                      </w:r>
                    </w:p>
                    <w:p w14:paraId="71046CE3" w14:textId="51D241A4" w:rsidR="00D059E0" w:rsidRDefault="00D059E0" w:rsidP="00DA5144">
                      <w:pPr>
                        <w:rPr>
                          <w:rFonts w:asciiTheme="majorHAnsi" w:hAnsiTheme="majorHAnsi"/>
                          <w:lang w:val="en-US"/>
                        </w:rPr>
                      </w:pPr>
                      <w:r>
                        <w:rPr>
                          <w:rFonts w:asciiTheme="majorHAnsi" w:hAnsiTheme="majorHAnsi"/>
                          <w:lang w:val="en-US"/>
                        </w:rPr>
                        <w:t>Journal of Visualized Experiments (</w:t>
                      </w:r>
                      <w:proofErr w:type="spellStart"/>
                      <w:r>
                        <w:rPr>
                          <w:rFonts w:asciiTheme="majorHAnsi" w:hAnsiTheme="majorHAnsi"/>
                          <w:lang w:val="en-US"/>
                        </w:rPr>
                        <w:t>JoVE</w:t>
                      </w:r>
                      <w:proofErr w:type="spellEnd"/>
                      <w:r>
                        <w:rPr>
                          <w:rFonts w:asciiTheme="majorHAnsi" w:hAnsiTheme="majorHAnsi"/>
                          <w:lang w:val="en-US"/>
                        </w:rPr>
                        <w:t>)</w:t>
                      </w:r>
                    </w:p>
                    <w:p w14:paraId="500D2B7E" w14:textId="521E9ABE" w:rsidR="006E07CF" w:rsidRDefault="006E07CF" w:rsidP="00DA5144">
                      <w:pPr>
                        <w:rPr>
                          <w:rFonts w:asciiTheme="majorHAnsi" w:hAnsiTheme="majorHAnsi"/>
                          <w:lang w:val="en-US"/>
                        </w:rPr>
                      </w:pPr>
                      <w:r>
                        <w:rPr>
                          <w:rFonts w:asciiTheme="majorHAnsi" w:hAnsiTheme="majorHAnsi"/>
                          <w:lang w:val="en-US"/>
                        </w:rPr>
                        <w:t>Cambridge MA</w:t>
                      </w:r>
                    </w:p>
                    <w:p w14:paraId="2EE5F91F" w14:textId="2F047083" w:rsidR="00546D72" w:rsidRPr="00B70A37" w:rsidRDefault="00546D72" w:rsidP="003D1203">
                      <w:pPr>
                        <w:pStyle w:val="EinfacherAbsatz"/>
                        <w:spacing w:line="260" w:lineRule="auto"/>
                        <w:rPr>
                          <w:rFonts w:asciiTheme="minorHAnsi" w:hAnsiTheme="minorHAnsi" w:cs="Apple Symbols"/>
                          <w:b/>
                          <w:sz w:val="22"/>
                          <w:szCs w:val="22"/>
                          <w:lang w:val="en-US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406FEC19" w14:textId="77777777" w:rsidR="003D1203" w:rsidRPr="00587793" w:rsidRDefault="008C3BCA" w:rsidP="003D1203">
      <w:pPr>
        <w:pStyle w:val="EinfacherAbsatz"/>
        <w:rPr>
          <w:rFonts w:ascii="Lucida Sans" w:hAnsi="Lucida Sans" w:cs="Apple Symbols"/>
          <w:color w:val="091D39"/>
          <w:sz w:val="11"/>
          <w:szCs w:val="11"/>
        </w:rPr>
      </w:pPr>
      <w:r>
        <w:rPr>
          <w:rFonts w:ascii="Lucida Sans" w:hAnsi="Lucida Sans" w:cs="Apple Symbols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216" behindDoc="0" locked="1" layoutInCell="1" allowOverlap="0" wp14:anchorId="6D0C1849" wp14:editId="13C19C70">
                <wp:simplePos x="0" y="0"/>
                <wp:positionH relativeFrom="page">
                  <wp:posOffset>4606290</wp:posOffset>
                </wp:positionH>
                <wp:positionV relativeFrom="page">
                  <wp:posOffset>1260475</wp:posOffset>
                </wp:positionV>
                <wp:extent cx="2816225" cy="2514600"/>
                <wp:effectExtent l="0" t="0" r="0" b="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16225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C29D56D" w14:textId="77777777" w:rsidR="00546D72" w:rsidRPr="00587793" w:rsidRDefault="00546D72" w:rsidP="003D120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00" w:lineRule="atLeast"/>
                              <w:textAlignment w:val="center"/>
                              <w:rPr>
                                <w:rFonts w:ascii="Lucida Sans" w:hAnsi="Lucida Sans" w:cs="LucidaGrande"/>
                                <w:color w:val="474746"/>
                                <w:sz w:val="14"/>
                                <w:szCs w:val="14"/>
                              </w:rPr>
                            </w:pPr>
                            <w:r w:rsidRPr="00587793">
                              <w:rPr>
                                <w:rFonts w:ascii="Lucida Sans" w:hAnsi="Lucida Sans" w:cs="LucidaGrande-Bold"/>
                                <w:b/>
                                <w:bCs/>
                                <w:color w:val="474746"/>
                                <w:sz w:val="20"/>
                                <w:szCs w:val="20"/>
                              </w:rPr>
                              <w:t>Institut für Bio</w:t>
                            </w:r>
                            <w:r>
                              <w:rPr>
                                <w:rFonts w:ascii="Lucida Sans" w:hAnsi="Lucida Sans" w:cs="LucidaGrande-Bold"/>
                                <w:b/>
                                <w:bCs/>
                                <w:color w:val="474746"/>
                                <w:sz w:val="20"/>
                                <w:szCs w:val="20"/>
                              </w:rPr>
                              <w:t>chemie und Zellbiologie</w:t>
                            </w:r>
                          </w:p>
                          <w:p w14:paraId="5C02DB94" w14:textId="77777777" w:rsidR="00DA5144" w:rsidRDefault="00DA5144" w:rsidP="003D120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00" w:lineRule="atLeast"/>
                              <w:textAlignment w:val="center"/>
                              <w:rPr>
                                <w:rFonts w:ascii="Lucida Sans" w:hAnsi="Lucida Sans" w:cs="LucidaGrande-Bold"/>
                                <w:b/>
                                <w:bCs/>
                                <w:color w:val="474746"/>
                                <w:sz w:val="14"/>
                                <w:szCs w:val="14"/>
                              </w:rPr>
                            </w:pPr>
                          </w:p>
                          <w:p w14:paraId="054C191C" w14:textId="77777777" w:rsidR="00546D72" w:rsidRPr="00B11B51" w:rsidRDefault="00546D72" w:rsidP="003D120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00" w:lineRule="atLeast"/>
                              <w:textAlignment w:val="center"/>
                              <w:rPr>
                                <w:rFonts w:ascii="Lucida Sans" w:hAnsi="Lucida Sans" w:cs="Lucida Grande"/>
                                <w:color w:val="002D5C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Lucida Sans" w:hAnsi="Lucida Sans" w:cs="Lucida Grande"/>
                                <w:b/>
                                <w:bCs/>
                                <w:color w:val="002D5C"/>
                                <w:sz w:val="14"/>
                                <w:szCs w:val="14"/>
                              </w:rPr>
                              <w:t>Prof. Dr. Klaus-Dieter Fischer</w:t>
                            </w:r>
                            <w:r w:rsidRPr="00B11B51">
                              <w:rPr>
                                <w:rFonts w:ascii="Lucida Sans" w:hAnsi="Lucida Sans" w:cs="Lucida Grande"/>
                                <w:b/>
                                <w:bCs/>
                                <w:color w:val="002D5C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536BF208" w14:textId="77777777" w:rsidR="00546D72" w:rsidRPr="00587793" w:rsidRDefault="00546D72" w:rsidP="003D120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200" w:line="200" w:lineRule="atLeast"/>
                              <w:textAlignment w:val="center"/>
                              <w:rPr>
                                <w:rFonts w:ascii="Lucida Sans" w:hAnsi="Lucida Sans" w:cs="Lucida Grande"/>
                                <w:color w:val="474746"/>
                                <w:sz w:val="14"/>
                                <w:szCs w:val="14"/>
                              </w:rPr>
                            </w:pPr>
                            <w:r w:rsidRPr="00587793">
                              <w:rPr>
                                <w:rFonts w:ascii="Lucida Sans" w:hAnsi="Lucida Sans" w:cs="Lucida Grande"/>
                                <w:color w:val="474746"/>
                                <w:sz w:val="14"/>
                                <w:szCs w:val="14"/>
                              </w:rPr>
                              <w:t xml:space="preserve">Direktor </w:t>
                            </w:r>
                          </w:p>
                          <w:p w14:paraId="6F30F2D9" w14:textId="1990406E" w:rsidR="00546D72" w:rsidRDefault="00546D72" w:rsidP="003D120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00" w:lineRule="atLeast"/>
                              <w:textAlignment w:val="center"/>
                              <w:rPr>
                                <w:rFonts w:ascii="Lucida Sans" w:hAnsi="Lucida Sans" w:cs="LucidaGrande"/>
                                <w:color w:val="474746"/>
                                <w:sz w:val="14"/>
                                <w:szCs w:val="14"/>
                              </w:rPr>
                            </w:pPr>
                            <w:r w:rsidRPr="00587793">
                              <w:rPr>
                                <w:rFonts w:ascii="Lucida Sans" w:hAnsi="Lucida Sans" w:cs="LucidaGrande"/>
                                <w:color w:val="474746"/>
                                <w:sz w:val="14"/>
                                <w:szCs w:val="14"/>
                              </w:rPr>
                              <w:t>Otto-von-Guericke-Universität</w:t>
                            </w:r>
                            <w:r w:rsidR="00DA5144">
                              <w:rPr>
                                <w:rFonts w:ascii="Lucida Sans" w:hAnsi="Lucida Sans" w:cs="LucidaGrande"/>
                                <w:color w:val="474746"/>
                                <w:sz w:val="14"/>
                                <w:szCs w:val="14"/>
                              </w:rPr>
                              <w:t xml:space="preserve"> (OVGU)</w:t>
                            </w:r>
                          </w:p>
                          <w:p w14:paraId="46788B99" w14:textId="4E047940" w:rsidR="00DA5144" w:rsidRPr="00587793" w:rsidRDefault="00DA5144" w:rsidP="003D120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00" w:lineRule="atLeast"/>
                              <w:textAlignment w:val="center"/>
                              <w:rPr>
                                <w:rFonts w:ascii="Lucida Sans" w:hAnsi="Lucida Sans" w:cs="LucidaGrande"/>
                                <w:color w:val="474746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Lucida Sans" w:hAnsi="Lucida Sans" w:cs="LucidaGrande"/>
                                <w:color w:val="474746"/>
                                <w:sz w:val="14"/>
                                <w:szCs w:val="14"/>
                              </w:rPr>
                              <w:t xml:space="preserve">University </w:t>
                            </w:r>
                            <w:proofErr w:type="spellStart"/>
                            <w:r>
                              <w:rPr>
                                <w:rFonts w:ascii="Lucida Sans" w:hAnsi="Lucida Sans" w:cs="LucidaGrande"/>
                                <w:color w:val="474746"/>
                                <w:sz w:val="14"/>
                                <w:szCs w:val="14"/>
                              </w:rPr>
                              <w:t>of</w:t>
                            </w:r>
                            <w:proofErr w:type="spellEnd"/>
                            <w:r>
                              <w:rPr>
                                <w:rFonts w:ascii="Lucida Sans" w:hAnsi="Lucida Sans" w:cs="LucidaGrande"/>
                                <w:color w:val="474746"/>
                                <w:sz w:val="14"/>
                                <w:szCs w:val="14"/>
                              </w:rPr>
                              <w:t xml:space="preserve"> Magdeburg</w:t>
                            </w:r>
                          </w:p>
                          <w:p w14:paraId="43E155C9" w14:textId="77777777" w:rsidR="00546D72" w:rsidRPr="00587793" w:rsidRDefault="00546D72" w:rsidP="003D120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00" w:lineRule="atLeast"/>
                              <w:textAlignment w:val="center"/>
                              <w:rPr>
                                <w:rFonts w:ascii="Lucida Sans" w:hAnsi="Lucida Sans" w:cs="LucidaGrande"/>
                                <w:color w:val="474746"/>
                                <w:sz w:val="14"/>
                                <w:szCs w:val="14"/>
                              </w:rPr>
                            </w:pPr>
                            <w:r w:rsidRPr="00587793">
                              <w:rPr>
                                <w:rFonts w:ascii="Lucida Sans" w:hAnsi="Lucida Sans" w:cs="LucidaGrande"/>
                                <w:color w:val="474746"/>
                                <w:sz w:val="14"/>
                                <w:szCs w:val="14"/>
                              </w:rPr>
                              <w:t>Medizinische Fakultät</w:t>
                            </w:r>
                          </w:p>
                          <w:p w14:paraId="36A4C9AD" w14:textId="77777777" w:rsidR="00546D72" w:rsidRDefault="00546D72" w:rsidP="003D120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00" w:lineRule="atLeast"/>
                              <w:textAlignment w:val="center"/>
                              <w:rPr>
                                <w:rFonts w:ascii="Lucida Sans" w:hAnsi="Lucida Sans" w:cs="LucidaGrande"/>
                                <w:color w:val="474746"/>
                                <w:sz w:val="14"/>
                                <w:szCs w:val="14"/>
                              </w:rPr>
                            </w:pPr>
                            <w:r w:rsidRPr="00587793">
                              <w:rPr>
                                <w:rFonts w:ascii="Lucida Sans" w:hAnsi="Lucida Sans" w:cs="LucidaGrande"/>
                                <w:color w:val="474746"/>
                                <w:sz w:val="14"/>
                                <w:szCs w:val="14"/>
                              </w:rPr>
                              <w:t>Leipziger Str. 44</w:t>
                            </w:r>
                          </w:p>
                          <w:p w14:paraId="6AD9BA87" w14:textId="77777777" w:rsidR="00546D72" w:rsidRPr="00587793" w:rsidRDefault="00546D72" w:rsidP="003D120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00" w:lineRule="atLeast"/>
                              <w:textAlignment w:val="center"/>
                              <w:rPr>
                                <w:rFonts w:ascii="Lucida Sans" w:hAnsi="Lucida Sans" w:cs="LucidaGrande"/>
                                <w:color w:val="474746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Lucida Sans" w:hAnsi="Lucida Sans" w:cs="LucidaGrande"/>
                                <w:color w:val="474746"/>
                                <w:sz w:val="14"/>
                                <w:szCs w:val="14"/>
                              </w:rPr>
                              <w:t>Haus 1</w:t>
                            </w:r>
                          </w:p>
                          <w:p w14:paraId="3DD5AE3A" w14:textId="77777777" w:rsidR="00546D72" w:rsidRPr="00587793" w:rsidRDefault="00546D72" w:rsidP="003D120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00" w:lineRule="atLeast"/>
                              <w:textAlignment w:val="center"/>
                              <w:rPr>
                                <w:rFonts w:ascii="Lucida Sans" w:hAnsi="Lucida Sans" w:cs="LucidaGrande"/>
                                <w:color w:val="474746"/>
                                <w:sz w:val="14"/>
                                <w:szCs w:val="14"/>
                              </w:rPr>
                            </w:pPr>
                            <w:r w:rsidRPr="00587793">
                              <w:rPr>
                                <w:rFonts w:ascii="Lucida Sans" w:hAnsi="Lucida Sans" w:cs="LucidaGrande"/>
                                <w:color w:val="474746"/>
                                <w:sz w:val="14"/>
                                <w:szCs w:val="14"/>
                              </w:rPr>
                              <w:t>39120 Magdeburg</w:t>
                            </w:r>
                          </w:p>
                          <w:p w14:paraId="4989B12D" w14:textId="77777777" w:rsidR="00546D72" w:rsidRPr="00587793" w:rsidRDefault="00546D72" w:rsidP="003D120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00" w:lineRule="atLeast"/>
                              <w:textAlignment w:val="center"/>
                              <w:rPr>
                                <w:rFonts w:ascii="Lucida Sans" w:hAnsi="Lucida Sans" w:cs="LucidaGrande"/>
                                <w:color w:val="474746"/>
                                <w:sz w:val="14"/>
                                <w:szCs w:val="14"/>
                              </w:rPr>
                            </w:pPr>
                          </w:p>
                          <w:p w14:paraId="425ED77A" w14:textId="77777777" w:rsidR="00546D72" w:rsidRPr="00587793" w:rsidRDefault="00546D72" w:rsidP="003D120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00" w:lineRule="atLeast"/>
                              <w:textAlignment w:val="center"/>
                              <w:rPr>
                                <w:rFonts w:ascii="Lucida Sans" w:hAnsi="Lucida Sans" w:cs="LucidaGrande"/>
                                <w:color w:val="474746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Lucida Sans" w:hAnsi="Lucida Sans" w:cs="LucidaGrande"/>
                                <w:color w:val="474746"/>
                                <w:sz w:val="14"/>
                                <w:szCs w:val="14"/>
                              </w:rPr>
                              <w:t>Telefon: +49 391 67-14276</w:t>
                            </w:r>
                          </w:p>
                          <w:p w14:paraId="4B7D2BC7" w14:textId="77777777" w:rsidR="00546D72" w:rsidRPr="00587793" w:rsidRDefault="00546D72" w:rsidP="003D120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00" w:lineRule="atLeast"/>
                              <w:textAlignment w:val="center"/>
                              <w:rPr>
                                <w:rFonts w:ascii="Lucida Sans" w:hAnsi="Lucida Sans" w:cs="LucidaGrande"/>
                                <w:color w:val="474746"/>
                                <w:sz w:val="14"/>
                                <w:szCs w:val="14"/>
                              </w:rPr>
                            </w:pPr>
                            <w:r w:rsidRPr="00587793">
                              <w:rPr>
                                <w:rFonts w:ascii="Lucida Sans" w:hAnsi="Lucida Sans" w:cs="LucidaGrande"/>
                                <w:color w:val="474746"/>
                                <w:sz w:val="14"/>
                                <w:szCs w:val="14"/>
                              </w:rPr>
                              <w:t xml:space="preserve">Telefax: +49 391 </w:t>
                            </w:r>
                            <w:r>
                              <w:rPr>
                                <w:rFonts w:ascii="Lucida Sans" w:hAnsi="Lucida Sans" w:cs="LucidaGrande"/>
                                <w:color w:val="474746"/>
                                <w:sz w:val="14"/>
                                <w:szCs w:val="14"/>
                              </w:rPr>
                              <w:t>67-14365</w:t>
                            </w:r>
                          </w:p>
                          <w:p w14:paraId="1C053D93" w14:textId="77777777" w:rsidR="00546D72" w:rsidRPr="00587793" w:rsidRDefault="00546D72" w:rsidP="003D120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00" w:lineRule="atLeast"/>
                              <w:textAlignment w:val="center"/>
                              <w:rPr>
                                <w:rFonts w:ascii="Lucida Sans" w:hAnsi="Lucida Sans" w:cs="LucidaGrande"/>
                                <w:color w:val="474746"/>
                                <w:sz w:val="14"/>
                                <w:szCs w:val="14"/>
                              </w:rPr>
                            </w:pPr>
                          </w:p>
                          <w:p w14:paraId="1017E06F" w14:textId="77777777" w:rsidR="00546D72" w:rsidRPr="00587793" w:rsidRDefault="00546D72" w:rsidP="003D120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00" w:lineRule="atLeast"/>
                              <w:textAlignment w:val="center"/>
                              <w:rPr>
                                <w:rFonts w:ascii="Lucida Sans" w:hAnsi="Lucida Sans" w:cs="LucidaGrande"/>
                                <w:color w:val="474746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Lucida Sans" w:hAnsi="Lucida Sans" w:cs="LucidaGrande"/>
                                <w:color w:val="474746"/>
                                <w:sz w:val="14"/>
                                <w:szCs w:val="14"/>
                              </w:rPr>
                              <w:t>klaus.fischer</w:t>
                            </w:r>
                            <w:r w:rsidRPr="00587793">
                              <w:rPr>
                                <w:rFonts w:ascii="Lucida Sans" w:hAnsi="Lucida Sans" w:cs="LucidaGrande"/>
                                <w:color w:val="474746"/>
                                <w:sz w:val="14"/>
                                <w:szCs w:val="14"/>
                              </w:rPr>
                              <w:t xml:space="preserve">@med.ovgu.de </w:t>
                            </w:r>
                          </w:p>
                          <w:p w14:paraId="7F09C65B" w14:textId="77777777" w:rsidR="00546D72" w:rsidRPr="00107A7D" w:rsidRDefault="00546D72" w:rsidP="00777C0C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line="200" w:lineRule="atLeast"/>
                              <w:textAlignment w:val="center"/>
                              <w:rPr>
                                <w:rFonts w:ascii="Lucida Sans" w:hAnsi="Lucida Sans" w:cs="LucidaGrande-Bold"/>
                                <w:b/>
                                <w:bCs/>
                                <w:color w:val="002D5C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Lucida Sans" w:hAnsi="Lucida Sans" w:cs="LucidaGrande-Bold"/>
                                <w:b/>
                                <w:bCs/>
                                <w:color w:val="002D5C"/>
                                <w:sz w:val="12"/>
                                <w:szCs w:val="12"/>
                              </w:rPr>
                              <w:t>http://www.med.uni-</w:t>
                            </w:r>
                            <w:r w:rsidRPr="00107A7D">
                              <w:rPr>
                                <w:rFonts w:ascii="Lucida Sans" w:hAnsi="Lucida Sans" w:cs="LucidaGrande-Bold"/>
                                <w:b/>
                                <w:bCs/>
                                <w:color w:val="002D5C"/>
                                <w:sz w:val="12"/>
                                <w:szCs w:val="12"/>
                              </w:rPr>
                              <w:t>magdeburg.de/ibz/</w:t>
                            </w:r>
                            <w:r>
                              <w:rPr>
                                <w:rFonts w:ascii="Lucida Sans" w:hAnsi="Lucida Sans" w:cs="LucidaGrande-Bold"/>
                                <w:b/>
                                <w:bCs/>
                                <w:color w:val="002D5C"/>
                                <w:sz w:val="12"/>
                                <w:szCs w:val="12"/>
                              </w:rPr>
                              <w:br/>
                            </w:r>
                            <w:r w:rsidRPr="00107A7D">
                              <w:rPr>
                                <w:rFonts w:ascii="Lucida Sans" w:hAnsi="Lucida Sans" w:cs="LucidaGrande-Bold"/>
                                <w:b/>
                                <w:bCs/>
                                <w:color w:val="002D5C"/>
                                <w:sz w:val="12"/>
                                <w:szCs w:val="12"/>
                              </w:rPr>
                              <w:t>Institut+für+Biochemie+und+Zellbiologie.html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>
            <w:pict>
              <v:shape id="Textfeld 5" o:spid="_x0000_s1027" type="#_x0000_t202" style="position:absolute;margin-left:362.7pt;margin-top:99.25pt;width:221.75pt;height:198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" o:allowoverlap="f" filled="f" stroked="f">
                <v:path arrowok="t"/>
                <v:textbox>
                  <w:txbxContent>
                    <w:p w14:paraId="6C29D56D" w14:textId="77777777" w:rsidR="00546D72" w:rsidRPr="00587793" w:rsidRDefault="00546D72" w:rsidP="003D120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00" w:lineRule="atLeast"/>
                        <w:textAlignment w:val="center"/>
                        <w:rPr>
                          <w:rFonts w:ascii="Lucida Sans" w:hAnsi="Lucida Sans" w:cs="LucidaGrande"/>
                          <w:color w:val="474746"/>
                          <w:sz w:val="14"/>
                          <w:szCs w:val="14"/>
                        </w:rPr>
                      </w:pPr>
                      <w:r w:rsidRPr="00587793">
                        <w:rPr>
                          <w:rFonts w:ascii="Lucida Sans" w:hAnsi="Lucida Sans" w:cs="LucidaGrande-Bold"/>
                          <w:b/>
                          <w:bCs/>
                          <w:color w:val="474746"/>
                          <w:sz w:val="20"/>
                          <w:szCs w:val="20"/>
                        </w:rPr>
                        <w:t>Institut für Bio</w:t>
                      </w:r>
                      <w:r>
                        <w:rPr>
                          <w:rFonts w:ascii="Lucida Sans" w:hAnsi="Lucida Sans" w:cs="LucidaGrande-Bold"/>
                          <w:b/>
                          <w:bCs/>
                          <w:color w:val="474746"/>
                          <w:sz w:val="20"/>
                          <w:szCs w:val="20"/>
                        </w:rPr>
                        <w:t>chemie und Zellbiologie</w:t>
                      </w:r>
                    </w:p>
                    <w:p w14:paraId="5C02DB94" w14:textId="77777777" w:rsidR="00DA5144" w:rsidRDefault="00DA5144" w:rsidP="003D120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00" w:lineRule="atLeast"/>
                        <w:textAlignment w:val="center"/>
                        <w:rPr>
                          <w:rFonts w:ascii="Lucida Sans" w:hAnsi="Lucida Sans" w:cs="LucidaGrande-Bold"/>
                          <w:b/>
                          <w:bCs/>
                          <w:color w:val="474746"/>
                          <w:sz w:val="14"/>
                          <w:szCs w:val="14"/>
                        </w:rPr>
                      </w:pPr>
                    </w:p>
                    <w:p w14:paraId="054C191C" w14:textId="77777777" w:rsidR="00546D72" w:rsidRPr="00B11B51" w:rsidRDefault="00546D72" w:rsidP="003D120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00" w:lineRule="atLeast"/>
                        <w:textAlignment w:val="center"/>
                        <w:rPr>
                          <w:rFonts w:ascii="Lucida Sans" w:hAnsi="Lucida Sans" w:cs="Lucida Grande"/>
                          <w:color w:val="002D5C"/>
                          <w:sz w:val="14"/>
                          <w:szCs w:val="14"/>
                        </w:rPr>
                      </w:pPr>
                      <w:r>
                        <w:rPr>
                          <w:rFonts w:ascii="Lucida Sans" w:hAnsi="Lucida Sans" w:cs="Lucida Grande"/>
                          <w:b/>
                          <w:bCs/>
                          <w:color w:val="002D5C"/>
                          <w:sz w:val="14"/>
                          <w:szCs w:val="14"/>
                        </w:rPr>
                        <w:t>Prof. Dr. Klaus-Dieter Fischer</w:t>
                      </w:r>
                      <w:r w:rsidRPr="00B11B51">
                        <w:rPr>
                          <w:rFonts w:ascii="Lucida Sans" w:hAnsi="Lucida Sans" w:cs="Lucida Grande"/>
                          <w:b/>
                          <w:bCs/>
                          <w:color w:val="002D5C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536BF208" w14:textId="77777777" w:rsidR="00546D72" w:rsidRPr="00587793" w:rsidRDefault="00546D72" w:rsidP="003D1203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200" w:line="200" w:lineRule="atLeast"/>
                        <w:textAlignment w:val="center"/>
                        <w:rPr>
                          <w:rFonts w:ascii="Lucida Sans" w:hAnsi="Lucida Sans" w:cs="Lucida Grande"/>
                          <w:color w:val="474746"/>
                          <w:sz w:val="14"/>
                          <w:szCs w:val="14"/>
                        </w:rPr>
                      </w:pPr>
                      <w:r w:rsidRPr="00587793">
                        <w:rPr>
                          <w:rFonts w:ascii="Lucida Sans" w:hAnsi="Lucida Sans" w:cs="Lucida Grande"/>
                          <w:color w:val="474746"/>
                          <w:sz w:val="14"/>
                          <w:szCs w:val="14"/>
                        </w:rPr>
                        <w:t xml:space="preserve">Direktor </w:t>
                      </w:r>
                    </w:p>
                    <w:p w14:paraId="6F30F2D9" w14:textId="1990406E" w:rsidR="00546D72" w:rsidRDefault="00546D72" w:rsidP="003D120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00" w:lineRule="atLeast"/>
                        <w:textAlignment w:val="center"/>
                        <w:rPr>
                          <w:rFonts w:ascii="Lucida Sans" w:hAnsi="Lucida Sans" w:cs="LucidaGrande"/>
                          <w:color w:val="474746"/>
                          <w:sz w:val="14"/>
                          <w:szCs w:val="14"/>
                        </w:rPr>
                      </w:pPr>
                      <w:r w:rsidRPr="00587793">
                        <w:rPr>
                          <w:rFonts w:ascii="Lucida Sans" w:hAnsi="Lucida Sans" w:cs="LucidaGrande"/>
                          <w:color w:val="474746"/>
                          <w:sz w:val="14"/>
                          <w:szCs w:val="14"/>
                        </w:rPr>
                        <w:t>Otto-von-Guericke-Universität</w:t>
                      </w:r>
                      <w:r w:rsidR="00DA5144">
                        <w:rPr>
                          <w:rFonts w:ascii="Lucida Sans" w:hAnsi="Lucida Sans" w:cs="LucidaGrande"/>
                          <w:color w:val="474746"/>
                          <w:sz w:val="14"/>
                          <w:szCs w:val="14"/>
                        </w:rPr>
                        <w:t xml:space="preserve"> (OVGU)</w:t>
                      </w:r>
                    </w:p>
                    <w:p w14:paraId="46788B99" w14:textId="4E047940" w:rsidR="00DA5144" w:rsidRPr="00587793" w:rsidRDefault="00DA5144" w:rsidP="003D120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00" w:lineRule="atLeast"/>
                        <w:textAlignment w:val="center"/>
                        <w:rPr>
                          <w:rFonts w:ascii="Lucida Sans" w:hAnsi="Lucida Sans" w:cs="LucidaGrande"/>
                          <w:color w:val="474746"/>
                          <w:sz w:val="14"/>
                          <w:szCs w:val="14"/>
                        </w:rPr>
                      </w:pPr>
                      <w:r>
                        <w:rPr>
                          <w:rFonts w:ascii="Lucida Sans" w:hAnsi="Lucida Sans" w:cs="LucidaGrande"/>
                          <w:color w:val="474746"/>
                          <w:sz w:val="14"/>
                          <w:szCs w:val="14"/>
                        </w:rPr>
                        <w:t xml:space="preserve">University </w:t>
                      </w:r>
                      <w:proofErr w:type="spellStart"/>
                      <w:r>
                        <w:rPr>
                          <w:rFonts w:ascii="Lucida Sans" w:hAnsi="Lucida Sans" w:cs="LucidaGrande"/>
                          <w:color w:val="474746"/>
                          <w:sz w:val="14"/>
                          <w:szCs w:val="14"/>
                        </w:rPr>
                        <w:t>of</w:t>
                      </w:r>
                      <w:proofErr w:type="spellEnd"/>
                      <w:r>
                        <w:rPr>
                          <w:rFonts w:ascii="Lucida Sans" w:hAnsi="Lucida Sans" w:cs="LucidaGrande"/>
                          <w:color w:val="474746"/>
                          <w:sz w:val="14"/>
                          <w:szCs w:val="14"/>
                        </w:rPr>
                        <w:t xml:space="preserve"> Magdeburg</w:t>
                      </w:r>
                    </w:p>
                    <w:p w14:paraId="43E155C9" w14:textId="77777777" w:rsidR="00546D72" w:rsidRPr="00587793" w:rsidRDefault="00546D72" w:rsidP="003D120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00" w:lineRule="atLeast"/>
                        <w:textAlignment w:val="center"/>
                        <w:rPr>
                          <w:rFonts w:ascii="Lucida Sans" w:hAnsi="Lucida Sans" w:cs="LucidaGrande"/>
                          <w:color w:val="474746"/>
                          <w:sz w:val="14"/>
                          <w:szCs w:val="14"/>
                        </w:rPr>
                      </w:pPr>
                      <w:r w:rsidRPr="00587793">
                        <w:rPr>
                          <w:rFonts w:ascii="Lucida Sans" w:hAnsi="Lucida Sans" w:cs="LucidaGrande"/>
                          <w:color w:val="474746"/>
                          <w:sz w:val="14"/>
                          <w:szCs w:val="14"/>
                        </w:rPr>
                        <w:t>Medizinische Fakultät</w:t>
                      </w:r>
                    </w:p>
                    <w:p w14:paraId="36A4C9AD" w14:textId="77777777" w:rsidR="00546D72" w:rsidRDefault="00546D72" w:rsidP="003D120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00" w:lineRule="atLeast"/>
                        <w:textAlignment w:val="center"/>
                        <w:rPr>
                          <w:rFonts w:ascii="Lucida Sans" w:hAnsi="Lucida Sans" w:cs="LucidaGrande"/>
                          <w:color w:val="474746"/>
                          <w:sz w:val="14"/>
                          <w:szCs w:val="14"/>
                        </w:rPr>
                      </w:pPr>
                      <w:r w:rsidRPr="00587793">
                        <w:rPr>
                          <w:rFonts w:ascii="Lucida Sans" w:hAnsi="Lucida Sans" w:cs="LucidaGrande"/>
                          <w:color w:val="474746"/>
                          <w:sz w:val="14"/>
                          <w:szCs w:val="14"/>
                        </w:rPr>
                        <w:t>Leipziger Str. 44</w:t>
                      </w:r>
                    </w:p>
                    <w:p w14:paraId="6AD9BA87" w14:textId="77777777" w:rsidR="00546D72" w:rsidRPr="00587793" w:rsidRDefault="00546D72" w:rsidP="003D120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00" w:lineRule="atLeast"/>
                        <w:textAlignment w:val="center"/>
                        <w:rPr>
                          <w:rFonts w:ascii="Lucida Sans" w:hAnsi="Lucida Sans" w:cs="LucidaGrande"/>
                          <w:color w:val="474746"/>
                          <w:sz w:val="14"/>
                          <w:szCs w:val="14"/>
                        </w:rPr>
                      </w:pPr>
                      <w:r>
                        <w:rPr>
                          <w:rFonts w:ascii="Lucida Sans" w:hAnsi="Lucida Sans" w:cs="LucidaGrande"/>
                          <w:color w:val="474746"/>
                          <w:sz w:val="14"/>
                          <w:szCs w:val="14"/>
                        </w:rPr>
                        <w:t>Haus 1</w:t>
                      </w:r>
                    </w:p>
                    <w:p w14:paraId="3DD5AE3A" w14:textId="77777777" w:rsidR="00546D72" w:rsidRPr="00587793" w:rsidRDefault="00546D72" w:rsidP="003D120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00" w:lineRule="atLeast"/>
                        <w:textAlignment w:val="center"/>
                        <w:rPr>
                          <w:rFonts w:ascii="Lucida Sans" w:hAnsi="Lucida Sans" w:cs="LucidaGrande"/>
                          <w:color w:val="474746"/>
                          <w:sz w:val="14"/>
                          <w:szCs w:val="14"/>
                        </w:rPr>
                      </w:pPr>
                      <w:r w:rsidRPr="00587793">
                        <w:rPr>
                          <w:rFonts w:ascii="Lucida Sans" w:hAnsi="Lucida Sans" w:cs="LucidaGrande"/>
                          <w:color w:val="474746"/>
                          <w:sz w:val="14"/>
                          <w:szCs w:val="14"/>
                        </w:rPr>
                        <w:t>39120 Magdeburg</w:t>
                      </w:r>
                    </w:p>
                    <w:p w14:paraId="4989B12D" w14:textId="77777777" w:rsidR="00546D72" w:rsidRPr="00587793" w:rsidRDefault="00546D72" w:rsidP="003D120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00" w:lineRule="atLeast"/>
                        <w:textAlignment w:val="center"/>
                        <w:rPr>
                          <w:rFonts w:ascii="Lucida Sans" w:hAnsi="Lucida Sans" w:cs="LucidaGrande"/>
                          <w:color w:val="474746"/>
                          <w:sz w:val="14"/>
                          <w:szCs w:val="14"/>
                        </w:rPr>
                      </w:pPr>
                    </w:p>
                    <w:p w14:paraId="425ED77A" w14:textId="77777777" w:rsidR="00546D72" w:rsidRPr="00587793" w:rsidRDefault="00546D72" w:rsidP="003D120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00" w:lineRule="atLeast"/>
                        <w:textAlignment w:val="center"/>
                        <w:rPr>
                          <w:rFonts w:ascii="Lucida Sans" w:hAnsi="Lucida Sans" w:cs="LucidaGrande"/>
                          <w:color w:val="474746"/>
                          <w:sz w:val="14"/>
                          <w:szCs w:val="14"/>
                        </w:rPr>
                      </w:pPr>
                      <w:r>
                        <w:rPr>
                          <w:rFonts w:ascii="Lucida Sans" w:hAnsi="Lucida Sans" w:cs="LucidaGrande"/>
                          <w:color w:val="474746"/>
                          <w:sz w:val="14"/>
                          <w:szCs w:val="14"/>
                        </w:rPr>
                        <w:t>Telefon: +49 391 67-14276</w:t>
                      </w:r>
                    </w:p>
                    <w:p w14:paraId="4B7D2BC7" w14:textId="77777777" w:rsidR="00546D72" w:rsidRPr="00587793" w:rsidRDefault="00546D72" w:rsidP="003D120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00" w:lineRule="atLeast"/>
                        <w:textAlignment w:val="center"/>
                        <w:rPr>
                          <w:rFonts w:ascii="Lucida Sans" w:hAnsi="Lucida Sans" w:cs="LucidaGrande"/>
                          <w:color w:val="474746"/>
                          <w:sz w:val="14"/>
                          <w:szCs w:val="14"/>
                        </w:rPr>
                      </w:pPr>
                      <w:r w:rsidRPr="00587793">
                        <w:rPr>
                          <w:rFonts w:ascii="Lucida Sans" w:hAnsi="Lucida Sans" w:cs="LucidaGrande"/>
                          <w:color w:val="474746"/>
                          <w:sz w:val="14"/>
                          <w:szCs w:val="14"/>
                        </w:rPr>
                        <w:t xml:space="preserve">Telefax: +49 391 </w:t>
                      </w:r>
                      <w:r>
                        <w:rPr>
                          <w:rFonts w:ascii="Lucida Sans" w:hAnsi="Lucida Sans" w:cs="LucidaGrande"/>
                          <w:color w:val="474746"/>
                          <w:sz w:val="14"/>
                          <w:szCs w:val="14"/>
                        </w:rPr>
                        <w:t>67-14365</w:t>
                      </w:r>
                    </w:p>
                    <w:p w14:paraId="1C053D93" w14:textId="77777777" w:rsidR="00546D72" w:rsidRPr="00587793" w:rsidRDefault="00546D72" w:rsidP="003D120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00" w:lineRule="atLeast"/>
                        <w:textAlignment w:val="center"/>
                        <w:rPr>
                          <w:rFonts w:ascii="Lucida Sans" w:hAnsi="Lucida Sans" w:cs="LucidaGrande"/>
                          <w:color w:val="474746"/>
                          <w:sz w:val="14"/>
                          <w:szCs w:val="14"/>
                        </w:rPr>
                      </w:pPr>
                    </w:p>
                    <w:p w14:paraId="1017E06F" w14:textId="77777777" w:rsidR="00546D72" w:rsidRPr="00587793" w:rsidRDefault="00546D72" w:rsidP="003D1203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00" w:lineRule="atLeast"/>
                        <w:textAlignment w:val="center"/>
                        <w:rPr>
                          <w:rFonts w:ascii="Lucida Sans" w:hAnsi="Lucida Sans" w:cs="LucidaGrande"/>
                          <w:color w:val="474746"/>
                          <w:sz w:val="14"/>
                          <w:szCs w:val="14"/>
                        </w:rPr>
                      </w:pPr>
                      <w:r>
                        <w:rPr>
                          <w:rFonts w:ascii="Lucida Sans" w:hAnsi="Lucida Sans" w:cs="LucidaGrande"/>
                          <w:color w:val="474746"/>
                          <w:sz w:val="14"/>
                          <w:szCs w:val="14"/>
                        </w:rPr>
                        <w:t>klaus.fischer</w:t>
                      </w:r>
                      <w:r w:rsidRPr="00587793">
                        <w:rPr>
                          <w:rFonts w:ascii="Lucida Sans" w:hAnsi="Lucida Sans" w:cs="LucidaGrande"/>
                          <w:color w:val="474746"/>
                          <w:sz w:val="14"/>
                          <w:szCs w:val="14"/>
                        </w:rPr>
                        <w:t xml:space="preserve">@med.ovgu.de </w:t>
                      </w:r>
                    </w:p>
                    <w:p w14:paraId="7F09C65B" w14:textId="77777777" w:rsidR="00546D72" w:rsidRPr="00107A7D" w:rsidRDefault="00546D72" w:rsidP="00777C0C">
                      <w:pPr>
                        <w:widowControl w:val="0"/>
                        <w:autoSpaceDE w:val="0"/>
                        <w:autoSpaceDN w:val="0"/>
                        <w:adjustRightInd w:val="0"/>
                        <w:spacing w:line="200" w:lineRule="atLeast"/>
                        <w:textAlignment w:val="center"/>
                        <w:rPr>
                          <w:rFonts w:ascii="Lucida Sans" w:hAnsi="Lucida Sans" w:cs="LucidaGrande-Bold"/>
                          <w:b/>
                          <w:bCs/>
                          <w:color w:val="002D5C"/>
                          <w:sz w:val="12"/>
                          <w:szCs w:val="12"/>
                        </w:rPr>
                      </w:pPr>
                      <w:r>
                        <w:rPr>
                          <w:rFonts w:ascii="Lucida Sans" w:hAnsi="Lucida Sans" w:cs="LucidaGrande-Bold"/>
                          <w:b/>
                          <w:bCs/>
                          <w:color w:val="002D5C"/>
                          <w:sz w:val="12"/>
                          <w:szCs w:val="12"/>
                        </w:rPr>
                        <w:t>http://www.med.uni-</w:t>
                      </w:r>
                      <w:r w:rsidRPr="00107A7D">
                        <w:rPr>
                          <w:rFonts w:ascii="Lucida Sans" w:hAnsi="Lucida Sans" w:cs="LucidaGrande-Bold"/>
                          <w:b/>
                          <w:bCs/>
                          <w:color w:val="002D5C"/>
                          <w:sz w:val="12"/>
                          <w:szCs w:val="12"/>
                        </w:rPr>
                        <w:t>magdeburg.de/ibz/</w:t>
                      </w:r>
                      <w:r>
                        <w:rPr>
                          <w:rFonts w:ascii="Lucida Sans" w:hAnsi="Lucida Sans" w:cs="LucidaGrande-Bold"/>
                          <w:b/>
                          <w:bCs/>
                          <w:color w:val="002D5C"/>
                          <w:sz w:val="12"/>
                          <w:szCs w:val="12"/>
                        </w:rPr>
                        <w:br/>
                      </w:r>
                      <w:r w:rsidRPr="00107A7D">
                        <w:rPr>
                          <w:rFonts w:ascii="Lucida Sans" w:hAnsi="Lucida Sans" w:cs="LucidaGrande-Bold"/>
                          <w:b/>
                          <w:bCs/>
                          <w:color w:val="002D5C"/>
                          <w:sz w:val="12"/>
                          <w:szCs w:val="12"/>
                        </w:rPr>
                        <w:t>Institut+für+Biochemie+und+Zellbiologie.html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20C14A82" w14:textId="77777777" w:rsidR="003D1203" w:rsidRPr="00587793" w:rsidRDefault="003D1203" w:rsidP="003D1203">
      <w:pPr>
        <w:pStyle w:val="EinfacherAbsatz"/>
        <w:spacing w:line="260" w:lineRule="auto"/>
        <w:rPr>
          <w:rFonts w:ascii="Lucida Sans" w:hAnsi="Lucida Sans" w:cs="Apple Symbols"/>
          <w:color w:val="162C62"/>
          <w:sz w:val="12"/>
          <w:szCs w:val="12"/>
        </w:rPr>
      </w:pPr>
    </w:p>
    <w:p w14:paraId="32542562" w14:textId="77777777" w:rsidR="003D1203" w:rsidRPr="001231A0" w:rsidRDefault="003D1203" w:rsidP="003D1203">
      <w:pPr>
        <w:pStyle w:val="EinfacherAbsatz"/>
        <w:spacing w:line="260" w:lineRule="auto"/>
        <w:rPr>
          <w:rFonts w:ascii="Lucida Sans" w:hAnsi="Lucida Sans" w:cs="Apple Symbols"/>
          <w:sz w:val="18"/>
          <w:szCs w:val="18"/>
        </w:rPr>
      </w:pPr>
    </w:p>
    <w:p w14:paraId="612AF75E" w14:textId="77777777" w:rsidR="003D1203" w:rsidRPr="001231A0" w:rsidRDefault="003D1203" w:rsidP="003D1203">
      <w:pPr>
        <w:pStyle w:val="EinfacherAbsatz"/>
        <w:spacing w:line="260" w:lineRule="auto"/>
        <w:rPr>
          <w:rFonts w:ascii="Lucida Sans" w:hAnsi="Lucida Sans" w:cs="Apple Symbols"/>
          <w:sz w:val="18"/>
          <w:szCs w:val="18"/>
        </w:rPr>
      </w:pPr>
    </w:p>
    <w:p w14:paraId="4860B806" w14:textId="77777777" w:rsidR="003D1203" w:rsidRPr="001231A0" w:rsidRDefault="003D1203" w:rsidP="003D1203">
      <w:pPr>
        <w:pStyle w:val="EinfacherAbsatz"/>
        <w:spacing w:line="260" w:lineRule="auto"/>
        <w:rPr>
          <w:rFonts w:ascii="Lucida Sans" w:hAnsi="Lucida Sans" w:cs="Apple Symbols"/>
          <w:sz w:val="18"/>
          <w:szCs w:val="18"/>
        </w:rPr>
      </w:pPr>
    </w:p>
    <w:p w14:paraId="4180A714" w14:textId="77777777" w:rsidR="003D1203" w:rsidRPr="001231A0" w:rsidRDefault="003D1203" w:rsidP="003D1203">
      <w:pPr>
        <w:widowControl w:val="0"/>
        <w:spacing w:line="260" w:lineRule="auto"/>
        <w:rPr>
          <w:rFonts w:ascii="Lucida Sans" w:hAnsi="Lucida Sans" w:cs="Apple Symbols"/>
          <w:b/>
          <w:bCs/>
          <w:sz w:val="18"/>
          <w:szCs w:val="18"/>
        </w:rPr>
      </w:pPr>
    </w:p>
    <w:p w14:paraId="7F968F7D" w14:textId="77777777" w:rsidR="003D1203" w:rsidRPr="00587793" w:rsidRDefault="003D1203" w:rsidP="003D1203">
      <w:pPr>
        <w:widowControl w:val="0"/>
        <w:spacing w:line="260" w:lineRule="auto"/>
        <w:rPr>
          <w:rFonts w:ascii="Lucida Sans" w:hAnsi="Lucida Sans" w:cs="Apple Symbols"/>
          <w:b/>
          <w:bCs/>
          <w:sz w:val="22"/>
          <w:szCs w:val="22"/>
        </w:rPr>
      </w:pPr>
    </w:p>
    <w:p w14:paraId="4E0BBDD3" w14:textId="77777777" w:rsidR="003D1203" w:rsidRPr="00587793" w:rsidRDefault="003D1203" w:rsidP="003D1203">
      <w:pPr>
        <w:widowControl w:val="0"/>
        <w:spacing w:line="260" w:lineRule="auto"/>
        <w:rPr>
          <w:rFonts w:ascii="Lucida Sans" w:hAnsi="Lucida Sans" w:cs="Apple Symbols"/>
          <w:b/>
          <w:bCs/>
          <w:sz w:val="22"/>
          <w:szCs w:val="22"/>
        </w:rPr>
      </w:pPr>
    </w:p>
    <w:p w14:paraId="337E149B" w14:textId="77777777" w:rsidR="003D1203" w:rsidRPr="00587793" w:rsidRDefault="003D1203" w:rsidP="003D1203">
      <w:pPr>
        <w:widowControl w:val="0"/>
        <w:spacing w:line="260" w:lineRule="auto"/>
        <w:rPr>
          <w:rFonts w:ascii="Lucida Sans" w:hAnsi="Lucida Sans" w:cs="Apple Symbols"/>
          <w:b/>
          <w:bCs/>
          <w:sz w:val="20"/>
          <w:szCs w:val="20"/>
        </w:rPr>
      </w:pPr>
    </w:p>
    <w:p w14:paraId="06E946B1" w14:textId="77777777" w:rsidR="003D1203" w:rsidRPr="00587793" w:rsidRDefault="003D1203" w:rsidP="003D1203">
      <w:pPr>
        <w:widowControl w:val="0"/>
        <w:spacing w:line="260" w:lineRule="auto"/>
        <w:rPr>
          <w:rFonts w:ascii="Lucida Sans" w:hAnsi="Lucida Sans" w:cs="Apple Symbols"/>
          <w:b/>
          <w:bCs/>
          <w:sz w:val="20"/>
          <w:szCs w:val="20"/>
        </w:rPr>
      </w:pPr>
    </w:p>
    <w:p w14:paraId="3E49B99C" w14:textId="77777777" w:rsidR="003D1203" w:rsidRPr="00587793" w:rsidRDefault="003D1203" w:rsidP="003D1203">
      <w:pPr>
        <w:widowControl w:val="0"/>
        <w:tabs>
          <w:tab w:val="left" w:pos="8170"/>
        </w:tabs>
        <w:spacing w:line="260" w:lineRule="auto"/>
        <w:rPr>
          <w:rFonts w:ascii="Lucida Sans" w:hAnsi="Lucida Sans" w:cs="Apple Symbols"/>
          <w:b/>
          <w:bCs/>
          <w:sz w:val="20"/>
          <w:szCs w:val="20"/>
        </w:rPr>
      </w:pPr>
      <w:r w:rsidRPr="00587793">
        <w:rPr>
          <w:rFonts w:ascii="Lucida Sans" w:hAnsi="Lucida Sans" w:cs="Apple Symbols"/>
          <w:b/>
          <w:bCs/>
          <w:sz w:val="20"/>
          <w:szCs w:val="20"/>
        </w:rPr>
        <w:tab/>
      </w:r>
    </w:p>
    <w:p w14:paraId="2D627030" w14:textId="77777777" w:rsidR="003D1203" w:rsidRPr="00587793" w:rsidRDefault="003D1203" w:rsidP="003D1203">
      <w:pPr>
        <w:widowControl w:val="0"/>
        <w:spacing w:line="260" w:lineRule="auto"/>
        <w:rPr>
          <w:rFonts w:ascii="Lucida Sans" w:hAnsi="Lucida Sans" w:cs="Apple Symbols"/>
          <w:b/>
          <w:bCs/>
          <w:sz w:val="20"/>
          <w:szCs w:val="20"/>
        </w:rPr>
      </w:pPr>
    </w:p>
    <w:p w14:paraId="3476A519" w14:textId="77777777" w:rsidR="003D1203" w:rsidRPr="001231A0" w:rsidRDefault="003D1203" w:rsidP="003D1203">
      <w:pPr>
        <w:widowControl w:val="0"/>
        <w:spacing w:line="260" w:lineRule="auto"/>
        <w:rPr>
          <w:rFonts w:ascii="Lucida Sans" w:hAnsi="Lucida Sans" w:cs="Apple Symbols"/>
          <w:b/>
          <w:bCs/>
        </w:rPr>
      </w:pPr>
    </w:p>
    <w:p w14:paraId="03F975BE" w14:textId="77777777" w:rsidR="00654555" w:rsidRDefault="00654555" w:rsidP="00DA5144">
      <w:pPr>
        <w:rPr>
          <w:rFonts w:asciiTheme="majorHAnsi" w:hAnsiTheme="majorHAnsi"/>
          <w:lang w:val="en-US"/>
        </w:rPr>
      </w:pPr>
    </w:p>
    <w:p w14:paraId="61617F8A" w14:textId="14C3BF38" w:rsidR="00DA5144" w:rsidRPr="00E53A39" w:rsidRDefault="00DA5144" w:rsidP="00DA5144">
      <w:pPr>
        <w:rPr>
          <w:rFonts w:asciiTheme="majorHAnsi" w:hAnsiTheme="majorHAnsi"/>
          <w:lang w:val="en-US"/>
        </w:rPr>
      </w:pPr>
      <w:bookmarkStart w:id="0" w:name="_GoBack"/>
      <w:bookmarkEnd w:id="0"/>
      <w:r w:rsidRPr="00E53A39">
        <w:rPr>
          <w:rFonts w:asciiTheme="majorHAnsi" w:hAnsiTheme="majorHAnsi"/>
          <w:lang w:val="en-US"/>
        </w:rPr>
        <w:t xml:space="preserve">Dear </w:t>
      </w:r>
      <w:r w:rsidR="00B70A37">
        <w:rPr>
          <w:rFonts w:asciiTheme="majorHAnsi" w:hAnsiTheme="majorHAnsi"/>
          <w:lang w:val="en-US"/>
        </w:rPr>
        <w:t>Editors</w:t>
      </w:r>
      <w:r w:rsidRPr="00E53A39">
        <w:rPr>
          <w:rFonts w:asciiTheme="majorHAnsi" w:hAnsiTheme="majorHAnsi"/>
          <w:lang w:val="en-US"/>
        </w:rPr>
        <w:t>,</w:t>
      </w:r>
    </w:p>
    <w:p w14:paraId="7466CDA9" w14:textId="77777777" w:rsidR="00DA5144" w:rsidRDefault="00DA5144" w:rsidP="00DA5144">
      <w:pPr>
        <w:rPr>
          <w:rFonts w:asciiTheme="majorHAnsi" w:hAnsiTheme="majorHAnsi"/>
          <w:lang w:val="en-US"/>
        </w:rPr>
      </w:pPr>
    </w:p>
    <w:p w14:paraId="374BC655" w14:textId="77777777" w:rsidR="00D059E0" w:rsidRPr="00E53A39" w:rsidRDefault="00D059E0" w:rsidP="00DA5144">
      <w:pPr>
        <w:rPr>
          <w:rFonts w:asciiTheme="majorHAnsi" w:hAnsiTheme="majorHAnsi"/>
          <w:lang w:val="en-US"/>
        </w:rPr>
      </w:pPr>
    </w:p>
    <w:p w14:paraId="26ECC841" w14:textId="348B7C18" w:rsidR="00DA5144" w:rsidRPr="00E53A39" w:rsidRDefault="00DA5144" w:rsidP="00DA5144">
      <w:pPr>
        <w:rPr>
          <w:rFonts w:asciiTheme="majorHAnsi" w:hAnsiTheme="majorHAnsi"/>
          <w:lang w:val="en-US"/>
        </w:rPr>
      </w:pPr>
      <w:r w:rsidRPr="00E53A39">
        <w:rPr>
          <w:rFonts w:asciiTheme="majorHAnsi" w:hAnsiTheme="majorHAnsi"/>
          <w:lang w:val="en-US"/>
        </w:rPr>
        <w:t xml:space="preserve">I am writing to </w:t>
      </w:r>
      <w:r w:rsidR="00B70A37">
        <w:rPr>
          <w:rFonts w:asciiTheme="majorHAnsi" w:hAnsiTheme="majorHAnsi"/>
          <w:lang w:val="en-US"/>
        </w:rPr>
        <w:t>re-</w:t>
      </w:r>
      <w:r w:rsidRPr="00E53A39">
        <w:rPr>
          <w:rFonts w:asciiTheme="majorHAnsi" w:hAnsiTheme="majorHAnsi"/>
          <w:lang w:val="en-US"/>
        </w:rPr>
        <w:t xml:space="preserve">submit a manuscript for </w:t>
      </w:r>
      <w:proofErr w:type="spellStart"/>
      <w:r w:rsidRPr="00E53A39">
        <w:rPr>
          <w:rFonts w:asciiTheme="majorHAnsi" w:hAnsiTheme="majorHAnsi"/>
          <w:lang w:val="en-US"/>
        </w:rPr>
        <w:t>JoVE</w:t>
      </w:r>
      <w:proofErr w:type="spellEnd"/>
      <w:r w:rsidRPr="00E53A39">
        <w:rPr>
          <w:rFonts w:asciiTheme="majorHAnsi" w:hAnsiTheme="majorHAnsi"/>
          <w:lang w:val="en-US"/>
        </w:rPr>
        <w:t xml:space="preserve"> entitled, „A protocol for the analysis of shear flow-induced migration of murine marginal zone B cells (MZBs) in vitro“.</w:t>
      </w:r>
    </w:p>
    <w:p w14:paraId="64CB22D4" w14:textId="77777777" w:rsidR="00DA5144" w:rsidRPr="00E53A39" w:rsidRDefault="00DA5144" w:rsidP="00DA5144">
      <w:pPr>
        <w:rPr>
          <w:rFonts w:asciiTheme="majorHAnsi" w:hAnsiTheme="majorHAnsi"/>
          <w:lang w:val="en-US"/>
        </w:rPr>
      </w:pPr>
    </w:p>
    <w:p w14:paraId="60040837" w14:textId="78E74E14" w:rsidR="00DA5144" w:rsidRDefault="00B70A37" w:rsidP="00DA5144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Our manuscript was returned to us with the reviewers’ comments on July 24</w:t>
      </w:r>
      <w:r w:rsidRPr="00B70A37">
        <w:rPr>
          <w:rFonts w:asciiTheme="majorHAnsi" w:hAnsiTheme="majorHAnsi"/>
          <w:vertAlign w:val="superscript"/>
          <w:lang w:val="en-US"/>
        </w:rPr>
        <w:t>th</w:t>
      </w:r>
      <w:r w:rsidR="00DA5144" w:rsidRPr="00E53A39">
        <w:rPr>
          <w:rFonts w:asciiTheme="majorHAnsi" w:hAnsiTheme="majorHAnsi"/>
          <w:lang w:val="en-US"/>
        </w:rPr>
        <w:t xml:space="preserve"> and </w:t>
      </w:r>
      <w:r>
        <w:rPr>
          <w:rFonts w:asciiTheme="majorHAnsi" w:hAnsiTheme="majorHAnsi"/>
          <w:lang w:val="en-US"/>
        </w:rPr>
        <w:t>we were supposed to re-submit by August 7</w:t>
      </w:r>
      <w:r w:rsidRPr="00B70A37">
        <w:rPr>
          <w:rFonts w:asciiTheme="majorHAnsi" w:hAnsiTheme="majorHAnsi"/>
          <w:vertAlign w:val="superscript"/>
          <w:lang w:val="en-US"/>
        </w:rPr>
        <w:t>th</w:t>
      </w:r>
      <w:r w:rsidR="00DA5144" w:rsidRPr="00E53A39">
        <w:rPr>
          <w:rFonts w:asciiTheme="majorHAnsi" w:hAnsiTheme="majorHAnsi"/>
          <w:lang w:val="en-US"/>
        </w:rPr>
        <w:t>. I apolo</w:t>
      </w:r>
      <w:r w:rsidR="00DA5144">
        <w:rPr>
          <w:rFonts w:asciiTheme="majorHAnsi" w:hAnsiTheme="majorHAnsi"/>
          <w:lang w:val="en-US"/>
        </w:rPr>
        <w:t xml:space="preserve">gize for submitting </w:t>
      </w:r>
      <w:r>
        <w:rPr>
          <w:rFonts w:asciiTheme="majorHAnsi" w:hAnsiTheme="majorHAnsi"/>
          <w:lang w:val="en-US"/>
        </w:rPr>
        <w:t>it</w:t>
      </w:r>
      <w:r w:rsidR="00DA5144">
        <w:rPr>
          <w:rFonts w:asciiTheme="majorHAnsi" w:hAnsiTheme="majorHAnsi"/>
          <w:lang w:val="en-US"/>
        </w:rPr>
        <w:t xml:space="preserve"> late</w:t>
      </w:r>
      <w:r>
        <w:rPr>
          <w:rFonts w:asciiTheme="majorHAnsi" w:hAnsiTheme="majorHAnsi"/>
          <w:lang w:val="en-US"/>
        </w:rPr>
        <w:t xml:space="preserve"> now</w:t>
      </w:r>
      <w:r w:rsidR="00DA5144">
        <w:rPr>
          <w:rFonts w:asciiTheme="majorHAnsi" w:hAnsiTheme="majorHAnsi"/>
          <w:lang w:val="en-US"/>
        </w:rPr>
        <w:t>, and I hope that you might still consider the submission.</w:t>
      </w:r>
      <w:r w:rsidR="00DA5144" w:rsidRPr="00E53A39">
        <w:rPr>
          <w:rFonts w:asciiTheme="majorHAnsi" w:hAnsiTheme="majorHAnsi"/>
          <w:lang w:val="en-US"/>
        </w:rPr>
        <w:t xml:space="preserve"> </w:t>
      </w:r>
    </w:p>
    <w:p w14:paraId="15BC00B9" w14:textId="77777777" w:rsidR="00DA5144" w:rsidRDefault="00DA5144" w:rsidP="00DA5144">
      <w:pPr>
        <w:rPr>
          <w:rFonts w:asciiTheme="majorHAnsi" w:hAnsiTheme="majorHAnsi"/>
          <w:lang w:val="en-US"/>
        </w:rPr>
      </w:pPr>
    </w:p>
    <w:p w14:paraId="7C5F0D22" w14:textId="54BC8217" w:rsidR="00DA5144" w:rsidRDefault="00DA5144" w:rsidP="00B70A37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The manuscript describes a protocol for imaging and quantifying migration under shear flow of a type of B cell called marginal zone B cells (MZBs). </w:t>
      </w:r>
      <w:r w:rsidR="00B70A37">
        <w:rPr>
          <w:rFonts w:asciiTheme="majorHAnsi" w:hAnsiTheme="majorHAnsi"/>
          <w:lang w:val="en-US"/>
        </w:rPr>
        <w:t>We will upload the following documents:</w:t>
      </w:r>
    </w:p>
    <w:p w14:paraId="440025F2" w14:textId="77777777" w:rsidR="00B70A37" w:rsidRDefault="00B70A37" w:rsidP="00B70A37">
      <w:pPr>
        <w:rPr>
          <w:rFonts w:asciiTheme="majorHAnsi" w:hAnsiTheme="majorHAnsi"/>
          <w:lang w:val="en-US"/>
        </w:rPr>
      </w:pPr>
    </w:p>
    <w:p w14:paraId="5ED789A4" w14:textId="5E9C3AD5" w:rsidR="00B70A37" w:rsidRDefault="00B70A37" w:rsidP="00B70A37">
      <w:pPr>
        <w:pStyle w:val="Listenabsatz"/>
        <w:numPr>
          <w:ilvl w:val="0"/>
          <w:numId w:val="12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A revised </w:t>
      </w:r>
      <w:proofErr w:type="spellStart"/>
      <w:r>
        <w:rPr>
          <w:rFonts w:asciiTheme="majorHAnsi" w:hAnsiTheme="majorHAnsi"/>
          <w:lang w:val="en-US"/>
        </w:rPr>
        <w:t>verson</w:t>
      </w:r>
      <w:proofErr w:type="spellEnd"/>
      <w:r>
        <w:rPr>
          <w:rFonts w:asciiTheme="majorHAnsi" w:hAnsiTheme="majorHAnsi"/>
          <w:lang w:val="en-US"/>
        </w:rPr>
        <w:t xml:space="preserve"> of the manuscript</w:t>
      </w:r>
    </w:p>
    <w:p w14:paraId="7E3F5491" w14:textId="6FB53EBE" w:rsidR="00B70A37" w:rsidRDefault="00B70A37" w:rsidP="00B70A37">
      <w:pPr>
        <w:pStyle w:val="Listenabsatz"/>
        <w:numPr>
          <w:ilvl w:val="0"/>
          <w:numId w:val="12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A revised version of the manuscript with the “comparison/track changes” feature on to allow easy comparison with the previous manuscript</w:t>
      </w:r>
    </w:p>
    <w:p w14:paraId="0607AE45" w14:textId="029E7D51" w:rsidR="00B70A37" w:rsidRDefault="00B70A37" w:rsidP="00B70A37">
      <w:pPr>
        <w:pStyle w:val="Listenabsatz"/>
        <w:numPr>
          <w:ilvl w:val="0"/>
          <w:numId w:val="12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A point-by-point response to the reviewer comments</w:t>
      </w:r>
    </w:p>
    <w:p w14:paraId="1C264129" w14:textId="660695F4" w:rsidR="00B70A37" w:rsidRDefault="00B70A37" w:rsidP="00B70A37">
      <w:pPr>
        <w:pStyle w:val="Listenabsatz"/>
        <w:numPr>
          <w:ilvl w:val="0"/>
          <w:numId w:val="12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A Word doc containing the text for an ImageJ macro</w:t>
      </w:r>
      <w:r w:rsidR="004A5A48">
        <w:rPr>
          <w:rFonts w:asciiTheme="majorHAnsi" w:hAnsiTheme="majorHAnsi"/>
          <w:lang w:val="en-US"/>
        </w:rPr>
        <w:t>, “Threshold MZBs and run MTrack2kt”</w:t>
      </w:r>
    </w:p>
    <w:p w14:paraId="643629C4" w14:textId="699C9B71" w:rsidR="004A5A48" w:rsidRDefault="004A5A48" w:rsidP="00B70A37">
      <w:pPr>
        <w:pStyle w:val="Listenabsatz"/>
        <w:numPr>
          <w:ilvl w:val="0"/>
          <w:numId w:val="12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A word doc containing the text for a modified ImageJ plugin, “MTrack2 </w:t>
      </w:r>
      <w:proofErr w:type="spellStart"/>
      <w:r>
        <w:rPr>
          <w:rFonts w:asciiTheme="majorHAnsi" w:hAnsiTheme="majorHAnsi"/>
          <w:lang w:val="en-US"/>
        </w:rPr>
        <w:t>kt</w:t>
      </w:r>
      <w:proofErr w:type="spellEnd"/>
      <w:r>
        <w:rPr>
          <w:rFonts w:asciiTheme="majorHAnsi" w:hAnsiTheme="majorHAnsi"/>
          <w:lang w:val="en-US"/>
        </w:rPr>
        <w:t>”</w:t>
      </w:r>
    </w:p>
    <w:p w14:paraId="21015693" w14:textId="4B631B0C" w:rsidR="00654555" w:rsidRPr="00B70A37" w:rsidRDefault="00654555" w:rsidP="00B70A37">
      <w:pPr>
        <w:pStyle w:val="Listenabsatz"/>
        <w:numPr>
          <w:ilvl w:val="0"/>
          <w:numId w:val="12"/>
        </w:num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An Excel spreadsheet listing the materials used in the protocol</w:t>
      </w:r>
    </w:p>
    <w:p w14:paraId="34A166D7" w14:textId="77777777" w:rsidR="00B70A37" w:rsidRDefault="00B70A37" w:rsidP="00B70A37">
      <w:pPr>
        <w:rPr>
          <w:rFonts w:asciiTheme="majorHAnsi" w:hAnsiTheme="majorHAnsi"/>
          <w:lang w:val="en-US"/>
        </w:rPr>
      </w:pPr>
    </w:p>
    <w:p w14:paraId="2EF31DA0" w14:textId="488F6CA7" w:rsidR="00B70A37" w:rsidRDefault="00654555" w:rsidP="00B70A37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If possible, could you please add a second corresponding author, the last author (Klaus-Dieter Fischer) to the protocol? I tried to do it online but I’m not sure if it worked.</w:t>
      </w:r>
    </w:p>
    <w:p w14:paraId="6587BF92" w14:textId="77777777" w:rsidR="00DA5144" w:rsidRDefault="00DA5144" w:rsidP="00DA5144">
      <w:pPr>
        <w:rPr>
          <w:rFonts w:asciiTheme="majorHAnsi" w:hAnsiTheme="majorHAnsi"/>
          <w:lang w:val="en-US"/>
        </w:rPr>
      </w:pPr>
    </w:p>
    <w:p w14:paraId="23CD255F" w14:textId="0662FB32" w:rsidR="00DA5144" w:rsidRDefault="00DA5144" w:rsidP="00DA5144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 xml:space="preserve">Thank you for once again </w:t>
      </w:r>
      <w:r w:rsidR="0018141D">
        <w:rPr>
          <w:rFonts w:asciiTheme="majorHAnsi" w:hAnsiTheme="majorHAnsi"/>
          <w:lang w:val="en-US"/>
        </w:rPr>
        <w:t>considering</w:t>
      </w:r>
      <w:r>
        <w:rPr>
          <w:rFonts w:asciiTheme="majorHAnsi" w:hAnsiTheme="majorHAnsi"/>
          <w:lang w:val="en-US"/>
        </w:rPr>
        <w:t xml:space="preserve"> this </w:t>
      </w:r>
      <w:proofErr w:type="gramStart"/>
      <w:r>
        <w:rPr>
          <w:rFonts w:asciiTheme="majorHAnsi" w:hAnsiTheme="majorHAnsi"/>
          <w:lang w:val="en-US"/>
        </w:rPr>
        <w:t>manuscript,</w:t>
      </w:r>
      <w:proofErr w:type="gramEnd"/>
      <w:r>
        <w:rPr>
          <w:rFonts w:asciiTheme="majorHAnsi" w:hAnsiTheme="majorHAnsi"/>
          <w:lang w:val="en-US"/>
        </w:rPr>
        <w:t xml:space="preserve"> and I hope it will be of interest to </w:t>
      </w:r>
      <w:proofErr w:type="spellStart"/>
      <w:r>
        <w:rPr>
          <w:rFonts w:asciiTheme="majorHAnsi" w:hAnsiTheme="majorHAnsi"/>
          <w:lang w:val="en-US"/>
        </w:rPr>
        <w:t>JoVE</w:t>
      </w:r>
      <w:proofErr w:type="spellEnd"/>
      <w:r>
        <w:rPr>
          <w:rFonts w:asciiTheme="majorHAnsi" w:hAnsiTheme="majorHAnsi"/>
          <w:lang w:val="en-US"/>
        </w:rPr>
        <w:t>.</w:t>
      </w:r>
    </w:p>
    <w:p w14:paraId="101F857B" w14:textId="77777777" w:rsidR="00DA5144" w:rsidRDefault="00DA5144" w:rsidP="00DA5144">
      <w:pPr>
        <w:rPr>
          <w:rFonts w:asciiTheme="majorHAnsi" w:hAnsiTheme="majorHAnsi"/>
          <w:lang w:val="en-US"/>
        </w:rPr>
      </w:pPr>
    </w:p>
    <w:p w14:paraId="41480BCC" w14:textId="77777777" w:rsidR="00654555" w:rsidRDefault="00654555" w:rsidP="00DA5144">
      <w:pPr>
        <w:rPr>
          <w:rFonts w:asciiTheme="majorHAnsi" w:hAnsiTheme="majorHAnsi"/>
          <w:lang w:val="en-US"/>
        </w:rPr>
      </w:pPr>
    </w:p>
    <w:p w14:paraId="24507C9A" w14:textId="77777777" w:rsidR="00DA5144" w:rsidRPr="00E53A39" w:rsidRDefault="00DA5144" w:rsidP="00DA5144">
      <w:pPr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Best regards</w:t>
      </w:r>
      <w:proofErr w:type="gramStart"/>
      <w:r>
        <w:rPr>
          <w:rFonts w:asciiTheme="majorHAnsi" w:hAnsiTheme="majorHAnsi"/>
          <w:lang w:val="en-US"/>
        </w:rPr>
        <w:t>,</w:t>
      </w:r>
      <w:proofErr w:type="gramEnd"/>
      <w:r>
        <w:rPr>
          <w:rFonts w:asciiTheme="majorHAnsi" w:hAnsiTheme="majorHAnsi"/>
          <w:lang w:val="en-US"/>
        </w:rPr>
        <w:br/>
        <w:t>Kerry Tedford</w:t>
      </w:r>
    </w:p>
    <w:p w14:paraId="4503BF71" w14:textId="77777777" w:rsidR="003D1203" w:rsidRDefault="003D1203" w:rsidP="003D1203">
      <w:pPr>
        <w:pStyle w:val="EinfacherAbsatz"/>
        <w:spacing w:line="260" w:lineRule="auto"/>
        <w:rPr>
          <w:rFonts w:ascii="Lucida Sans" w:hAnsi="Lucida Sans" w:cs="Apple Symbols"/>
          <w:color w:val="auto"/>
          <w:sz w:val="20"/>
          <w:szCs w:val="20"/>
        </w:rPr>
      </w:pPr>
    </w:p>
    <w:sectPr w:rsidR="003D1203" w:rsidSect="003D120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985" w:right="1134" w:bottom="680" w:left="1134" w:header="1134" w:footer="68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5FDF28" w14:textId="77777777" w:rsidR="007D25FE" w:rsidRDefault="007D25FE" w:rsidP="003D1203">
      <w:r>
        <w:separator/>
      </w:r>
    </w:p>
  </w:endnote>
  <w:endnote w:type="continuationSeparator" w:id="0">
    <w:p w14:paraId="6E1D03EB" w14:textId="77777777" w:rsidR="007D25FE" w:rsidRDefault="007D25FE" w:rsidP="003D1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ple Symbols">
    <w:charset w:val="00"/>
    <w:family w:val="auto"/>
    <w:pitch w:val="variable"/>
    <w:sig w:usb0="800000A3" w:usb1="08007BEB" w:usb2="01840034" w:usb3="00000000" w:csb0="000001F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Grande-Bold">
    <w:altName w:val="Lucida Grande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Grande">
    <w:altName w:val="Lucida Grande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CE483B" w14:textId="77777777" w:rsidR="00546D72" w:rsidRDefault="00546D72" w:rsidP="003D1203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5EB5D0BB" w14:textId="77777777" w:rsidR="00546D72" w:rsidRDefault="00546D72" w:rsidP="003D1203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E3AB4C" w14:textId="77777777" w:rsidR="00546D72" w:rsidRPr="00D51F33" w:rsidRDefault="00546D72" w:rsidP="003D1203">
    <w:pPr>
      <w:pStyle w:val="Fuzeile"/>
      <w:tabs>
        <w:tab w:val="clear" w:pos="4536"/>
        <w:tab w:val="clear" w:pos="9072"/>
      </w:tabs>
      <w:ind w:right="360"/>
      <w:jc w:val="right"/>
      <w:rPr>
        <w:rFonts w:ascii="Lucida Sans" w:hAnsi="Lucida Sans" w:cs="Lucida Grande"/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4DD692" w14:textId="77777777" w:rsidR="00546D72" w:rsidRDefault="00546D72" w:rsidP="003D1203">
    <w:pPr>
      <w:pStyle w:val="Fuzeile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B83544" w14:textId="77777777" w:rsidR="007D25FE" w:rsidRDefault="007D25FE" w:rsidP="003D1203">
      <w:r>
        <w:separator/>
      </w:r>
    </w:p>
  </w:footnote>
  <w:footnote w:type="continuationSeparator" w:id="0">
    <w:p w14:paraId="4BBBD9C9" w14:textId="77777777" w:rsidR="007D25FE" w:rsidRDefault="007D25FE" w:rsidP="003D12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F119F2" w14:textId="21146892" w:rsidR="00546D72" w:rsidRPr="006A3E23" w:rsidRDefault="00546D72">
    <w:pPr>
      <w:pStyle w:val="Kopfzeile"/>
      <w:rPr>
        <w:rFonts w:ascii="Calibri" w:hAnsi="Calibri"/>
        <w:sz w:val="16"/>
        <w:szCs w:val="16"/>
      </w:rPr>
    </w:pPr>
    <w:r w:rsidRPr="006A3E23">
      <w:rPr>
        <w:rFonts w:ascii="Calibri" w:hAnsi="Calibri"/>
        <w:noProof/>
        <w:sz w:val="16"/>
        <w:szCs w:val="16"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7728" behindDoc="1" locked="1" layoutInCell="1" allowOverlap="1" wp14:anchorId="473F7EA2" wp14:editId="69E9DF6C">
              <wp:simplePos x="0" y="0"/>
              <wp:positionH relativeFrom="page">
                <wp:posOffset>0</wp:posOffset>
              </wp:positionH>
              <wp:positionV relativeFrom="page">
                <wp:posOffset>3780789</wp:posOffset>
              </wp:positionV>
              <wp:extent cx="197485" cy="0"/>
              <wp:effectExtent l="0" t="0" r="12065" b="19050"/>
              <wp:wrapNone/>
              <wp:docPr id="22" name="Gerade Verbindung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9748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22" o:spid="_x0000_s1026" style="position:absolute;z-index:-2516587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margin" from="0,297.7pt" to="15.5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" strokecolor="windowText" strokeweight=".5pt">
              <o:lock v:ext="edit" shapetype="f"/>
              <w10:wrap anchorx="page" anchory="page"/>
              <w10:anchorlock/>
            </v:line>
          </w:pict>
        </mc:Fallback>
      </mc:AlternateContent>
    </w:r>
    <w:r w:rsidRPr="006A3E23">
      <w:rPr>
        <w:rFonts w:ascii="Calibri" w:hAnsi="Calibri"/>
        <w:noProof/>
        <w:sz w:val="16"/>
        <w:szCs w:val="16"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8752" behindDoc="1" locked="1" layoutInCell="1" allowOverlap="1" wp14:anchorId="4C2D1284" wp14:editId="782C3B73">
              <wp:simplePos x="0" y="0"/>
              <wp:positionH relativeFrom="page">
                <wp:posOffset>0</wp:posOffset>
              </wp:positionH>
              <wp:positionV relativeFrom="page">
                <wp:posOffset>5346699</wp:posOffset>
              </wp:positionV>
              <wp:extent cx="197485" cy="0"/>
              <wp:effectExtent l="0" t="0" r="12065" b="19050"/>
              <wp:wrapNone/>
              <wp:docPr id="23" name="Gerade Verbindung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9748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23" o:spid="_x0000_s1026" style="position:absolute;z-index:-2516577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margin" from="0,421pt" to="15.5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" strokecolor="windowText" strokeweight=".5pt">
              <o:lock v:ext="edit" shapetype="f"/>
              <w10:wrap anchorx="page" anchory="page"/>
              <w10:anchorlock/>
            </v:line>
          </w:pict>
        </mc:Fallback>
      </mc:AlternateContent>
    </w:r>
    <w:r w:rsidRPr="006A3E23">
      <w:rPr>
        <w:rFonts w:ascii="Calibri" w:hAnsi="Calibri"/>
        <w:noProof/>
        <w:sz w:val="16"/>
        <w:szCs w:val="16"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9776" behindDoc="1" locked="1" layoutInCell="1" allowOverlap="1" wp14:anchorId="53F1A163" wp14:editId="77C9417B">
              <wp:simplePos x="0" y="0"/>
              <wp:positionH relativeFrom="page">
                <wp:posOffset>0</wp:posOffset>
              </wp:positionH>
              <wp:positionV relativeFrom="page">
                <wp:posOffset>7560944</wp:posOffset>
              </wp:positionV>
              <wp:extent cx="197485" cy="0"/>
              <wp:effectExtent l="0" t="0" r="12065" b="19050"/>
              <wp:wrapNone/>
              <wp:docPr id="24" name="Gerade Verbindung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9748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24" o:spid="_x0000_s1026" style="position:absolute;z-index:-25165670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margin" from="0,595.35pt" to="15.5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" strokecolor="windowText" strokeweight=".5pt">
              <o:lock v:ext="edit" shapetype="f"/>
              <w10:wrap anchorx="page" anchory="page"/>
              <w10:anchorlock/>
            </v:line>
          </w:pict>
        </mc:Fallback>
      </mc:AlternateContent>
    </w:r>
    <w:r w:rsidRPr="006A3E23">
      <w:rPr>
        <w:rFonts w:ascii="Calibri" w:hAnsi="Calibri"/>
        <w:sz w:val="16"/>
        <w:szCs w:val="16"/>
      </w:rPr>
      <w:t xml:space="preserve">Gutachten </w:t>
    </w:r>
    <w:proofErr w:type="spellStart"/>
    <w:r w:rsidR="00A95CB9" w:rsidRPr="00A95CB9">
      <w:rPr>
        <w:rFonts w:ascii="Calibri" w:hAnsi="Calibri"/>
        <w:sz w:val="16"/>
        <w:szCs w:val="16"/>
      </w:rPr>
      <w:t>Hishan</w:t>
    </w:r>
    <w:proofErr w:type="spellEnd"/>
    <w:r w:rsidR="00A95CB9" w:rsidRPr="00A95CB9">
      <w:rPr>
        <w:rFonts w:ascii="Calibri" w:hAnsi="Calibri"/>
        <w:sz w:val="16"/>
        <w:szCs w:val="16"/>
      </w:rPr>
      <w:t xml:space="preserve"> </w:t>
    </w:r>
    <w:proofErr w:type="spellStart"/>
    <w:r w:rsidR="00A95CB9" w:rsidRPr="00A95CB9">
      <w:rPr>
        <w:rFonts w:ascii="Calibri" w:hAnsi="Calibri"/>
        <w:sz w:val="16"/>
        <w:szCs w:val="16"/>
      </w:rPr>
      <w:t>Tharmaseelan</w:t>
    </w:r>
    <w:proofErr w:type="spellEnd"/>
    <w:r w:rsidRPr="006A3E23">
      <w:rPr>
        <w:rFonts w:ascii="Calibri" w:hAnsi="Calibri"/>
        <w:sz w:val="16"/>
        <w:szCs w:val="16"/>
      </w:rPr>
      <w:t>, Seite 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56006C" w14:textId="77777777" w:rsidR="00546D72" w:rsidRDefault="00546D72" w:rsidP="003D1203">
    <w:pPr>
      <w:pStyle w:val="Kopfzeile"/>
      <w:tabs>
        <w:tab w:val="clear" w:pos="4536"/>
      </w:tabs>
      <w:ind w:left="6521" w:right="-4253"/>
    </w:pPr>
    <w:r>
      <w:rPr>
        <w:noProof/>
        <w:lang w:val="en-US" w:eastAsia="en-US"/>
      </w:rPr>
      <w:drawing>
        <wp:anchor distT="0" distB="0" distL="114300" distR="114300" simplePos="0" relativeHeight="251660800" behindDoc="0" locked="1" layoutInCell="1" allowOverlap="1" wp14:anchorId="7EE208CF" wp14:editId="4078FA97">
          <wp:simplePos x="0" y="0"/>
          <wp:positionH relativeFrom="page">
            <wp:posOffset>2880360</wp:posOffset>
          </wp:positionH>
          <wp:positionV relativeFrom="page">
            <wp:posOffset>431800</wp:posOffset>
          </wp:positionV>
          <wp:extent cx="3888105" cy="648335"/>
          <wp:effectExtent l="0" t="0" r="0" b="0"/>
          <wp:wrapNone/>
          <wp:docPr id="14" name="Bild 14" descr="logos_BB_fakultät_300dpi_farb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logos_BB_fakultät_300dpi_farb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8105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6704" behindDoc="1" locked="1" layoutInCell="1" allowOverlap="1" wp14:anchorId="7C324366" wp14:editId="2F50AA60">
              <wp:simplePos x="0" y="0"/>
              <wp:positionH relativeFrom="page">
                <wp:posOffset>0</wp:posOffset>
              </wp:positionH>
              <wp:positionV relativeFrom="page">
                <wp:posOffset>7560944</wp:posOffset>
              </wp:positionV>
              <wp:extent cx="198120" cy="0"/>
              <wp:effectExtent l="0" t="0" r="11430" b="19050"/>
              <wp:wrapNone/>
              <wp:docPr id="3" name="Gerade Verbindung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9812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3" o:spid="_x0000_s1026" style="position:absolute;z-index:-251659776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margin" from="0,595.35pt" to="15.6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" strokecolor="windowText" strokeweight=".5pt"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5680" behindDoc="1" locked="1" layoutInCell="1" allowOverlap="1" wp14:anchorId="44A4E457" wp14:editId="04D8B1AE">
              <wp:simplePos x="0" y="0"/>
              <wp:positionH relativeFrom="page">
                <wp:posOffset>0</wp:posOffset>
              </wp:positionH>
              <wp:positionV relativeFrom="page">
                <wp:posOffset>5346699</wp:posOffset>
              </wp:positionV>
              <wp:extent cx="198120" cy="0"/>
              <wp:effectExtent l="0" t="0" r="11430" b="19050"/>
              <wp:wrapNone/>
              <wp:docPr id="2" name="Gerade Verbindung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9812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2" o:spid="_x0000_s1026" style="position:absolute;z-index:-25166080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margin" from="0,421pt" to="15.6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" strokecolor="windowText" strokeweight=".5pt"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4294967295" distB="4294967295" distL="114300" distR="114300" simplePos="0" relativeHeight="251654656" behindDoc="1" locked="1" layoutInCell="1" allowOverlap="1" wp14:anchorId="08250C0C" wp14:editId="104BE5CE">
              <wp:simplePos x="0" y="0"/>
              <wp:positionH relativeFrom="page">
                <wp:posOffset>0</wp:posOffset>
              </wp:positionH>
              <wp:positionV relativeFrom="page">
                <wp:posOffset>3780789</wp:posOffset>
              </wp:positionV>
              <wp:extent cx="197485" cy="0"/>
              <wp:effectExtent l="0" t="0" r="12065" b="19050"/>
              <wp:wrapNone/>
              <wp:docPr id="1" name="Gerade Verbindung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97485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  <a:extLst>
                        <a:ext uri="{FAA26D3D-D897-4be2-8F04-BA451C77F1D7}">
  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id="Gerade Verbindung 1" o:spid="_x0000_s1026" style="position:absolute;z-index:-25166182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margin" from="0,297.7pt" to="15.5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" strokecolor="windowText" strokeweight=".5pt">
              <o:lock v:ext="edit" shapetype="f"/>
              <w10:wrap anchorx="page" anchory="page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67E556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D1C33A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E2B283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9C023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FB86CBD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5BC722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4D0A00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A918874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F3A8FE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B284DE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C8AE56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C26056D"/>
    <w:multiLevelType w:val="hybridMultilevel"/>
    <w:tmpl w:val="E4589CA8"/>
    <w:lvl w:ilvl="0" w:tplc="77B005C6"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09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95D"/>
    <w:rsid w:val="00027820"/>
    <w:rsid w:val="000C5B97"/>
    <w:rsid w:val="00107A7D"/>
    <w:rsid w:val="001102E7"/>
    <w:rsid w:val="001140D9"/>
    <w:rsid w:val="0018141D"/>
    <w:rsid w:val="00225CB4"/>
    <w:rsid w:val="002279A6"/>
    <w:rsid w:val="00265101"/>
    <w:rsid w:val="00282786"/>
    <w:rsid w:val="00284842"/>
    <w:rsid w:val="002B0663"/>
    <w:rsid w:val="002D3DB9"/>
    <w:rsid w:val="002F3913"/>
    <w:rsid w:val="003D1203"/>
    <w:rsid w:val="003E5ECE"/>
    <w:rsid w:val="004303D6"/>
    <w:rsid w:val="004351F3"/>
    <w:rsid w:val="004A5A48"/>
    <w:rsid w:val="005414A6"/>
    <w:rsid w:val="00546D72"/>
    <w:rsid w:val="00586804"/>
    <w:rsid w:val="00653751"/>
    <w:rsid w:val="00654555"/>
    <w:rsid w:val="006A12C5"/>
    <w:rsid w:val="006A3E23"/>
    <w:rsid w:val="006E07CF"/>
    <w:rsid w:val="00777C0C"/>
    <w:rsid w:val="007933A3"/>
    <w:rsid w:val="007B0356"/>
    <w:rsid w:val="007B53AA"/>
    <w:rsid w:val="007D25FE"/>
    <w:rsid w:val="007E4881"/>
    <w:rsid w:val="007F003E"/>
    <w:rsid w:val="008054AC"/>
    <w:rsid w:val="00856CA1"/>
    <w:rsid w:val="00864D5E"/>
    <w:rsid w:val="008C11FD"/>
    <w:rsid w:val="008C3BCA"/>
    <w:rsid w:val="008D77D3"/>
    <w:rsid w:val="008F45BC"/>
    <w:rsid w:val="009300EE"/>
    <w:rsid w:val="0097095D"/>
    <w:rsid w:val="009766FB"/>
    <w:rsid w:val="009A2F31"/>
    <w:rsid w:val="009F5C92"/>
    <w:rsid w:val="00A740FA"/>
    <w:rsid w:val="00A9504B"/>
    <w:rsid w:val="00A95CB9"/>
    <w:rsid w:val="00B0045C"/>
    <w:rsid w:val="00B043E6"/>
    <w:rsid w:val="00B23A36"/>
    <w:rsid w:val="00B70A37"/>
    <w:rsid w:val="00BB3DA0"/>
    <w:rsid w:val="00C4481F"/>
    <w:rsid w:val="00D024AD"/>
    <w:rsid w:val="00D059E0"/>
    <w:rsid w:val="00D3236F"/>
    <w:rsid w:val="00D647CD"/>
    <w:rsid w:val="00D75033"/>
    <w:rsid w:val="00DA5144"/>
    <w:rsid w:val="00DC1ACD"/>
    <w:rsid w:val="00DD5897"/>
    <w:rsid w:val="00DD71A0"/>
    <w:rsid w:val="00E132DD"/>
    <w:rsid w:val="00E27905"/>
    <w:rsid w:val="00EE1132"/>
    <w:rsid w:val="00F04575"/>
    <w:rsid w:val="00F44F41"/>
    <w:rsid w:val="00F657FC"/>
    <w:rsid w:val="00F71BC4"/>
    <w:rsid w:val="00F74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A78C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facherAbsatz">
    <w:name w:val="[Einfacher Absatz]"/>
    <w:basedOn w:val="Standard"/>
    <w:uiPriority w:val="99"/>
    <w:rsid w:val="006F79E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Kopfzeile">
    <w:name w:val="header"/>
    <w:basedOn w:val="Standard"/>
    <w:link w:val="KopfzeileZchn"/>
    <w:uiPriority w:val="99"/>
    <w:unhideWhenUsed/>
    <w:rsid w:val="008B4A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B4A37"/>
  </w:style>
  <w:style w:type="paragraph" w:styleId="Fuzeile">
    <w:name w:val="footer"/>
    <w:basedOn w:val="Standard"/>
    <w:link w:val="FuzeileZchn"/>
    <w:uiPriority w:val="99"/>
    <w:unhideWhenUsed/>
    <w:rsid w:val="008B4A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B4A37"/>
  </w:style>
  <w:style w:type="character" w:styleId="Hyperlink">
    <w:name w:val="Hyperlink"/>
    <w:uiPriority w:val="99"/>
    <w:unhideWhenUsed/>
    <w:rsid w:val="00DE6F75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4A5A"/>
    <w:rPr>
      <w:rFonts w:ascii="Lucida Grande" w:hAnsi="Lucida Grande"/>
      <w:sz w:val="18"/>
      <w:szCs w:val="18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4C4A5A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-Standardschriftart"/>
    <w:uiPriority w:val="99"/>
    <w:semiHidden/>
    <w:unhideWhenUsed/>
    <w:rsid w:val="00BF6C41"/>
  </w:style>
  <w:style w:type="character" w:styleId="BesuchterHyperlink">
    <w:name w:val="FollowedHyperlink"/>
    <w:uiPriority w:val="99"/>
    <w:semiHidden/>
    <w:unhideWhenUsed/>
    <w:rsid w:val="003D597F"/>
    <w:rPr>
      <w:color w:val="800080"/>
      <w:u w:val="single"/>
    </w:rPr>
  </w:style>
  <w:style w:type="paragraph" w:styleId="Textkrper">
    <w:name w:val="Body Text"/>
    <w:basedOn w:val="Standard"/>
    <w:link w:val="TextkrperZchn"/>
    <w:semiHidden/>
    <w:rsid w:val="006A3E23"/>
    <w:pPr>
      <w:tabs>
        <w:tab w:val="left" w:pos="2552"/>
        <w:tab w:val="left" w:pos="4395"/>
        <w:tab w:val="left" w:pos="6237"/>
        <w:tab w:val="left" w:pos="7797"/>
      </w:tabs>
    </w:pPr>
    <w:rPr>
      <w:rFonts w:ascii="Univers" w:eastAsia="Times New Roman" w:hAnsi="Univers"/>
      <w:sz w:val="22"/>
      <w:szCs w:val="20"/>
    </w:rPr>
  </w:style>
  <w:style w:type="character" w:customStyle="1" w:styleId="TextkrperZchn">
    <w:name w:val="Textkörper Zchn"/>
    <w:basedOn w:val="Absatz-Standardschriftart"/>
    <w:link w:val="Textkrper"/>
    <w:semiHidden/>
    <w:rsid w:val="006A3E23"/>
    <w:rPr>
      <w:rFonts w:ascii="Univers" w:eastAsia="Times New Roman" w:hAnsi="Univers"/>
      <w:sz w:val="22"/>
    </w:rPr>
  </w:style>
  <w:style w:type="table" w:styleId="Tabellenraster">
    <w:name w:val="Table Grid"/>
    <w:basedOn w:val="NormaleTabelle"/>
    <w:uiPriority w:val="59"/>
    <w:rsid w:val="00A950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70A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EinfacherAbsatz">
    <w:name w:val="[Einfacher Absatz]"/>
    <w:basedOn w:val="Standard"/>
    <w:uiPriority w:val="99"/>
    <w:rsid w:val="006F79E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paragraph" w:styleId="Kopfzeile">
    <w:name w:val="header"/>
    <w:basedOn w:val="Standard"/>
    <w:link w:val="KopfzeileZchn"/>
    <w:uiPriority w:val="99"/>
    <w:unhideWhenUsed/>
    <w:rsid w:val="008B4A3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B4A37"/>
  </w:style>
  <w:style w:type="paragraph" w:styleId="Fuzeile">
    <w:name w:val="footer"/>
    <w:basedOn w:val="Standard"/>
    <w:link w:val="FuzeileZchn"/>
    <w:uiPriority w:val="99"/>
    <w:unhideWhenUsed/>
    <w:rsid w:val="008B4A3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B4A37"/>
  </w:style>
  <w:style w:type="character" w:styleId="Hyperlink">
    <w:name w:val="Hyperlink"/>
    <w:uiPriority w:val="99"/>
    <w:unhideWhenUsed/>
    <w:rsid w:val="00DE6F75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4A5A"/>
    <w:rPr>
      <w:rFonts w:ascii="Lucida Grande" w:hAnsi="Lucida Grande"/>
      <w:sz w:val="18"/>
      <w:szCs w:val="18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4C4A5A"/>
    <w:rPr>
      <w:rFonts w:ascii="Lucida Grande" w:hAnsi="Lucida Grande" w:cs="Lucida Grande"/>
      <w:sz w:val="18"/>
      <w:szCs w:val="18"/>
    </w:rPr>
  </w:style>
  <w:style w:type="character" w:styleId="Seitenzahl">
    <w:name w:val="page number"/>
    <w:basedOn w:val="Absatz-Standardschriftart"/>
    <w:uiPriority w:val="99"/>
    <w:semiHidden/>
    <w:unhideWhenUsed/>
    <w:rsid w:val="00BF6C41"/>
  </w:style>
  <w:style w:type="character" w:styleId="BesuchterHyperlink">
    <w:name w:val="FollowedHyperlink"/>
    <w:uiPriority w:val="99"/>
    <w:semiHidden/>
    <w:unhideWhenUsed/>
    <w:rsid w:val="003D597F"/>
    <w:rPr>
      <w:color w:val="800080"/>
      <w:u w:val="single"/>
    </w:rPr>
  </w:style>
  <w:style w:type="paragraph" w:styleId="Textkrper">
    <w:name w:val="Body Text"/>
    <w:basedOn w:val="Standard"/>
    <w:link w:val="TextkrperZchn"/>
    <w:semiHidden/>
    <w:rsid w:val="006A3E23"/>
    <w:pPr>
      <w:tabs>
        <w:tab w:val="left" w:pos="2552"/>
        <w:tab w:val="left" w:pos="4395"/>
        <w:tab w:val="left" w:pos="6237"/>
        <w:tab w:val="left" w:pos="7797"/>
      </w:tabs>
    </w:pPr>
    <w:rPr>
      <w:rFonts w:ascii="Univers" w:eastAsia="Times New Roman" w:hAnsi="Univers"/>
      <w:sz w:val="22"/>
      <w:szCs w:val="20"/>
    </w:rPr>
  </w:style>
  <w:style w:type="character" w:customStyle="1" w:styleId="TextkrperZchn">
    <w:name w:val="Textkörper Zchn"/>
    <w:basedOn w:val="Absatz-Standardschriftart"/>
    <w:link w:val="Textkrper"/>
    <w:semiHidden/>
    <w:rsid w:val="006A3E23"/>
    <w:rPr>
      <w:rFonts w:ascii="Univers" w:eastAsia="Times New Roman" w:hAnsi="Univers"/>
      <w:sz w:val="22"/>
    </w:rPr>
  </w:style>
  <w:style w:type="table" w:styleId="Tabellenraster">
    <w:name w:val="Table Grid"/>
    <w:basedOn w:val="NormaleTabelle"/>
    <w:uiPriority w:val="59"/>
    <w:rsid w:val="00A950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70A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58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2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23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0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2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3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2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4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8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2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7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7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0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7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5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8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3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8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8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8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9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2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7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1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6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8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CCA379B7.dotm</Template>
  <TotalTime>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Magdeburg A.ö.R.</Company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Janine Blankenburg</dc:creator>
  <cp:lastModifiedBy>Tedford, Kerry</cp:lastModifiedBy>
  <cp:revision>6</cp:revision>
  <cp:lastPrinted>2015-11-02T11:23:00Z</cp:lastPrinted>
  <dcterms:created xsi:type="dcterms:W3CDTF">2018-08-17T15:00:00Z</dcterms:created>
  <dcterms:modified xsi:type="dcterms:W3CDTF">2018-08-20T13:02:00Z</dcterms:modified>
</cp:coreProperties>
</file>