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B4" w:rsidRPr="00034CB2" w:rsidRDefault="00CF13D6" w:rsidP="00D838B2">
      <w:pPr>
        <w:pStyle w:val="letterh"/>
        <w:tabs>
          <w:tab w:val="clear" w:pos="426"/>
          <w:tab w:val="clear" w:pos="1701"/>
          <w:tab w:val="clear" w:pos="3402"/>
          <w:tab w:val="clear" w:pos="5103"/>
          <w:tab w:val="clear" w:pos="6804"/>
          <w:tab w:val="left" w:pos="8598"/>
        </w:tabs>
        <w:rPr>
          <w:sz w:val="16"/>
          <w:szCs w:val="16"/>
        </w:rPr>
      </w:pPr>
      <w:r>
        <w:rPr>
          <w:rtl/>
        </w:rPr>
        <w:tab/>
      </w:r>
      <w:r w:rsidR="00D838B2">
        <w:rPr>
          <w:rtl/>
        </w:rPr>
        <w:tab/>
      </w:r>
      <w:r w:rsidR="00D838B2">
        <w:rPr>
          <w:rtl/>
        </w:rPr>
        <w:tab/>
      </w:r>
    </w:p>
    <w:p w:rsidR="002722B4" w:rsidRDefault="002722B4" w:rsidP="00F745A9">
      <w:pPr>
        <w:pStyle w:val="letterh"/>
        <w:spacing w:line="360" w:lineRule="auto"/>
      </w:pPr>
    </w:p>
    <w:p w:rsidR="00D838B2" w:rsidRDefault="00D838B2" w:rsidP="00D838B2">
      <w:pPr>
        <w:pStyle w:val="letterh"/>
        <w:bidi w:val="0"/>
        <w:spacing w:line="360" w:lineRule="auto"/>
        <w:jc w:val="left"/>
        <w:rPr>
          <w:rtl/>
        </w:rPr>
      </w:pPr>
    </w:p>
    <w:p w:rsidR="009C6063" w:rsidRPr="003A52AE" w:rsidRDefault="009C6063" w:rsidP="003A52AE">
      <w:pPr>
        <w:pStyle w:val="Header"/>
        <w:rPr>
          <w:sz w:val="22"/>
          <w:szCs w:val="22"/>
          <w:rtl/>
        </w:rPr>
      </w:pPr>
    </w:p>
    <w:p w:rsidR="003A52AE" w:rsidRDefault="003A52AE" w:rsidP="003A52AE">
      <w:pPr>
        <w:ind w:right="-90"/>
        <w:rPr>
          <w:sz w:val="22"/>
          <w:szCs w:val="22"/>
          <w:lang w:eastAsia="en-US"/>
        </w:rPr>
      </w:pPr>
    </w:p>
    <w:p w:rsidR="003A52AE" w:rsidRDefault="003A52AE" w:rsidP="003A52AE">
      <w:pPr>
        <w:ind w:right="-90"/>
        <w:rPr>
          <w:sz w:val="22"/>
          <w:szCs w:val="22"/>
          <w:lang w:eastAsia="en-US"/>
        </w:rPr>
      </w:pPr>
    </w:p>
    <w:p w:rsidR="003A52AE" w:rsidRDefault="003A52AE" w:rsidP="003A52AE">
      <w:pPr>
        <w:ind w:right="-90"/>
        <w:rPr>
          <w:sz w:val="22"/>
          <w:szCs w:val="22"/>
          <w:lang w:eastAsia="en-US"/>
        </w:rPr>
      </w:pPr>
    </w:p>
    <w:p w:rsidR="003A52AE" w:rsidRDefault="00F73835" w:rsidP="00F73835">
      <w:pPr>
        <w:ind w:right="-90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|October</w:t>
      </w:r>
      <w:r w:rsidR="00112391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4</w:t>
      </w:r>
      <w:r w:rsidR="00112391">
        <w:rPr>
          <w:sz w:val="22"/>
          <w:szCs w:val="22"/>
          <w:lang w:eastAsia="en-US"/>
        </w:rPr>
        <w:t>, 2017</w:t>
      </w:r>
    </w:p>
    <w:p w:rsidR="00E855E9" w:rsidRPr="003A52AE" w:rsidRDefault="00E855E9" w:rsidP="003A52AE">
      <w:pPr>
        <w:ind w:right="-90"/>
        <w:rPr>
          <w:sz w:val="22"/>
          <w:szCs w:val="22"/>
          <w:rtl/>
          <w:lang w:eastAsia="en-US"/>
        </w:rPr>
      </w:pPr>
    </w:p>
    <w:p w:rsidR="00E855E9" w:rsidRDefault="00112391" w:rsidP="003A52AE">
      <w:pPr>
        <w:ind w:right="-9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Editor,</w:t>
      </w:r>
    </w:p>
    <w:p w:rsidR="00112391" w:rsidRDefault="00F73835" w:rsidP="003A52AE">
      <w:pPr>
        <w:ind w:right="-90"/>
        <w:rPr>
          <w:sz w:val="22"/>
          <w:szCs w:val="22"/>
          <w:lang w:eastAsia="en-US"/>
        </w:rPr>
      </w:pPr>
      <w:proofErr w:type="spellStart"/>
      <w:r>
        <w:rPr>
          <w:sz w:val="22"/>
          <w:szCs w:val="22"/>
          <w:lang w:eastAsia="en-US"/>
        </w:rPr>
        <w:t>JoVE</w:t>
      </w:r>
      <w:proofErr w:type="spellEnd"/>
    </w:p>
    <w:p w:rsidR="003A52AE" w:rsidRDefault="003A52AE" w:rsidP="003A52AE">
      <w:pPr>
        <w:ind w:right="-90"/>
        <w:rPr>
          <w:sz w:val="22"/>
          <w:szCs w:val="22"/>
          <w:lang w:eastAsia="en-US"/>
        </w:rPr>
      </w:pPr>
    </w:p>
    <w:p w:rsidR="00112391" w:rsidRDefault="00112391" w:rsidP="003A52AE">
      <w:pPr>
        <w:ind w:right="-90"/>
        <w:rPr>
          <w:sz w:val="22"/>
          <w:szCs w:val="22"/>
          <w:lang w:eastAsia="en-US"/>
        </w:rPr>
      </w:pPr>
    </w:p>
    <w:p w:rsidR="00112391" w:rsidRDefault="00112391" w:rsidP="003A52AE">
      <w:pPr>
        <w:ind w:right="-90"/>
        <w:rPr>
          <w:sz w:val="22"/>
          <w:szCs w:val="22"/>
          <w:lang w:eastAsia="en-US"/>
        </w:rPr>
      </w:pPr>
    </w:p>
    <w:p w:rsidR="00112391" w:rsidRDefault="00112391" w:rsidP="003A52AE">
      <w:pPr>
        <w:ind w:right="-9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Dear Editor,</w:t>
      </w:r>
    </w:p>
    <w:p w:rsidR="00112391" w:rsidRDefault="00112391" w:rsidP="003A52AE">
      <w:pPr>
        <w:ind w:right="-90"/>
        <w:rPr>
          <w:sz w:val="22"/>
          <w:szCs w:val="22"/>
          <w:lang w:eastAsia="en-US"/>
        </w:rPr>
      </w:pPr>
    </w:p>
    <w:p w:rsidR="00112391" w:rsidRDefault="00112391" w:rsidP="00F7383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sz w:val="22"/>
          <w:szCs w:val="22"/>
          <w:lang w:eastAsia="en-US"/>
        </w:rPr>
        <w:t>Enclosed pleas</w:t>
      </w:r>
      <w:r w:rsidR="00F73835">
        <w:rPr>
          <w:sz w:val="22"/>
          <w:szCs w:val="22"/>
          <w:lang w:eastAsia="en-US"/>
        </w:rPr>
        <w:t xml:space="preserve">e find a paper by A. </w:t>
      </w:r>
      <w:proofErr w:type="spellStart"/>
      <w:r w:rsidR="00F73835">
        <w:rPr>
          <w:sz w:val="22"/>
          <w:szCs w:val="22"/>
          <w:lang w:eastAsia="en-US"/>
        </w:rPr>
        <w:t>Fershtman</w:t>
      </w:r>
      <w:proofErr w:type="spellEnd"/>
      <w:r>
        <w:rPr>
          <w:sz w:val="22"/>
          <w:szCs w:val="22"/>
          <w:lang w:eastAsia="en-US"/>
        </w:rPr>
        <w:t xml:space="preserve">, D. </w:t>
      </w:r>
      <w:proofErr w:type="spellStart"/>
      <w:r>
        <w:rPr>
          <w:sz w:val="22"/>
          <w:szCs w:val="22"/>
          <w:lang w:eastAsia="en-US"/>
        </w:rPr>
        <w:t>Barnea</w:t>
      </w:r>
      <w:proofErr w:type="spellEnd"/>
      <w:r>
        <w:rPr>
          <w:sz w:val="22"/>
          <w:szCs w:val="22"/>
          <w:lang w:eastAsia="en-US"/>
        </w:rPr>
        <w:t xml:space="preserve"> and </w:t>
      </w:r>
      <w:proofErr w:type="spellStart"/>
      <w:r>
        <w:rPr>
          <w:sz w:val="22"/>
          <w:szCs w:val="22"/>
          <w:lang w:eastAsia="en-US"/>
        </w:rPr>
        <w:t>L.Shemer</w:t>
      </w:r>
      <w:proofErr w:type="spellEnd"/>
      <w:r>
        <w:rPr>
          <w:sz w:val="22"/>
          <w:szCs w:val="22"/>
          <w:lang w:eastAsia="en-US"/>
        </w:rPr>
        <w:t xml:space="preserve">, </w:t>
      </w:r>
      <w:r w:rsidRPr="00F73835">
        <w:rPr>
          <w:rFonts w:cs="Times New Roman"/>
          <w:sz w:val="24"/>
          <w:szCs w:val="24"/>
        </w:rPr>
        <w:t>entitled “</w:t>
      </w:r>
      <w:r w:rsidR="00F73835" w:rsidRPr="00F73835">
        <w:rPr>
          <w:rFonts w:cs="Times New Roman"/>
          <w:sz w:val="24"/>
          <w:szCs w:val="24"/>
        </w:rPr>
        <w:t>Measurements of local instantaneous convective heat transfer in a pipe - single and two phase flow</w:t>
      </w:r>
      <w:r>
        <w:rPr>
          <w:rFonts w:cs="Times New Roman"/>
          <w:sz w:val="24"/>
          <w:szCs w:val="24"/>
        </w:rPr>
        <w:t xml:space="preserve">,” which we submit for publication in </w:t>
      </w:r>
      <w:proofErr w:type="spellStart"/>
      <w:r w:rsidR="00F73835">
        <w:rPr>
          <w:rFonts w:cs="Times New Roman"/>
          <w:sz w:val="24"/>
          <w:szCs w:val="24"/>
        </w:rPr>
        <w:t>JoVE</w:t>
      </w:r>
      <w:proofErr w:type="spellEnd"/>
      <w:r>
        <w:rPr>
          <w:rFonts w:cs="Times New Roman"/>
          <w:sz w:val="24"/>
          <w:szCs w:val="24"/>
        </w:rPr>
        <w:t>.</w:t>
      </w:r>
    </w:p>
    <w:p w:rsidR="00112391" w:rsidRDefault="00112391" w:rsidP="00112391">
      <w:pPr>
        <w:spacing w:line="360" w:lineRule="auto"/>
        <w:jc w:val="both"/>
        <w:rPr>
          <w:rFonts w:cs="Times New Roman"/>
          <w:sz w:val="24"/>
          <w:szCs w:val="24"/>
        </w:rPr>
      </w:pPr>
    </w:p>
    <w:p w:rsidR="00112391" w:rsidRDefault="00112391" w:rsidP="001123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Sincerely,</w:t>
      </w:r>
    </w:p>
    <w:bookmarkStart w:id="0" w:name="_GoBack"/>
    <w:bookmarkEnd w:id="0"/>
    <w:p w:rsidR="00112391" w:rsidRPr="00112391" w:rsidRDefault="005B03DA" w:rsidP="00112391">
      <w:pPr>
        <w:spacing w:line="360" w:lineRule="auto"/>
        <w:jc w:val="both"/>
        <w:rPr>
          <w:rFonts w:cs="Times New Roman"/>
          <w:sz w:val="24"/>
          <w:szCs w:val="24"/>
        </w:rPr>
      </w:pPr>
      <w:r>
        <w:object w:dxaOrig="25905" w:dyaOrig="172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95pt;height:47.55pt" o:ole="">
            <v:imagedata r:id="rId8" o:title=""/>
          </v:shape>
          <o:OLEObject Type="Embed" ProgID="Unknown" ShapeID="_x0000_i1025" DrawAspect="Content" ObjectID="_1568643175" r:id="rId9"/>
        </w:object>
      </w:r>
    </w:p>
    <w:p w:rsidR="00112391" w:rsidRDefault="00F73835" w:rsidP="003A52AE">
      <w:pPr>
        <w:ind w:right="-9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Adam </w:t>
      </w:r>
      <w:proofErr w:type="spellStart"/>
      <w:r>
        <w:rPr>
          <w:sz w:val="22"/>
          <w:szCs w:val="22"/>
          <w:lang w:eastAsia="en-US"/>
        </w:rPr>
        <w:t>Fershtman</w:t>
      </w:r>
      <w:proofErr w:type="spellEnd"/>
    </w:p>
    <w:sectPr w:rsidR="00112391" w:rsidSect="00034CB2"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7" w:h="16840" w:code="9"/>
      <w:pgMar w:top="1440" w:right="1080" w:bottom="1440" w:left="1080" w:header="227" w:footer="39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AB8" w:rsidRDefault="00313AB8">
      <w:r>
        <w:separator/>
      </w:r>
    </w:p>
  </w:endnote>
  <w:endnote w:type="continuationSeparator" w:id="0">
    <w:p w:rsidR="00313AB8" w:rsidRDefault="0031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Hadassah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B4" w:rsidRDefault="002722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722B4" w:rsidRDefault="002722B4">
    <w:pPr>
      <w:pStyle w:val="Footer"/>
      <w:ind w:left="360"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B4" w:rsidRDefault="002722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9F0CE3">
      <w:rPr>
        <w:rStyle w:val="PageNumber"/>
        <w:noProof/>
      </w:rPr>
      <w:t>2</w:t>
    </w:r>
    <w:r>
      <w:rPr>
        <w:rStyle w:val="PageNumber"/>
        <w:rtl/>
      </w:rPr>
      <w:fldChar w:fldCharType="end"/>
    </w:r>
  </w:p>
  <w:p w:rsidR="002722B4" w:rsidRDefault="002722B4">
    <w:pPr>
      <w:pStyle w:val="Footer"/>
      <w:ind w:left="360"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B4" w:rsidRDefault="002722B4">
    <w:pPr>
      <w:pStyle w:val="Heading5"/>
      <w:rPr>
        <w:szCs w:val="20"/>
        <w:rtl/>
      </w:rPr>
    </w:pPr>
    <w:r>
      <w:rPr>
        <w:szCs w:val="20"/>
        <w:rtl/>
      </w:rPr>
      <w:t>קריית האוניברסיטה, רמת-אביב, תל-אביב 69978. טלפון:</w:t>
    </w:r>
    <w:r>
      <w:rPr>
        <w:rFonts w:hint="cs"/>
        <w:szCs w:val="20"/>
        <w:rtl/>
      </w:rPr>
      <w:t>03.640.8128</w:t>
    </w:r>
    <w:r>
      <w:rPr>
        <w:szCs w:val="20"/>
        <w:rtl/>
      </w:rPr>
      <w:t>, פקס:</w:t>
    </w:r>
    <w:r>
      <w:rPr>
        <w:rFonts w:hint="cs"/>
        <w:szCs w:val="20"/>
        <w:rtl/>
      </w:rPr>
      <w:t xml:space="preserve">03.640.7334 </w:t>
    </w:r>
  </w:p>
  <w:p w:rsidR="002722B4" w:rsidRDefault="002722B4">
    <w:pPr>
      <w:jc w:val="center"/>
      <w:rPr>
        <w:color w:val="0000FF"/>
        <w:sz w:val="16"/>
        <w:rtl/>
      </w:rPr>
    </w:pPr>
    <w:r>
      <w:rPr>
        <w:color w:val="0000FF"/>
        <w:sz w:val="16"/>
        <w:lang w:val="nb-NO"/>
      </w:rPr>
      <w:t xml:space="preserve">TEL AVIV UNIVERSITY, RAMAT AVIV, TEL AVIV 69978, ISRAEL.  </w:t>
    </w:r>
    <w:r>
      <w:rPr>
        <w:color w:val="0000FF"/>
        <w:sz w:val="16"/>
      </w:rPr>
      <w:t>TEL: 972-3-640-8128, FAX. 972-3-640-7334</w:t>
    </w:r>
  </w:p>
  <w:p w:rsidR="002722B4" w:rsidRDefault="002722B4">
    <w:pPr>
      <w:jc w:val="center"/>
      <w:rPr>
        <w:i/>
        <w:iCs/>
        <w:color w:val="0000FF"/>
        <w:sz w:val="16"/>
      </w:rPr>
    </w:pPr>
    <w:r>
      <w:rPr>
        <w:color w:val="0000FF"/>
        <w:sz w:val="16"/>
        <w:szCs w:val="16"/>
      </w:rPr>
      <w:t>E-MAIL</w:t>
    </w:r>
    <w:r>
      <w:rPr>
        <w:color w:val="0000FF"/>
      </w:rPr>
      <w:t xml:space="preserve">: </w:t>
    </w:r>
    <w:hyperlink r:id="rId1" w:history="1">
      <w:r>
        <w:rPr>
          <w:rStyle w:val="Hyperlink"/>
          <w:i/>
          <w:iCs/>
        </w:rPr>
        <w:t xml:space="preserve"> shemer@eng.tau.ac.il</w:t>
      </w:r>
    </w:hyperlink>
    <w:r>
      <w:rPr>
        <w:i/>
        <w:iCs/>
        <w:color w:val="0000FF"/>
      </w:rPr>
      <w:t xml:space="preserve">, </w:t>
    </w:r>
    <w:hyperlink r:id="rId2" w:history="1">
      <w:r>
        <w:rPr>
          <w:rStyle w:val="Hyperlink"/>
          <w:i/>
          <w:iCs/>
        </w:rPr>
        <w:t>varda@eng.tau.ac.il</w:t>
      </w:r>
    </w:hyperlink>
    <w:r>
      <w:rPr>
        <w:i/>
        <w:iCs/>
        <w:color w:val="0000FF"/>
      </w:rPr>
      <w:t xml:space="preserve"> (</w:t>
    </w:r>
    <w:proofErr w:type="spellStart"/>
    <w:r>
      <w:rPr>
        <w:i/>
        <w:iCs/>
        <w:color w:val="0000FF"/>
      </w:rPr>
      <w:t>secr</w:t>
    </w:r>
    <w:proofErr w:type="spellEnd"/>
    <w:r>
      <w:rPr>
        <w:i/>
        <w:iCs/>
        <w:color w:val="0000FF"/>
      </w:rPr>
      <w:t>.)</w:t>
    </w:r>
    <w:r>
      <w:rPr>
        <w:color w:val="0000FF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AB8" w:rsidRDefault="00313AB8">
      <w:r>
        <w:separator/>
      </w:r>
    </w:p>
  </w:footnote>
  <w:footnote w:type="continuationSeparator" w:id="0">
    <w:p w:rsidR="00313AB8" w:rsidRDefault="0031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B4" w:rsidRDefault="002722B4">
    <w:pPr>
      <w:pStyle w:val="Header"/>
      <w:jc w:val="center"/>
    </w:pPr>
    <w:r>
      <w:object w:dxaOrig="6120" w:dyaOrig="11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7.9pt;height:56.4pt" o:ole="" fillcolor="window">
          <v:imagedata r:id="rId1" o:title=""/>
        </v:shape>
        <o:OLEObject Type="Embed" ProgID="Word.Picture.8" ShapeID="_x0000_i1026" DrawAspect="Content" ObjectID="_1568643176" r:id="rId2"/>
      </w:object>
    </w:r>
  </w:p>
  <w:p w:rsidR="002722B4" w:rsidRDefault="005A1385">
    <w:pPr>
      <w:pStyle w:val="Header"/>
      <w:bidi/>
      <w:jc w:val="center"/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A0B3211" wp14:editId="6A8C599D">
              <wp:simplePos x="0" y="0"/>
              <wp:positionH relativeFrom="page">
                <wp:posOffset>4023148</wp:posOffset>
              </wp:positionH>
              <wp:positionV relativeFrom="paragraph">
                <wp:posOffset>92287</wp:posOffset>
              </wp:positionV>
              <wp:extent cx="2883747" cy="70358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3747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1385" w:rsidRPr="005A1385" w:rsidRDefault="005A1385" w:rsidP="00CA78C5">
                          <w:pPr>
                            <w:bidi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6"/>
                              <w:szCs w:val="6"/>
                            </w:rPr>
                          </w:pPr>
                        </w:p>
                        <w:p w:rsidR="002722B4" w:rsidRPr="005A1385" w:rsidRDefault="002722B4" w:rsidP="005A1385">
                          <w:pPr>
                            <w:bidi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</w:pPr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הפקולטה להנדסה</w:t>
                          </w:r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 xml:space="preserve"> ע"ש </w:t>
                          </w:r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איבי</w:t>
                          </w:r>
                          <w:proofErr w:type="spellEnd"/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 xml:space="preserve"> ואלדר פליישמן</w:t>
                          </w:r>
                        </w:p>
                        <w:p w:rsidR="002722B4" w:rsidRPr="005A1385" w:rsidRDefault="002722B4" w:rsidP="00CA78C5">
                          <w:pPr>
                            <w:bidi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</w:pPr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בית הספר להנדסה מכאנית</w:t>
                          </w:r>
                        </w:p>
                        <w:p w:rsidR="006E57F0" w:rsidRDefault="00CA78C5" w:rsidP="005A1385">
                          <w:pPr>
                            <w:bidi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</w:pPr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פרופ' לב שמר</w:t>
                          </w:r>
                        </w:p>
                        <w:p w:rsidR="002722B4" w:rsidRPr="005A1385" w:rsidRDefault="00CA78C5" w:rsidP="006E57F0">
                          <w:pPr>
                            <w:bidi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8"/>
                              <w:szCs w:val="18"/>
                            </w:rPr>
                          </w:pPr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הק</w:t>
                          </w:r>
                          <w:r w:rsidR="00D838B2"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ת</w:t>
                          </w:r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 xml:space="preserve">דרה </w:t>
                          </w:r>
                          <w:proofErr w:type="spellStart"/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למכניקת</w:t>
                          </w:r>
                          <w:proofErr w:type="spellEnd"/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 xml:space="preserve"> </w:t>
                          </w:r>
                          <w:r w:rsidR="005A1385"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ה</w:t>
                          </w:r>
                          <w:r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זורמים</w:t>
                          </w:r>
                          <w:r w:rsidR="005A1385"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 xml:space="preserve"> ע"ש האחים </w:t>
                          </w:r>
                          <w:proofErr w:type="spellStart"/>
                          <w:r w:rsidR="005A1385" w:rsidRPr="005A1385"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8"/>
                              <w:szCs w:val="18"/>
                              <w:rtl/>
                            </w:rPr>
                            <w:t>לזרוס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0B32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6.8pt;margin-top:7.25pt;width:227.05pt;height:55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" stroked="f">
              <v:textbox>
                <w:txbxContent>
                  <w:p w:rsidR="005A1385" w:rsidRPr="005A1385" w:rsidRDefault="005A1385" w:rsidP="00CA78C5">
                    <w:pPr>
                      <w:bidi/>
                      <w:rPr>
                        <w:rFonts w:ascii="Arial" w:hAnsi="Arial" w:cs="Arial"/>
                        <w:b/>
                        <w:bCs/>
                        <w:color w:val="0000FF"/>
                        <w:sz w:val="6"/>
                        <w:szCs w:val="6"/>
                      </w:rPr>
                    </w:pPr>
                  </w:p>
                  <w:p w:rsidR="002722B4" w:rsidRPr="005A1385" w:rsidRDefault="002722B4" w:rsidP="005A1385">
                    <w:pPr>
                      <w:bidi/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</w:pPr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הפקולטה להנדסה</w:t>
                    </w:r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</w:rPr>
                      <w:t xml:space="preserve"> </w:t>
                    </w:r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 xml:space="preserve"> ע"ש </w:t>
                    </w:r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איבי</w:t>
                    </w:r>
                    <w:proofErr w:type="spellEnd"/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</w:rPr>
                      <w:t xml:space="preserve"> </w:t>
                    </w:r>
                    <w:r w:rsidRPr="005A1385"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 xml:space="preserve"> ואלדר פליישמן</w:t>
                    </w:r>
                  </w:p>
                  <w:p w:rsidR="002722B4" w:rsidRPr="005A1385" w:rsidRDefault="002722B4" w:rsidP="00CA78C5">
                    <w:pPr>
                      <w:bidi/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</w:pPr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בית הספר להנדסה מכאנית</w:t>
                    </w:r>
                  </w:p>
                  <w:p w:rsidR="006E57F0" w:rsidRDefault="00CA78C5" w:rsidP="005A1385">
                    <w:pPr>
                      <w:bidi/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</w:pPr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פרופ' לב שמר</w:t>
                    </w:r>
                  </w:p>
                  <w:p w:rsidR="002722B4" w:rsidRPr="005A1385" w:rsidRDefault="00CA78C5" w:rsidP="006E57F0">
                    <w:pPr>
                      <w:bidi/>
                      <w:rPr>
                        <w:rFonts w:ascii="Arial" w:hAnsi="Arial" w:cs="Arial"/>
                        <w:b/>
                        <w:bCs/>
                        <w:color w:val="0000FF"/>
                        <w:sz w:val="18"/>
                        <w:szCs w:val="18"/>
                      </w:rPr>
                    </w:pPr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הק</w:t>
                    </w:r>
                    <w:r w:rsidR="00D838B2"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ת</w:t>
                    </w:r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 xml:space="preserve">דרה </w:t>
                    </w:r>
                    <w:proofErr w:type="spellStart"/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למכניקת</w:t>
                    </w:r>
                    <w:proofErr w:type="spellEnd"/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 xml:space="preserve"> </w:t>
                    </w:r>
                    <w:r w:rsidR="005A1385"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ה</w:t>
                    </w:r>
                    <w:r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זורמים</w:t>
                    </w:r>
                    <w:r w:rsidR="005A1385"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 xml:space="preserve"> ע"ש האחים </w:t>
                    </w:r>
                    <w:proofErr w:type="spellStart"/>
                    <w:r w:rsidR="005A1385" w:rsidRPr="005A1385">
                      <w:rPr>
                        <w:rFonts w:ascii="Arial" w:hAnsi="Arial" w:cs="Arial" w:hint="cs"/>
                        <w:b/>
                        <w:bCs/>
                        <w:color w:val="0000FF"/>
                        <w:sz w:val="18"/>
                        <w:szCs w:val="18"/>
                        <w:rtl/>
                      </w:rPr>
                      <w:t>לזרוס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  <w:r w:rsidR="00034CB2"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0AB971" wp14:editId="6478D188">
              <wp:simplePos x="0" y="0"/>
              <wp:positionH relativeFrom="column">
                <wp:posOffset>56069</wp:posOffset>
              </wp:positionH>
              <wp:positionV relativeFrom="paragraph">
                <wp:posOffset>124487</wp:posOffset>
              </wp:positionV>
              <wp:extent cx="3282315" cy="8001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31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2B4" w:rsidRDefault="002722B4" w:rsidP="00CF13D6">
                          <w:pPr>
                            <w:spacing w:before="40" w:after="40"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  <w:t>THE IBY AND ALADAR FLEISCHMAN FACULTY OF ENGINEERING</w:t>
                          </w:r>
                        </w:p>
                        <w:p w:rsidR="002722B4" w:rsidRDefault="002722B4" w:rsidP="00CF13D6">
                          <w:pPr>
                            <w:spacing w:before="40" w:after="40"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</w:rPr>
                                <w:t>SCHOOL</w:t>
                              </w:r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sz w:val="14"/>
                                <w:szCs w:val="14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14"/>
                                  <w:szCs w:val="14"/>
                                </w:rPr>
                                <w:t>MECHANICAL ENGINEERING</w:t>
                              </w:r>
                            </w:smartTag>
                          </w:smartTag>
                        </w:p>
                        <w:p w:rsidR="006E57F0" w:rsidRDefault="002722B4" w:rsidP="005A1385">
                          <w:pPr>
                            <w:spacing w:before="40" w:after="40"/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  <w:rtl/>
                            </w:rPr>
                          </w:pPr>
                          <w:r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  <w:t>PROF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  <w:t>. LEV SHEMER</w:t>
                          </w:r>
                        </w:p>
                        <w:p w:rsidR="002722B4" w:rsidRDefault="006E57F0" w:rsidP="005A1385">
                          <w:pPr>
                            <w:spacing w:before="40" w:after="40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 w:hint="cs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  <w:t>T</w:t>
                          </w:r>
                          <w:r w:rsidR="005A138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  <w:t xml:space="preserve">HE LAZARUS BROTHERS </w:t>
                          </w:r>
                          <w:r w:rsidR="00CA78C5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14"/>
                              <w:szCs w:val="14"/>
                            </w:rPr>
                            <w:t>CHAIR OF FLUID MECHANICS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60AB971" id="Text Box 3" o:spid="_x0000_s1027" type="#_x0000_t202" style="position:absolute;left:0;text-align:left;margin-left:4.4pt;margin-top:9.8pt;width:258.4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GqVugIAAMA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" filled="f" stroked="f">
              <v:textbox>
                <w:txbxContent>
                  <w:p w:rsidR="002722B4" w:rsidRDefault="002722B4" w:rsidP="00CF13D6">
                    <w:pPr>
                      <w:spacing w:before="40" w:after="40"/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</w:rPr>
                      <w:t>THE IBY AND ALADAR FLEISCHMAN FACULTY OF ENGINEERING</w:t>
                    </w:r>
                  </w:p>
                  <w:p w:rsidR="002722B4" w:rsidRDefault="002722B4" w:rsidP="00CF13D6">
                    <w:pPr>
                      <w:spacing w:before="40" w:after="40"/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14"/>
                            <w:szCs w:val="14"/>
                          </w:rPr>
                          <w:t>SCHOOL</w:t>
                        </w:r>
                      </w:smartTag>
                      <w:r>
                        <w:rPr>
                          <w:rFonts w:ascii="Arial" w:hAnsi="Arial" w:cs="Arial"/>
                          <w:b/>
                          <w:bCs/>
                          <w:color w:val="0000FF"/>
                          <w:sz w:val="14"/>
                          <w:szCs w:val="14"/>
                        </w:rPr>
                        <w:t xml:space="preserve"> OF </w:t>
                      </w:r>
                      <w:smartTag w:uri="urn:schemas-microsoft-com:office:smarttags" w:element="PlaceName">
                        <w:r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14"/>
                            <w:szCs w:val="14"/>
                          </w:rPr>
                          <w:t>MECHANICAL ENGINEERING</w:t>
                        </w:r>
                      </w:smartTag>
                    </w:smartTag>
                  </w:p>
                  <w:p w:rsidR="006E57F0" w:rsidRDefault="002722B4" w:rsidP="005A1385">
                    <w:pPr>
                      <w:spacing w:before="40" w:after="40"/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  <w:rtl/>
                      </w:rPr>
                    </w:pPr>
                    <w:r>
                      <w:rPr>
                        <w:rFonts w:ascii="Arial" w:hAnsi="Arial" w:cs="Arial" w:hint="cs"/>
                        <w:b/>
                        <w:bCs/>
                        <w:color w:val="0000FF"/>
                        <w:sz w:val="14"/>
                        <w:szCs w:val="14"/>
                      </w:rPr>
                      <w:t>PROF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</w:rPr>
                      <w:t>. LEV SHEMER</w:t>
                    </w:r>
                  </w:p>
                  <w:p w:rsidR="002722B4" w:rsidRDefault="006E57F0" w:rsidP="005A1385">
                    <w:pPr>
                      <w:spacing w:before="40" w:after="40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 w:hint="cs"/>
                        <w:b/>
                        <w:bCs/>
                        <w:color w:val="0000FF"/>
                        <w:sz w:val="14"/>
                        <w:szCs w:val="14"/>
                      </w:rPr>
                      <w:t>T</w:t>
                    </w:r>
                    <w:r w:rsidR="005A1385"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</w:rPr>
                      <w:t xml:space="preserve">HE LAZARUS BROTHERS </w:t>
                    </w:r>
                    <w:r w:rsidR="00CA78C5">
                      <w:rPr>
                        <w:rFonts w:ascii="Arial" w:hAnsi="Arial" w:cs="Arial"/>
                        <w:b/>
                        <w:bCs/>
                        <w:color w:val="0000FF"/>
                        <w:sz w:val="14"/>
                        <w:szCs w:val="14"/>
                      </w:rPr>
                      <w:t>CHAIR OF FLUID MECHANICS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051F"/>
    <w:multiLevelType w:val="hybridMultilevel"/>
    <w:tmpl w:val="3048A692"/>
    <w:lvl w:ilvl="0" w:tplc="D4229950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">
    <w:nsid w:val="218B14C5"/>
    <w:multiLevelType w:val="hybridMultilevel"/>
    <w:tmpl w:val="7A1E63F6"/>
    <w:lvl w:ilvl="0" w:tplc="6F80EEF8">
      <w:start w:val="1"/>
      <w:numFmt w:val="decimal"/>
      <w:lvlText w:val="%1."/>
      <w:lvlJc w:val="left"/>
      <w:pPr>
        <w:tabs>
          <w:tab w:val="num" w:pos="592"/>
        </w:tabs>
        <w:ind w:left="592" w:right="450" w:hanging="450"/>
      </w:pPr>
      <w:rPr>
        <w:rFonts w:hint="default"/>
        <w:sz w:val="20"/>
        <w:szCs w:val="2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23B054A4"/>
    <w:multiLevelType w:val="multilevel"/>
    <w:tmpl w:val="E0387A5A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256434D7"/>
    <w:multiLevelType w:val="hybridMultilevel"/>
    <w:tmpl w:val="21C015B8"/>
    <w:lvl w:ilvl="0" w:tplc="4C384F88">
      <w:start w:val="1"/>
      <w:numFmt w:val="decimal"/>
      <w:lvlText w:val="%1."/>
      <w:lvlJc w:val="left"/>
      <w:pPr>
        <w:tabs>
          <w:tab w:val="num" w:pos="780"/>
        </w:tabs>
        <w:ind w:left="780" w:righ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righ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righ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righ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righ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righ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righ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righ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right="6540" w:hanging="180"/>
      </w:pPr>
    </w:lvl>
  </w:abstractNum>
  <w:abstractNum w:abstractNumId="4">
    <w:nsid w:val="267E576D"/>
    <w:multiLevelType w:val="hybridMultilevel"/>
    <w:tmpl w:val="BD1C8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667855AC"/>
    <w:multiLevelType w:val="hybridMultilevel"/>
    <w:tmpl w:val="C36A6BBE"/>
    <w:lvl w:ilvl="0" w:tplc="0409000F">
      <w:start w:val="1"/>
      <w:numFmt w:val="decimal"/>
      <w:lvlText w:val="%1."/>
      <w:lvlJc w:val="left"/>
      <w:pPr>
        <w:tabs>
          <w:tab w:val="num" w:pos="885"/>
        </w:tabs>
        <w:ind w:left="885" w:right="8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05"/>
        </w:tabs>
        <w:ind w:left="1605" w:right="16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5"/>
        </w:tabs>
        <w:ind w:left="2325" w:right="23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righ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righ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righ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righ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righ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right="6645" w:hanging="180"/>
      </w:pPr>
    </w:lvl>
  </w:abstractNum>
  <w:abstractNum w:abstractNumId="6">
    <w:nsid w:val="67916D04"/>
    <w:multiLevelType w:val="hybridMultilevel"/>
    <w:tmpl w:val="0CC2B402"/>
    <w:lvl w:ilvl="0" w:tplc="3E34DC9C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Monotype Hadassah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BB0ADF"/>
    <w:multiLevelType w:val="hybridMultilevel"/>
    <w:tmpl w:val="9BA8E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>
    <w:nsid w:val="73AA0EB3"/>
    <w:multiLevelType w:val="singleLevel"/>
    <w:tmpl w:val="1786AF6C"/>
    <w:lvl w:ilvl="0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</w:abstractNum>
  <w:abstractNum w:abstractNumId="9">
    <w:nsid w:val="7B216DCD"/>
    <w:multiLevelType w:val="hybridMultilevel"/>
    <w:tmpl w:val="3D66DA1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righ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righ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righ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righ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righ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righ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righ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righ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right="654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intFractionalCharacterWidth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83"/>
    <w:rsid w:val="00015180"/>
    <w:rsid w:val="00034CB2"/>
    <w:rsid w:val="00067A33"/>
    <w:rsid w:val="00112391"/>
    <w:rsid w:val="00123CCB"/>
    <w:rsid w:val="00131A4C"/>
    <w:rsid w:val="001A2FD4"/>
    <w:rsid w:val="001B208D"/>
    <w:rsid w:val="001C21BE"/>
    <w:rsid w:val="002433CE"/>
    <w:rsid w:val="00264E59"/>
    <w:rsid w:val="002722B4"/>
    <w:rsid w:val="00292F3A"/>
    <w:rsid w:val="002A4F6F"/>
    <w:rsid w:val="002A78BE"/>
    <w:rsid w:val="002B5198"/>
    <w:rsid w:val="0031220C"/>
    <w:rsid w:val="00313AB8"/>
    <w:rsid w:val="003856D8"/>
    <w:rsid w:val="003A0AB1"/>
    <w:rsid w:val="003A52AE"/>
    <w:rsid w:val="003B4B71"/>
    <w:rsid w:val="003D78F7"/>
    <w:rsid w:val="003F77EC"/>
    <w:rsid w:val="00413697"/>
    <w:rsid w:val="00420A03"/>
    <w:rsid w:val="00424D8D"/>
    <w:rsid w:val="00434004"/>
    <w:rsid w:val="00452E2A"/>
    <w:rsid w:val="004B4C4A"/>
    <w:rsid w:val="00510E8A"/>
    <w:rsid w:val="005779CB"/>
    <w:rsid w:val="005A1385"/>
    <w:rsid w:val="005A6714"/>
    <w:rsid w:val="005B03DA"/>
    <w:rsid w:val="005D12A9"/>
    <w:rsid w:val="005E0B91"/>
    <w:rsid w:val="005E1433"/>
    <w:rsid w:val="005E567B"/>
    <w:rsid w:val="00624634"/>
    <w:rsid w:val="00641831"/>
    <w:rsid w:val="00644092"/>
    <w:rsid w:val="00660A1A"/>
    <w:rsid w:val="006E57F0"/>
    <w:rsid w:val="006F4DAE"/>
    <w:rsid w:val="00733744"/>
    <w:rsid w:val="00761623"/>
    <w:rsid w:val="007A1081"/>
    <w:rsid w:val="007B2458"/>
    <w:rsid w:val="008C5680"/>
    <w:rsid w:val="008D412E"/>
    <w:rsid w:val="008F6B64"/>
    <w:rsid w:val="00944495"/>
    <w:rsid w:val="00962985"/>
    <w:rsid w:val="0096510D"/>
    <w:rsid w:val="00984751"/>
    <w:rsid w:val="00993D52"/>
    <w:rsid w:val="009C1AD5"/>
    <w:rsid w:val="009C6063"/>
    <w:rsid w:val="009D0FE2"/>
    <w:rsid w:val="009F0CE3"/>
    <w:rsid w:val="00A33BBE"/>
    <w:rsid w:val="00A34763"/>
    <w:rsid w:val="00A74D38"/>
    <w:rsid w:val="00A81637"/>
    <w:rsid w:val="00AA6F8C"/>
    <w:rsid w:val="00AD2923"/>
    <w:rsid w:val="00B25835"/>
    <w:rsid w:val="00B75B8B"/>
    <w:rsid w:val="00B80855"/>
    <w:rsid w:val="00B9553E"/>
    <w:rsid w:val="00BE3F3D"/>
    <w:rsid w:val="00BF126E"/>
    <w:rsid w:val="00C02167"/>
    <w:rsid w:val="00C04A4F"/>
    <w:rsid w:val="00C544A7"/>
    <w:rsid w:val="00CA78C5"/>
    <w:rsid w:val="00CD3212"/>
    <w:rsid w:val="00CD5724"/>
    <w:rsid w:val="00CF13D6"/>
    <w:rsid w:val="00D05E35"/>
    <w:rsid w:val="00D25C6E"/>
    <w:rsid w:val="00D4664E"/>
    <w:rsid w:val="00D5532C"/>
    <w:rsid w:val="00D8014F"/>
    <w:rsid w:val="00D838B2"/>
    <w:rsid w:val="00DB5BEC"/>
    <w:rsid w:val="00DC0F9D"/>
    <w:rsid w:val="00DE4EA4"/>
    <w:rsid w:val="00DE52D2"/>
    <w:rsid w:val="00DF0316"/>
    <w:rsid w:val="00E14FFD"/>
    <w:rsid w:val="00E255D0"/>
    <w:rsid w:val="00E4016E"/>
    <w:rsid w:val="00E413A0"/>
    <w:rsid w:val="00E5040A"/>
    <w:rsid w:val="00E83627"/>
    <w:rsid w:val="00E8553D"/>
    <w:rsid w:val="00E855E9"/>
    <w:rsid w:val="00EC3F33"/>
    <w:rsid w:val="00ED68C2"/>
    <w:rsid w:val="00F53383"/>
    <w:rsid w:val="00F73835"/>
    <w:rsid w:val="00F745A9"/>
    <w:rsid w:val="00FF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David"/>
      <w:lang w:eastAsia="he-IL"/>
    </w:rPr>
  </w:style>
  <w:style w:type="paragraph" w:styleId="Heading1">
    <w:name w:val="heading 1"/>
    <w:basedOn w:val="Normal"/>
    <w:next w:val="Normal"/>
    <w:qFormat/>
    <w:pPr>
      <w:keepNext/>
      <w:bidi/>
      <w:ind w:right="-284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 w:cs="Miriam"/>
      <w:b/>
      <w:bCs/>
      <w:sz w:val="24"/>
      <w:szCs w:val="24"/>
    </w:rPr>
  </w:style>
  <w:style w:type="paragraph" w:styleId="Heading3">
    <w:name w:val="heading 3"/>
    <w:basedOn w:val="Normal"/>
    <w:next w:val="NormalIndent"/>
    <w:qFormat/>
    <w:pPr>
      <w:ind w:left="360" w:right="360"/>
      <w:outlineLvl w:val="2"/>
    </w:pPr>
    <w:rPr>
      <w:rFonts w:cs="Miriam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bidi/>
      <w:ind w:left="6480" w:right="-284" w:firstLine="72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bidi/>
      <w:jc w:val="center"/>
      <w:outlineLvl w:val="4"/>
    </w:pPr>
    <w:rPr>
      <w:color w:val="0000FF"/>
      <w:sz w:val="28"/>
      <w:szCs w:val="24"/>
    </w:rPr>
  </w:style>
  <w:style w:type="paragraph" w:styleId="Heading6">
    <w:name w:val="heading 6"/>
    <w:basedOn w:val="Normal"/>
    <w:next w:val="Normal"/>
    <w:qFormat/>
    <w:pPr>
      <w:keepNext/>
      <w:bidi/>
      <w:outlineLvl w:val="5"/>
    </w:pPr>
    <w:rPr>
      <w:szCs w:val="28"/>
    </w:rPr>
  </w:style>
  <w:style w:type="paragraph" w:styleId="Heading7">
    <w:name w:val="heading 7"/>
    <w:basedOn w:val="Normal"/>
    <w:next w:val="Normal"/>
    <w:qFormat/>
    <w:pPr>
      <w:keepNext/>
      <w:bidi/>
      <w:outlineLvl w:val="6"/>
    </w:pPr>
    <w:rPr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outlineLvl w:val="7"/>
    </w:pPr>
    <w:rPr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bidi/>
      <w:outlineLvl w:val="8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bidi/>
    </w:pPr>
    <w:rPr>
      <w:szCs w:val="24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bidi/>
    </w:pPr>
    <w:rPr>
      <w:sz w:val="24"/>
      <w:szCs w:val="24"/>
    </w:rPr>
  </w:style>
  <w:style w:type="paragraph" w:styleId="BodyText3">
    <w:name w:val="Body Text 3"/>
    <w:basedOn w:val="Normal"/>
    <w:pPr>
      <w:bidi/>
    </w:pPr>
    <w:rPr>
      <w:szCs w:val="2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letterh">
    <w:name w:val="letter_h"/>
    <w:basedOn w:val="Normal"/>
    <w:pPr>
      <w:tabs>
        <w:tab w:val="left" w:pos="426"/>
        <w:tab w:val="left" w:pos="1701"/>
        <w:tab w:val="left" w:pos="3402"/>
        <w:tab w:val="left" w:pos="5103"/>
        <w:tab w:val="left" w:pos="6804"/>
      </w:tabs>
      <w:bidi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F53383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pPr>
      <w:ind w:left="720" w:right="720"/>
    </w:pPr>
  </w:style>
  <w:style w:type="paragraph" w:styleId="PlainText">
    <w:name w:val="Plain Text"/>
    <w:basedOn w:val="Normal"/>
    <w:link w:val="PlainTextChar"/>
    <w:uiPriority w:val="99"/>
    <w:unhideWhenUsed/>
    <w:rsid w:val="00CA78C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A78C5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2433CE"/>
    <w:rPr>
      <w:rFonts w:cs="David"/>
      <w:lang w:eastAsia="he-IL"/>
    </w:rPr>
  </w:style>
  <w:style w:type="paragraph" w:styleId="ListParagraph">
    <w:name w:val="List Paragraph"/>
    <w:basedOn w:val="Normal"/>
    <w:uiPriority w:val="34"/>
    <w:qFormat/>
    <w:rsid w:val="00510E8A"/>
    <w:pPr>
      <w:ind w:left="720"/>
    </w:pPr>
    <w:rPr>
      <w:rFonts w:cs="Monotype Hadassah"/>
      <w:sz w:val="24"/>
    </w:rPr>
  </w:style>
  <w:style w:type="paragraph" w:customStyle="1" w:styleId="toh">
    <w:name w:val="toh"/>
    <w:basedOn w:val="Normal"/>
    <w:rsid w:val="00DE52D2"/>
    <w:pPr>
      <w:suppressLineNumbers/>
      <w:bidi/>
      <w:spacing w:after="120"/>
      <w:jc w:val="right"/>
    </w:pPr>
    <w:rPr>
      <w:rFonts w:cs="Miriam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C6063"/>
    <w:rPr>
      <w:rFonts w:cs="David"/>
      <w:lang w:eastAsia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David"/>
      <w:lang w:eastAsia="he-IL"/>
    </w:rPr>
  </w:style>
  <w:style w:type="paragraph" w:styleId="Heading1">
    <w:name w:val="heading 1"/>
    <w:basedOn w:val="Normal"/>
    <w:next w:val="Normal"/>
    <w:qFormat/>
    <w:pPr>
      <w:keepNext/>
      <w:bidi/>
      <w:ind w:right="-284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 w:cs="Miriam"/>
      <w:b/>
      <w:bCs/>
      <w:sz w:val="24"/>
      <w:szCs w:val="24"/>
    </w:rPr>
  </w:style>
  <w:style w:type="paragraph" w:styleId="Heading3">
    <w:name w:val="heading 3"/>
    <w:basedOn w:val="Normal"/>
    <w:next w:val="NormalIndent"/>
    <w:qFormat/>
    <w:pPr>
      <w:ind w:left="360" w:right="360"/>
      <w:outlineLvl w:val="2"/>
    </w:pPr>
    <w:rPr>
      <w:rFonts w:cs="Miriam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bidi/>
      <w:ind w:left="6480" w:right="-284" w:firstLine="72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bidi/>
      <w:jc w:val="center"/>
      <w:outlineLvl w:val="4"/>
    </w:pPr>
    <w:rPr>
      <w:color w:val="0000FF"/>
      <w:sz w:val="28"/>
      <w:szCs w:val="24"/>
    </w:rPr>
  </w:style>
  <w:style w:type="paragraph" w:styleId="Heading6">
    <w:name w:val="heading 6"/>
    <w:basedOn w:val="Normal"/>
    <w:next w:val="Normal"/>
    <w:qFormat/>
    <w:pPr>
      <w:keepNext/>
      <w:bidi/>
      <w:outlineLvl w:val="5"/>
    </w:pPr>
    <w:rPr>
      <w:szCs w:val="28"/>
    </w:rPr>
  </w:style>
  <w:style w:type="paragraph" w:styleId="Heading7">
    <w:name w:val="heading 7"/>
    <w:basedOn w:val="Normal"/>
    <w:next w:val="Normal"/>
    <w:qFormat/>
    <w:pPr>
      <w:keepNext/>
      <w:bidi/>
      <w:outlineLvl w:val="6"/>
    </w:pPr>
    <w:rPr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outlineLvl w:val="7"/>
    </w:pPr>
    <w:rPr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bidi/>
      <w:outlineLvl w:val="8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bidi/>
    </w:pPr>
    <w:rPr>
      <w:szCs w:val="24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bidi/>
    </w:pPr>
    <w:rPr>
      <w:sz w:val="24"/>
      <w:szCs w:val="24"/>
    </w:rPr>
  </w:style>
  <w:style w:type="paragraph" w:styleId="BodyText3">
    <w:name w:val="Body Text 3"/>
    <w:basedOn w:val="Normal"/>
    <w:pPr>
      <w:bidi/>
    </w:pPr>
    <w:rPr>
      <w:szCs w:val="2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letterh">
    <w:name w:val="letter_h"/>
    <w:basedOn w:val="Normal"/>
    <w:pPr>
      <w:tabs>
        <w:tab w:val="left" w:pos="426"/>
        <w:tab w:val="left" w:pos="1701"/>
        <w:tab w:val="left" w:pos="3402"/>
        <w:tab w:val="left" w:pos="5103"/>
        <w:tab w:val="left" w:pos="6804"/>
      </w:tabs>
      <w:bidi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F53383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pPr>
      <w:ind w:left="720" w:right="720"/>
    </w:pPr>
  </w:style>
  <w:style w:type="paragraph" w:styleId="PlainText">
    <w:name w:val="Plain Text"/>
    <w:basedOn w:val="Normal"/>
    <w:link w:val="PlainTextChar"/>
    <w:uiPriority w:val="99"/>
    <w:unhideWhenUsed/>
    <w:rsid w:val="00CA78C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A78C5"/>
    <w:rPr>
      <w:rFonts w:ascii="Calibri" w:eastAsiaTheme="minorHAnsi" w:hAnsi="Calibri" w:cstheme="minorBidi"/>
      <w:sz w:val="22"/>
      <w:szCs w:val="21"/>
    </w:rPr>
  </w:style>
  <w:style w:type="paragraph" w:styleId="Revision">
    <w:name w:val="Revision"/>
    <w:hidden/>
    <w:uiPriority w:val="99"/>
    <w:semiHidden/>
    <w:rsid w:val="002433CE"/>
    <w:rPr>
      <w:rFonts w:cs="David"/>
      <w:lang w:eastAsia="he-IL"/>
    </w:rPr>
  </w:style>
  <w:style w:type="paragraph" w:styleId="ListParagraph">
    <w:name w:val="List Paragraph"/>
    <w:basedOn w:val="Normal"/>
    <w:uiPriority w:val="34"/>
    <w:qFormat/>
    <w:rsid w:val="00510E8A"/>
    <w:pPr>
      <w:ind w:left="720"/>
    </w:pPr>
    <w:rPr>
      <w:rFonts w:cs="Monotype Hadassah"/>
      <w:sz w:val="24"/>
    </w:rPr>
  </w:style>
  <w:style w:type="paragraph" w:customStyle="1" w:styleId="toh">
    <w:name w:val="toh"/>
    <w:basedOn w:val="Normal"/>
    <w:rsid w:val="00DE52D2"/>
    <w:pPr>
      <w:suppressLineNumbers/>
      <w:bidi/>
      <w:spacing w:after="120"/>
      <w:jc w:val="right"/>
    </w:pPr>
    <w:rPr>
      <w:rFonts w:cs="Miriam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C6063"/>
    <w:rPr>
      <w:rFonts w:cs="David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varda@eng.tau.ac.il" TargetMode="External"/><Relationship Id="rId1" Type="http://schemas.openxmlformats.org/officeDocument/2006/relationships/hyperlink" Target="mailto:%20shemer@eng.tau.ac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rda\Application%20Data\Microsoft\Templates\TITLE-H2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TITLE-H22.dot</Template>
  <TotalTime>1</TotalTime>
  <Pages>1</Pages>
  <Words>54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Normat Letter / Fuchs</vt:lpstr>
      <vt:lpstr>Normat Letter / Fuchs</vt:lpstr>
    </vt:vector>
  </TitlesOfParts>
  <Company>Tel-Aviv University</Company>
  <LinksUpToDate>false</LinksUpToDate>
  <CharactersWithSpaces>327</CharactersWithSpaces>
  <SharedDoc>false</SharedDoc>
  <HLinks>
    <vt:vector size="12" baseType="variant">
      <vt:variant>
        <vt:i4>2555914</vt:i4>
      </vt:variant>
      <vt:variant>
        <vt:i4>11</vt:i4>
      </vt:variant>
      <vt:variant>
        <vt:i4>0</vt:i4>
      </vt:variant>
      <vt:variant>
        <vt:i4>5</vt:i4>
      </vt:variant>
      <vt:variant>
        <vt:lpwstr>mailto:varda@eng.tau.ac.il</vt:lpwstr>
      </vt:variant>
      <vt:variant>
        <vt:lpwstr/>
      </vt:variant>
      <vt:variant>
        <vt:i4>1376380</vt:i4>
      </vt:variant>
      <vt:variant>
        <vt:i4>8</vt:i4>
      </vt:variant>
      <vt:variant>
        <vt:i4>0</vt:i4>
      </vt:variant>
      <vt:variant>
        <vt:i4>5</vt:i4>
      </vt:variant>
      <vt:variant>
        <vt:lpwstr>mailto: shemer@eng.tau.ac.il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 Letter / Fuchs</dc:title>
  <dc:creator>varda</dc:creator>
  <cp:lastModifiedBy>Chaim Fershtman</cp:lastModifiedBy>
  <cp:revision>3</cp:revision>
  <cp:lastPrinted>2017-06-08T11:52:00Z</cp:lastPrinted>
  <dcterms:created xsi:type="dcterms:W3CDTF">2017-10-04T14:26:00Z</dcterms:created>
  <dcterms:modified xsi:type="dcterms:W3CDTF">2017-10-04T14:26:00Z</dcterms:modified>
</cp:coreProperties>
</file>