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F86CB4" w14:textId="77777777" w:rsidR="008E6E7C" w:rsidRPr="00BC0788" w:rsidRDefault="00E02739" w:rsidP="00BC0965">
      <w:pPr>
        <w:jc w:val="both"/>
        <w:rPr>
          <w:rFonts w:cs="Arial"/>
          <w:b/>
          <w:szCs w:val="24"/>
        </w:rPr>
      </w:pPr>
      <w:r w:rsidRPr="00BC0788">
        <w:rPr>
          <w:rFonts w:cs="Arial"/>
          <w:b/>
          <w:szCs w:val="24"/>
        </w:rPr>
        <w:t xml:space="preserve">TITLE: </w:t>
      </w:r>
    </w:p>
    <w:p w14:paraId="2AF55B62" w14:textId="52BD6003" w:rsidR="00915CC9" w:rsidRPr="00BC0788" w:rsidRDefault="00915CC9" w:rsidP="00BC0965">
      <w:pPr>
        <w:jc w:val="both"/>
        <w:rPr>
          <w:rFonts w:cs="Arial"/>
          <w:szCs w:val="24"/>
        </w:rPr>
      </w:pPr>
      <w:r w:rsidRPr="00BC0788">
        <w:rPr>
          <w:rFonts w:cs="Arial"/>
          <w:szCs w:val="24"/>
        </w:rPr>
        <w:t xml:space="preserve">Quantitative </w:t>
      </w:r>
      <w:r w:rsidR="00DF6A58" w:rsidRPr="00BC0788">
        <w:rPr>
          <w:rFonts w:cs="Arial"/>
          <w:szCs w:val="24"/>
        </w:rPr>
        <w:t xml:space="preserve">Localization of a </w:t>
      </w:r>
      <w:r w:rsidRPr="00BC0788">
        <w:rPr>
          <w:rFonts w:cs="Arial"/>
          <w:szCs w:val="24"/>
        </w:rPr>
        <w:t xml:space="preserve">Golgi </w:t>
      </w:r>
      <w:r w:rsidR="00DF6A58" w:rsidRPr="00BC0788">
        <w:rPr>
          <w:rFonts w:cs="Arial"/>
          <w:szCs w:val="24"/>
        </w:rPr>
        <w:t>Protein by Imaging Its Center of Fluorescence Mass</w:t>
      </w:r>
    </w:p>
    <w:p w14:paraId="562266E8" w14:textId="77777777" w:rsidR="00E02739" w:rsidRPr="00BC0788" w:rsidRDefault="00E02739" w:rsidP="00BC0965">
      <w:pPr>
        <w:jc w:val="both"/>
        <w:rPr>
          <w:rFonts w:cs="Arial"/>
          <w:b/>
          <w:szCs w:val="24"/>
        </w:rPr>
      </w:pPr>
    </w:p>
    <w:p w14:paraId="00D2C1C7" w14:textId="0327F2DB" w:rsidR="00E02739" w:rsidRPr="00BC0788" w:rsidRDefault="00E02739" w:rsidP="00BC0965">
      <w:pPr>
        <w:jc w:val="both"/>
        <w:rPr>
          <w:rFonts w:cs="Arial"/>
          <w:b/>
          <w:szCs w:val="24"/>
        </w:rPr>
      </w:pPr>
      <w:r w:rsidRPr="00BC0788">
        <w:rPr>
          <w:rFonts w:cs="Arial"/>
          <w:b/>
          <w:szCs w:val="24"/>
        </w:rPr>
        <w:t>AUTHOR</w:t>
      </w:r>
      <w:r w:rsidR="00DF6A58" w:rsidRPr="00BC0788">
        <w:rPr>
          <w:rFonts w:cs="Arial"/>
          <w:b/>
          <w:szCs w:val="24"/>
        </w:rPr>
        <w:t>S</w:t>
      </w:r>
      <w:r w:rsidRPr="00BC0788">
        <w:rPr>
          <w:rFonts w:cs="Arial"/>
          <w:b/>
          <w:szCs w:val="24"/>
        </w:rPr>
        <w:t xml:space="preserve"> &amp; AFFILIATIONS:</w:t>
      </w:r>
    </w:p>
    <w:p w14:paraId="21BF9825" w14:textId="46193146" w:rsidR="00837865" w:rsidRPr="00BC0788" w:rsidRDefault="00837865" w:rsidP="00BC0965">
      <w:pPr>
        <w:jc w:val="both"/>
        <w:rPr>
          <w:rFonts w:cs="Arial"/>
          <w:szCs w:val="24"/>
          <w:vertAlign w:val="superscript"/>
        </w:rPr>
      </w:pPr>
      <w:r w:rsidRPr="00BC0788">
        <w:rPr>
          <w:rFonts w:cs="Arial"/>
          <w:szCs w:val="24"/>
        </w:rPr>
        <w:t>Hieng Chiong Tie</w:t>
      </w:r>
      <w:r w:rsidR="00AC075A" w:rsidRPr="00BC0788">
        <w:rPr>
          <w:rFonts w:cs="Arial"/>
          <w:szCs w:val="24"/>
          <w:vertAlign w:val="superscript"/>
        </w:rPr>
        <w:t>1</w:t>
      </w:r>
      <w:r w:rsidRPr="00BC0788">
        <w:rPr>
          <w:rFonts w:cs="Arial"/>
          <w:szCs w:val="24"/>
        </w:rPr>
        <w:t>, Bing Chen</w:t>
      </w:r>
      <w:r w:rsidR="00AC075A" w:rsidRPr="00BC0788">
        <w:rPr>
          <w:rFonts w:cs="Arial"/>
          <w:szCs w:val="24"/>
          <w:vertAlign w:val="superscript"/>
        </w:rPr>
        <w:t>1</w:t>
      </w:r>
      <w:r w:rsidRPr="00BC0788">
        <w:rPr>
          <w:rFonts w:cs="Arial"/>
          <w:szCs w:val="24"/>
        </w:rPr>
        <w:t>, Xiuping Sun</w:t>
      </w:r>
      <w:r w:rsidR="00AC075A" w:rsidRPr="00BC0788">
        <w:rPr>
          <w:rFonts w:cs="Arial"/>
          <w:szCs w:val="24"/>
          <w:vertAlign w:val="superscript"/>
        </w:rPr>
        <w:t>1</w:t>
      </w:r>
      <w:r w:rsidRPr="00BC0788">
        <w:rPr>
          <w:rFonts w:cs="Arial"/>
          <w:szCs w:val="24"/>
        </w:rPr>
        <w:t>, Li Cheng</w:t>
      </w:r>
      <w:r w:rsidR="00D77932" w:rsidRPr="00BC0788">
        <w:rPr>
          <w:rFonts w:cs="Arial"/>
          <w:szCs w:val="24"/>
          <w:vertAlign w:val="superscript"/>
        </w:rPr>
        <w:t>2</w:t>
      </w:r>
      <w:r w:rsidRPr="00BC0788">
        <w:rPr>
          <w:rFonts w:cs="Arial"/>
          <w:szCs w:val="24"/>
          <w:vertAlign w:val="superscript"/>
        </w:rPr>
        <w:t>,</w:t>
      </w:r>
      <w:r w:rsidR="00D77932" w:rsidRPr="00BC0788">
        <w:rPr>
          <w:rFonts w:cs="Arial"/>
          <w:szCs w:val="24"/>
          <w:vertAlign w:val="superscript"/>
        </w:rPr>
        <w:t>3</w:t>
      </w:r>
      <w:r w:rsidRPr="00BC0788">
        <w:rPr>
          <w:rFonts w:cs="Arial"/>
          <w:szCs w:val="24"/>
        </w:rPr>
        <w:t>, Lei Lu</w:t>
      </w:r>
      <w:r w:rsidR="00D82D22" w:rsidRPr="00BC0788">
        <w:rPr>
          <w:rFonts w:cs="Arial"/>
          <w:szCs w:val="24"/>
          <w:vertAlign w:val="superscript"/>
        </w:rPr>
        <w:t>1</w:t>
      </w:r>
    </w:p>
    <w:p w14:paraId="4E3C793D" w14:textId="77777777" w:rsidR="00837865" w:rsidRPr="00BC0788" w:rsidRDefault="00AC075A" w:rsidP="00BC0965">
      <w:pPr>
        <w:jc w:val="both"/>
        <w:rPr>
          <w:rFonts w:cs="Arial"/>
          <w:szCs w:val="24"/>
        </w:rPr>
      </w:pPr>
      <w:r w:rsidRPr="00BC0788">
        <w:rPr>
          <w:rFonts w:cs="Arial"/>
          <w:szCs w:val="24"/>
          <w:vertAlign w:val="superscript"/>
        </w:rPr>
        <w:t>1</w:t>
      </w:r>
      <w:r w:rsidR="00837865" w:rsidRPr="00BC0788">
        <w:rPr>
          <w:rFonts w:cs="Arial"/>
          <w:szCs w:val="24"/>
        </w:rPr>
        <w:t>School of Biological Sciences, Nanyang Technological University, 60 N</w:t>
      </w:r>
      <w:r w:rsidR="008179A4" w:rsidRPr="00BC0788">
        <w:rPr>
          <w:rFonts w:cs="Arial"/>
          <w:szCs w:val="24"/>
        </w:rPr>
        <w:t>anyang Drive, Singapore 637551</w:t>
      </w:r>
    </w:p>
    <w:p w14:paraId="0104030A" w14:textId="77777777" w:rsidR="00837865" w:rsidRPr="00BC0788" w:rsidRDefault="00D82D22" w:rsidP="00BC0965">
      <w:pPr>
        <w:jc w:val="both"/>
        <w:rPr>
          <w:rFonts w:cs="Arial"/>
          <w:szCs w:val="24"/>
        </w:rPr>
      </w:pPr>
      <w:r w:rsidRPr="00BC0788">
        <w:rPr>
          <w:rFonts w:cs="Arial"/>
          <w:szCs w:val="24"/>
          <w:vertAlign w:val="superscript"/>
        </w:rPr>
        <w:t>2</w:t>
      </w:r>
      <w:r w:rsidR="00837865" w:rsidRPr="00BC0788">
        <w:rPr>
          <w:rFonts w:cs="Arial"/>
          <w:szCs w:val="24"/>
        </w:rPr>
        <w:t>Bioinformatics Institute, 30 Biopolis Street, Matrix, Singapore 138671</w:t>
      </w:r>
    </w:p>
    <w:p w14:paraId="11F53D00" w14:textId="77777777" w:rsidR="00837865" w:rsidRPr="00BC0788" w:rsidRDefault="00D82D22" w:rsidP="00BC0965">
      <w:pPr>
        <w:jc w:val="both"/>
        <w:rPr>
          <w:rFonts w:eastAsia="Times New Roman" w:cs="Arial"/>
          <w:szCs w:val="24"/>
        </w:rPr>
      </w:pPr>
      <w:r w:rsidRPr="00BC0788">
        <w:rPr>
          <w:rFonts w:cs="Arial"/>
          <w:szCs w:val="24"/>
          <w:vertAlign w:val="superscript"/>
        </w:rPr>
        <w:t>3</w:t>
      </w:r>
      <w:r w:rsidR="00837865" w:rsidRPr="00BC0788">
        <w:rPr>
          <w:rFonts w:eastAsia="Times New Roman" w:cs="Arial"/>
          <w:szCs w:val="24"/>
        </w:rPr>
        <w:t>School of Computing, National University of Singapore, 13 Computing Drive, Singapore 117417</w:t>
      </w:r>
    </w:p>
    <w:p w14:paraId="0831DC7B" w14:textId="77777777" w:rsidR="0007345E" w:rsidRPr="00BC0788" w:rsidRDefault="0007345E" w:rsidP="00BC0965">
      <w:pPr>
        <w:jc w:val="both"/>
        <w:rPr>
          <w:rFonts w:eastAsia="Times New Roman" w:cs="Arial"/>
          <w:szCs w:val="24"/>
        </w:rPr>
      </w:pPr>
    </w:p>
    <w:p w14:paraId="7BE4117E" w14:textId="610E4E23" w:rsidR="008C44AB" w:rsidRPr="00BC0788" w:rsidRDefault="00E02739" w:rsidP="00BC0965">
      <w:pPr>
        <w:jc w:val="both"/>
        <w:rPr>
          <w:rFonts w:eastAsia="Times New Roman" w:cs="Arial"/>
          <w:b/>
          <w:szCs w:val="24"/>
        </w:rPr>
      </w:pPr>
      <w:r w:rsidRPr="00BC0788">
        <w:rPr>
          <w:rFonts w:eastAsia="Times New Roman" w:cs="Arial"/>
          <w:b/>
          <w:szCs w:val="24"/>
        </w:rPr>
        <w:t>E</w:t>
      </w:r>
      <w:r w:rsidR="00DF6A58" w:rsidRPr="00BC0788">
        <w:rPr>
          <w:rFonts w:eastAsia="Times New Roman" w:cs="Arial"/>
          <w:b/>
          <w:szCs w:val="24"/>
        </w:rPr>
        <w:t>-</w:t>
      </w:r>
      <w:r w:rsidRPr="00BC0788">
        <w:rPr>
          <w:rFonts w:eastAsia="Times New Roman" w:cs="Arial"/>
          <w:b/>
          <w:szCs w:val="24"/>
        </w:rPr>
        <w:t>MAIL ADDRESSES:</w:t>
      </w:r>
    </w:p>
    <w:p w14:paraId="1A0943F0" w14:textId="340BA42D" w:rsidR="00592E7C" w:rsidRPr="00BC0788" w:rsidRDefault="00592E7C" w:rsidP="00BC0965">
      <w:pPr>
        <w:jc w:val="both"/>
        <w:rPr>
          <w:rFonts w:eastAsia="Times New Roman" w:cs="Arial"/>
          <w:szCs w:val="24"/>
        </w:rPr>
      </w:pPr>
      <w:r w:rsidRPr="00BC0788">
        <w:rPr>
          <w:rFonts w:eastAsia="Times New Roman" w:cs="Arial"/>
          <w:szCs w:val="24"/>
        </w:rPr>
        <w:t>Hieng Chiong Tie (</w:t>
      </w:r>
      <w:hyperlink r:id="rId10" w:history="1">
        <w:r w:rsidRPr="00BC0788">
          <w:rPr>
            <w:rStyle w:val="Hyperlink"/>
            <w:rFonts w:eastAsia="Times New Roman" w:cs="Arial"/>
            <w:color w:val="auto"/>
            <w:szCs w:val="24"/>
            <w:u w:val="none"/>
          </w:rPr>
          <w:t>TIEH0002@e.ntu.edu.sg</w:t>
        </w:r>
      </w:hyperlink>
      <w:r w:rsidRPr="00BC0788">
        <w:rPr>
          <w:rFonts w:eastAsia="Times New Roman" w:cs="Arial"/>
          <w:szCs w:val="24"/>
        </w:rPr>
        <w:t>)</w:t>
      </w:r>
    </w:p>
    <w:p w14:paraId="586A2EE3" w14:textId="66561918" w:rsidR="00592E7C" w:rsidRPr="00BC0788" w:rsidRDefault="00592E7C" w:rsidP="00BC0965">
      <w:pPr>
        <w:jc w:val="both"/>
        <w:rPr>
          <w:rFonts w:eastAsia="Times New Roman" w:cs="Arial"/>
          <w:szCs w:val="24"/>
        </w:rPr>
      </w:pPr>
      <w:r w:rsidRPr="00BC0788">
        <w:rPr>
          <w:rFonts w:eastAsia="Times New Roman" w:cs="Arial"/>
          <w:szCs w:val="24"/>
        </w:rPr>
        <w:t>Bing Chen (</w:t>
      </w:r>
      <w:hyperlink r:id="rId11" w:history="1">
        <w:r w:rsidRPr="00BC0788">
          <w:rPr>
            <w:rStyle w:val="Hyperlink"/>
            <w:rFonts w:eastAsia="Times New Roman" w:cs="Arial"/>
            <w:color w:val="auto"/>
            <w:szCs w:val="24"/>
            <w:u w:val="none"/>
          </w:rPr>
          <w:t>S130007@e.ntu.edu.sg</w:t>
        </w:r>
      </w:hyperlink>
      <w:r w:rsidRPr="00BC0788">
        <w:rPr>
          <w:rFonts w:eastAsia="Times New Roman" w:cs="Arial"/>
          <w:szCs w:val="24"/>
        </w:rPr>
        <w:t>)</w:t>
      </w:r>
    </w:p>
    <w:p w14:paraId="652BF9B1" w14:textId="29D21B70" w:rsidR="00592E7C" w:rsidRPr="00BC0788" w:rsidRDefault="00592E7C" w:rsidP="00BC0965">
      <w:pPr>
        <w:jc w:val="both"/>
        <w:rPr>
          <w:rFonts w:eastAsia="Times New Roman" w:cs="Arial"/>
          <w:szCs w:val="24"/>
        </w:rPr>
      </w:pPr>
      <w:r w:rsidRPr="00BC0788">
        <w:rPr>
          <w:rFonts w:eastAsia="Times New Roman" w:cs="Arial"/>
          <w:szCs w:val="24"/>
        </w:rPr>
        <w:t>Xiuping Sun (</w:t>
      </w:r>
      <w:hyperlink r:id="rId12" w:history="1">
        <w:r w:rsidRPr="00BC0788">
          <w:rPr>
            <w:rStyle w:val="Hyperlink"/>
            <w:rFonts w:eastAsia="Times New Roman" w:cs="Arial"/>
            <w:color w:val="auto"/>
            <w:szCs w:val="24"/>
            <w:u w:val="none"/>
          </w:rPr>
          <w:t>XSUN006@e.ntu.edu.sg</w:t>
        </w:r>
      </w:hyperlink>
      <w:r w:rsidRPr="00BC0788">
        <w:rPr>
          <w:rFonts w:eastAsia="Times New Roman" w:cs="Arial"/>
          <w:szCs w:val="24"/>
        </w:rPr>
        <w:t>)</w:t>
      </w:r>
    </w:p>
    <w:p w14:paraId="27B67394" w14:textId="5D18A58F" w:rsidR="00592E7C" w:rsidRPr="00BC0788" w:rsidRDefault="00592E7C" w:rsidP="00BC0965">
      <w:pPr>
        <w:jc w:val="both"/>
        <w:rPr>
          <w:rFonts w:eastAsia="Times New Roman" w:cs="Arial"/>
          <w:szCs w:val="24"/>
        </w:rPr>
      </w:pPr>
      <w:r w:rsidRPr="00BC0788">
        <w:rPr>
          <w:rFonts w:eastAsia="Times New Roman" w:cs="Arial"/>
          <w:szCs w:val="24"/>
        </w:rPr>
        <w:t>Li Cheng (</w:t>
      </w:r>
      <w:hyperlink r:id="rId13" w:history="1">
        <w:r w:rsidRPr="00BC0788">
          <w:rPr>
            <w:rStyle w:val="Hyperlink"/>
            <w:rFonts w:eastAsia="Times New Roman" w:cs="Arial"/>
            <w:color w:val="auto"/>
            <w:szCs w:val="24"/>
            <w:u w:val="none"/>
          </w:rPr>
          <w:t>chengli@bii.a-star.edu.sg</w:t>
        </w:r>
      </w:hyperlink>
      <w:r w:rsidRPr="00BC0788">
        <w:rPr>
          <w:rFonts w:eastAsia="Times New Roman" w:cs="Arial"/>
          <w:szCs w:val="24"/>
        </w:rPr>
        <w:t>)</w:t>
      </w:r>
    </w:p>
    <w:p w14:paraId="68C14D2A" w14:textId="2C5E1E8F" w:rsidR="00592E7C" w:rsidRPr="00BC0788" w:rsidRDefault="00592E7C" w:rsidP="00BC0965">
      <w:pPr>
        <w:jc w:val="both"/>
        <w:rPr>
          <w:rFonts w:eastAsia="Times New Roman" w:cs="Arial"/>
          <w:szCs w:val="24"/>
        </w:rPr>
      </w:pPr>
      <w:r w:rsidRPr="00BC0788">
        <w:rPr>
          <w:rFonts w:eastAsia="Times New Roman" w:cs="Arial"/>
          <w:szCs w:val="24"/>
        </w:rPr>
        <w:t>Lei Lu (</w:t>
      </w:r>
      <w:hyperlink r:id="rId14" w:history="1">
        <w:r w:rsidRPr="00BC0788">
          <w:rPr>
            <w:rStyle w:val="Hyperlink"/>
            <w:rFonts w:cs="Arial"/>
            <w:color w:val="auto"/>
            <w:szCs w:val="24"/>
            <w:u w:val="none"/>
          </w:rPr>
          <w:t>lulei@ntu.edu.sg</w:t>
        </w:r>
      </w:hyperlink>
      <w:r w:rsidRPr="00BC0788">
        <w:rPr>
          <w:rStyle w:val="Hyperlink"/>
          <w:rFonts w:cs="Arial"/>
          <w:color w:val="auto"/>
          <w:szCs w:val="24"/>
          <w:u w:val="none"/>
        </w:rPr>
        <w:t>)</w:t>
      </w:r>
    </w:p>
    <w:p w14:paraId="075BBA01" w14:textId="77777777" w:rsidR="00592E7C" w:rsidRPr="00BC0788" w:rsidRDefault="00592E7C" w:rsidP="00BC0965">
      <w:pPr>
        <w:jc w:val="both"/>
        <w:rPr>
          <w:rFonts w:eastAsia="Times New Roman" w:cs="Arial"/>
          <w:szCs w:val="24"/>
        </w:rPr>
      </w:pPr>
    </w:p>
    <w:p w14:paraId="777FF6CF" w14:textId="57FCAB4E" w:rsidR="0007345E" w:rsidRPr="00BC0788" w:rsidRDefault="00E02739" w:rsidP="00BC0965">
      <w:pPr>
        <w:pStyle w:val="NoSpacing"/>
        <w:jc w:val="both"/>
        <w:rPr>
          <w:rFonts w:ascii="Arial" w:hAnsi="Arial" w:cs="Arial"/>
          <w:b/>
          <w:sz w:val="24"/>
          <w:szCs w:val="24"/>
          <w:lang w:val="en-US"/>
        </w:rPr>
      </w:pPr>
      <w:r w:rsidRPr="00BC0788">
        <w:rPr>
          <w:rFonts w:ascii="Arial" w:hAnsi="Arial" w:cs="Arial"/>
          <w:b/>
          <w:sz w:val="24"/>
          <w:szCs w:val="24"/>
          <w:lang w:val="en-US"/>
        </w:rPr>
        <w:t>CORRESPONDING AUTHOR:</w:t>
      </w:r>
    </w:p>
    <w:p w14:paraId="032C5851" w14:textId="4F8430A2" w:rsidR="0007345E" w:rsidRPr="00BC0788" w:rsidRDefault="0007345E" w:rsidP="00BC0965">
      <w:pPr>
        <w:pStyle w:val="NoSpacing"/>
        <w:jc w:val="both"/>
        <w:rPr>
          <w:rFonts w:ascii="Arial" w:hAnsi="Arial" w:cs="Arial"/>
          <w:sz w:val="24"/>
          <w:szCs w:val="24"/>
          <w:lang w:val="en-US"/>
        </w:rPr>
      </w:pPr>
      <w:r w:rsidRPr="00BC0788">
        <w:rPr>
          <w:rFonts w:ascii="Arial" w:hAnsi="Arial" w:cs="Arial"/>
          <w:sz w:val="24"/>
          <w:szCs w:val="24"/>
          <w:lang w:val="en-US"/>
        </w:rPr>
        <w:t>Lei Lu</w:t>
      </w:r>
    </w:p>
    <w:p w14:paraId="5744CB4E" w14:textId="77777777" w:rsidR="0007345E" w:rsidRPr="00BC0788" w:rsidRDefault="0007345E" w:rsidP="00BC0965">
      <w:pPr>
        <w:pStyle w:val="NoSpacing"/>
        <w:jc w:val="both"/>
        <w:rPr>
          <w:rFonts w:ascii="Arial" w:hAnsi="Arial" w:cs="Arial"/>
          <w:sz w:val="24"/>
          <w:szCs w:val="24"/>
          <w:lang w:val="en-US"/>
        </w:rPr>
      </w:pPr>
      <w:r w:rsidRPr="00BC0788">
        <w:rPr>
          <w:rFonts w:ascii="Arial" w:hAnsi="Arial" w:cs="Arial"/>
          <w:sz w:val="24"/>
          <w:szCs w:val="24"/>
          <w:lang w:val="en-US"/>
        </w:rPr>
        <w:t>School of Biological Sciences</w:t>
      </w:r>
    </w:p>
    <w:p w14:paraId="05384BCE" w14:textId="77777777" w:rsidR="0007345E" w:rsidRPr="00BC0788" w:rsidRDefault="0007345E" w:rsidP="00BC0965">
      <w:pPr>
        <w:pStyle w:val="NoSpacing"/>
        <w:jc w:val="both"/>
        <w:rPr>
          <w:rFonts w:ascii="Arial" w:hAnsi="Arial" w:cs="Arial"/>
          <w:sz w:val="24"/>
          <w:szCs w:val="24"/>
          <w:lang w:val="en-US"/>
        </w:rPr>
      </w:pPr>
      <w:r w:rsidRPr="00BC0788">
        <w:rPr>
          <w:rFonts w:ascii="Arial" w:hAnsi="Arial" w:cs="Arial"/>
          <w:sz w:val="24"/>
          <w:szCs w:val="24"/>
          <w:lang w:val="en-US"/>
        </w:rPr>
        <w:t>Nanyang Technological University</w:t>
      </w:r>
    </w:p>
    <w:p w14:paraId="5BC0C77F" w14:textId="77777777" w:rsidR="0007345E" w:rsidRPr="00BC0788" w:rsidRDefault="0007345E" w:rsidP="00BC0965">
      <w:pPr>
        <w:pStyle w:val="NoSpacing"/>
        <w:jc w:val="both"/>
        <w:rPr>
          <w:rFonts w:ascii="Arial" w:hAnsi="Arial" w:cs="Arial"/>
          <w:sz w:val="24"/>
          <w:szCs w:val="24"/>
          <w:lang w:val="en-US"/>
        </w:rPr>
      </w:pPr>
      <w:r w:rsidRPr="00BC0788">
        <w:rPr>
          <w:rFonts w:ascii="Arial" w:hAnsi="Arial" w:cs="Arial"/>
          <w:sz w:val="24"/>
          <w:szCs w:val="24"/>
          <w:lang w:val="en-US"/>
        </w:rPr>
        <w:t>60 Nanyang Drive</w:t>
      </w:r>
    </w:p>
    <w:p w14:paraId="0DB22CAE" w14:textId="77777777" w:rsidR="0007345E" w:rsidRPr="00BC0788" w:rsidRDefault="0007345E" w:rsidP="00BC0965">
      <w:pPr>
        <w:pStyle w:val="NoSpacing"/>
        <w:jc w:val="both"/>
        <w:rPr>
          <w:rFonts w:ascii="Arial" w:hAnsi="Arial" w:cs="Arial"/>
          <w:sz w:val="24"/>
          <w:szCs w:val="24"/>
          <w:lang w:val="en-US"/>
        </w:rPr>
      </w:pPr>
      <w:r w:rsidRPr="00BC0788">
        <w:rPr>
          <w:rFonts w:ascii="Arial" w:hAnsi="Arial" w:cs="Arial"/>
          <w:sz w:val="24"/>
          <w:szCs w:val="24"/>
          <w:lang w:val="en-US"/>
        </w:rPr>
        <w:t>Singapore 637551</w:t>
      </w:r>
    </w:p>
    <w:p w14:paraId="0768C503" w14:textId="77777777" w:rsidR="0007345E" w:rsidRPr="00BC0788" w:rsidRDefault="0007345E" w:rsidP="00BC0965">
      <w:pPr>
        <w:pStyle w:val="NoSpacing"/>
        <w:jc w:val="both"/>
        <w:rPr>
          <w:rFonts w:ascii="Arial" w:hAnsi="Arial" w:cs="Arial"/>
          <w:sz w:val="24"/>
          <w:szCs w:val="24"/>
          <w:lang w:val="en-US"/>
        </w:rPr>
      </w:pPr>
      <w:r w:rsidRPr="00BC0788">
        <w:rPr>
          <w:rFonts w:ascii="Arial" w:hAnsi="Arial" w:cs="Arial"/>
          <w:sz w:val="24"/>
          <w:szCs w:val="24"/>
          <w:lang w:val="en-US"/>
        </w:rPr>
        <w:t>Tel:</w:t>
      </w:r>
      <w:r w:rsidRPr="00BC0788">
        <w:rPr>
          <w:rFonts w:ascii="Arial" w:hAnsi="Arial" w:cs="Arial"/>
          <w:sz w:val="24"/>
          <w:szCs w:val="24"/>
          <w:lang w:val="en-US"/>
        </w:rPr>
        <w:tab/>
        <w:t>65-65922591</w:t>
      </w:r>
    </w:p>
    <w:p w14:paraId="595AC799" w14:textId="77777777" w:rsidR="0007345E" w:rsidRPr="00BC0788" w:rsidRDefault="0007345E" w:rsidP="00BC0965">
      <w:pPr>
        <w:pStyle w:val="NoSpacing"/>
        <w:jc w:val="both"/>
        <w:rPr>
          <w:rFonts w:ascii="Arial" w:hAnsi="Arial" w:cs="Arial"/>
          <w:sz w:val="24"/>
          <w:szCs w:val="24"/>
          <w:lang w:val="en-US"/>
        </w:rPr>
      </w:pPr>
      <w:r w:rsidRPr="00BC0788">
        <w:rPr>
          <w:rFonts w:ascii="Arial" w:hAnsi="Arial" w:cs="Arial"/>
          <w:sz w:val="24"/>
          <w:szCs w:val="24"/>
          <w:lang w:val="en-US"/>
        </w:rPr>
        <w:t>Fax:</w:t>
      </w:r>
      <w:r w:rsidRPr="00BC0788">
        <w:rPr>
          <w:rFonts w:ascii="Arial" w:hAnsi="Arial" w:cs="Arial"/>
          <w:sz w:val="24"/>
          <w:szCs w:val="24"/>
          <w:lang w:val="en-US"/>
        </w:rPr>
        <w:tab/>
        <w:t>65-67913856</w:t>
      </w:r>
    </w:p>
    <w:p w14:paraId="0AA82BAD" w14:textId="1D4A8767" w:rsidR="0007345E" w:rsidRPr="00BC0788" w:rsidRDefault="0007345E" w:rsidP="00BC0965">
      <w:pPr>
        <w:pStyle w:val="NoSpacing"/>
        <w:jc w:val="both"/>
        <w:rPr>
          <w:rFonts w:ascii="Arial" w:hAnsi="Arial" w:cs="Arial"/>
          <w:sz w:val="24"/>
          <w:szCs w:val="24"/>
        </w:rPr>
      </w:pPr>
      <w:r w:rsidRPr="00BC0788">
        <w:rPr>
          <w:rFonts w:ascii="Arial" w:hAnsi="Arial" w:cs="Arial"/>
          <w:sz w:val="24"/>
          <w:szCs w:val="24"/>
          <w:lang w:val="en-US"/>
        </w:rPr>
        <w:t>Email:</w:t>
      </w:r>
      <w:r w:rsidRPr="00BC0788">
        <w:rPr>
          <w:rFonts w:ascii="Arial" w:hAnsi="Arial" w:cs="Arial"/>
          <w:sz w:val="24"/>
          <w:szCs w:val="24"/>
          <w:lang w:val="en-US"/>
        </w:rPr>
        <w:tab/>
      </w:r>
      <w:r w:rsidR="00DF6A58" w:rsidRPr="00BC0788">
        <w:rPr>
          <w:rFonts w:ascii="Arial" w:hAnsi="Arial" w:cs="Arial"/>
          <w:sz w:val="24"/>
          <w:szCs w:val="24"/>
        </w:rPr>
        <w:t>lulei@ntu.edu.sg</w:t>
      </w:r>
    </w:p>
    <w:p w14:paraId="4EAA24D3" w14:textId="77777777" w:rsidR="008C44AB" w:rsidRPr="00BC0788" w:rsidRDefault="008C44AB" w:rsidP="00BC0965">
      <w:pPr>
        <w:jc w:val="both"/>
        <w:rPr>
          <w:rFonts w:cs="Arial"/>
          <w:szCs w:val="24"/>
          <w:lang w:val="en-SG"/>
        </w:rPr>
      </w:pPr>
    </w:p>
    <w:p w14:paraId="1308C3A3" w14:textId="039E3E6F" w:rsidR="00E02739" w:rsidRPr="00BC0788" w:rsidRDefault="00E02739" w:rsidP="00BC0965">
      <w:pPr>
        <w:jc w:val="both"/>
        <w:rPr>
          <w:rFonts w:cs="Arial"/>
          <w:szCs w:val="24"/>
        </w:rPr>
      </w:pPr>
      <w:r w:rsidRPr="00BC0788">
        <w:rPr>
          <w:rFonts w:cs="Arial"/>
          <w:b/>
          <w:szCs w:val="24"/>
        </w:rPr>
        <w:t>KEYWORDS</w:t>
      </w:r>
      <w:r w:rsidRPr="00BC0788">
        <w:rPr>
          <w:rFonts w:cs="Arial"/>
          <w:szCs w:val="24"/>
        </w:rPr>
        <w:t>:</w:t>
      </w:r>
    </w:p>
    <w:p w14:paraId="70538C30" w14:textId="492354A5" w:rsidR="00915CC9" w:rsidRPr="00BC0788" w:rsidRDefault="00915CC9" w:rsidP="00BC0965">
      <w:pPr>
        <w:jc w:val="both"/>
        <w:rPr>
          <w:rFonts w:cs="Arial"/>
          <w:szCs w:val="24"/>
        </w:rPr>
      </w:pPr>
      <w:r w:rsidRPr="00BC0788">
        <w:rPr>
          <w:rFonts w:cs="Arial"/>
          <w:szCs w:val="24"/>
        </w:rPr>
        <w:t xml:space="preserve">Golgi, Golgi mini-stack, protein localization, </w:t>
      </w:r>
      <w:r w:rsidR="00AC11EA" w:rsidRPr="00BC0788">
        <w:rPr>
          <w:rFonts w:cs="Arial"/>
          <w:szCs w:val="24"/>
        </w:rPr>
        <w:t xml:space="preserve">quantitative localization, </w:t>
      </w:r>
      <w:r w:rsidR="00DE0074" w:rsidRPr="00BC0788">
        <w:rPr>
          <w:rFonts w:cs="Arial"/>
          <w:szCs w:val="24"/>
        </w:rPr>
        <w:t xml:space="preserve">fluorescence microscopy, </w:t>
      </w:r>
      <w:r w:rsidRPr="00BC0788">
        <w:rPr>
          <w:rFonts w:cs="Arial"/>
          <w:szCs w:val="24"/>
        </w:rPr>
        <w:t>super</w:t>
      </w:r>
      <w:r w:rsidR="00DE0074" w:rsidRPr="00BC0788">
        <w:rPr>
          <w:rFonts w:cs="Arial"/>
          <w:szCs w:val="24"/>
        </w:rPr>
        <w:t>-</w:t>
      </w:r>
      <w:r w:rsidRPr="00BC0788">
        <w:rPr>
          <w:rFonts w:cs="Arial"/>
          <w:szCs w:val="24"/>
        </w:rPr>
        <w:t>resolution</w:t>
      </w:r>
      <w:r w:rsidR="00DE0074" w:rsidRPr="00BC0788">
        <w:rPr>
          <w:rFonts w:cs="Arial"/>
          <w:szCs w:val="24"/>
        </w:rPr>
        <w:t xml:space="preserve"> imaging.</w:t>
      </w:r>
    </w:p>
    <w:p w14:paraId="50360FF6" w14:textId="72BAB347" w:rsidR="0007345E" w:rsidRPr="00BC0788" w:rsidRDefault="0007345E" w:rsidP="00BC0965">
      <w:pPr>
        <w:jc w:val="both"/>
        <w:rPr>
          <w:rFonts w:cs="Arial"/>
          <w:szCs w:val="24"/>
        </w:rPr>
      </w:pPr>
    </w:p>
    <w:p w14:paraId="3B80CE43" w14:textId="75EB7717" w:rsidR="007E57CC" w:rsidRPr="00BC0788" w:rsidRDefault="00E02739" w:rsidP="00BC0965">
      <w:pPr>
        <w:jc w:val="both"/>
        <w:rPr>
          <w:rFonts w:cs="Arial"/>
          <w:b/>
          <w:szCs w:val="24"/>
        </w:rPr>
      </w:pPr>
      <w:r w:rsidRPr="00BC0788">
        <w:rPr>
          <w:rFonts w:cs="Arial"/>
          <w:b/>
          <w:szCs w:val="24"/>
        </w:rPr>
        <w:t>SHORT ABSTRACT:</w:t>
      </w:r>
    </w:p>
    <w:p w14:paraId="743FE8FD" w14:textId="5435B1DB" w:rsidR="00F500A5" w:rsidRPr="00BC0788" w:rsidRDefault="00F500A5" w:rsidP="00BC0965">
      <w:pPr>
        <w:jc w:val="both"/>
        <w:rPr>
          <w:rFonts w:cs="Arial"/>
          <w:szCs w:val="24"/>
        </w:rPr>
      </w:pPr>
      <w:r w:rsidRPr="00BC0788">
        <w:rPr>
          <w:rFonts w:cs="Arial"/>
          <w:szCs w:val="24"/>
        </w:rPr>
        <w:t>The precise localization of Golgi resident</w:t>
      </w:r>
      <w:r w:rsidR="001C30BF" w:rsidRPr="00BC0788">
        <w:rPr>
          <w:rFonts w:cs="Arial"/>
          <w:szCs w:val="24"/>
        </w:rPr>
        <w:t>s</w:t>
      </w:r>
      <w:r w:rsidRPr="00BC0788">
        <w:rPr>
          <w:rFonts w:cs="Arial"/>
          <w:szCs w:val="24"/>
        </w:rPr>
        <w:t xml:space="preserve"> is essential for understanding the cellular functions of the Golgi. However, conventional optical microscopy </w:t>
      </w:r>
      <w:r w:rsidR="001C30BF" w:rsidRPr="00BC0788">
        <w:rPr>
          <w:rFonts w:cs="Arial"/>
          <w:szCs w:val="24"/>
        </w:rPr>
        <w:t>is unable to</w:t>
      </w:r>
      <w:r w:rsidRPr="00BC0788">
        <w:rPr>
          <w:rFonts w:cs="Arial"/>
          <w:szCs w:val="24"/>
        </w:rPr>
        <w:t xml:space="preserve"> resolve the sub-Golgi structure. Here we describe </w:t>
      </w:r>
      <w:r w:rsidR="00902CB5" w:rsidRPr="00BC0788">
        <w:rPr>
          <w:rFonts w:cs="Arial"/>
          <w:szCs w:val="24"/>
        </w:rPr>
        <w:t xml:space="preserve">the protocol for </w:t>
      </w:r>
      <w:r w:rsidRPr="00BC0788">
        <w:rPr>
          <w:rFonts w:cs="Arial"/>
          <w:szCs w:val="24"/>
        </w:rPr>
        <w:t>a conventional microscopy based super-resolution method to quantitatively determine the sub-Golgi localization</w:t>
      </w:r>
      <w:r w:rsidR="00190853" w:rsidRPr="00BC0788">
        <w:rPr>
          <w:rFonts w:cs="Arial"/>
          <w:szCs w:val="24"/>
        </w:rPr>
        <w:t xml:space="preserve"> of a prot</w:t>
      </w:r>
      <w:r w:rsidR="000E0BC2" w:rsidRPr="00BC0788">
        <w:rPr>
          <w:rFonts w:cs="Arial"/>
          <w:szCs w:val="24"/>
        </w:rPr>
        <w:t>e</w:t>
      </w:r>
      <w:r w:rsidR="00190853" w:rsidRPr="00BC0788">
        <w:rPr>
          <w:rFonts w:cs="Arial"/>
          <w:szCs w:val="24"/>
        </w:rPr>
        <w:t>i</w:t>
      </w:r>
      <w:r w:rsidR="000E0BC2" w:rsidRPr="00BC0788">
        <w:rPr>
          <w:rFonts w:cs="Arial"/>
          <w:szCs w:val="24"/>
        </w:rPr>
        <w:t>n</w:t>
      </w:r>
      <w:r w:rsidRPr="00BC0788">
        <w:rPr>
          <w:rFonts w:cs="Arial"/>
          <w:szCs w:val="24"/>
        </w:rPr>
        <w:t>.</w:t>
      </w:r>
    </w:p>
    <w:p w14:paraId="5DE58DD2" w14:textId="77777777" w:rsidR="007E57CC" w:rsidRPr="00BC0788" w:rsidRDefault="007E57CC" w:rsidP="00BC0965">
      <w:pPr>
        <w:jc w:val="both"/>
        <w:rPr>
          <w:rFonts w:cs="Arial"/>
          <w:szCs w:val="24"/>
        </w:rPr>
      </w:pPr>
    </w:p>
    <w:p w14:paraId="52DA29DF" w14:textId="654494AE" w:rsidR="00F500A5" w:rsidRPr="00BC0788" w:rsidRDefault="00E02739" w:rsidP="00BC0965">
      <w:pPr>
        <w:jc w:val="both"/>
        <w:rPr>
          <w:rFonts w:cs="Arial"/>
          <w:b/>
          <w:szCs w:val="24"/>
        </w:rPr>
      </w:pPr>
      <w:r w:rsidRPr="00BC0788">
        <w:rPr>
          <w:rFonts w:cs="Arial"/>
          <w:b/>
          <w:szCs w:val="24"/>
        </w:rPr>
        <w:t>LONG ABSTRACT:</w:t>
      </w:r>
    </w:p>
    <w:p w14:paraId="16852283" w14:textId="76B9CE5D" w:rsidR="00F500A5" w:rsidRPr="00BC0788" w:rsidRDefault="00F500A5" w:rsidP="00BC0965">
      <w:pPr>
        <w:jc w:val="both"/>
        <w:rPr>
          <w:rFonts w:cs="Arial"/>
          <w:szCs w:val="24"/>
        </w:rPr>
      </w:pPr>
      <w:r w:rsidRPr="00BC0788">
        <w:rPr>
          <w:rFonts w:cs="Arial"/>
          <w:szCs w:val="24"/>
        </w:rPr>
        <w:t>The Golgi complex consist</w:t>
      </w:r>
      <w:r w:rsidR="00170159" w:rsidRPr="00BC0788">
        <w:rPr>
          <w:rFonts w:cs="Arial"/>
          <w:szCs w:val="24"/>
        </w:rPr>
        <w:t>s</w:t>
      </w:r>
      <w:r w:rsidRPr="00BC0788">
        <w:rPr>
          <w:rFonts w:cs="Arial"/>
          <w:szCs w:val="24"/>
        </w:rPr>
        <w:t xml:space="preserve"> of serially stacked membrane cisternae which can be further </w:t>
      </w:r>
      <w:r w:rsidR="00170159" w:rsidRPr="00BC0788">
        <w:rPr>
          <w:rFonts w:cs="Arial"/>
          <w:szCs w:val="24"/>
        </w:rPr>
        <w:t>categorized into</w:t>
      </w:r>
      <w:r w:rsidRPr="00BC0788">
        <w:rPr>
          <w:rFonts w:cs="Arial"/>
          <w:szCs w:val="24"/>
        </w:rPr>
        <w:t xml:space="preserve"> sub-Golgi regions</w:t>
      </w:r>
      <w:r w:rsidR="006E5BDC" w:rsidRPr="00BC0788">
        <w:rPr>
          <w:rFonts w:cs="Arial"/>
          <w:szCs w:val="24"/>
        </w:rPr>
        <w:t>,</w:t>
      </w:r>
      <w:r w:rsidRPr="00BC0788">
        <w:rPr>
          <w:rFonts w:cs="Arial"/>
          <w:szCs w:val="24"/>
        </w:rPr>
        <w:t xml:space="preserve"> including</w:t>
      </w:r>
      <w:r w:rsidR="00170159" w:rsidRPr="00BC0788">
        <w:rPr>
          <w:rFonts w:cs="Arial"/>
          <w:szCs w:val="24"/>
        </w:rPr>
        <w:t xml:space="preserve"> the</w:t>
      </w:r>
      <w:r w:rsidRPr="00BC0788">
        <w:rPr>
          <w:rFonts w:cs="Arial"/>
          <w:szCs w:val="24"/>
        </w:rPr>
        <w:t xml:space="preserve"> </w:t>
      </w:r>
      <w:r w:rsidRPr="00BC0788">
        <w:rPr>
          <w:rFonts w:cs="Arial"/>
          <w:i/>
          <w:szCs w:val="24"/>
        </w:rPr>
        <w:t>cis</w:t>
      </w:r>
      <w:r w:rsidR="00170159" w:rsidRPr="00BC0788">
        <w:rPr>
          <w:rFonts w:cs="Arial"/>
          <w:szCs w:val="24"/>
        </w:rPr>
        <w:t>-Golgi</w:t>
      </w:r>
      <w:r w:rsidRPr="00BC0788">
        <w:rPr>
          <w:rFonts w:cs="Arial"/>
          <w:szCs w:val="24"/>
        </w:rPr>
        <w:t>, medial</w:t>
      </w:r>
      <w:r w:rsidR="00170159" w:rsidRPr="00BC0788">
        <w:rPr>
          <w:rFonts w:cs="Arial"/>
          <w:szCs w:val="24"/>
        </w:rPr>
        <w:t>-Golgi</w:t>
      </w:r>
      <w:r w:rsidRPr="00BC0788">
        <w:rPr>
          <w:rFonts w:cs="Arial"/>
          <w:szCs w:val="24"/>
        </w:rPr>
        <w:t xml:space="preserve">, </w:t>
      </w:r>
      <w:r w:rsidRPr="00BC0788">
        <w:rPr>
          <w:rFonts w:cs="Arial"/>
          <w:i/>
          <w:szCs w:val="24"/>
        </w:rPr>
        <w:t>trans</w:t>
      </w:r>
      <w:r w:rsidR="00170159" w:rsidRPr="00BC0788">
        <w:rPr>
          <w:rFonts w:cs="Arial"/>
          <w:szCs w:val="24"/>
        </w:rPr>
        <w:t xml:space="preserve">-Golgi </w:t>
      </w:r>
      <w:r w:rsidRPr="00BC0788">
        <w:rPr>
          <w:rFonts w:cs="Arial"/>
          <w:szCs w:val="24"/>
        </w:rPr>
        <w:t xml:space="preserve">and </w:t>
      </w:r>
      <w:r w:rsidRPr="00BC0788">
        <w:rPr>
          <w:rFonts w:cs="Arial"/>
          <w:i/>
          <w:szCs w:val="24"/>
        </w:rPr>
        <w:t>trans</w:t>
      </w:r>
      <w:r w:rsidRPr="00BC0788">
        <w:rPr>
          <w:rFonts w:cs="Arial"/>
          <w:szCs w:val="24"/>
        </w:rPr>
        <w:t xml:space="preserve">-Golgi network. Cellular functions of the Golgi are determined by the characteristic distribution of its resident proteins. The spatial resolution of conventional light microscopy is too low to resolve </w:t>
      </w:r>
      <w:r w:rsidR="00170159" w:rsidRPr="00BC0788">
        <w:rPr>
          <w:rFonts w:cs="Arial"/>
          <w:szCs w:val="24"/>
        </w:rPr>
        <w:t xml:space="preserve">sub-Golgi structure or </w:t>
      </w:r>
      <w:r w:rsidRPr="00BC0788">
        <w:rPr>
          <w:rFonts w:cs="Arial"/>
          <w:szCs w:val="24"/>
        </w:rPr>
        <w:t xml:space="preserve">cisternae. </w:t>
      </w:r>
      <w:r w:rsidR="006E5BDC" w:rsidRPr="00BC0788">
        <w:rPr>
          <w:rFonts w:cs="Arial"/>
          <w:szCs w:val="24"/>
        </w:rPr>
        <w:t>Thus, t</w:t>
      </w:r>
      <w:r w:rsidRPr="00BC0788">
        <w:rPr>
          <w:rFonts w:cs="Arial"/>
          <w:szCs w:val="24"/>
        </w:rPr>
        <w:t>he i</w:t>
      </w:r>
      <w:r w:rsidR="006E5BDC" w:rsidRPr="00BC0788">
        <w:rPr>
          <w:rFonts w:cs="Arial"/>
          <w:szCs w:val="24"/>
        </w:rPr>
        <w:t>mmuno-gold electron microscopy</w:t>
      </w:r>
      <w:r w:rsidRPr="00BC0788">
        <w:rPr>
          <w:rFonts w:cs="Arial"/>
          <w:szCs w:val="24"/>
        </w:rPr>
        <w:t xml:space="preserve"> is a method</w:t>
      </w:r>
      <w:r w:rsidR="00A659DC" w:rsidRPr="00BC0788">
        <w:rPr>
          <w:rFonts w:cs="Arial"/>
          <w:szCs w:val="24"/>
        </w:rPr>
        <w:t xml:space="preserve"> of choice</w:t>
      </w:r>
      <w:r w:rsidRPr="00BC0788">
        <w:rPr>
          <w:rFonts w:cs="Arial"/>
          <w:szCs w:val="24"/>
        </w:rPr>
        <w:t xml:space="preserve"> to </w:t>
      </w:r>
      <w:r w:rsidR="006E5BDC" w:rsidRPr="00BC0788">
        <w:rPr>
          <w:rFonts w:cs="Arial"/>
          <w:szCs w:val="24"/>
        </w:rPr>
        <w:t xml:space="preserve">localize a protein at </w:t>
      </w:r>
      <w:r w:rsidRPr="00BC0788">
        <w:rPr>
          <w:rFonts w:cs="Arial"/>
          <w:szCs w:val="24"/>
        </w:rPr>
        <w:t>the sub-</w:t>
      </w:r>
      <w:r w:rsidRPr="00BC0788">
        <w:rPr>
          <w:rFonts w:cs="Arial"/>
          <w:szCs w:val="24"/>
        </w:rPr>
        <w:lastRenderedPageBreak/>
        <w:t xml:space="preserve">Golgi </w:t>
      </w:r>
      <w:r w:rsidR="006E5BDC" w:rsidRPr="00BC0788">
        <w:rPr>
          <w:rFonts w:cs="Arial"/>
          <w:szCs w:val="24"/>
        </w:rPr>
        <w:t>level. However,</w:t>
      </w:r>
      <w:r w:rsidR="00DF5451" w:rsidRPr="00BC0788">
        <w:rPr>
          <w:rFonts w:cs="Arial"/>
          <w:szCs w:val="24"/>
        </w:rPr>
        <w:t xml:space="preserve"> the technique and instrument are</w:t>
      </w:r>
      <w:r w:rsidRPr="00BC0788">
        <w:rPr>
          <w:rFonts w:cs="Arial"/>
          <w:szCs w:val="24"/>
        </w:rPr>
        <w:t xml:space="preserve"> beyond the capability of most cell biology labs. We describe here our recently developed super-resolution method called </w:t>
      </w:r>
      <w:r w:rsidR="00DF5451" w:rsidRPr="00BC0788">
        <w:rPr>
          <w:rFonts w:cs="Arial"/>
          <w:szCs w:val="24"/>
        </w:rPr>
        <w:t>Golgi protein localization by imaging centers of mass (</w:t>
      </w:r>
      <w:r w:rsidRPr="00BC0788">
        <w:rPr>
          <w:rFonts w:cs="Arial"/>
          <w:szCs w:val="24"/>
        </w:rPr>
        <w:t>GLIM</w:t>
      </w:r>
      <w:r w:rsidR="00DF5451" w:rsidRPr="00BC0788">
        <w:rPr>
          <w:rFonts w:cs="Arial"/>
          <w:szCs w:val="24"/>
        </w:rPr>
        <w:t>)</w:t>
      </w:r>
      <w:r w:rsidRPr="00BC0788">
        <w:rPr>
          <w:rFonts w:cs="Arial"/>
          <w:szCs w:val="24"/>
        </w:rPr>
        <w:t xml:space="preserve"> to systematically and quantitatively localize a Golgi protein. GLIM is based on </w:t>
      </w:r>
      <w:r w:rsidR="006E5BDC" w:rsidRPr="00BC0788">
        <w:rPr>
          <w:rFonts w:cs="Arial"/>
          <w:szCs w:val="24"/>
        </w:rPr>
        <w:t>standard</w:t>
      </w:r>
      <w:r w:rsidRPr="00BC0788">
        <w:rPr>
          <w:rFonts w:cs="Arial"/>
          <w:szCs w:val="24"/>
        </w:rPr>
        <w:t xml:space="preserve"> fluorescence labeling protocol</w:t>
      </w:r>
      <w:r w:rsidR="00196746" w:rsidRPr="00BC0788">
        <w:rPr>
          <w:rFonts w:cs="Arial"/>
          <w:szCs w:val="24"/>
        </w:rPr>
        <w:t>s</w:t>
      </w:r>
      <w:r w:rsidRPr="00BC0788">
        <w:rPr>
          <w:rFonts w:cs="Arial"/>
          <w:szCs w:val="24"/>
        </w:rPr>
        <w:t xml:space="preserve"> and conventional wide-field or confocal microscopes. It involves the calibration of chromatic</w:t>
      </w:r>
      <w:r w:rsidR="00E74298" w:rsidRPr="00BC0788">
        <w:rPr>
          <w:rFonts w:cs="Arial"/>
          <w:szCs w:val="24"/>
        </w:rPr>
        <w:t>-</w:t>
      </w:r>
      <w:r w:rsidR="00170159" w:rsidRPr="00BC0788">
        <w:rPr>
          <w:rFonts w:cs="Arial"/>
          <w:szCs w:val="24"/>
        </w:rPr>
        <w:t>shi</w:t>
      </w:r>
      <w:r w:rsidR="00A64306" w:rsidRPr="00BC0788">
        <w:rPr>
          <w:rFonts w:cs="Arial"/>
          <w:szCs w:val="24"/>
        </w:rPr>
        <w:t>f</w:t>
      </w:r>
      <w:r w:rsidR="00170159" w:rsidRPr="00BC0788">
        <w:rPr>
          <w:rFonts w:cs="Arial"/>
          <w:szCs w:val="24"/>
        </w:rPr>
        <w:t xml:space="preserve">t </w:t>
      </w:r>
      <w:r w:rsidRPr="00BC0788">
        <w:rPr>
          <w:rFonts w:cs="Arial"/>
          <w:szCs w:val="24"/>
        </w:rPr>
        <w:t>aberration</w:t>
      </w:r>
      <w:r w:rsidR="00DF5451" w:rsidRPr="00BC0788">
        <w:rPr>
          <w:rFonts w:cs="Arial"/>
          <w:szCs w:val="24"/>
        </w:rPr>
        <w:t xml:space="preserve"> of </w:t>
      </w:r>
      <w:r w:rsidR="00AF4026" w:rsidRPr="00BC0788">
        <w:rPr>
          <w:rFonts w:cs="Arial"/>
          <w:szCs w:val="24"/>
        </w:rPr>
        <w:t xml:space="preserve">the </w:t>
      </w:r>
      <w:r w:rsidR="00DF5451" w:rsidRPr="00BC0788">
        <w:rPr>
          <w:rFonts w:cs="Arial"/>
          <w:szCs w:val="24"/>
        </w:rPr>
        <w:t>microscopic system</w:t>
      </w:r>
      <w:r w:rsidRPr="00BC0788">
        <w:rPr>
          <w:rFonts w:cs="Arial"/>
          <w:szCs w:val="24"/>
        </w:rPr>
        <w:t xml:space="preserve">, </w:t>
      </w:r>
      <w:r w:rsidR="00AF4026" w:rsidRPr="00BC0788">
        <w:rPr>
          <w:rFonts w:cs="Arial"/>
          <w:szCs w:val="24"/>
        </w:rPr>
        <w:t xml:space="preserve">the </w:t>
      </w:r>
      <w:r w:rsidRPr="00BC0788">
        <w:rPr>
          <w:rFonts w:cs="Arial"/>
          <w:szCs w:val="24"/>
        </w:rPr>
        <w:t xml:space="preserve">image acquisition and </w:t>
      </w:r>
      <w:r w:rsidR="00AF4026" w:rsidRPr="00BC0788">
        <w:rPr>
          <w:rFonts w:cs="Arial"/>
          <w:szCs w:val="24"/>
        </w:rPr>
        <w:t xml:space="preserve">the </w:t>
      </w:r>
      <w:r w:rsidRPr="00BC0788">
        <w:rPr>
          <w:rFonts w:cs="Arial"/>
          <w:szCs w:val="24"/>
        </w:rPr>
        <w:t xml:space="preserve">post-acquisition analysis. The sub-Golgi localization of a test protein is quantitatively expressed as </w:t>
      </w:r>
      <w:r w:rsidR="00DF5451" w:rsidRPr="00BC0788">
        <w:rPr>
          <w:rFonts w:cs="Arial"/>
          <w:szCs w:val="24"/>
        </w:rPr>
        <w:t xml:space="preserve">the </w:t>
      </w:r>
      <w:r w:rsidRPr="00BC0788">
        <w:rPr>
          <w:rFonts w:cs="Arial"/>
          <w:szCs w:val="24"/>
        </w:rPr>
        <w:t>localization quotient. The</w:t>
      </w:r>
      <w:r w:rsidR="004F6B41" w:rsidRPr="00BC0788">
        <w:rPr>
          <w:rFonts w:cs="Arial"/>
          <w:szCs w:val="24"/>
        </w:rPr>
        <w:t>re are four main</w:t>
      </w:r>
      <w:r w:rsidRPr="00BC0788">
        <w:rPr>
          <w:rFonts w:cs="Arial"/>
          <w:szCs w:val="24"/>
        </w:rPr>
        <w:t xml:space="preserve"> advantages of GLIM</w:t>
      </w:r>
      <w:r w:rsidR="00627CD0" w:rsidRPr="00BC0788">
        <w:rPr>
          <w:rFonts w:cs="Arial"/>
          <w:szCs w:val="24"/>
        </w:rPr>
        <w:t>; i</w:t>
      </w:r>
      <w:r w:rsidRPr="00BC0788">
        <w:rPr>
          <w:rFonts w:cs="Arial"/>
          <w:szCs w:val="24"/>
        </w:rPr>
        <w:t>t is rapid</w:t>
      </w:r>
      <w:r w:rsidR="00627CD0" w:rsidRPr="00BC0788">
        <w:rPr>
          <w:rFonts w:cs="Arial"/>
          <w:szCs w:val="24"/>
        </w:rPr>
        <w:t>,</w:t>
      </w:r>
      <w:r w:rsidR="004F6B41" w:rsidRPr="00BC0788">
        <w:rPr>
          <w:rFonts w:cs="Arial"/>
          <w:szCs w:val="24"/>
        </w:rPr>
        <w:t xml:space="preserve"> </w:t>
      </w:r>
      <w:r w:rsidRPr="00BC0788">
        <w:rPr>
          <w:rFonts w:cs="Arial"/>
          <w:szCs w:val="24"/>
        </w:rPr>
        <w:t>based</w:t>
      </w:r>
      <w:r w:rsidR="00F2274F" w:rsidRPr="00BC0788">
        <w:rPr>
          <w:rFonts w:cs="Arial"/>
          <w:szCs w:val="24"/>
        </w:rPr>
        <w:t xml:space="preserve"> </w:t>
      </w:r>
      <w:r w:rsidRPr="00BC0788">
        <w:rPr>
          <w:rFonts w:cs="Arial"/>
          <w:szCs w:val="24"/>
        </w:rPr>
        <w:t xml:space="preserve">on conventional </w:t>
      </w:r>
      <w:r w:rsidR="00196746" w:rsidRPr="00BC0788">
        <w:rPr>
          <w:rFonts w:cs="Arial"/>
          <w:szCs w:val="24"/>
        </w:rPr>
        <w:t>methods and tools</w:t>
      </w:r>
      <w:r w:rsidR="00627CD0" w:rsidRPr="00BC0788">
        <w:rPr>
          <w:rFonts w:cs="Arial"/>
          <w:szCs w:val="24"/>
        </w:rPr>
        <w:t>,</w:t>
      </w:r>
      <w:r w:rsidRPr="00BC0788">
        <w:rPr>
          <w:rFonts w:cs="Arial"/>
          <w:szCs w:val="24"/>
        </w:rPr>
        <w:t xml:space="preserve"> </w:t>
      </w:r>
      <w:r w:rsidR="00627CD0" w:rsidRPr="00BC0788">
        <w:rPr>
          <w:rFonts w:cs="Arial"/>
          <w:szCs w:val="24"/>
        </w:rPr>
        <w:t>t</w:t>
      </w:r>
      <w:r w:rsidR="004F6B41" w:rsidRPr="00BC0788">
        <w:rPr>
          <w:rFonts w:cs="Arial"/>
          <w:szCs w:val="24"/>
        </w:rPr>
        <w:t xml:space="preserve">he localization result is </w:t>
      </w:r>
      <w:r w:rsidRPr="00BC0788">
        <w:rPr>
          <w:rFonts w:cs="Arial"/>
          <w:szCs w:val="24"/>
        </w:rPr>
        <w:t>quantitative</w:t>
      </w:r>
      <w:r w:rsidR="00627CD0" w:rsidRPr="00BC0788">
        <w:rPr>
          <w:rFonts w:cs="Arial"/>
          <w:szCs w:val="24"/>
        </w:rPr>
        <w:t>, a</w:t>
      </w:r>
      <w:r w:rsidR="00F2274F" w:rsidRPr="00BC0788">
        <w:rPr>
          <w:rFonts w:cs="Arial"/>
          <w:szCs w:val="24"/>
        </w:rPr>
        <w:t>nd</w:t>
      </w:r>
      <w:r w:rsidRPr="00BC0788">
        <w:rPr>
          <w:rFonts w:cs="Arial"/>
          <w:szCs w:val="24"/>
        </w:rPr>
        <w:t xml:space="preserve"> </w:t>
      </w:r>
      <w:r w:rsidR="004F6B41" w:rsidRPr="00BC0788">
        <w:rPr>
          <w:rFonts w:cs="Arial"/>
          <w:szCs w:val="24"/>
        </w:rPr>
        <w:t xml:space="preserve">it affords </w:t>
      </w:r>
      <w:r w:rsidR="00834C61" w:rsidRPr="00BC0788">
        <w:rPr>
          <w:rFonts w:cs="Arial"/>
          <w:szCs w:val="24"/>
        </w:rPr>
        <w:t>~ 30 nm</w:t>
      </w:r>
      <w:r w:rsidR="00F2274F" w:rsidRPr="00BC0788">
        <w:rPr>
          <w:rFonts w:cs="Arial"/>
          <w:szCs w:val="24"/>
        </w:rPr>
        <w:t xml:space="preserve"> practical</w:t>
      </w:r>
      <w:r w:rsidR="00834C61" w:rsidRPr="00BC0788">
        <w:rPr>
          <w:rFonts w:cs="Arial"/>
          <w:szCs w:val="24"/>
        </w:rPr>
        <w:t xml:space="preserve"> </w:t>
      </w:r>
      <w:r w:rsidRPr="00BC0788">
        <w:rPr>
          <w:rFonts w:cs="Arial"/>
          <w:szCs w:val="24"/>
        </w:rPr>
        <w:t>resolution</w:t>
      </w:r>
      <w:r w:rsidR="00834C61" w:rsidRPr="00BC0788">
        <w:rPr>
          <w:rFonts w:cs="Arial"/>
          <w:szCs w:val="24"/>
        </w:rPr>
        <w:t xml:space="preserve"> along the Golgi axis</w:t>
      </w:r>
      <w:r w:rsidRPr="00BC0788">
        <w:rPr>
          <w:rFonts w:cs="Arial"/>
          <w:szCs w:val="24"/>
        </w:rPr>
        <w:t xml:space="preserve">. Here we describe the detailed protocol </w:t>
      </w:r>
      <w:r w:rsidR="009B5EF5" w:rsidRPr="00BC0788">
        <w:rPr>
          <w:rFonts w:cs="Arial"/>
          <w:szCs w:val="24"/>
        </w:rPr>
        <w:t xml:space="preserve">of GLIM </w:t>
      </w:r>
      <w:r w:rsidRPr="00BC0788">
        <w:rPr>
          <w:rFonts w:cs="Arial"/>
          <w:szCs w:val="24"/>
        </w:rPr>
        <w:t xml:space="preserve">to </w:t>
      </w:r>
      <w:r w:rsidR="006E5BDC" w:rsidRPr="00BC0788">
        <w:rPr>
          <w:rFonts w:cs="Arial"/>
          <w:szCs w:val="24"/>
        </w:rPr>
        <w:t>localize</w:t>
      </w:r>
      <w:r w:rsidRPr="00BC0788">
        <w:rPr>
          <w:rFonts w:cs="Arial"/>
          <w:szCs w:val="24"/>
        </w:rPr>
        <w:t xml:space="preserve"> a </w:t>
      </w:r>
      <w:r w:rsidR="00387E60">
        <w:rPr>
          <w:rFonts w:cs="Arial"/>
          <w:szCs w:val="24"/>
        </w:rPr>
        <w:t>test</w:t>
      </w:r>
      <w:r w:rsidR="006E5BDC" w:rsidRPr="00BC0788">
        <w:rPr>
          <w:rFonts w:cs="Arial"/>
          <w:szCs w:val="24"/>
        </w:rPr>
        <w:t xml:space="preserve"> </w:t>
      </w:r>
      <w:r w:rsidRPr="00BC0788">
        <w:rPr>
          <w:rFonts w:cs="Arial"/>
          <w:szCs w:val="24"/>
        </w:rPr>
        <w:t>Golgi protein.</w:t>
      </w:r>
    </w:p>
    <w:p w14:paraId="2B40AFDF" w14:textId="77777777" w:rsidR="007E57CC" w:rsidRPr="00BC0788" w:rsidRDefault="007E57CC" w:rsidP="00BC0965">
      <w:pPr>
        <w:jc w:val="both"/>
        <w:rPr>
          <w:rFonts w:cs="Arial"/>
          <w:szCs w:val="24"/>
        </w:rPr>
      </w:pPr>
    </w:p>
    <w:p w14:paraId="0C89AE8B" w14:textId="222983F2" w:rsidR="00F500A5" w:rsidRPr="00BC0788" w:rsidRDefault="00E02739" w:rsidP="00BC0965">
      <w:pPr>
        <w:jc w:val="both"/>
        <w:rPr>
          <w:rFonts w:cs="Arial"/>
          <w:b/>
          <w:szCs w:val="24"/>
        </w:rPr>
      </w:pPr>
      <w:r w:rsidRPr="00BC0788">
        <w:rPr>
          <w:rFonts w:cs="Arial"/>
          <w:b/>
          <w:szCs w:val="24"/>
        </w:rPr>
        <w:t>INTRODUCTION:</w:t>
      </w:r>
    </w:p>
    <w:p w14:paraId="18F9D1C1" w14:textId="4DE3B828" w:rsidR="00F500A5" w:rsidRPr="00BC0788" w:rsidRDefault="00F500A5" w:rsidP="00BC0965">
      <w:pPr>
        <w:jc w:val="both"/>
        <w:rPr>
          <w:rFonts w:cs="Arial"/>
          <w:szCs w:val="24"/>
        </w:rPr>
      </w:pPr>
      <w:r w:rsidRPr="00BC0788">
        <w:rPr>
          <w:rFonts w:cs="Arial"/>
          <w:szCs w:val="24"/>
        </w:rPr>
        <w:t>The Golgi complex plays essential roles in secretory/endocytic trafficking of proteins and lipids (hereafter cargos) in mammalian cells</w:t>
      </w:r>
      <w:hyperlink w:anchor="_ENREF_1" w:tooltip="Glick, 2011 #47" w:history="1">
        <w:r w:rsidR="00525A69" w:rsidRPr="00BC0788">
          <w:rPr>
            <w:rFonts w:cs="Arial"/>
            <w:szCs w:val="24"/>
          </w:rPr>
          <w:fldChar w:fldCharType="begin">
            <w:fldData xml:space="preserve">PEVuZE5vdGU+PENpdGU+PEF1dGhvcj5HbGljazwvQXV0aG9yPjxZZWFyPjIwMTE8L1llYXI+PFJl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</w:fldData>
          </w:fldChar>
        </w:r>
        <w:r w:rsidR="00525A69" w:rsidRPr="00BC0788">
          <w:rPr>
            <w:rFonts w:cs="Arial"/>
            <w:szCs w:val="24"/>
          </w:rPr>
          <w:instrText xml:space="preserve"> ADDIN EN.CITE </w:instrText>
        </w:r>
        <w:r w:rsidR="00525A69" w:rsidRPr="00BC0788">
          <w:rPr>
            <w:rFonts w:cs="Arial"/>
            <w:szCs w:val="24"/>
          </w:rPr>
          <w:fldChar w:fldCharType="begin">
            <w:fldData xml:space="preserve">PEVuZE5vdGU+PENpdGU+PEF1dGhvcj5HbGljazwvQXV0aG9yPjxZZWFyPjIwMTE8L1llYXI+PFJl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</w:fldData>
          </w:fldChar>
        </w:r>
        <w:r w:rsidR="00525A69" w:rsidRPr="00BC0788">
          <w:rPr>
            <w:rFonts w:cs="Arial"/>
            <w:szCs w:val="24"/>
          </w:rPr>
          <w:instrText xml:space="preserve"> ADDIN EN.CITE.DATA </w:instrText>
        </w:r>
        <w:r w:rsidR="00525A69" w:rsidRPr="00BC0788">
          <w:rPr>
            <w:rFonts w:cs="Arial"/>
            <w:szCs w:val="24"/>
          </w:rPr>
        </w:r>
        <w:r w:rsidR="00525A69" w:rsidRPr="00BC0788">
          <w:rPr>
            <w:rFonts w:cs="Arial"/>
            <w:szCs w:val="24"/>
          </w:rPr>
          <w:fldChar w:fldCharType="end"/>
        </w:r>
        <w:r w:rsidR="00525A69" w:rsidRPr="00BC0788">
          <w:rPr>
            <w:rFonts w:cs="Arial"/>
            <w:szCs w:val="24"/>
          </w:rPr>
        </w:r>
        <w:r w:rsidR="00525A69" w:rsidRPr="00BC0788">
          <w:rPr>
            <w:rFonts w:cs="Arial"/>
            <w:szCs w:val="24"/>
          </w:rPr>
          <w:fldChar w:fldCharType="separate"/>
        </w:r>
        <w:r w:rsidR="00525A69" w:rsidRPr="00BC0788">
          <w:rPr>
            <w:rFonts w:cs="Arial"/>
            <w:noProof/>
            <w:szCs w:val="24"/>
            <w:vertAlign w:val="superscript"/>
          </w:rPr>
          <w:t>1-3</w:t>
        </w:r>
        <w:r w:rsidR="00525A69" w:rsidRPr="00BC0788">
          <w:rPr>
            <w:rFonts w:cs="Arial"/>
            <w:szCs w:val="24"/>
          </w:rPr>
          <w:fldChar w:fldCharType="end"/>
        </w:r>
      </w:hyperlink>
      <w:r w:rsidRPr="00BC0788">
        <w:rPr>
          <w:rFonts w:cs="Arial"/>
          <w:szCs w:val="24"/>
        </w:rPr>
        <w:t xml:space="preserve">. At the Golgi, cargos are not only sorted to various sub-cellular </w:t>
      </w:r>
      <w:r w:rsidR="009B5EF5" w:rsidRPr="00BC0788">
        <w:rPr>
          <w:rFonts w:cs="Arial"/>
          <w:szCs w:val="24"/>
        </w:rPr>
        <w:t>compartments</w:t>
      </w:r>
      <w:r w:rsidRPr="00BC0788">
        <w:rPr>
          <w:rFonts w:cs="Arial"/>
          <w:szCs w:val="24"/>
        </w:rPr>
        <w:t xml:space="preserve"> but also </w:t>
      </w:r>
      <w:r w:rsidR="009B5EF5" w:rsidRPr="00BC0788">
        <w:rPr>
          <w:rFonts w:cs="Arial"/>
          <w:szCs w:val="24"/>
        </w:rPr>
        <w:t xml:space="preserve">modified by diverse </w:t>
      </w:r>
      <w:r w:rsidR="00CE46B5" w:rsidRPr="00BC0788">
        <w:rPr>
          <w:rFonts w:cs="Arial"/>
          <w:szCs w:val="24"/>
        </w:rPr>
        <w:t xml:space="preserve">types of </w:t>
      </w:r>
      <w:r w:rsidR="009B5EF5" w:rsidRPr="00BC0788">
        <w:rPr>
          <w:rFonts w:cs="Arial"/>
          <w:szCs w:val="24"/>
        </w:rPr>
        <w:t>glycosylation</w:t>
      </w:r>
      <w:r w:rsidRPr="00BC0788">
        <w:rPr>
          <w:rFonts w:cs="Arial"/>
          <w:szCs w:val="24"/>
        </w:rPr>
        <w:t xml:space="preserve">. The mammalian Golgi complex comprises numerous </w:t>
      </w:r>
      <w:r w:rsidR="000A18A8" w:rsidRPr="00BC0788">
        <w:rPr>
          <w:rFonts w:cs="Arial"/>
          <w:szCs w:val="24"/>
        </w:rPr>
        <w:t xml:space="preserve">laterally connected </w:t>
      </w:r>
      <w:r w:rsidRPr="00BC0788">
        <w:rPr>
          <w:rFonts w:cs="Arial"/>
          <w:szCs w:val="24"/>
        </w:rPr>
        <w:t xml:space="preserve">Golgi stacks, which </w:t>
      </w:r>
      <w:r w:rsidR="000A18A8" w:rsidRPr="00BC0788">
        <w:rPr>
          <w:rFonts w:cs="Arial"/>
          <w:szCs w:val="24"/>
        </w:rPr>
        <w:t xml:space="preserve">typically </w:t>
      </w:r>
      <w:r w:rsidRPr="00BC0788">
        <w:rPr>
          <w:rFonts w:cs="Arial"/>
          <w:szCs w:val="24"/>
        </w:rPr>
        <w:t>consist</w:t>
      </w:r>
      <w:r w:rsidR="000A18A8" w:rsidRPr="00BC0788">
        <w:rPr>
          <w:rFonts w:cs="Arial"/>
          <w:szCs w:val="24"/>
        </w:rPr>
        <w:t>s</w:t>
      </w:r>
      <w:r w:rsidRPr="00BC0788">
        <w:rPr>
          <w:rFonts w:cs="Arial"/>
          <w:szCs w:val="24"/>
        </w:rPr>
        <w:t xml:space="preserve"> of 4</w:t>
      </w:r>
      <w:r w:rsidR="00AF4026" w:rsidRPr="00BC0788">
        <w:rPr>
          <w:rFonts w:cs="Arial"/>
          <w:szCs w:val="24"/>
        </w:rPr>
        <w:t>–</w:t>
      </w:r>
      <w:r w:rsidRPr="00BC0788">
        <w:rPr>
          <w:rFonts w:cs="Arial"/>
          <w:szCs w:val="24"/>
        </w:rPr>
        <w:t xml:space="preserve">11 tightly adjacent and flat membrane sacs called cisternae. The serially stacked Golgi cisternae are further categorized, from one end to the other, as </w:t>
      </w:r>
      <w:r w:rsidRPr="00BC0788">
        <w:rPr>
          <w:rFonts w:cs="Arial"/>
          <w:i/>
          <w:szCs w:val="24"/>
        </w:rPr>
        <w:t>cis</w:t>
      </w:r>
      <w:r w:rsidRPr="00BC0788">
        <w:rPr>
          <w:rFonts w:cs="Arial"/>
          <w:szCs w:val="24"/>
        </w:rPr>
        <w:t xml:space="preserve">, medial and </w:t>
      </w:r>
      <w:r w:rsidRPr="00BC0788">
        <w:rPr>
          <w:rFonts w:cs="Arial"/>
          <w:i/>
          <w:szCs w:val="24"/>
        </w:rPr>
        <w:t>trans</w:t>
      </w:r>
      <w:r w:rsidRPr="00BC0788">
        <w:rPr>
          <w:rFonts w:cs="Arial"/>
          <w:szCs w:val="24"/>
        </w:rPr>
        <w:t xml:space="preserve">-cisternae. At the </w:t>
      </w:r>
      <w:r w:rsidRPr="00BC0788">
        <w:rPr>
          <w:rFonts w:cs="Arial"/>
          <w:i/>
          <w:szCs w:val="24"/>
        </w:rPr>
        <w:t>trans</w:t>
      </w:r>
      <w:r w:rsidRPr="00BC0788">
        <w:rPr>
          <w:rFonts w:cs="Arial"/>
          <w:szCs w:val="24"/>
        </w:rPr>
        <w:t xml:space="preserve">-side of </w:t>
      </w:r>
      <w:r w:rsidR="000A18A8" w:rsidRPr="00BC0788">
        <w:rPr>
          <w:rFonts w:cs="Arial"/>
          <w:szCs w:val="24"/>
        </w:rPr>
        <w:t>a</w:t>
      </w:r>
      <w:r w:rsidRPr="00BC0788">
        <w:rPr>
          <w:rFonts w:cs="Arial"/>
          <w:szCs w:val="24"/>
        </w:rPr>
        <w:t xml:space="preserve"> Golgi stack, the </w:t>
      </w:r>
      <w:r w:rsidRPr="00BC0788">
        <w:rPr>
          <w:rFonts w:cs="Arial"/>
          <w:i/>
          <w:szCs w:val="24"/>
        </w:rPr>
        <w:t>trans</w:t>
      </w:r>
      <w:r w:rsidRPr="00BC0788">
        <w:rPr>
          <w:rFonts w:cs="Arial"/>
          <w:szCs w:val="24"/>
        </w:rPr>
        <w:t xml:space="preserve">-most membrane sac develops into a tubular and reticulum membrane network called the </w:t>
      </w:r>
      <w:r w:rsidRPr="00BC0788">
        <w:rPr>
          <w:rFonts w:cs="Arial"/>
          <w:i/>
          <w:szCs w:val="24"/>
        </w:rPr>
        <w:t>trans</w:t>
      </w:r>
      <w:r w:rsidRPr="00BC0788">
        <w:rPr>
          <w:rFonts w:cs="Arial"/>
          <w:szCs w:val="24"/>
        </w:rPr>
        <w:t>-Golgi network (TGN)</w:t>
      </w:r>
      <w:hyperlink w:anchor="_ENREF_4" w:tooltip="De Matteis, 2008 #59" w:history="1">
        <w:r w:rsidR="00525A69" w:rsidRPr="00BC0788">
          <w:rPr>
            <w:rFonts w:cs="Arial"/>
            <w:szCs w:val="24"/>
          </w:rPr>
          <w:fldChar w:fldCharType="begin"/>
        </w:r>
        <w:r w:rsidR="00525A69" w:rsidRPr="00BC0788">
          <w:rPr>
            <w:rFonts w:cs="Arial"/>
            <w:szCs w:val="24"/>
          </w:rPr>
          <w:instrText xml:space="preserve"> ADDIN EN.CITE &lt;EndNote&gt;&lt;Cite&gt;&lt;Author&gt;De Matteis&lt;/Author&gt;&lt;Year&gt;2008&lt;/Year&gt;&lt;RecNum&gt;59&lt;/RecNum&gt;&lt;DisplayText&gt;&lt;style face="superscript"&gt;4&lt;/style&gt;&lt;/DisplayText&gt;&lt;record&gt;&lt;rec-number&gt;59&lt;/rec-number&gt;&lt;foreign-keys&gt;&lt;key app="EN" db-id="rvz5sv9x2et50aes2f6xrdxh59sp0w00x0v9" timestamp="1402459491"&gt;59&lt;/key&gt;&lt;/foreign-keys&gt;&lt;ref-type name="Journal Article"&gt;17&lt;/ref-type&gt;&lt;contributors&gt;&lt;authors&gt;&lt;author&gt;De Matteis, M. A.&lt;/author&gt;&lt;author&gt;Luini, A.&lt;/author&gt;&lt;/authors&gt;&lt;/contributors&gt;&lt;auth-address&gt;Department of Cell Biology and Oncology, Consorzio Mario Negri Sud, 66030 Santa Maria Imbaro (CH), Italy. dematteis@negrisud.it&lt;/auth-address&gt;&lt;titles&gt;&lt;title&gt;Exiting the Golgi complex&lt;/title&gt;&lt;secondary-title&gt;Nat Rev Mol Cell Biol&lt;/secondary-title&gt;&lt;/titles&gt;&lt;periodical&gt;&lt;full-title&gt;Nat Rev Mol Cell Biol&lt;/full-title&gt;&lt;/periodical&gt;&lt;pages&gt;273-84&lt;/pages&gt;&lt;volume&gt;9&lt;/volume&gt;&lt;number&gt;4&lt;/number&gt;&lt;edition&gt;2008/03/21&lt;/edition&gt;&lt;keywords&gt;&lt;keyword&gt;Actins/metabolism&lt;/keyword&gt;&lt;keyword&gt;Animals&lt;/keyword&gt;&lt;keyword&gt;Biological Transport&lt;/keyword&gt;&lt;keyword&gt;Endocytosis&lt;/keyword&gt;&lt;keyword&gt;Exocytosis&lt;/keyword&gt;&lt;keyword&gt;Golgi Apparatus/*metabolism/ultrastructure&lt;/keyword&gt;&lt;keyword&gt;Humans&lt;/keyword&gt;&lt;keyword&gt;trans-Golgi Network/metabolism/ultrastructure&lt;/keyword&gt;&lt;/keywords&gt;&lt;dates&gt;&lt;year&gt;2008&lt;/year&gt;&lt;pub-dates&gt;&lt;date&gt;Apr&lt;/date&gt;&lt;/pub-dates&gt;&lt;/dates&gt;&lt;isbn&gt;1471-0080 (Electronic)&amp;#xD;1471-0072 (Linking)&lt;/isbn&gt;&lt;accession-num&gt;18354421&lt;/accession-num&gt;&lt;urls&gt;&lt;related-urls&gt;&lt;url&gt;http://www.ncbi.nlm.nih.gov/pubmed/18354421&lt;/url&gt;&lt;/related-urls&gt;&lt;/urls&gt;&lt;electronic-resource-num&gt;10.1038/nrm2378&amp;#xD;nrm2378 [pii]&lt;/electronic-resource-num&gt;&lt;language&gt;eng&lt;/language&gt;&lt;/record&gt;&lt;/Cite&gt;&lt;/EndNote&gt;</w:instrText>
        </w:r>
        <w:r w:rsidR="00525A69" w:rsidRPr="00BC0788">
          <w:rPr>
            <w:rFonts w:cs="Arial"/>
            <w:szCs w:val="24"/>
          </w:rPr>
          <w:fldChar w:fldCharType="separate"/>
        </w:r>
        <w:r w:rsidR="00525A69" w:rsidRPr="00BC0788">
          <w:rPr>
            <w:rFonts w:cs="Arial"/>
            <w:noProof/>
            <w:szCs w:val="24"/>
            <w:vertAlign w:val="superscript"/>
          </w:rPr>
          <w:t>4</w:t>
        </w:r>
        <w:r w:rsidR="00525A69" w:rsidRPr="00BC0788">
          <w:rPr>
            <w:rFonts w:cs="Arial"/>
            <w:szCs w:val="24"/>
          </w:rPr>
          <w:fldChar w:fldCharType="end"/>
        </w:r>
      </w:hyperlink>
      <w:r w:rsidRPr="00BC0788">
        <w:rPr>
          <w:rFonts w:cs="Arial"/>
          <w:szCs w:val="24"/>
        </w:rPr>
        <w:t xml:space="preserve">. In the secretory pathway, cargos derived from the endoplasmic reticulum (ER) enter </w:t>
      </w:r>
      <w:r w:rsidR="000A18A8" w:rsidRPr="00BC0788">
        <w:rPr>
          <w:rFonts w:cs="Arial"/>
          <w:szCs w:val="24"/>
        </w:rPr>
        <w:t>a</w:t>
      </w:r>
      <w:r w:rsidRPr="00BC0788">
        <w:rPr>
          <w:rFonts w:cs="Arial"/>
          <w:szCs w:val="24"/>
        </w:rPr>
        <w:t xml:space="preserve"> Golgi </w:t>
      </w:r>
      <w:r w:rsidR="000A18A8" w:rsidRPr="00BC0788">
        <w:rPr>
          <w:rFonts w:cs="Arial"/>
          <w:szCs w:val="24"/>
        </w:rPr>
        <w:t>stack</w:t>
      </w:r>
      <w:r w:rsidRPr="00BC0788">
        <w:rPr>
          <w:rFonts w:cs="Arial"/>
          <w:szCs w:val="24"/>
        </w:rPr>
        <w:t xml:space="preserve"> at </w:t>
      </w:r>
      <w:r w:rsidR="000A18A8" w:rsidRPr="00BC0788">
        <w:rPr>
          <w:rFonts w:cs="Arial"/>
          <w:szCs w:val="24"/>
        </w:rPr>
        <w:t>its</w:t>
      </w:r>
      <w:r w:rsidRPr="00BC0788">
        <w:rPr>
          <w:rFonts w:cs="Arial"/>
          <w:szCs w:val="24"/>
        </w:rPr>
        <w:t xml:space="preserve"> </w:t>
      </w:r>
      <w:r w:rsidRPr="00BC0788">
        <w:rPr>
          <w:rFonts w:cs="Arial"/>
          <w:i/>
          <w:szCs w:val="24"/>
        </w:rPr>
        <w:t>cis</w:t>
      </w:r>
      <w:r w:rsidRPr="00BC0788">
        <w:rPr>
          <w:rFonts w:cs="Arial"/>
          <w:szCs w:val="24"/>
        </w:rPr>
        <w:t>-side and then sequentially pass th</w:t>
      </w:r>
      <w:r w:rsidR="009122D8" w:rsidRPr="00BC0788">
        <w:rPr>
          <w:rFonts w:cs="Arial"/>
          <w:szCs w:val="24"/>
        </w:rPr>
        <w:t>r</w:t>
      </w:r>
      <w:r w:rsidRPr="00BC0788">
        <w:rPr>
          <w:rFonts w:cs="Arial"/>
          <w:szCs w:val="24"/>
        </w:rPr>
        <w:t xml:space="preserve">ough medial and </w:t>
      </w:r>
      <w:r w:rsidRPr="00BC0788">
        <w:rPr>
          <w:rFonts w:cs="Arial"/>
          <w:i/>
          <w:szCs w:val="24"/>
        </w:rPr>
        <w:t>trans</w:t>
      </w:r>
      <w:r w:rsidRPr="00BC0788">
        <w:rPr>
          <w:rFonts w:cs="Arial"/>
          <w:szCs w:val="24"/>
        </w:rPr>
        <w:t xml:space="preserve">-cisternae. Cargos eventually exit the Golgi at the </w:t>
      </w:r>
      <w:r w:rsidRPr="00BC0788">
        <w:rPr>
          <w:rFonts w:cs="Arial"/>
          <w:i/>
          <w:szCs w:val="24"/>
        </w:rPr>
        <w:t>trans</w:t>
      </w:r>
      <w:r w:rsidRPr="00BC0788">
        <w:rPr>
          <w:rFonts w:cs="Arial"/>
          <w:szCs w:val="24"/>
        </w:rPr>
        <w:t>-Golgi or TGN destining to the plasma membrane, e</w:t>
      </w:r>
      <w:r w:rsidR="000A18A8" w:rsidRPr="00BC0788">
        <w:rPr>
          <w:rFonts w:cs="Arial"/>
          <w:szCs w:val="24"/>
        </w:rPr>
        <w:t>ndosomes or secretory granules.</w:t>
      </w:r>
    </w:p>
    <w:p w14:paraId="23500C20" w14:textId="77777777" w:rsidR="007E57CC" w:rsidRPr="00BC0788" w:rsidRDefault="007E57CC" w:rsidP="00BC0965">
      <w:pPr>
        <w:jc w:val="both"/>
        <w:rPr>
          <w:rFonts w:cs="Arial"/>
          <w:szCs w:val="24"/>
        </w:rPr>
      </w:pPr>
    </w:p>
    <w:p w14:paraId="42F0A8FD" w14:textId="13011807" w:rsidR="00F500A5" w:rsidRPr="00BC0788" w:rsidRDefault="00F500A5" w:rsidP="00BC0965">
      <w:pPr>
        <w:jc w:val="both"/>
        <w:rPr>
          <w:rFonts w:cs="Arial"/>
          <w:szCs w:val="24"/>
        </w:rPr>
      </w:pPr>
      <w:r w:rsidRPr="00BC0788">
        <w:rPr>
          <w:rFonts w:cs="Arial"/>
          <w:szCs w:val="24"/>
        </w:rPr>
        <w:t xml:space="preserve">The molecular and cellular mechanisms </w:t>
      </w:r>
      <w:r w:rsidR="00AF4026" w:rsidRPr="00BC0788">
        <w:rPr>
          <w:rFonts w:cs="Arial"/>
          <w:szCs w:val="24"/>
        </w:rPr>
        <w:t xml:space="preserve">of </w:t>
      </w:r>
      <w:r w:rsidRPr="00BC0788">
        <w:rPr>
          <w:rFonts w:cs="Arial"/>
          <w:szCs w:val="24"/>
        </w:rPr>
        <w:t xml:space="preserve">how cargos </w:t>
      </w:r>
      <w:r w:rsidR="000A18A8" w:rsidRPr="00BC0788">
        <w:rPr>
          <w:rFonts w:cs="Arial"/>
          <w:szCs w:val="24"/>
        </w:rPr>
        <w:t>transit</w:t>
      </w:r>
      <w:r w:rsidRPr="00BC0788">
        <w:rPr>
          <w:rFonts w:cs="Arial"/>
          <w:szCs w:val="24"/>
        </w:rPr>
        <w:t xml:space="preserve"> </w:t>
      </w:r>
      <w:r w:rsidR="000A18A8" w:rsidRPr="00BC0788">
        <w:rPr>
          <w:rFonts w:cs="Arial"/>
          <w:szCs w:val="24"/>
        </w:rPr>
        <w:t xml:space="preserve">a </w:t>
      </w:r>
      <w:r w:rsidRPr="00BC0788">
        <w:rPr>
          <w:rFonts w:cs="Arial"/>
          <w:szCs w:val="24"/>
        </w:rPr>
        <w:t xml:space="preserve">Golgi </w:t>
      </w:r>
      <w:r w:rsidR="000A18A8" w:rsidRPr="00BC0788">
        <w:rPr>
          <w:rFonts w:cs="Arial"/>
          <w:szCs w:val="24"/>
        </w:rPr>
        <w:t>stack</w:t>
      </w:r>
      <w:r w:rsidRPr="00BC0788">
        <w:rPr>
          <w:rFonts w:cs="Arial"/>
          <w:szCs w:val="24"/>
        </w:rPr>
        <w:t xml:space="preserve"> and how </w:t>
      </w:r>
      <w:r w:rsidR="000A18A8" w:rsidRPr="00BC0788">
        <w:rPr>
          <w:rFonts w:cs="Arial"/>
          <w:szCs w:val="24"/>
        </w:rPr>
        <w:t>the</w:t>
      </w:r>
      <w:r w:rsidRPr="00BC0788">
        <w:rPr>
          <w:rFonts w:cs="Arial"/>
          <w:szCs w:val="24"/>
        </w:rPr>
        <w:t xml:space="preserve"> Golgi maintains its cisternal organization remain mysterious and are currently </w:t>
      </w:r>
      <w:r w:rsidR="000A18A8" w:rsidRPr="00BC0788">
        <w:rPr>
          <w:rFonts w:cs="Arial"/>
          <w:szCs w:val="24"/>
        </w:rPr>
        <w:t xml:space="preserve">still </w:t>
      </w:r>
      <w:r w:rsidRPr="00BC0788">
        <w:rPr>
          <w:rFonts w:cs="Arial"/>
          <w:szCs w:val="24"/>
        </w:rPr>
        <w:t>under a heated debate</w:t>
      </w:r>
      <w:hyperlink w:anchor="_ENREF_1" w:tooltip="Glick, 2011 #47" w:history="1">
        <w:r w:rsidR="00525A69" w:rsidRPr="00BC0788">
          <w:rPr>
            <w:rFonts w:cs="Arial"/>
            <w:szCs w:val="24"/>
          </w:rPr>
          <w:fldChar w:fldCharType="begin"/>
        </w:r>
        <w:r w:rsidR="00525A69" w:rsidRPr="00BC0788">
          <w:rPr>
            <w:rFonts w:cs="Arial"/>
            <w:szCs w:val="24"/>
          </w:rPr>
          <w:instrText xml:space="preserve"> ADDIN EN.CITE &lt;EndNote&gt;&lt;Cite&gt;&lt;Author&gt;Glick&lt;/Author&gt;&lt;Year&gt;2011&lt;/Year&gt;&lt;RecNum&gt;47&lt;/RecNum&gt;&lt;DisplayText&gt;&lt;style face="superscript"&gt;1&lt;/style&gt;&lt;/DisplayText&gt;&lt;record&gt;&lt;rec-number&gt;47&lt;/rec-number&gt;&lt;foreign-keys&gt;&lt;key app="EN" db-id="rvz5sv9x2et50aes2f6xrdxh59sp0w00x0v9" timestamp="1402026026"&gt;47&lt;/key&gt;&lt;/foreign-keys&gt;&lt;ref-type name="Journal Article"&gt;17&lt;/ref-type&gt;&lt;contributors&gt;&lt;authors&gt;&lt;author&gt;Glick, B. S.&lt;/author&gt;&lt;author&gt;Luini, A.&lt;/author&gt;&lt;/authors&gt;&lt;/contributors&gt;&lt;auth-address&gt;Department of Molecular Genetics and Cell Biology, The University of Chicago, Chicago, Illinois 60637, USA. bsglick@uchicago.edu&lt;/auth-address&gt;&lt;titles&gt;&lt;title&gt;Models for Golgi traffic: a critical assessment&lt;/title&gt;&lt;secondary-title&gt;Cold Spring Harb Perspect Biol&lt;/secondary-title&gt;&lt;/titles&gt;&lt;periodical&gt;&lt;full-title&gt;Cold Spring Harb Perspect Biol&lt;/full-title&gt;&lt;/periodical&gt;&lt;pages&gt;a005215&lt;/pages&gt;&lt;volume&gt;3&lt;/volume&gt;&lt;number&gt;11&lt;/number&gt;&lt;edition&gt;2011/08/31&lt;/edition&gt;&lt;keywords&gt;&lt;keyword&gt;Biological Transport&lt;/keyword&gt;&lt;keyword&gt;COP-Coated Vesicles/metabolism/physiology&lt;/keyword&gt;&lt;keyword&gt;Golgi Apparatus/metabolism/*physiology/ultrastructure&lt;/keyword&gt;&lt;keyword&gt;*Models, Biological&lt;/keyword&gt;&lt;/keywords&gt;&lt;dates&gt;&lt;year&gt;2011&lt;/year&gt;&lt;pub-dates&gt;&lt;date&gt;Nov&lt;/date&gt;&lt;/pub-dates&gt;&lt;/dates&gt;&lt;isbn&gt;1943-0264 (Electronic)&lt;/isbn&gt;&lt;accession-num&gt;21875986&lt;/accession-num&gt;&lt;urls&gt;&lt;related-urls&gt;&lt;url&gt;http://www.ncbi.nlm.nih.gov/pubmed/21875986&lt;/url&gt;&lt;/related-urls&gt;&lt;/urls&gt;&lt;custom2&gt;3220355&lt;/custom2&gt;&lt;electronic-resource-num&gt;10.1101/cshperspect.a005215&amp;#xD;a005215 [pii]&amp;#xD;cshperspect.a005215 [pii]&lt;/electronic-resource-num&gt;&lt;language&gt;eng&lt;/language&gt;&lt;/record&gt;&lt;/Cite&gt;&lt;/EndNote&gt;</w:instrText>
        </w:r>
        <w:r w:rsidR="00525A69" w:rsidRPr="00BC0788">
          <w:rPr>
            <w:rFonts w:cs="Arial"/>
            <w:szCs w:val="24"/>
          </w:rPr>
          <w:fldChar w:fldCharType="separate"/>
        </w:r>
        <w:r w:rsidR="00525A69" w:rsidRPr="00BC0788">
          <w:rPr>
            <w:rFonts w:cs="Arial"/>
            <w:noProof/>
            <w:szCs w:val="24"/>
            <w:vertAlign w:val="superscript"/>
          </w:rPr>
          <w:t>1</w:t>
        </w:r>
        <w:r w:rsidR="00525A69" w:rsidRPr="00BC0788">
          <w:rPr>
            <w:rFonts w:cs="Arial"/>
            <w:szCs w:val="24"/>
          </w:rPr>
          <w:fldChar w:fldCharType="end"/>
        </w:r>
      </w:hyperlink>
      <w:r w:rsidRPr="00BC0788">
        <w:rPr>
          <w:rFonts w:cs="Arial"/>
          <w:szCs w:val="24"/>
        </w:rPr>
        <w:t>. One of difficulties in th</w:t>
      </w:r>
      <w:r w:rsidR="009122D8" w:rsidRPr="00BC0788">
        <w:rPr>
          <w:rFonts w:cs="Arial"/>
          <w:szCs w:val="24"/>
        </w:rPr>
        <w:t>is</w:t>
      </w:r>
      <w:r w:rsidRPr="00BC0788">
        <w:rPr>
          <w:rFonts w:cs="Arial"/>
          <w:szCs w:val="24"/>
        </w:rPr>
        <w:t xml:space="preserve"> field is that Golgi </w:t>
      </w:r>
      <w:r w:rsidR="000A18A8" w:rsidRPr="00BC0788">
        <w:rPr>
          <w:rFonts w:cs="Arial"/>
          <w:szCs w:val="24"/>
        </w:rPr>
        <w:t>cisternae</w:t>
      </w:r>
      <w:r w:rsidRPr="00BC0788">
        <w:rPr>
          <w:rFonts w:cs="Arial"/>
          <w:szCs w:val="24"/>
        </w:rPr>
        <w:t xml:space="preserve"> can only be resolved under the electron microscopy (EM) since the resolution of an optical microscope (~</w:t>
      </w:r>
      <w:r w:rsidR="00AF4026" w:rsidRPr="00BC0788">
        <w:rPr>
          <w:rFonts w:cs="Arial"/>
          <w:szCs w:val="24"/>
        </w:rPr>
        <w:t xml:space="preserve"> </w:t>
      </w:r>
      <w:r w:rsidRPr="00BC0788">
        <w:rPr>
          <w:rFonts w:cs="Arial"/>
          <w:szCs w:val="24"/>
        </w:rPr>
        <w:t>200 nm) is insufficient to resolve individual Golgi cisternae (</w:t>
      </w:r>
      <w:r w:rsidR="000A18A8" w:rsidRPr="00BC0788">
        <w:rPr>
          <w:rFonts w:cs="Arial"/>
          <w:szCs w:val="24"/>
        </w:rPr>
        <w:t>&lt;</w:t>
      </w:r>
      <w:r w:rsidR="00AF4026" w:rsidRPr="00BC0788">
        <w:rPr>
          <w:rFonts w:cs="Arial"/>
          <w:szCs w:val="24"/>
        </w:rPr>
        <w:t xml:space="preserve"> </w:t>
      </w:r>
      <w:r w:rsidRPr="00BC0788">
        <w:rPr>
          <w:rFonts w:cs="Arial"/>
          <w:szCs w:val="24"/>
        </w:rPr>
        <w:t xml:space="preserve">100 nm in </w:t>
      </w:r>
      <w:r w:rsidR="00B01D2A" w:rsidRPr="00BC0788">
        <w:rPr>
          <w:rFonts w:cs="Arial"/>
          <w:szCs w:val="24"/>
        </w:rPr>
        <w:t xml:space="preserve">both cisternal </w:t>
      </w:r>
      <w:r w:rsidRPr="00BC0788">
        <w:rPr>
          <w:rFonts w:cs="Arial"/>
          <w:szCs w:val="24"/>
        </w:rPr>
        <w:t>thickness</w:t>
      </w:r>
      <w:r w:rsidR="00B01D2A" w:rsidRPr="00BC0788">
        <w:rPr>
          <w:rFonts w:cs="Arial"/>
          <w:szCs w:val="24"/>
        </w:rPr>
        <w:t xml:space="preserve"> and distance</w:t>
      </w:r>
      <w:r w:rsidRPr="00BC0788">
        <w:rPr>
          <w:rFonts w:cs="Arial"/>
          <w:szCs w:val="24"/>
        </w:rPr>
        <w:t xml:space="preserve">). </w:t>
      </w:r>
      <w:r w:rsidR="000A18A8" w:rsidRPr="00BC0788">
        <w:rPr>
          <w:rFonts w:cs="Arial"/>
          <w:szCs w:val="24"/>
        </w:rPr>
        <w:t>Therefore, t</w:t>
      </w:r>
      <w:r w:rsidRPr="00BC0788">
        <w:rPr>
          <w:rFonts w:cs="Arial"/>
          <w:szCs w:val="24"/>
        </w:rPr>
        <w:t xml:space="preserve">he sub-Golgi localization of resident proteins and transiting cargos are conventionally </w:t>
      </w:r>
      <w:r w:rsidR="000A18A8" w:rsidRPr="00BC0788">
        <w:rPr>
          <w:rFonts w:cs="Arial"/>
          <w:szCs w:val="24"/>
        </w:rPr>
        <w:t>determined</w:t>
      </w:r>
      <w:r w:rsidRPr="00BC0788">
        <w:rPr>
          <w:rFonts w:cs="Arial"/>
          <w:szCs w:val="24"/>
        </w:rPr>
        <w:t xml:space="preserve"> </w:t>
      </w:r>
      <w:r w:rsidR="000A18A8" w:rsidRPr="00BC0788">
        <w:rPr>
          <w:rFonts w:cs="Arial"/>
          <w:szCs w:val="24"/>
        </w:rPr>
        <w:t>by</w:t>
      </w:r>
      <w:r w:rsidRPr="00BC0788">
        <w:rPr>
          <w:rFonts w:cs="Arial"/>
          <w:szCs w:val="24"/>
        </w:rPr>
        <w:t xml:space="preserve"> the immuno-gold EM. However, the immuno-gold EM is very technically demanding and it is beyond the capability of most cell biology labs. Although the </w:t>
      </w:r>
      <w:r w:rsidR="000A18A8" w:rsidRPr="00BC0788">
        <w:rPr>
          <w:rFonts w:cs="Arial"/>
          <w:szCs w:val="24"/>
        </w:rPr>
        <w:t xml:space="preserve">resolution of the </w:t>
      </w:r>
      <w:r w:rsidRPr="00BC0788">
        <w:rPr>
          <w:rFonts w:cs="Arial"/>
          <w:szCs w:val="24"/>
        </w:rPr>
        <w:t xml:space="preserve">EM </w:t>
      </w:r>
      <w:r w:rsidR="000A18A8" w:rsidRPr="00BC0788">
        <w:rPr>
          <w:rFonts w:cs="Arial"/>
          <w:szCs w:val="24"/>
        </w:rPr>
        <w:t>can</w:t>
      </w:r>
      <w:r w:rsidRPr="00BC0788">
        <w:rPr>
          <w:rFonts w:cs="Arial"/>
          <w:szCs w:val="24"/>
        </w:rPr>
        <w:t xml:space="preserve"> be sub-nanometer, the resolution afforded by the immuno-gold EM is greatly hampered by the size of the antibody </w:t>
      </w:r>
      <w:r w:rsidR="00442AAE" w:rsidRPr="00BC0788">
        <w:rPr>
          <w:rFonts w:cs="Arial"/>
          <w:szCs w:val="24"/>
        </w:rPr>
        <w:t xml:space="preserve">complex </w:t>
      </w:r>
      <w:r w:rsidRPr="00BC0788">
        <w:rPr>
          <w:rFonts w:cs="Arial"/>
          <w:szCs w:val="24"/>
        </w:rPr>
        <w:t>(primary plus the secondary</w:t>
      </w:r>
      <w:r w:rsidR="009122D8" w:rsidRPr="00BC0788">
        <w:rPr>
          <w:rFonts w:cs="Arial"/>
          <w:szCs w:val="24"/>
        </w:rPr>
        <w:t xml:space="preserve"> antibody</w:t>
      </w:r>
      <w:r w:rsidRPr="00BC0788">
        <w:rPr>
          <w:rFonts w:cs="Arial"/>
          <w:szCs w:val="24"/>
        </w:rPr>
        <w:t>) and the gold particle</w:t>
      </w:r>
      <w:r w:rsidR="0022023A" w:rsidRPr="00BC0788">
        <w:rPr>
          <w:rFonts w:cs="Arial"/>
          <w:szCs w:val="24"/>
        </w:rPr>
        <w:t>,</w:t>
      </w:r>
      <w:r w:rsidRPr="00BC0788">
        <w:rPr>
          <w:rFonts w:cs="Arial"/>
          <w:szCs w:val="24"/>
        </w:rPr>
        <w:t xml:space="preserve"> and it can be worse than 20 nm. </w:t>
      </w:r>
      <w:r w:rsidR="00442AAE" w:rsidRPr="00BC0788">
        <w:rPr>
          <w:rFonts w:cs="Arial"/>
          <w:szCs w:val="24"/>
        </w:rPr>
        <w:t xml:space="preserve">Furthermore, </w:t>
      </w:r>
      <w:r w:rsidRPr="00BC0788">
        <w:rPr>
          <w:rFonts w:cs="Arial"/>
          <w:szCs w:val="24"/>
        </w:rPr>
        <w:t xml:space="preserve">EM images are obtained from 2D thin-sections instead of </w:t>
      </w:r>
      <w:r w:rsidR="0022023A" w:rsidRPr="00BC0788">
        <w:rPr>
          <w:rFonts w:cs="Arial"/>
          <w:szCs w:val="24"/>
        </w:rPr>
        <w:t xml:space="preserve">a </w:t>
      </w:r>
      <w:r w:rsidRPr="00BC0788">
        <w:rPr>
          <w:rFonts w:cs="Arial"/>
          <w:szCs w:val="24"/>
        </w:rPr>
        <w:t xml:space="preserve">3D global view of the Golgi, which can </w:t>
      </w:r>
      <w:r w:rsidR="00FE7934" w:rsidRPr="00BC0788">
        <w:rPr>
          <w:rFonts w:cs="Arial"/>
          <w:szCs w:val="24"/>
        </w:rPr>
        <w:t>result in</w:t>
      </w:r>
      <w:r w:rsidRPr="00BC0788">
        <w:rPr>
          <w:rFonts w:cs="Arial"/>
          <w:szCs w:val="24"/>
        </w:rPr>
        <w:t xml:space="preserve"> erroneous conclusions depending on the relative position and orientation of the 2D section</w:t>
      </w:r>
      <w:hyperlink w:anchor="_ENREF_5" w:tooltip="Lu, 2009 #215" w:history="1">
        <w:r w:rsidR="00525A69" w:rsidRPr="00BC0788">
          <w:rPr>
            <w:rFonts w:cs="Arial"/>
            <w:szCs w:val="24"/>
          </w:rPr>
          <w:fldChar w:fldCharType="begin"/>
        </w:r>
        <w:r w:rsidR="00525A69" w:rsidRPr="00BC0788">
          <w:rPr>
            <w:rFonts w:cs="Arial"/>
            <w:szCs w:val="24"/>
          </w:rPr>
          <w:instrText xml:space="preserve"> ADDIN EN.CITE &lt;EndNote&gt;&lt;Cite&gt;&lt;Author&gt;Lu&lt;/Author&gt;&lt;Year&gt;2009&lt;/Year&gt;&lt;RecNum&gt;215&lt;/RecNum&gt;&lt;DisplayText&gt;&lt;style face="superscript"&gt;5&lt;/style&gt;&lt;/DisplayText&gt;&lt;record&gt;&lt;rec-number&gt;215&lt;/rec-number&gt;&lt;foreign-keys&gt;&lt;key app="EN" db-id="rvz5sv9x2et50aes2f6xrdxh59sp0w00x0v9" timestamp="1432896124"&gt;215&lt;/key&gt;&lt;/foreign-keys&gt;&lt;ref-type name="Journal Article"&gt;17&lt;/ref-type&gt;&lt;contributors&gt;&lt;authors&gt;&lt;author&gt;Lu, L.&lt;/author&gt;&lt;author&gt;Ladinsky, M. S.&lt;/author&gt;&lt;author&gt;Kirchhausen, T.&lt;/author&gt;&lt;/authors&gt;&lt;/contributors&gt;&lt;auth-address&gt;Department of Cell Biology and Immune Disease Institute, Harvard Medical School, Boston, MA 02115, USA.&lt;/auth-address&gt;&lt;titles&gt;&lt;title&gt;Cisternal organization of the endoplasmic reticulum during mitosis&lt;/title&gt;&lt;secondary-title&gt;Mol Biol Cell&lt;/secondary-title&gt;&lt;/titles&gt;&lt;periodical&gt;&lt;full-title&gt;Mol Biol Cell&lt;/full-title&gt;&lt;/periodical&gt;&lt;pages&gt;3471-80&lt;/pages&gt;&lt;volume&gt;20&lt;/volume&gt;&lt;number&gt;15&lt;/number&gt;&lt;edition&gt;2009/06/06&lt;/edition&gt;&lt;keywords&gt;&lt;keyword&gt;Animals&lt;/keyword&gt;&lt;keyword&gt;CHO Cells&lt;/keyword&gt;&lt;keyword&gt;Cell Cycle&lt;/keyword&gt;&lt;keyword&gt;Cell Line&lt;/keyword&gt;&lt;keyword&gt;Cricetinae&lt;/keyword&gt;&lt;keyword&gt;Cricetulus&lt;/keyword&gt;&lt;keyword&gt;Endoplasmic Reticulum/*metabolism/*ultrastructure&lt;/keyword&gt;&lt;keyword&gt;Green Fluorescent Proteins/genetics/metabolism&lt;/keyword&gt;&lt;keyword&gt;HeLa Cells&lt;/keyword&gt;&lt;keyword&gt;Humans&lt;/keyword&gt;&lt;keyword&gt;Imaging, Three-Dimensional&lt;/keyword&gt;&lt;keyword&gt;Membrane Proteins/genetics/metabolism&lt;/keyword&gt;&lt;keyword&gt;Microscopy, Electron/methods&lt;/keyword&gt;&lt;keyword&gt;Microscopy, Fluorescence&lt;/keyword&gt;&lt;keyword&gt;*Mitosis&lt;/keyword&gt;&lt;keyword&gt;Tomography/methods&lt;/keyword&gt;&lt;keyword&gt;Transfection&lt;/keyword&gt;&lt;/keywords&gt;&lt;dates&gt;&lt;year&gt;2009&lt;/year&gt;&lt;pub-dates&gt;&lt;date&gt;Aug&lt;/date&gt;&lt;/pub-dates&gt;&lt;/dates&gt;&lt;isbn&gt;1939-4586 (Electronic)&amp;#xD;1059-1524 (Linking)&lt;/isbn&gt;&lt;accession-num&gt;19494040&lt;/accession-num&gt;&lt;urls&gt;&lt;related-urls&gt;&lt;url&gt;http://www.ncbi.nlm.nih.gov/pubmed/19494040&lt;/url&gt;&lt;/related-urls&gt;&lt;/urls&gt;&lt;custom2&gt;2719565&lt;/custom2&gt;&lt;electronic-resource-num&gt;10.1091/mbc.E09-04-0327&amp;#xD;E09-04-0327 [pii]&lt;/electronic-resource-num&gt;&lt;language&gt;eng&lt;/language&gt;&lt;/record&gt;&lt;/Cite&gt;&lt;/EndNote&gt;</w:instrText>
        </w:r>
        <w:r w:rsidR="00525A69" w:rsidRPr="00BC0788">
          <w:rPr>
            <w:rFonts w:cs="Arial"/>
            <w:szCs w:val="24"/>
          </w:rPr>
          <w:fldChar w:fldCharType="separate"/>
        </w:r>
        <w:r w:rsidR="00525A69" w:rsidRPr="00BC0788">
          <w:rPr>
            <w:rFonts w:cs="Arial"/>
            <w:noProof/>
            <w:szCs w:val="24"/>
            <w:vertAlign w:val="superscript"/>
          </w:rPr>
          <w:t>5</w:t>
        </w:r>
        <w:r w:rsidR="00525A69" w:rsidRPr="00BC0788">
          <w:rPr>
            <w:rFonts w:cs="Arial"/>
            <w:szCs w:val="24"/>
          </w:rPr>
          <w:fldChar w:fldCharType="end"/>
        </w:r>
      </w:hyperlink>
      <w:r w:rsidRPr="00BC0788">
        <w:rPr>
          <w:rFonts w:cs="Arial"/>
          <w:szCs w:val="24"/>
        </w:rPr>
        <w:t xml:space="preserve">. For example, </w:t>
      </w:r>
      <w:r w:rsidR="00442AAE" w:rsidRPr="00BC0788">
        <w:rPr>
          <w:rFonts w:cs="Arial"/>
          <w:szCs w:val="24"/>
        </w:rPr>
        <w:t>studying an</w:t>
      </w:r>
      <w:r w:rsidRPr="00BC0788">
        <w:rPr>
          <w:rFonts w:cs="Arial"/>
          <w:szCs w:val="24"/>
        </w:rPr>
        <w:t xml:space="preserve"> </w:t>
      </w:r>
      <w:r w:rsidR="00442AAE" w:rsidRPr="00BC0788">
        <w:rPr>
          <w:rFonts w:cs="Arial"/>
          <w:szCs w:val="24"/>
        </w:rPr>
        <w:t xml:space="preserve">EM </w:t>
      </w:r>
      <w:r w:rsidRPr="00BC0788">
        <w:rPr>
          <w:rFonts w:cs="Arial"/>
          <w:szCs w:val="24"/>
        </w:rPr>
        <w:t>single</w:t>
      </w:r>
      <w:r w:rsidR="00442AAE" w:rsidRPr="00BC0788">
        <w:rPr>
          <w:rFonts w:cs="Arial"/>
          <w:szCs w:val="24"/>
        </w:rPr>
        <w:t>-</w:t>
      </w:r>
      <w:r w:rsidRPr="00BC0788">
        <w:rPr>
          <w:rFonts w:cs="Arial"/>
          <w:szCs w:val="24"/>
        </w:rPr>
        <w:t xml:space="preserve">section </w:t>
      </w:r>
      <w:r w:rsidR="00196746" w:rsidRPr="00BC0788">
        <w:rPr>
          <w:rFonts w:cs="Arial"/>
          <w:szCs w:val="24"/>
        </w:rPr>
        <w:t>is</w:t>
      </w:r>
      <w:r w:rsidRPr="00BC0788">
        <w:rPr>
          <w:rFonts w:cs="Arial"/>
          <w:szCs w:val="24"/>
        </w:rPr>
        <w:t xml:space="preserve"> </w:t>
      </w:r>
      <w:r w:rsidR="00442AAE" w:rsidRPr="00BC0788">
        <w:rPr>
          <w:rFonts w:cs="Arial"/>
          <w:szCs w:val="24"/>
        </w:rPr>
        <w:t>un</w:t>
      </w:r>
      <w:r w:rsidRPr="00BC0788">
        <w:rPr>
          <w:rFonts w:cs="Arial"/>
          <w:szCs w:val="24"/>
        </w:rPr>
        <w:t xml:space="preserve">able to </w:t>
      </w:r>
      <w:r w:rsidR="00442AAE" w:rsidRPr="00BC0788">
        <w:rPr>
          <w:rFonts w:cs="Arial"/>
          <w:szCs w:val="24"/>
        </w:rPr>
        <w:t xml:space="preserve">reliably </w:t>
      </w:r>
      <w:r w:rsidRPr="00BC0788">
        <w:rPr>
          <w:rFonts w:cs="Arial"/>
          <w:szCs w:val="24"/>
        </w:rPr>
        <w:t xml:space="preserve">differentiate a vesicle from the orthogonal view of a tubule since </w:t>
      </w:r>
      <w:r w:rsidR="00442AAE" w:rsidRPr="00BC0788">
        <w:rPr>
          <w:rFonts w:cs="Arial"/>
          <w:szCs w:val="24"/>
        </w:rPr>
        <w:t>both</w:t>
      </w:r>
      <w:r w:rsidRPr="00BC0788">
        <w:rPr>
          <w:rFonts w:cs="Arial"/>
          <w:szCs w:val="24"/>
        </w:rPr>
        <w:t xml:space="preserve"> </w:t>
      </w:r>
      <w:r w:rsidR="00442AAE" w:rsidRPr="00BC0788">
        <w:rPr>
          <w:rFonts w:cs="Arial"/>
          <w:szCs w:val="24"/>
        </w:rPr>
        <w:t>can display</w:t>
      </w:r>
      <w:r w:rsidRPr="00BC0788">
        <w:rPr>
          <w:rFonts w:cs="Arial"/>
          <w:szCs w:val="24"/>
        </w:rPr>
        <w:t xml:space="preserve"> ide</w:t>
      </w:r>
      <w:r w:rsidR="00442AAE" w:rsidRPr="00BC0788">
        <w:rPr>
          <w:rFonts w:cs="Arial"/>
          <w:szCs w:val="24"/>
        </w:rPr>
        <w:t xml:space="preserve">ntical round membrane profiles. </w:t>
      </w:r>
      <w:r w:rsidRPr="00BC0788">
        <w:rPr>
          <w:rFonts w:cs="Arial"/>
          <w:szCs w:val="24"/>
        </w:rPr>
        <w:t xml:space="preserve">The recent advent of super-resolution microscopy techniques, such as </w:t>
      </w:r>
      <w:r w:rsidR="0022023A" w:rsidRPr="00BC0788">
        <w:rPr>
          <w:rFonts w:cs="Arial"/>
          <w:szCs w:val="24"/>
        </w:rPr>
        <w:t>3D-structured illumination microscopy</w:t>
      </w:r>
      <w:r w:rsidR="0022023A" w:rsidRPr="00BC0788" w:rsidDel="0022023A">
        <w:rPr>
          <w:rFonts w:cs="Arial"/>
          <w:szCs w:val="24"/>
        </w:rPr>
        <w:t xml:space="preserve"> </w:t>
      </w:r>
      <w:r w:rsidR="00A40695" w:rsidRPr="00BC0788">
        <w:rPr>
          <w:rFonts w:cs="Arial"/>
          <w:szCs w:val="24"/>
        </w:rPr>
        <w:t>(</w:t>
      </w:r>
      <w:r w:rsidR="0022023A" w:rsidRPr="00BC0788">
        <w:rPr>
          <w:rFonts w:cs="Arial"/>
          <w:szCs w:val="24"/>
        </w:rPr>
        <w:t>3D-SIM</w:t>
      </w:r>
      <w:r w:rsidR="00A40695" w:rsidRPr="00BC0788">
        <w:rPr>
          <w:rFonts w:cs="Arial"/>
          <w:szCs w:val="24"/>
        </w:rPr>
        <w:t>)</w:t>
      </w:r>
      <w:r w:rsidRPr="00BC0788">
        <w:rPr>
          <w:rFonts w:cs="Arial"/>
          <w:szCs w:val="24"/>
        </w:rPr>
        <w:t xml:space="preserve">, </w:t>
      </w:r>
      <w:r w:rsidR="0022023A" w:rsidRPr="00BC0788">
        <w:rPr>
          <w:rFonts w:cs="Arial"/>
          <w:szCs w:val="24"/>
        </w:rPr>
        <w:t>stimulated emission depletion</w:t>
      </w:r>
      <w:r w:rsidR="0022023A" w:rsidRPr="00BC0788" w:rsidDel="0022023A">
        <w:rPr>
          <w:rFonts w:cs="Arial"/>
          <w:szCs w:val="24"/>
        </w:rPr>
        <w:t xml:space="preserve"> </w:t>
      </w:r>
      <w:r w:rsidR="00A40695" w:rsidRPr="00BC0788">
        <w:rPr>
          <w:rFonts w:cs="Arial"/>
          <w:szCs w:val="24"/>
        </w:rPr>
        <w:t>(</w:t>
      </w:r>
      <w:r w:rsidR="0022023A" w:rsidRPr="00BC0788">
        <w:rPr>
          <w:rFonts w:cs="Arial"/>
          <w:szCs w:val="24"/>
        </w:rPr>
        <w:t>STED</w:t>
      </w:r>
      <w:r w:rsidR="00A40695" w:rsidRPr="00BC0788">
        <w:rPr>
          <w:rFonts w:cs="Arial"/>
          <w:szCs w:val="24"/>
        </w:rPr>
        <w:t>)</w:t>
      </w:r>
      <w:r w:rsidRPr="00BC0788">
        <w:rPr>
          <w:rFonts w:cs="Arial"/>
          <w:szCs w:val="24"/>
        </w:rPr>
        <w:t xml:space="preserve">, </w:t>
      </w:r>
      <w:r w:rsidR="0022023A" w:rsidRPr="00BC0788">
        <w:rPr>
          <w:rFonts w:cs="Arial"/>
          <w:szCs w:val="24"/>
        </w:rPr>
        <w:t xml:space="preserve">photoactivated localization microscopy </w:t>
      </w:r>
      <w:r w:rsidR="00A40695" w:rsidRPr="00BC0788">
        <w:rPr>
          <w:rFonts w:cs="Arial"/>
          <w:szCs w:val="24"/>
        </w:rPr>
        <w:t>(</w:t>
      </w:r>
      <w:r w:rsidR="0022023A" w:rsidRPr="00BC0788">
        <w:rPr>
          <w:rFonts w:cs="Arial"/>
          <w:szCs w:val="24"/>
        </w:rPr>
        <w:t>PALM</w:t>
      </w:r>
      <w:r w:rsidR="00A40695" w:rsidRPr="00BC0788">
        <w:rPr>
          <w:rFonts w:cs="Arial"/>
          <w:szCs w:val="24"/>
        </w:rPr>
        <w:t xml:space="preserve">) </w:t>
      </w:r>
      <w:r w:rsidRPr="00BC0788">
        <w:rPr>
          <w:rFonts w:cs="Arial"/>
          <w:szCs w:val="24"/>
        </w:rPr>
        <w:t xml:space="preserve">and </w:t>
      </w:r>
      <w:r w:rsidR="0022023A" w:rsidRPr="00BC0788">
        <w:rPr>
          <w:rFonts w:cs="Arial"/>
          <w:szCs w:val="24"/>
        </w:rPr>
        <w:t>stochastic optical reconstruction microscopy</w:t>
      </w:r>
      <w:r w:rsidR="0022023A" w:rsidRPr="00BC0788" w:rsidDel="0022023A">
        <w:rPr>
          <w:rFonts w:cs="Arial"/>
          <w:szCs w:val="24"/>
        </w:rPr>
        <w:t xml:space="preserve"> </w:t>
      </w:r>
      <w:r w:rsidR="00A40695" w:rsidRPr="00BC0788">
        <w:rPr>
          <w:rFonts w:cs="Arial"/>
          <w:szCs w:val="24"/>
        </w:rPr>
        <w:t>(</w:t>
      </w:r>
      <w:r w:rsidR="0022023A" w:rsidRPr="00BC0788">
        <w:rPr>
          <w:rFonts w:cs="Arial"/>
          <w:szCs w:val="24"/>
        </w:rPr>
        <w:t>STORM</w:t>
      </w:r>
      <w:r w:rsidR="00A40695" w:rsidRPr="00BC0788">
        <w:rPr>
          <w:rFonts w:cs="Arial"/>
          <w:szCs w:val="24"/>
        </w:rPr>
        <w:t>)</w:t>
      </w:r>
      <w:r w:rsidRPr="00BC0788">
        <w:rPr>
          <w:rFonts w:cs="Arial"/>
          <w:szCs w:val="24"/>
        </w:rPr>
        <w:t xml:space="preserve">, makes it possible to resolve sub-Golgi structures under light </w:t>
      </w:r>
      <w:r w:rsidRPr="00BC0788">
        <w:rPr>
          <w:rFonts w:cs="Arial"/>
          <w:szCs w:val="24"/>
        </w:rPr>
        <w:lastRenderedPageBreak/>
        <w:t>microscopes</w:t>
      </w:r>
      <w:hyperlink w:anchor="_ENREF_6" w:tooltip="Schermelleh, 2010 #85" w:history="1">
        <w:r w:rsidR="00525A69" w:rsidRPr="00BC0788">
          <w:rPr>
            <w:rFonts w:cs="Arial"/>
            <w:szCs w:val="24"/>
          </w:rPr>
          <w:fldChar w:fldCharType="begin"/>
        </w:r>
        <w:r w:rsidR="00525A69" w:rsidRPr="00BC0788">
          <w:rPr>
            <w:rFonts w:cs="Arial"/>
            <w:szCs w:val="24"/>
          </w:rPr>
          <w:instrText xml:space="preserve"> ADDIN EN.CITE &lt;EndNote&gt;&lt;Cite&gt;&lt;Author&gt;Schermelleh&lt;/Author&gt;&lt;Year&gt;2010&lt;/Year&gt;&lt;RecNum&gt;85&lt;/RecNum&gt;&lt;DisplayText&gt;&lt;style face="superscript"&gt;6&lt;/style&gt;&lt;/DisplayText&gt;&lt;record&gt;&lt;rec-number&gt;85&lt;/rec-number&gt;&lt;foreign-keys&gt;&lt;key app="EN" db-id="rvz5sv9x2et50aes2f6xrdxh59sp0w00x0v9" timestamp="1402999811"&gt;85&lt;/key&gt;&lt;/foreign-keys&gt;&lt;ref-type name="Journal Article"&gt;17&lt;/ref-type&gt;&lt;contributors&gt;&lt;authors&gt;&lt;author&gt;Schermelleh, L.&lt;/author&gt;&lt;author&gt;Heintzmann, R.&lt;/author&gt;&lt;author&gt;Leonhardt, H.&lt;/author&gt;&lt;/authors&gt;&lt;/contributors&gt;&lt;auth-address&gt;Department of Biology and Center for Integrated Protein Science, Ludwig Maximilians University Munich, 82152 Planegg-Martinsried, Germany. lothar.schermelleh@lmu.de&lt;/auth-address&gt;&lt;titles&gt;&lt;title&gt;A guide to super-resolution fluorescence microscopy&lt;/title&gt;&lt;secondary-title&gt;J Cell Biol&lt;/secondary-title&gt;&lt;/titles&gt;&lt;periodical&gt;&lt;full-title&gt;J Cell Biol&lt;/full-title&gt;&lt;/periodical&gt;&lt;pages&gt;165-75&lt;/pages&gt;&lt;volume&gt;190&lt;/volume&gt;&lt;number&gt;2&lt;/number&gt;&lt;edition&gt;2010/07/21&lt;/edition&gt;&lt;keywords&gt;&lt;keyword&gt;Animals&lt;/keyword&gt;&lt;keyword&gt;Fluorescent Dyes/chemistry&lt;/keyword&gt;&lt;keyword&gt;Light&lt;/keyword&gt;&lt;keyword&gt;Microscopy, Fluorescence/instrumentation/*methods&lt;/keyword&gt;&lt;/keywords&gt;&lt;dates&gt;&lt;year&gt;2010&lt;/year&gt;&lt;pub-dates&gt;&lt;date&gt;Jul 26&lt;/date&gt;&lt;/pub-dates&gt;&lt;/dates&gt;&lt;isbn&gt;1540-8140 (Electronic)&amp;#xD;0021-9525 (Linking)&lt;/isbn&gt;&lt;accession-num&gt;20643879&lt;/accession-num&gt;&lt;urls&gt;&lt;related-urls&gt;&lt;url&gt;http://www.ncbi.nlm.nih.gov/pubmed/20643879&lt;/url&gt;&lt;/related-urls&gt;&lt;/urls&gt;&lt;custom2&gt;2918923&lt;/custom2&gt;&lt;electronic-resource-num&gt;10.1083/jcb.201002018&amp;#xD;jcb.201002018 [pii]&lt;/electronic-resource-num&gt;&lt;language&gt;eng&lt;/language&gt;&lt;/record&gt;&lt;/Cite&gt;&lt;/EndNote&gt;</w:instrText>
        </w:r>
        <w:r w:rsidR="00525A69" w:rsidRPr="00BC0788">
          <w:rPr>
            <w:rFonts w:cs="Arial"/>
            <w:szCs w:val="24"/>
          </w:rPr>
          <w:fldChar w:fldCharType="separate"/>
        </w:r>
        <w:r w:rsidR="00525A69" w:rsidRPr="00BC0788">
          <w:rPr>
            <w:rFonts w:cs="Arial"/>
            <w:noProof/>
            <w:szCs w:val="24"/>
            <w:vertAlign w:val="superscript"/>
          </w:rPr>
          <w:t>6</w:t>
        </w:r>
        <w:r w:rsidR="00525A69" w:rsidRPr="00BC0788">
          <w:rPr>
            <w:rFonts w:cs="Arial"/>
            <w:szCs w:val="24"/>
          </w:rPr>
          <w:fldChar w:fldCharType="end"/>
        </w:r>
      </w:hyperlink>
      <w:r w:rsidRPr="00BC0788">
        <w:rPr>
          <w:rFonts w:cs="Arial"/>
          <w:szCs w:val="24"/>
        </w:rPr>
        <w:t xml:space="preserve">. However, there are </w:t>
      </w:r>
      <w:r w:rsidR="00FE7934" w:rsidRPr="00BC0788">
        <w:rPr>
          <w:rFonts w:cs="Arial"/>
          <w:szCs w:val="24"/>
        </w:rPr>
        <w:t xml:space="preserve">at least </w:t>
      </w:r>
      <w:r w:rsidRPr="00BC0788">
        <w:rPr>
          <w:rFonts w:cs="Arial"/>
          <w:szCs w:val="24"/>
        </w:rPr>
        <w:t xml:space="preserve">four drawbacks that can </w:t>
      </w:r>
      <w:r w:rsidR="00FE7934" w:rsidRPr="00BC0788">
        <w:rPr>
          <w:rFonts w:cs="Arial"/>
          <w:szCs w:val="24"/>
        </w:rPr>
        <w:t>significantly limit their uses</w:t>
      </w:r>
      <w:r w:rsidRPr="00BC0788">
        <w:rPr>
          <w:rFonts w:cs="Arial"/>
          <w:szCs w:val="24"/>
        </w:rPr>
        <w:t xml:space="preserve"> in the cell biological study of the Golgi. 1) Current super-resolution techniques require expensive </w:t>
      </w:r>
      <w:r w:rsidR="00442AAE" w:rsidRPr="00BC0788">
        <w:rPr>
          <w:rFonts w:cs="Arial"/>
          <w:szCs w:val="24"/>
        </w:rPr>
        <w:t xml:space="preserve">and </w:t>
      </w:r>
      <w:r w:rsidRPr="00BC0788">
        <w:rPr>
          <w:rFonts w:cs="Arial"/>
          <w:szCs w:val="24"/>
        </w:rPr>
        <w:t xml:space="preserve">special hardware configuration which is beyond most cell biology labs. 2) Special fluorescence labeling protocols are </w:t>
      </w:r>
      <w:r w:rsidR="00442AAE" w:rsidRPr="00BC0788">
        <w:rPr>
          <w:rFonts w:cs="Arial"/>
          <w:szCs w:val="24"/>
        </w:rPr>
        <w:t>needed</w:t>
      </w:r>
      <w:r w:rsidRPr="00BC0788">
        <w:rPr>
          <w:rFonts w:cs="Arial"/>
          <w:szCs w:val="24"/>
        </w:rPr>
        <w:t xml:space="preserve"> for some super-resolution techniques. 3) Although, under the best condition, these techniques claim 20</w:t>
      </w:r>
      <w:r w:rsidR="0022023A" w:rsidRPr="00BC0788">
        <w:rPr>
          <w:rFonts w:cs="Arial"/>
          <w:szCs w:val="24"/>
        </w:rPr>
        <w:t>–</w:t>
      </w:r>
      <w:r w:rsidRPr="00BC0788">
        <w:rPr>
          <w:rFonts w:cs="Arial"/>
          <w:szCs w:val="24"/>
        </w:rPr>
        <w:t xml:space="preserve">110 nm in spatial resolution, the practical resolution obtained in real samples can be much worse. 4) In comparison to conventional microscopy, these super-resolution techniques still have difficulties in conducting multicolor, 3D or live cell imaging, either singly or in combination. </w:t>
      </w:r>
      <w:r w:rsidR="00442AAE" w:rsidRPr="00BC0788">
        <w:rPr>
          <w:rFonts w:cs="Arial"/>
          <w:szCs w:val="24"/>
        </w:rPr>
        <w:t>Probably m</w:t>
      </w:r>
      <w:r w:rsidRPr="00BC0788">
        <w:rPr>
          <w:rFonts w:cs="Arial"/>
          <w:szCs w:val="24"/>
        </w:rPr>
        <w:t>ost importantly, both immuno-gold EM and the super-resolution microscopy techniques yield qualitative instead of quantitative localization data.</w:t>
      </w:r>
    </w:p>
    <w:p w14:paraId="499CB60E" w14:textId="77777777" w:rsidR="007E57CC" w:rsidRPr="00BC0788" w:rsidRDefault="007E57CC" w:rsidP="00BC0965">
      <w:pPr>
        <w:jc w:val="both"/>
        <w:rPr>
          <w:rFonts w:cs="Arial"/>
          <w:szCs w:val="24"/>
        </w:rPr>
      </w:pPr>
    </w:p>
    <w:p w14:paraId="258FBD84" w14:textId="2D2DFDB8" w:rsidR="00F500A5" w:rsidRPr="00BC0788" w:rsidRDefault="00F500A5" w:rsidP="00BC0965">
      <w:pPr>
        <w:jc w:val="both"/>
        <w:rPr>
          <w:rFonts w:cs="Arial"/>
          <w:szCs w:val="24"/>
        </w:rPr>
      </w:pPr>
      <w:r w:rsidRPr="00BC0788">
        <w:rPr>
          <w:rFonts w:cs="Arial"/>
          <w:szCs w:val="24"/>
        </w:rPr>
        <w:t>Attempting to partially solve problems mentioned above, we have recently developed a conventional light microscopy based method, which is named Golgi protein localization by imaging centers of mass (GLIM), to systematically and quantitatively localize a Golgi protein</w:t>
      </w:r>
      <w:r w:rsidR="00BA3A3D" w:rsidRPr="00BC0788">
        <w:rPr>
          <w:rFonts w:cs="Arial"/>
          <w:szCs w:val="24"/>
        </w:rPr>
        <w:t xml:space="preserve"> at a resolution equivalent to that of the immun</w:t>
      </w:r>
      <w:r w:rsidR="00FE7934" w:rsidRPr="00BC0788">
        <w:rPr>
          <w:rFonts w:cs="Arial"/>
          <w:szCs w:val="24"/>
        </w:rPr>
        <w:t>o</w:t>
      </w:r>
      <w:r w:rsidR="00BA3A3D" w:rsidRPr="00BC0788">
        <w:rPr>
          <w:rFonts w:cs="Arial"/>
          <w:szCs w:val="24"/>
        </w:rPr>
        <w:t>-</w:t>
      </w:r>
      <w:r w:rsidR="00404E0B" w:rsidRPr="00BC0788">
        <w:rPr>
          <w:rFonts w:cs="Arial"/>
          <w:szCs w:val="24"/>
        </w:rPr>
        <w:t xml:space="preserve">gold </w:t>
      </w:r>
      <w:r w:rsidR="00BA3A3D" w:rsidRPr="00BC0788">
        <w:rPr>
          <w:rFonts w:cs="Arial"/>
          <w:szCs w:val="24"/>
        </w:rPr>
        <w:t>EM</w:t>
      </w:r>
      <w:hyperlink w:anchor="_ENREF_7" w:tooltip="Tie, 2016 #383" w:history="1">
        <w:r w:rsidR="00525A69" w:rsidRPr="00BC0788">
          <w:rPr>
            <w:rFonts w:cs="Arial"/>
            <w:szCs w:val="24"/>
          </w:rPr>
          <w:fldChar w:fldCharType="begin"/>
        </w:r>
        <w:r w:rsidR="00525A69" w:rsidRPr="00BC0788">
          <w:rPr>
            <w:rFonts w:cs="Arial"/>
            <w:szCs w:val="24"/>
          </w:rPr>
          <w:instrText xml:space="preserve"> ADDIN EN.CITE &lt;EndNote&gt;&lt;Cite&gt;&lt;Author&gt;Tie&lt;/Author&gt;&lt;Year&gt;2016&lt;/Year&gt;&lt;RecNum&gt;383&lt;/RecNum&gt;&lt;DisplayText&gt;&lt;style face="superscript"&gt;7&lt;/style&gt;&lt;/DisplayText&gt;&lt;record&gt;&lt;rec-number&gt;383&lt;/rec-number&gt;&lt;foreign-keys&gt;&lt;key app="EN" db-id="rvz5sv9x2et50aes2f6xrdxh59sp0w00x0v9" timestamp="1473405273"&gt;383&lt;/key&gt;&lt;/foreign-keys&gt;&lt;ref-type name="Journal Article"&gt;17&lt;/ref-type&gt;&lt;contributors&gt;&lt;authors&gt;&lt;author&gt;Tie, H. C.&lt;/author&gt;&lt;author&gt;Mahajan, D.&lt;/author&gt;&lt;author&gt;Chen, B.&lt;/author&gt;&lt;author&gt;Cheng, L.&lt;/author&gt;&lt;author&gt;VanDongen, A. M.&lt;/author&gt;&lt;author&gt;Lu, L.&lt;/author&gt;&lt;/authors&gt;&lt;/contributors&gt;&lt;auth-address&gt;School of Biological Sciences, Nanyang Technological University, Singapore 637551.&amp;#xD;Bioinformatics Institute, Singapore 138671 School of Computing, National University of Singapore, Singapore 117417.&amp;#xD;Program in Neuroscience and Behavioral Disorders, Duke-NUS Graduate Medical School, Singapore 169857.&amp;#xD;School of Biological Sciences, Nanyang Technological University, Singapore 637551 lulei@ntu.edu.sg.&lt;/auth-address&gt;&lt;titles&gt;&lt;title&gt;A novel imaging method for quantitative Golgi localization reveals differential intra-Golgi trafficking of secretory cargoes&lt;/title&gt;&lt;secondary-title&gt;Mol Biol Cell&lt;/secondary-title&gt;&lt;/titles&gt;&lt;periodical&gt;&lt;full-title&gt;Mol Biol Cell&lt;/full-title&gt;&lt;/periodical&gt;&lt;pages&gt;848-61&lt;/pages&gt;&lt;volume&gt;27&lt;/volume&gt;&lt;number&gt;5&lt;/number&gt;&lt;edition&gt;2016/01/15&lt;/edition&gt;&lt;dates&gt;&lt;year&gt;2016&lt;/year&gt;&lt;pub-dates&gt;&lt;date&gt;Mar 1&lt;/date&gt;&lt;/pub-dates&gt;&lt;/dates&gt;&lt;isbn&gt;1939-4586 (Electronic)&amp;#xD;1059-1524 (Linking)&lt;/isbn&gt;&lt;accession-num&gt;26764092&lt;/accession-num&gt;&lt;urls&gt;&lt;related-urls&gt;&lt;url&gt;http://www.ncbi.nlm.nih.gov/pubmed/26764092&lt;/url&gt;&lt;/related-urls&gt;&lt;/urls&gt;&lt;custom2&gt;4803310&lt;/custom2&gt;&lt;electronic-resource-num&gt;10.1091/mbc.E15-09-0664&amp;#xD;mbc.E15-09-0664 [pii]&lt;/electronic-resource-num&gt;&lt;language&gt;eng&lt;/language&gt;&lt;/record&gt;&lt;/Cite&gt;&lt;/EndNote&gt;</w:instrText>
        </w:r>
        <w:r w:rsidR="00525A69" w:rsidRPr="00BC0788">
          <w:rPr>
            <w:rFonts w:cs="Arial"/>
            <w:szCs w:val="24"/>
          </w:rPr>
          <w:fldChar w:fldCharType="separate"/>
        </w:r>
        <w:r w:rsidR="00525A69" w:rsidRPr="00BC0788">
          <w:rPr>
            <w:rFonts w:cs="Arial"/>
            <w:noProof/>
            <w:szCs w:val="24"/>
            <w:vertAlign w:val="superscript"/>
          </w:rPr>
          <w:t>7</w:t>
        </w:r>
        <w:r w:rsidR="00525A69" w:rsidRPr="00BC0788">
          <w:rPr>
            <w:rFonts w:cs="Arial"/>
            <w:szCs w:val="24"/>
          </w:rPr>
          <w:fldChar w:fldCharType="end"/>
        </w:r>
      </w:hyperlink>
      <w:r w:rsidRPr="00BC0788">
        <w:rPr>
          <w:rFonts w:cs="Arial"/>
          <w:szCs w:val="24"/>
        </w:rPr>
        <w:t xml:space="preserve">. In this method, the Golgi in cultured mammalian cells is dispersed as Golgi mini-stacks by the treatment of </w:t>
      </w:r>
      <w:r w:rsidR="00BA3A3D" w:rsidRPr="00BC0788">
        <w:rPr>
          <w:rFonts w:cs="Arial"/>
          <w:szCs w:val="24"/>
        </w:rPr>
        <w:t xml:space="preserve">nocodazole, a </w:t>
      </w:r>
      <w:r w:rsidRPr="00BC0788">
        <w:rPr>
          <w:rFonts w:cs="Arial"/>
          <w:szCs w:val="24"/>
        </w:rPr>
        <w:t>microtubule depolymerizing drug. Extensive studies have demonstrated that nocodazole-induced Golgi mini-stacks (hereafter Golgi mini-stacks) closely resemble native Golgi stacks in both organization and cellular functions</w:t>
      </w:r>
      <w:hyperlink w:anchor="_ENREF_8" w:tooltip="Trucco, 2004 #55" w:history="1">
        <w:r w:rsidR="00525A69" w:rsidRPr="00BC0788">
          <w:rPr>
            <w:rFonts w:cs="Arial"/>
            <w:szCs w:val="24"/>
          </w:rPr>
          <w:fldChar w:fldCharType="begin">
            <w:fldData xml:space="preserve">PEVuZE5vdGU+PENpdGU+PEF1dGhvcj5UcnVjY288L0F1dGhvcj48WWVhcj4yMDA0PC9ZZWFyPjxS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</w:fldData>
          </w:fldChar>
        </w:r>
        <w:r w:rsidR="00525A69" w:rsidRPr="00BC0788">
          <w:rPr>
            <w:rFonts w:cs="Arial"/>
            <w:szCs w:val="24"/>
          </w:rPr>
          <w:instrText xml:space="preserve"> ADDIN EN.CITE </w:instrText>
        </w:r>
        <w:r w:rsidR="00525A69" w:rsidRPr="00BC0788">
          <w:rPr>
            <w:rFonts w:cs="Arial"/>
            <w:szCs w:val="24"/>
          </w:rPr>
          <w:fldChar w:fldCharType="begin">
            <w:fldData xml:space="preserve">PEVuZE5vdGU+PENpdGU+PEF1dGhvcj5UcnVjY288L0F1dGhvcj48WWVhcj4yMDA0PC9ZZWFyPjxS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</w:fldData>
          </w:fldChar>
        </w:r>
        <w:r w:rsidR="00525A69" w:rsidRPr="00BC0788">
          <w:rPr>
            <w:rFonts w:cs="Arial"/>
            <w:szCs w:val="24"/>
          </w:rPr>
          <w:instrText xml:space="preserve"> ADDIN EN.CITE.DATA </w:instrText>
        </w:r>
        <w:r w:rsidR="00525A69" w:rsidRPr="00BC0788">
          <w:rPr>
            <w:rFonts w:cs="Arial"/>
            <w:szCs w:val="24"/>
          </w:rPr>
        </w:r>
        <w:r w:rsidR="00525A69" w:rsidRPr="00BC0788">
          <w:rPr>
            <w:rFonts w:cs="Arial"/>
            <w:szCs w:val="24"/>
          </w:rPr>
          <w:fldChar w:fldCharType="end"/>
        </w:r>
        <w:r w:rsidR="00525A69" w:rsidRPr="00BC0788">
          <w:rPr>
            <w:rFonts w:cs="Arial"/>
            <w:szCs w:val="24"/>
          </w:rPr>
        </w:r>
        <w:r w:rsidR="00525A69" w:rsidRPr="00BC0788">
          <w:rPr>
            <w:rFonts w:cs="Arial"/>
            <w:szCs w:val="24"/>
          </w:rPr>
          <w:fldChar w:fldCharType="separate"/>
        </w:r>
        <w:r w:rsidR="00525A69" w:rsidRPr="00BC0788">
          <w:rPr>
            <w:rFonts w:cs="Arial"/>
            <w:noProof/>
            <w:szCs w:val="24"/>
            <w:vertAlign w:val="superscript"/>
          </w:rPr>
          <w:t>8-11</w:t>
        </w:r>
        <w:r w:rsidR="00525A69" w:rsidRPr="00BC0788">
          <w:rPr>
            <w:rFonts w:cs="Arial"/>
            <w:szCs w:val="24"/>
          </w:rPr>
          <w:fldChar w:fldCharType="end"/>
        </w:r>
      </w:hyperlink>
      <w:r w:rsidRPr="00BC0788">
        <w:rPr>
          <w:rFonts w:cs="Arial"/>
          <w:szCs w:val="24"/>
        </w:rPr>
        <w:t>. The localization quotient (LQ) of a test protein can be acquired through GLIM and it denotes the quantitative sub-Golgi localization. The numerical values of LQs can be compared and a LQ database of more than 25 Golgi markers has been available.</w:t>
      </w:r>
    </w:p>
    <w:p w14:paraId="78F8C9C6" w14:textId="77777777" w:rsidR="007E57CC" w:rsidRPr="00BC0788" w:rsidRDefault="007E57CC" w:rsidP="00BC0965">
      <w:pPr>
        <w:jc w:val="both"/>
        <w:rPr>
          <w:rFonts w:cs="Arial"/>
          <w:szCs w:val="24"/>
        </w:rPr>
      </w:pPr>
    </w:p>
    <w:p w14:paraId="16662EFF" w14:textId="357B335D" w:rsidR="00F500A5" w:rsidRPr="00BC0788" w:rsidRDefault="00F500A5" w:rsidP="00BC0965">
      <w:pPr>
        <w:jc w:val="both"/>
        <w:rPr>
          <w:rFonts w:cs="Arial"/>
          <w:szCs w:val="24"/>
        </w:rPr>
      </w:pPr>
      <w:r w:rsidRPr="00BC0788">
        <w:rPr>
          <w:rFonts w:cs="Arial"/>
          <w:szCs w:val="24"/>
        </w:rPr>
        <w:t>In GLIM, Golgi mini-stacks are triple-labeled by endogenous or exogenously expressed GM130, GalT-mCherry and the test protein (x). GM130 and GalT-mCherry</w:t>
      </w:r>
      <w:r w:rsidR="00F964ED" w:rsidRPr="00BC0788">
        <w:rPr>
          <w:rFonts w:cs="Arial"/>
          <w:szCs w:val="24"/>
        </w:rPr>
        <w:t>,</w:t>
      </w:r>
      <w:r w:rsidRPr="00BC0788">
        <w:rPr>
          <w:rFonts w:cs="Arial"/>
          <w:szCs w:val="24"/>
        </w:rPr>
        <w:t xml:space="preserve"> </w:t>
      </w:r>
      <w:r w:rsidRPr="00BC0788">
        <w:rPr>
          <w:rFonts w:cs="Arial"/>
          <w:i/>
          <w:szCs w:val="24"/>
        </w:rPr>
        <w:t>cis</w:t>
      </w:r>
      <w:r w:rsidRPr="00BC0788">
        <w:rPr>
          <w:rFonts w:cs="Arial"/>
          <w:szCs w:val="24"/>
        </w:rPr>
        <w:t xml:space="preserve">- and </w:t>
      </w:r>
      <w:r w:rsidRPr="00BC0788">
        <w:rPr>
          <w:rFonts w:cs="Arial"/>
          <w:i/>
          <w:szCs w:val="24"/>
        </w:rPr>
        <w:t>trans</w:t>
      </w:r>
      <w:r w:rsidRPr="00BC0788">
        <w:rPr>
          <w:rFonts w:cs="Arial"/>
          <w:szCs w:val="24"/>
        </w:rPr>
        <w:t xml:space="preserve">-Golgi markers </w:t>
      </w:r>
      <w:r w:rsidR="00F964ED" w:rsidRPr="00BC0788">
        <w:rPr>
          <w:rFonts w:cs="Arial"/>
          <w:szCs w:val="24"/>
        </w:rPr>
        <w:t>respectively</w:t>
      </w:r>
      <w:r w:rsidR="00111412" w:rsidRPr="00BC0788">
        <w:rPr>
          <w:rFonts w:cs="Arial"/>
          <w:szCs w:val="24"/>
        </w:rPr>
        <w:fldChar w:fldCharType="begin">
          <w:fldData xml:space="preserve">PEVuZE5vdGU+PENpdGU+PEF1dGhvcj5OYWthbXVyYTwvQXV0aG9yPjxZZWFyPjE5OTU8L1llYXI+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</w:fldData>
        </w:fldChar>
      </w:r>
      <w:r w:rsidR="00221894" w:rsidRPr="00BC0788">
        <w:rPr>
          <w:rFonts w:cs="Arial"/>
          <w:szCs w:val="24"/>
        </w:rPr>
        <w:instrText xml:space="preserve"> ADDIN EN.CITE </w:instrText>
      </w:r>
      <w:r w:rsidR="00221894" w:rsidRPr="00BC0788">
        <w:rPr>
          <w:rFonts w:cs="Arial"/>
          <w:szCs w:val="24"/>
        </w:rPr>
        <w:fldChar w:fldCharType="begin">
          <w:fldData xml:space="preserve">PEVuZE5vdGU+PENpdGU+PEF1dGhvcj5OYWthbXVyYTwvQXV0aG9yPjxZZWFyPjE5OTU8L1llYXI+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</w:fldData>
        </w:fldChar>
      </w:r>
      <w:r w:rsidR="00221894" w:rsidRPr="00BC0788">
        <w:rPr>
          <w:rFonts w:cs="Arial"/>
          <w:szCs w:val="24"/>
        </w:rPr>
        <w:instrText xml:space="preserve"> ADDIN EN.CITE.DATA </w:instrText>
      </w:r>
      <w:r w:rsidR="00221894" w:rsidRPr="00BC0788">
        <w:rPr>
          <w:rFonts w:cs="Arial"/>
          <w:szCs w:val="24"/>
        </w:rPr>
      </w:r>
      <w:r w:rsidR="00221894" w:rsidRPr="00BC0788">
        <w:rPr>
          <w:rFonts w:cs="Arial"/>
          <w:szCs w:val="24"/>
        </w:rPr>
        <w:fldChar w:fldCharType="end"/>
      </w:r>
      <w:r w:rsidR="00111412" w:rsidRPr="00BC0788">
        <w:rPr>
          <w:rFonts w:cs="Arial"/>
          <w:szCs w:val="24"/>
        </w:rPr>
      </w:r>
      <w:r w:rsidR="00111412" w:rsidRPr="00BC0788">
        <w:rPr>
          <w:rFonts w:cs="Arial"/>
          <w:szCs w:val="24"/>
        </w:rPr>
        <w:fldChar w:fldCharType="separate"/>
      </w:r>
      <w:hyperlink w:anchor="_ENREF_12" w:tooltip="Nakamura, 1995 #62" w:history="1">
        <w:r w:rsidR="00525A69" w:rsidRPr="00BC0788">
          <w:rPr>
            <w:rFonts w:cs="Arial"/>
            <w:noProof/>
            <w:szCs w:val="24"/>
            <w:vertAlign w:val="superscript"/>
          </w:rPr>
          <w:t>12</w:t>
        </w:r>
      </w:hyperlink>
      <w:r w:rsidR="00E839D7" w:rsidRPr="00BC0788">
        <w:rPr>
          <w:rFonts w:cs="Arial"/>
          <w:noProof/>
          <w:szCs w:val="24"/>
          <w:vertAlign w:val="superscript"/>
        </w:rPr>
        <w:t>,</w:t>
      </w:r>
      <w:hyperlink w:anchor="_ENREF_13" w:tooltip="Roth, 1982 #66" w:history="1">
        <w:r w:rsidR="00525A69" w:rsidRPr="00BC0788">
          <w:rPr>
            <w:rFonts w:cs="Arial"/>
            <w:noProof/>
            <w:szCs w:val="24"/>
            <w:vertAlign w:val="superscript"/>
          </w:rPr>
          <w:t>13</w:t>
        </w:r>
      </w:hyperlink>
      <w:r w:rsidR="00111412" w:rsidRPr="00BC0788">
        <w:rPr>
          <w:rFonts w:cs="Arial"/>
          <w:szCs w:val="24"/>
        </w:rPr>
        <w:fldChar w:fldCharType="end"/>
      </w:r>
      <w:r w:rsidR="00F964ED" w:rsidRPr="00BC0788">
        <w:rPr>
          <w:rFonts w:cs="Arial"/>
          <w:szCs w:val="24"/>
        </w:rPr>
        <w:t>,</w:t>
      </w:r>
      <w:r w:rsidRPr="00BC0788">
        <w:rPr>
          <w:rFonts w:cs="Arial"/>
          <w:szCs w:val="24"/>
        </w:rPr>
        <w:t xml:space="preserve"> </w:t>
      </w:r>
      <w:r w:rsidR="00F964ED" w:rsidRPr="00BC0788">
        <w:rPr>
          <w:rFonts w:cs="Arial"/>
          <w:szCs w:val="24"/>
        </w:rPr>
        <w:t xml:space="preserve">provide reference points. </w:t>
      </w:r>
      <w:r w:rsidRPr="00BC0788">
        <w:rPr>
          <w:rFonts w:cs="Arial"/>
          <w:szCs w:val="24"/>
        </w:rPr>
        <w:t xml:space="preserve">The triple fluorescence, red (R), green (G) and </w:t>
      </w:r>
      <w:r w:rsidR="007F59F4" w:rsidRPr="00BC0788">
        <w:rPr>
          <w:rFonts w:cs="Arial"/>
          <w:szCs w:val="24"/>
        </w:rPr>
        <w:t>far-</w:t>
      </w:r>
      <w:r w:rsidRPr="00BC0788">
        <w:rPr>
          <w:rFonts w:cs="Arial"/>
          <w:szCs w:val="24"/>
        </w:rPr>
        <w:t>red (B), are artificially displayed as red, green and blue</w:t>
      </w:r>
      <w:r w:rsidR="0022023A" w:rsidRPr="00BC0788">
        <w:rPr>
          <w:rFonts w:cs="Arial"/>
          <w:szCs w:val="24"/>
        </w:rPr>
        <w:t>,</w:t>
      </w:r>
      <w:r w:rsidRPr="00BC0788">
        <w:rPr>
          <w:rFonts w:cs="Arial"/>
          <w:szCs w:val="24"/>
        </w:rPr>
        <w:t xml:space="preserve"> respectively. Center of fluorescence mass (hereafter center) is adopted to achieve sub-pixel resolution. The Golgi axis is defined as the vector from the center of GM130 to that of GalT-mCherry. The Golgi mini-stack is modeled as a cylindrical structure with infinite rotational symmetry around the Golgi axis. </w:t>
      </w:r>
      <w:r w:rsidR="00BA2741" w:rsidRPr="00BC0788">
        <w:rPr>
          <w:rFonts w:cs="Arial"/>
          <w:szCs w:val="24"/>
        </w:rPr>
        <w:t>Therefore,</w:t>
      </w:r>
      <w:r w:rsidRPr="00BC0788">
        <w:rPr>
          <w:rFonts w:cs="Arial"/>
          <w:szCs w:val="24"/>
        </w:rPr>
        <w:t xml:space="preserve"> a Golgi mini-stack can be further modeled as a</w:t>
      </w:r>
      <w:r w:rsidR="00090281" w:rsidRPr="00BC0788">
        <w:rPr>
          <w:rFonts w:cs="Arial"/>
          <w:szCs w:val="24"/>
        </w:rPr>
        <w:t>n</w:t>
      </w:r>
      <w:r w:rsidRPr="00BC0788">
        <w:rPr>
          <w:rFonts w:cs="Arial"/>
          <w:szCs w:val="24"/>
        </w:rPr>
        <w:t xml:space="preserve"> </w:t>
      </w:r>
      <w:r w:rsidR="00090281" w:rsidRPr="00BC0788">
        <w:rPr>
          <w:rFonts w:cs="Arial"/>
          <w:szCs w:val="24"/>
        </w:rPr>
        <w:t>one-dimensional</w:t>
      </w:r>
      <w:r w:rsidRPr="00BC0788">
        <w:rPr>
          <w:rFonts w:cs="Arial"/>
          <w:szCs w:val="24"/>
        </w:rPr>
        <w:t xml:space="preserve"> structure along the Golgi axis. The LQ of the test protein x is defined as d</w:t>
      </w:r>
      <w:r w:rsidRPr="00BC0788">
        <w:rPr>
          <w:rFonts w:cs="Arial"/>
          <w:szCs w:val="24"/>
          <w:vertAlign w:val="subscript"/>
        </w:rPr>
        <w:t>x</w:t>
      </w:r>
      <w:r w:rsidRPr="00BC0788">
        <w:rPr>
          <w:rFonts w:cs="Arial"/>
          <w:szCs w:val="24"/>
        </w:rPr>
        <w:t>/d</w:t>
      </w:r>
      <w:r w:rsidRPr="00BC0788">
        <w:rPr>
          <w:rFonts w:cs="Arial"/>
          <w:szCs w:val="24"/>
          <w:vertAlign w:val="subscript"/>
        </w:rPr>
        <w:t>1</w:t>
      </w:r>
      <w:r w:rsidRPr="00BC0788">
        <w:rPr>
          <w:rFonts w:cs="Arial"/>
          <w:szCs w:val="24"/>
        </w:rPr>
        <w:t>, in which d</w:t>
      </w:r>
      <w:r w:rsidRPr="00BC0788">
        <w:rPr>
          <w:rFonts w:cs="Arial"/>
          <w:szCs w:val="24"/>
          <w:vertAlign w:val="subscript"/>
        </w:rPr>
        <w:t>x</w:t>
      </w:r>
      <w:r w:rsidRPr="00BC0788">
        <w:rPr>
          <w:rFonts w:cs="Arial"/>
          <w:szCs w:val="24"/>
        </w:rPr>
        <w:t xml:space="preserve"> is the distance from the center of x to that of GM130</w:t>
      </w:r>
      <w:r w:rsidR="0022023A" w:rsidRPr="00BC0788">
        <w:rPr>
          <w:rFonts w:cs="Arial"/>
          <w:szCs w:val="24"/>
        </w:rPr>
        <w:t>,</w:t>
      </w:r>
      <w:r w:rsidRPr="00BC0788">
        <w:rPr>
          <w:rFonts w:cs="Arial"/>
          <w:szCs w:val="24"/>
        </w:rPr>
        <w:t xml:space="preserve"> while d</w:t>
      </w:r>
      <w:r w:rsidRPr="00BC0788">
        <w:rPr>
          <w:rFonts w:cs="Arial"/>
          <w:szCs w:val="24"/>
          <w:vertAlign w:val="subscript"/>
        </w:rPr>
        <w:t>1</w:t>
      </w:r>
      <w:r w:rsidRPr="00BC0788">
        <w:rPr>
          <w:rFonts w:cs="Arial"/>
          <w:szCs w:val="24"/>
        </w:rPr>
        <w:t xml:space="preserve"> is the distance from the center of GalT-mCherry to that of GM130. If the center of x </w:t>
      </w:r>
      <w:r w:rsidR="00090281" w:rsidRPr="00BC0788">
        <w:rPr>
          <w:rFonts w:cs="Arial"/>
          <w:szCs w:val="24"/>
        </w:rPr>
        <w:t>is</w:t>
      </w:r>
      <w:r w:rsidRPr="00BC0788">
        <w:rPr>
          <w:rFonts w:cs="Arial"/>
          <w:szCs w:val="24"/>
        </w:rPr>
        <w:t xml:space="preserve"> off-axis, its projection axial distance </w:t>
      </w:r>
      <w:r w:rsidR="008F2204" w:rsidRPr="00BC0788">
        <w:rPr>
          <w:rFonts w:cs="Arial"/>
          <w:szCs w:val="24"/>
        </w:rPr>
        <w:t>is</w:t>
      </w:r>
      <w:r w:rsidRPr="00BC0788">
        <w:rPr>
          <w:rFonts w:cs="Arial"/>
          <w:szCs w:val="24"/>
        </w:rPr>
        <w:t xml:space="preserve"> used for the calculation. The variables, </w:t>
      </w:r>
      <w:r w:rsidR="00F964ED" w:rsidRPr="00BC0788">
        <w:rPr>
          <w:rFonts w:cs="Arial"/>
          <w:szCs w:val="24"/>
        </w:rPr>
        <w:t>including G</w:t>
      </w:r>
      <w:r w:rsidRPr="00BC0788">
        <w:rPr>
          <w:rFonts w:cs="Arial"/>
          <w:szCs w:val="24"/>
        </w:rPr>
        <w:t>olgi axis, axial angle, d</w:t>
      </w:r>
      <w:r w:rsidRPr="00BC0788">
        <w:rPr>
          <w:rFonts w:cs="Arial"/>
          <w:szCs w:val="24"/>
          <w:vertAlign w:val="subscript"/>
        </w:rPr>
        <w:t>x</w:t>
      </w:r>
      <w:r w:rsidRPr="00BC0788">
        <w:rPr>
          <w:rFonts w:cs="Arial"/>
          <w:szCs w:val="24"/>
        </w:rPr>
        <w:t>, d</w:t>
      </w:r>
      <w:r w:rsidRPr="00BC0788">
        <w:rPr>
          <w:rFonts w:cs="Arial"/>
          <w:szCs w:val="24"/>
          <w:vertAlign w:val="subscript"/>
        </w:rPr>
        <w:t>1</w:t>
      </w:r>
      <w:r w:rsidRPr="00BC0788">
        <w:rPr>
          <w:rFonts w:cs="Arial"/>
          <w:szCs w:val="24"/>
        </w:rPr>
        <w:t xml:space="preserve">, angle α and angle β, for GLIM are schematically illustrated in </w:t>
      </w:r>
      <w:r w:rsidRPr="00BC0788">
        <w:rPr>
          <w:rFonts w:cs="Arial"/>
          <w:b/>
          <w:szCs w:val="24"/>
        </w:rPr>
        <w:t>Figure 1</w:t>
      </w:r>
      <w:r w:rsidRPr="00BC0788">
        <w:rPr>
          <w:rFonts w:cs="Arial"/>
          <w:szCs w:val="24"/>
        </w:rPr>
        <w:t xml:space="preserve">. LQ </w:t>
      </w:r>
      <w:r w:rsidR="00BF7990" w:rsidRPr="00BC0788">
        <w:rPr>
          <w:rFonts w:cs="Arial"/>
          <w:szCs w:val="24"/>
        </w:rPr>
        <w:t>is</w:t>
      </w:r>
      <w:r w:rsidRPr="00BC0788">
        <w:rPr>
          <w:rFonts w:cs="Arial"/>
          <w:szCs w:val="24"/>
        </w:rPr>
        <w:t xml:space="preserve"> independent of the Golgi axial angle </w:t>
      </w:r>
      <w:r w:rsidR="002E4F3E" w:rsidRPr="00BC0788">
        <w:rPr>
          <w:rFonts w:cs="Arial"/>
          <w:szCs w:val="24"/>
        </w:rPr>
        <w:t xml:space="preserve">though </w:t>
      </w:r>
      <w:r w:rsidRPr="00BC0788">
        <w:rPr>
          <w:rFonts w:cs="Arial"/>
          <w:szCs w:val="24"/>
        </w:rPr>
        <w:t>Golgi mini-sta</w:t>
      </w:r>
      <w:r w:rsidR="0051353B" w:rsidRPr="00BC0788">
        <w:rPr>
          <w:rFonts w:cs="Arial"/>
          <w:szCs w:val="24"/>
        </w:rPr>
        <w:t>cks orient randomly in a cell.</w:t>
      </w:r>
    </w:p>
    <w:p w14:paraId="641B2C3B" w14:textId="77777777" w:rsidR="007E57CC" w:rsidRPr="00BC0788" w:rsidRDefault="007E57CC" w:rsidP="00BC0965">
      <w:pPr>
        <w:jc w:val="both"/>
        <w:rPr>
          <w:rFonts w:cs="Arial"/>
          <w:szCs w:val="24"/>
        </w:rPr>
      </w:pPr>
    </w:p>
    <w:p w14:paraId="65C6AFD3" w14:textId="3E3E8A15" w:rsidR="00F500A5" w:rsidRPr="00BC0788" w:rsidRDefault="00F500A5" w:rsidP="00BC0965">
      <w:pPr>
        <w:jc w:val="both"/>
        <w:rPr>
          <w:rFonts w:cs="Arial"/>
          <w:szCs w:val="24"/>
        </w:rPr>
      </w:pPr>
      <w:r w:rsidRPr="00BC0788">
        <w:rPr>
          <w:rFonts w:cs="Arial"/>
          <w:szCs w:val="24"/>
        </w:rPr>
        <w:t xml:space="preserve">Golgi mini-stacks </w:t>
      </w:r>
      <w:r w:rsidR="002E3FE7" w:rsidRPr="00BC0788">
        <w:rPr>
          <w:rFonts w:cs="Arial"/>
          <w:szCs w:val="24"/>
        </w:rPr>
        <w:t xml:space="preserve">appear </w:t>
      </w:r>
      <w:r w:rsidRPr="00BC0788">
        <w:rPr>
          <w:rFonts w:cs="Arial"/>
          <w:szCs w:val="24"/>
        </w:rPr>
        <w:t>inhomogeneous</w:t>
      </w:r>
      <w:r w:rsidR="002E3FE7" w:rsidRPr="00BC0788">
        <w:rPr>
          <w:rFonts w:cs="Arial"/>
          <w:szCs w:val="24"/>
        </w:rPr>
        <w:t xml:space="preserve"> in images</w:t>
      </w:r>
      <w:r w:rsidRPr="00BC0788">
        <w:rPr>
          <w:rFonts w:cs="Arial"/>
          <w:szCs w:val="24"/>
        </w:rPr>
        <w:t xml:space="preserve">. We developed </w:t>
      </w:r>
      <w:r w:rsidR="00221894" w:rsidRPr="00BC0788">
        <w:rPr>
          <w:rFonts w:cs="Arial"/>
          <w:szCs w:val="24"/>
        </w:rPr>
        <w:t xml:space="preserve">three </w:t>
      </w:r>
      <w:r w:rsidRPr="00BC0788">
        <w:rPr>
          <w:rFonts w:cs="Arial"/>
          <w:szCs w:val="24"/>
        </w:rPr>
        <w:t xml:space="preserve">criteria to select analyzable Golgi mini-stacks for GLIM. 1) The </w:t>
      </w:r>
      <w:r w:rsidR="002E3FE7" w:rsidRPr="00BC0788">
        <w:rPr>
          <w:rFonts w:cs="Arial"/>
          <w:szCs w:val="24"/>
        </w:rPr>
        <w:t>signal-to-noise ratio criterion, in which</w:t>
      </w:r>
      <w:r w:rsidRPr="00BC0788">
        <w:rPr>
          <w:rFonts w:cs="Arial"/>
          <w:szCs w:val="24"/>
        </w:rPr>
        <w:t xml:space="preserve"> </w:t>
      </w:r>
      <w:r w:rsidR="002E3FE7" w:rsidRPr="00BC0788">
        <w:rPr>
          <w:rFonts w:cs="Arial"/>
          <w:szCs w:val="24"/>
        </w:rPr>
        <w:t>t</w:t>
      </w:r>
      <w:r w:rsidRPr="00BC0788">
        <w:rPr>
          <w:rFonts w:cs="Arial"/>
          <w:szCs w:val="24"/>
        </w:rPr>
        <w:t>he ratio of the total intensity of a Golgi mini-stack to the standard deviation</w:t>
      </w:r>
      <w:r w:rsidR="001D22BE" w:rsidRPr="00BC0788">
        <w:rPr>
          <w:rFonts w:cs="Arial"/>
          <w:szCs w:val="24"/>
        </w:rPr>
        <w:t xml:space="preserve"> (SD)</w:t>
      </w:r>
      <w:r w:rsidRPr="00BC0788">
        <w:rPr>
          <w:rFonts w:cs="Arial"/>
          <w:szCs w:val="24"/>
        </w:rPr>
        <w:t xml:space="preserve"> of the background </w:t>
      </w:r>
      <w:r w:rsidR="002E3FE7" w:rsidRPr="00BC0788">
        <w:rPr>
          <w:rFonts w:cs="Arial"/>
          <w:szCs w:val="24"/>
        </w:rPr>
        <w:t>is</w:t>
      </w:r>
      <w:r w:rsidRPr="00BC0788">
        <w:rPr>
          <w:rFonts w:cs="Arial"/>
          <w:szCs w:val="24"/>
        </w:rPr>
        <w:t xml:space="preserve"> ≥ 30 in each channel. This criterion is to ensure the positioning accuracy of the center of mass, which depends on the signal-to-noise ratios of Golgi mini-stacks. 2) The axial angle or distance criterion</w:t>
      </w:r>
      <w:r w:rsidR="0051353B" w:rsidRPr="00BC0788">
        <w:rPr>
          <w:rFonts w:cs="Arial"/>
          <w:szCs w:val="24"/>
        </w:rPr>
        <w:t>,</w:t>
      </w:r>
      <w:r w:rsidRPr="00BC0788">
        <w:rPr>
          <w:rFonts w:cs="Arial"/>
          <w:szCs w:val="24"/>
        </w:rPr>
        <w:t xml:space="preserve"> which </w:t>
      </w:r>
      <w:r w:rsidR="0051353B" w:rsidRPr="00BC0788">
        <w:rPr>
          <w:rFonts w:cs="Arial"/>
          <w:szCs w:val="24"/>
        </w:rPr>
        <w:t>requires d</w:t>
      </w:r>
      <w:r w:rsidRPr="00BC0788">
        <w:rPr>
          <w:rFonts w:cs="Arial"/>
          <w:szCs w:val="24"/>
          <w:vertAlign w:val="subscript"/>
        </w:rPr>
        <w:t>1</w:t>
      </w:r>
      <w:r w:rsidRPr="00BC0788">
        <w:rPr>
          <w:rFonts w:cs="Arial"/>
          <w:szCs w:val="24"/>
        </w:rPr>
        <w:t xml:space="preserve"> ≥ 70 nm. d</w:t>
      </w:r>
      <w:r w:rsidRPr="00BC0788">
        <w:rPr>
          <w:rFonts w:cs="Arial"/>
          <w:szCs w:val="24"/>
          <w:vertAlign w:val="subscript"/>
        </w:rPr>
        <w:t>1</w:t>
      </w:r>
      <w:r w:rsidRPr="00BC0788">
        <w:rPr>
          <w:rFonts w:cs="Arial"/>
          <w:szCs w:val="24"/>
        </w:rPr>
        <w:t xml:space="preserve"> decreases with the </w:t>
      </w:r>
      <w:r w:rsidR="0051353B" w:rsidRPr="00BC0788">
        <w:rPr>
          <w:rFonts w:cs="Arial"/>
          <w:szCs w:val="24"/>
        </w:rPr>
        <w:t xml:space="preserve">increase of the </w:t>
      </w:r>
      <w:r w:rsidRPr="00BC0788">
        <w:rPr>
          <w:rFonts w:cs="Arial"/>
          <w:szCs w:val="24"/>
        </w:rPr>
        <w:t xml:space="preserve">Golgi axial angle. When the axial angle is </w:t>
      </w:r>
      <w:r w:rsidRPr="00BC0788">
        <w:rPr>
          <w:rFonts w:cs="Arial"/>
          <w:szCs w:val="24"/>
        </w:rPr>
        <w:lastRenderedPageBreak/>
        <w:t>approaching 90</w:t>
      </w:r>
      <w:r w:rsidR="00B32061" w:rsidRPr="00BC0788">
        <w:rPr>
          <w:rFonts w:cs="Arial"/>
          <w:szCs w:val="24"/>
        </w:rPr>
        <w:t>°</w:t>
      </w:r>
      <w:r w:rsidR="002E3FE7" w:rsidRPr="00BC0788">
        <w:rPr>
          <w:rFonts w:cs="Arial"/>
          <w:szCs w:val="24"/>
        </w:rPr>
        <w:t xml:space="preserve"> or vertical</w:t>
      </w:r>
      <w:r w:rsidRPr="00BC0788">
        <w:rPr>
          <w:rFonts w:cs="Arial"/>
          <w:szCs w:val="24"/>
        </w:rPr>
        <w:t>, the mini-stack becomes non-resolvable as d</w:t>
      </w:r>
      <w:r w:rsidRPr="00BC0788">
        <w:rPr>
          <w:rFonts w:cs="Arial"/>
          <w:szCs w:val="24"/>
          <w:vertAlign w:val="subscript"/>
        </w:rPr>
        <w:t>1</w:t>
      </w:r>
      <w:r w:rsidRPr="00BC0788">
        <w:rPr>
          <w:rFonts w:cs="Arial"/>
          <w:szCs w:val="24"/>
        </w:rPr>
        <w:t xml:space="preserve"> is approaching 0. d</w:t>
      </w:r>
      <w:r w:rsidRPr="00BC0788">
        <w:rPr>
          <w:rFonts w:cs="Arial"/>
          <w:szCs w:val="24"/>
          <w:vertAlign w:val="subscript"/>
        </w:rPr>
        <w:t>1</w:t>
      </w:r>
      <w:r w:rsidRPr="00BC0788">
        <w:rPr>
          <w:rFonts w:cs="Arial"/>
          <w:szCs w:val="24"/>
        </w:rPr>
        <w:t xml:space="preserve"> ≥ 70 nm can effectively exclude near vertical Golgi mini-stacks. 3) The co-linearity criterion, in which either</w:t>
      </w:r>
      <w:r w:rsidR="00D77932" w:rsidRPr="00BC0788">
        <w:rPr>
          <w:rFonts w:cs="Arial"/>
          <w:szCs w:val="24"/>
        </w:rPr>
        <w:t xml:space="preserve"> |tan </w:t>
      </w:r>
      <w:r w:rsidR="00D77932" w:rsidRPr="00BC0788">
        <w:rPr>
          <w:rFonts w:cs="Arial"/>
          <w:bCs/>
          <w:szCs w:val="24"/>
        </w:rPr>
        <w:t xml:space="preserve">α| </w:t>
      </w:r>
      <w:r w:rsidRPr="00BC0788">
        <w:rPr>
          <w:rFonts w:cs="Arial"/>
          <w:szCs w:val="24"/>
        </w:rPr>
        <w:t xml:space="preserve">or </w:t>
      </w:r>
      <w:r w:rsidR="00D77932" w:rsidRPr="00BC0788">
        <w:rPr>
          <w:rFonts w:cs="Arial"/>
          <w:szCs w:val="24"/>
        </w:rPr>
        <w:t>|tan β</w:t>
      </w:r>
      <w:r w:rsidR="00854631" w:rsidRPr="00BC0788">
        <w:rPr>
          <w:rFonts w:cs="Arial"/>
          <w:szCs w:val="24"/>
        </w:rPr>
        <w:t>|</w:t>
      </w:r>
      <w:r w:rsidRPr="00BC0788">
        <w:rPr>
          <w:rFonts w:cs="Arial"/>
          <w:szCs w:val="24"/>
        </w:rPr>
        <w:t xml:space="preserve"> </w:t>
      </w:r>
      <w:r w:rsidR="002E3FE7" w:rsidRPr="00BC0788">
        <w:rPr>
          <w:rFonts w:cs="Arial"/>
          <w:szCs w:val="24"/>
        </w:rPr>
        <w:t>is</w:t>
      </w:r>
      <w:r w:rsidRPr="00BC0788">
        <w:rPr>
          <w:rFonts w:cs="Arial"/>
          <w:szCs w:val="24"/>
        </w:rPr>
        <w:t xml:space="preserve"> </w:t>
      </w:r>
      <w:r w:rsidR="003E1417" w:rsidRPr="00BC0788">
        <w:rPr>
          <w:rFonts w:cs="Arial"/>
          <w:szCs w:val="24"/>
        </w:rPr>
        <w:t xml:space="preserve">≤ </w:t>
      </w:r>
      <w:r w:rsidRPr="00BC0788">
        <w:rPr>
          <w:rFonts w:cs="Arial"/>
          <w:szCs w:val="24"/>
        </w:rPr>
        <w:t xml:space="preserve">0.3. This criterion ensures that the three centers of a mini-stack </w:t>
      </w:r>
      <w:r w:rsidR="002E3FE7" w:rsidRPr="00BC0788">
        <w:rPr>
          <w:rFonts w:cs="Arial"/>
          <w:szCs w:val="24"/>
        </w:rPr>
        <w:t>are</w:t>
      </w:r>
      <w:r w:rsidRPr="00BC0788">
        <w:rPr>
          <w:rFonts w:cs="Arial"/>
          <w:szCs w:val="24"/>
        </w:rPr>
        <w:t xml:space="preserve"> sufficiently co-linear for our one-dimensional</w:t>
      </w:r>
      <w:r w:rsidR="0051353B" w:rsidRPr="00BC0788">
        <w:rPr>
          <w:rFonts w:cs="Arial"/>
          <w:szCs w:val="24"/>
        </w:rPr>
        <w:t xml:space="preserve"> model of the Golgi mini-stack.</w:t>
      </w:r>
      <w:r w:rsidR="00902CB5" w:rsidRPr="00BC0788">
        <w:rPr>
          <w:rFonts w:cs="Arial"/>
          <w:szCs w:val="24"/>
        </w:rPr>
        <w:t xml:space="preserve"> </w:t>
      </w:r>
      <w:r w:rsidRPr="00BC0788">
        <w:rPr>
          <w:rFonts w:cs="Arial"/>
          <w:szCs w:val="24"/>
        </w:rPr>
        <w:t xml:space="preserve">All light microscopes suffer from chromatic aberration which can seriously distort </w:t>
      </w:r>
      <w:r w:rsidR="00B32061" w:rsidRPr="00BC0788">
        <w:rPr>
          <w:rFonts w:cs="Arial"/>
          <w:szCs w:val="24"/>
        </w:rPr>
        <w:t xml:space="preserve">the </w:t>
      </w:r>
      <w:r w:rsidRPr="00BC0788">
        <w:rPr>
          <w:rFonts w:cs="Arial"/>
          <w:szCs w:val="24"/>
        </w:rPr>
        <w:t xml:space="preserve">relative positions of red, green and </w:t>
      </w:r>
      <w:r w:rsidR="007F59F4" w:rsidRPr="00BC0788">
        <w:rPr>
          <w:rFonts w:cs="Arial"/>
          <w:szCs w:val="24"/>
        </w:rPr>
        <w:t>far-</w:t>
      </w:r>
      <w:r w:rsidRPr="00BC0788">
        <w:rPr>
          <w:rFonts w:cs="Arial"/>
          <w:szCs w:val="24"/>
        </w:rPr>
        <w:t>red fluorescence centers. Chromatic aberration of microscope systems is experimentally calibrated by imaging 1</w:t>
      </w:r>
      <w:r w:rsidR="00D45727" w:rsidRPr="00BC0788">
        <w:rPr>
          <w:rFonts w:cs="Arial"/>
          <w:szCs w:val="24"/>
        </w:rPr>
        <w:t>1</w:t>
      </w:r>
      <w:r w:rsidRPr="00BC0788">
        <w:rPr>
          <w:rFonts w:cs="Arial"/>
          <w:szCs w:val="24"/>
        </w:rPr>
        <w:t>0 nm beads</w:t>
      </w:r>
      <w:r w:rsidR="00B32061" w:rsidRPr="00BC0788">
        <w:rPr>
          <w:rFonts w:cs="Arial"/>
          <w:szCs w:val="24"/>
        </w:rPr>
        <w:t>,</w:t>
      </w:r>
      <w:r w:rsidRPr="00BC0788">
        <w:rPr>
          <w:rFonts w:cs="Arial"/>
          <w:szCs w:val="24"/>
        </w:rPr>
        <w:t xml:space="preserve"> which are triple-labeled by red, green and </w:t>
      </w:r>
      <w:r w:rsidR="007F59F4" w:rsidRPr="00BC0788">
        <w:rPr>
          <w:rFonts w:cs="Arial"/>
          <w:szCs w:val="24"/>
        </w:rPr>
        <w:t>far-</w:t>
      </w:r>
      <w:r w:rsidRPr="00BC0788">
        <w:rPr>
          <w:rFonts w:cs="Arial"/>
          <w:szCs w:val="24"/>
        </w:rPr>
        <w:t>red fluorescence. For each bead image, the center of red is defined as the true position of the bead and chromatic</w:t>
      </w:r>
      <w:r w:rsidR="00E74298" w:rsidRPr="00BC0788">
        <w:rPr>
          <w:rFonts w:cs="Arial"/>
          <w:szCs w:val="24"/>
        </w:rPr>
        <w:t>-</w:t>
      </w:r>
      <w:r w:rsidRPr="00BC0788">
        <w:rPr>
          <w:rFonts w:cs="Arial"/>
          <w:szCs w:val="24"/>
        </w:rPr>
        <w:t xml:space="preserve">shifts of green and </w:t>
      </w:r>
      <w:r w:rsidR="007F59F4" w:rsidRPr="00BC0788">
        <w:rPr>
          <w:rFonts w:cs="Arial"/>
          <w:szCs w:val="24"/>
        </w:rPr>
        <w:t>far-</w:t>
      </w:r>
      <w:r w:rsidRPr="00BC0788">
        <w:rPr>
          <w:rFonts w:cs="Arial"/>
          <w:szCs w:val="24"/>
        </w:rPr>
        <w:t xml:space="preserve">red centers are fitted by first-order polynomial functions. Centers of Golgi mini-stacks are subjected to the polynomial functions to correct </w:t>
      </w:r>
      <w:r w:rsidR="00B32061" w:rsidRPr="00BC0788">
        <w:rPr>
          <w:rFonts w:cs="Arial"/>
          <w:szCs w:val="24"/>
        </w:rPr>
        <w:t xml:space="preserve">the </w:t>
      </w:r>
      <w:r w:rsidRPr="00BC0788">
        <w:rPr>
          <w:rFonts w:cs="Arial"/>
          <w:szCs w:val="24"/>
        </w:rPr>
        <w:t>chromatic</w:t>
      </w:r>
      <w:r w:rsidR="00E74298" w:rsidRPr="00BC0788">
        <w:rPr>
          <w:rFonts w:cs="Arial"/>
          <w:szCs w:val="24"/>
        </w:rPr>
        <w:t>-</w:t>
      </w:r>
      <w:r w:rsidRPr="00BC0788">
        <w:rPr>
          <w:rFonts w:cs="Arial"/>
          <w:szCs w:val="24"/>
        </w:rPr>
        <w:t xml:space="preserve">shifts in green and </w:t>
      </w:r>
      <w:r w:rsidR="007F59F4" w:rsidRPr="00BC0788">
        <w:rPr>
          <w:rFonts w:cs="Arial"/>
          <w:szCs w:val="24"/>
        </w:rPr>
        <w:t>far-</w:t>
      </w:r>
      <w:r w:rsidRPr="00BC0788">
        <w:rPr>
          <w:rFonts w:cs="Arial"/>
          <w:szCs w:val="24"/>
        </w:rPr>
        <w:t>red channels.</w:t>
      </w:r>
    </w:p>
    <w:p w14:paraId="1C6A5690" w14:textId="77777777" w:rsidR="007E57CC" w:rsidRPr="00BC0788" w:rsidRDefault="007E57CC" w:rsidP="00BC0965">
      <w:pPr>
        <w:jc w:val="both"/>
        <w:rPr>
          <w:rFonts w:cs="Arial"/>
          <w:szCs w:val="24"/>
        </w:rPr>
      </w:pPr>
    </w:p>
    <w:p w14:paraId="12540E57" w14:textId="7A714BDF" w:rsidR="00854631" w:rsidRPr="00BC0788" w:rsidRDefault="00F500A5" w:rsidP="00BC0965">
      <w:pPr>
        <w:jc w:val="both"/>
        <w:rPr>
          <w:rFonts w:cs="Arial"/>
          <w:szCs w:val="24"/>
        </w:rPr>
      </w:pPr>
      <w:r w:rsidRPr="00BC0788">
        <w:rPr>
          <w:rFonts w:cs="Arial"/>
          <w:szCs w:val="24"/>
        </w:rPr>
        <w:t xml:space="preserve">Through GLIM we can achieve a resolution of ~ 30 nm </w:t>
      </w:r>
      <w:r w:rsidR="005767F8" w:rsidRPr="00BC0788">
        <w:rPr>
          <w:rFonts w:cs="Arial"/>
          <w:szCs w:val="24"/>
        </w:rPr>
        <w:t>along the Golgi axis</w:t>
      </w:r>
      <w:r w:rsidR="0051353B" w:rsidRPr="00BC0788">
        <w:rPr>
          <w:rFonts w:cs="Arial"/>
          <w:szCs w:val="24"/>
        </w:rPr>
        <w:t xml:space="preserve"> under standard condition</w:t>
      </w:r>
      <w:r w:rsidR="00301459">
        <w:rPr>
          <w:rFonts w:cs="Arial"/>
          <w:szCs w:val="24"/>
        </w:rPr>
        <w:t>s</w:t>
      </w:r>
      <w:r w:rsidRPr="00BC0788">
        <w:rPr>
          <w:rFonts w:cs="Arial"/>
          <w:szCs w:val="24"/>
        </w:rPr>
        <w:t>. Importantly</w:t>
      </w:r>
      <w:r w:rsidR="00B32061" w:rsidRPr="00BC0788">
        <w:rPr>
          <w:rFonts w:cs="Arial"/>
          <w:szCs w:val="24"/>
        </w:rPr>
        <w:t>,</w:t>
      </w:r>
      <w:r w:rsidRPr="00BC0788">
        <w:rPr>
          <w:rFonts w:cs="Arial"/>
          <w:szCs w:val="24"/>
        </w:rPr>
        <w:t xml:space="preserve"> it provides a systematical method to quantitatively map any Golgi protein. GLIM can be performed by conventional microscopes, such as wide-field or confocal microscopes, using common fluorescence labeling protocol</w:t>
      </w:r>
      <w:r w:rsidR="008F2204" w:rsidRPr="00BC0788">
        <w:rPr>
          <w:rFonts w:cs="Arial"/>
          <w:szCs w:val="24"/>
        </w:rPr>
        <w:t>s</w:t>
      </w:r>
      <w:r w:rsidRPr="00BC0788">
        <w:rPr>
          <w:rFonts w:cs="Arial"/>
          <w:szCs w:val="24"/>
        </w:rPr>
        <w:t xml:space="preserve">. The imaging and data processing can take as short as an hour. </w:t>
      </w:r>
      <w:r w:rsidR="0051353B" w:rsidRPr="00BC0788">
        <w:rPr>
          <w:rFonts w:cs="Arial"/>
          <w:szCs w:val="24"/>
        </w:rPr>
        <w:t>Th</w:t>
      </w:r>
      <w:r w:rsidR="00D26F4E" w:rsidRPr="00BC0788">
        <w:rPr>
          <w:rFonts w:cs="Arial"/>
          <w:szCs w:val="24"/>
        </w:rPr>
        <w:t>r</w:t>
      </w:r>
      <w:r w:rsidR="0051353B" w:rsidRPr="00BC0788">
        <w:rPr>
          <w:rFonts w:cs="Arial"/>
          <w:szCs w:val="24"/>
        </w:rPr>
        <w:t>oug</w:t>
      </w:r>
      <w:r w:rsidR="00D26F4E" w:rsidRPr="00BC0788">
        <w:rPr>
          <w:rFonts w:cs="Arial"/>
          <w:szCs w:val="24"/>
        </w:rPr>
        <w:t>h</w:t>
      </w:r>
      <w:r w:rsidRPr="00BC0788">
        <w:rPr>
          <w:rFonts w:cs="Arial"/>
          <w:szCs w:val="24"/>
        </w:rPr>
        <w:t xml:space="preserve"> GLIM, we have directly demonstrated the progressive transition of the secretory cargo from the </w:t>
      </w:r>
      <w:r w:rsidRPr="00BC0788">
        <w:rPr>
          <w:rFonts w:cs="Arial"/>
          <w:i/>
          <w:szCs w:val="24"/>
        </w:rPr>
        <w:t>cis</w:t>
      </w:r>
      <w:r w:rsidRPr="00BC0788">
        <w:rPr>
          <w:rFonts w:cs="Arial"/>
          <w:szCs w:val="24"/>
        </w:rPr>
        <w:t xml:space="preserve">- to </w:t>
      </w:r>
      <w:r w:rsidRPr="00BC0788">
        <w:rPr>
          <w:rFonts w:cs="Arial"/>
          <w:i/>
          <w:szCs w:val="24"/>
        </w:rPr>
        <w:t>trans</w:t>
      </w:r>
      <w:r w:rsidRPr="00BC0788">
        <w:rPr>
          <w:rFonts w:cs="Arial"/>
          <w:szCs w:val="24"/>
        </w:rPr>
        <w:t>-side of the Golgi</w:t>
      </w:r>
      <w:hyperlink w:anchor="_ENREF_7" w:tooltip="Tie, 2016 #383" w:history="1">
        <w:r w:rsidR="00525A69" w:rsidRPr="00BC0788">
          <w:rPr>
            <w:rFonts w:cs="Arial"/>
            <w:szCs w:val="24"/>
          </w:rPr>
          <w:fldChar w:fldCharType="begin"/>
        </w:r>
        <w:r w:rsidR="00525A69" w:rsidRPr="00BC0788">
          <w:rPr>
            <w:rFonts w:cs="Arial"/>
            <w:szCs w:val="24"/>
          </w:rPr>
          <w:instrText xml:space="preserve"> ADDIN EN.CITE &lt;EndNote&gt;&lt;Cite&gt;&lt;Author&gt;Tie&lt;/Author&gt;&lt;Year&gt;2016&lt;/Year&gt;&lt;RecNum&gt;383&lt;/RecNum&gt;&lt;DisplayText&gt;&lt;style face="superscript"&gt;7&lt;/style&gt;&lt;/DisplayText&gt;&lt;record&gt;&lt;rec-number&gt;383&lt;/rec-number&gt;&lt;foreign-keys&gt;&lt;key app="EN" db-id="rvz5sv9x2et50aes2f6xrdxh59sp0w00x0v9" timestamp="1473405273"&gt;383&lt;/key&gt;&lt;/foreign-keys&gt;&lt;ref-type name="Journal Article"&gt;17&lt;/ref-type&gt;&lt;contributors&gt;&lt;authors&gt;&lt;author&gt;Tie, H. C.&lt;/author&gt;&lt;author&gt;Mahajan, D.&lt;/author&gt;&lt;author&gt;Chen, B.&lt;/author&gt;&lt;author&gt;Cheng, L.&lt;/author&gt;&lt;author&gt;VanDongen, A. M.&lt;/author&gt;&lt;author&gt;Lu, L.&lt;/author&gt;&lt;/authors&gt;&lt;/contributors&gt;&lt;auth-address&gt;School of Biological Sciences, Nanyang Technological University, Singapore 637551.&amp;#xD;Bioinformatics Institute, Singapore 138671 School of Computing, National University of Singapore, Singapore 117417.&amp;#xD;Program in Neuroscience and Behavioral Disorders, Duke-NUS Graduate Medical School, Singapore 169857.&amp;#xD;School of Biological Sciences, Nanyang Technological University, Singapore 637551 lulei@ntu.edu.sg.&lt;/auth-address&gt;&lt;titles&gt;&lt;title&gt;A novel imaging method for quantitative Golgi localization reveals differential intra-Golgi trafficking of secretory cargoes&lt;/title&gt;&lt;secondary-title&gt;Mol Biol Cell&lt;/secondary-title&gt;&lt;/titles&gt;&lt;periodical&gt;&lt;full-title&gt;Mol Biol Cell&lt;/full-title&gt;&lt;/periodical&gt;&lt;pages&gt;848-61&lt;/pages&gt;&lt;volume&gt;27&lt;/volume&gt;&lt;number&gt;5&lt;/number&gt;&lt;edition&gt;2016/01/15&lt;/edition&gt;&lt;dates&gt;&lt;year&gt;2016&lt;/year&gt;&lt;pub-dates&gt;&lt;date&gt;Mar 1&lt;/date&gt;&lt;/pub-dates&gt;&lt;/dates&gt;&lt;isbn&gt;1939-4586 (Electronic)&amp;#xD;1059-1524 (Linking)&lt;/isbn&gt;&lt;accession-num&gt;26764092&lt;/accession-num&gt;&lt;urls&gt;&lt;related-urls&gt;&lt;url&gt;http://www.ncbi.nlm.nih.gov/pubmed/26764092&lt;/url&gt;&lt;/related-urls&gt;&lt;/urls&gt;&lt;custom2&gt;4803310&lt;/custom2&gt;&lt;electronic-resource-num&gt;10.1091/mbc.E15-09-0664&amp;#xD;mbc.E15-09-0664 [pii]&lt;/electronic-resource-num&gt;&lt;language&gt;eng&lt;/language&gt;&lt;/record&gt;&lt;/Cite&gt;&lt;/EndNote&gt;</w:instrText>
        </w:r>
        <w:r w:rsidR="00525A69" w:rsidRPr="00BC0788">
          <w:rPr>
            <w:rFonts w:cs="Arial"/>
            <w:szCs w:val="24"/>
          </w:rPr>
          <w:fldChar w:fldCharType="separate"/>
        </w:r>
        <w:r w:rsidR="00525A69" w:rsidRPr="00BC0788">
          <w:rPr>
            <w:rFonts w:cs="Arial"/>
            <w:noProof/>
            <w:szCs w:val="24"/>
            <w:vertAlign w:val="superscript"/>
          </w:rPr>
          <w:t>7</w:t>
        </w:r>
        <w:r w:rsidR="00525A69" w:rsidRPr="00BC0788">
          <w:rPr>
            <w:rFonts w:cs="Arial"/>
            <w:szCs w:val="24"/>
          </w:rPr>
          <w:fldChar w:fldCharType="end"/>
        </w:r>
      </w:hyperlink>
      <w:r w:rsidRPr="00BC0788">
        <w:rPr>
          <w:rFonts w:cs="Arial"/>
          <w:szCs w:val="24"/>
        </w:rPr>
        <w:t>.</w:t>
      </w:r>
    </w:p>
    <w:p w14:paraId="5046AADE" w14:textId="77777777" w:rsidR="00BA2741" w:rsidRPr="00BC0788" w:rsidRDefault="00BA2741" w:rsidP="00BC0965">
      <w:pPr>
        <w:jc w:val="both"/>
        <w:rPr>
          <w:rFonts w:cs="Arial"/>
          <w:szCs w:val="24"/>
        </w:rPr>
      </w:pPr>
      <w:bookmarkStart w:id="0" w:name="_Hlk480927611"/>
    </w:p>
    <w:bookmarkEnd w:id="0"/>
    <w:p w14:paraId="37417A34" w14:textId="77777777" w:rsidR="00BC0788" w:rsidRPr="00BC0788" w:rsidRDefault="00BC0788" w:rsidP="00BC0965">
      <w:pPr>
        <w:pStyle w:val="ListParagraph"/>
        <w:ind w:left="0"/>
        <w:contextualSpacing w:val="0"/>
        <w:jc w:val="both"/>
        <w:rPr>
          <w:rFonts w:cs="Arial"/>
          <w:b/>
          <w:szCs w:val="24"/>
        </w:rPr>
      </w:pPr>
      <w:r w:rsidRPr="00EA4ADC">
        <w:rPr>
          <w:rFonts w:cs="Arial"/>
          <w:b/>
          <w:szCs w:val="24"/>
        </w:rPr>
        <w:t>PROTOCOL:</w:t>
      </w:r>
      <w:r w:rsidRPr="00BC0788">
        <w:rPr>
          <w:rFonts w:cs="Arial"/>
          <w:b/>
          <w:szCs w:val="24"/>
        </w:rPr>
        <w:t xml:space="preserve"> </w:t>
      </w:r>
    </w:p>
    <w:p w14:paraId="65F9FEBF" w14:textId="77777777" w:rsidR="00BC0788" w:rsidRPr="00BC0788" w:rsidRDefault="00BC0788" w:rsidP="00BC0965">
      <w:pPr>
        <w:pStyle w:val="ListParagraph"/>
        <w:ind w:left="0"/>
        <w:contextualSpacing w:val="0"/>
        <w:jc w:val="both"/>
        <w:rPr>
          <w:rFonts w:cs="Arial"/>
          <w:b/>
          <w:szCs w:val="24"/>
        </w:rPr>
      </w:pPr>
    </w:p>
    <w:p w14:paraId="42AEC7C5" w14:textId="6778983B" w:rsidR="00BC0788" w:rsidRPr="00BC0788" w:rsidRDefault="00301459" w:rsidP="00BC0965">
      <w:pPr>
        <w:pStyle w:val="ListParagraph"/>
        <w:ind w:left="0"/>
        <w:contextualSpacing w:val="0"/>
        <w:jc w:val="both"/>
        <w:rPr>
          <w:rFonts w:cs="Arial"/>
          <w:szCs w:val="24"/>
        </w:rPr>
      </w:pPr>
      <w:r>
        <w:rPr>
          <w:rFonts w:cs="Arial"/>
          <w:szCs w:val="24"/>
        </w:rPr>
        <w:t xml:space="preserve">Note: </w:t>
      </w:r>
      <w:bookmarkStart w:id="1" w:name="_GoBack"/>
      <w:bookmarkEnd w:id="1"/>
      <w:r w:rsidR="00BC0788" w:rsidRPr="00BC0788">
        <w:rPr>
          <w:rFonts w:cs="Arial"/>
          <w:szCs w:val="24"/>
        </w:rPr>
        <w:t>Below is a step-by-step protocol of GLIM for determining the LQ of EGFP-tagged tyrosylprotein sulfotransferase 1 (TPST1), a Golgi resident enzyme, in HeLa cells.</w:t>
      </w:r>
    </w:p>
    <w:p w14:paraId="46329700" w14:textId="77777777" w:rsidR="00BC0788" w:rsidRPr="00BC0788" w:rsidRDefault="00BC0788" w:rsidP="00BC0965">
      <w:pPr>
        <w:pStyle w:val="ListParagraph"/>
        <w:ind w:left="0"/>
        <w:contextualSpacing w:val="0"/>
        <w:jc w:val="both"/>
        <w:rPr>
          <w:rFonts w:cs="Arial"/>
          <w:szCs w:val="24"/>
        </w:rPr>
      </w:pPr>
    </w:p>
    <w:p w14:paraId="1DD7AAF3" w14:textId="1F9AE94E" w:rsidR="00BC0788" w:rsidRPr="00BC0788" w:rsidRDefault="00BC0788" w:rsidP="00BC0965">
      <w:pPr>
        <w:pStyle w:val="ListParagraph"/>
        <w:numPr>
          <w:ilvl w:val="0"/>
          <w:numId w:val="24"/>
        </w:numPr>
        <w:ind w:left="0" w:firstLine="0"/>
        <w:contextualSpacing w:val="0"/>
        <w:jc w:val="both"/>
        <w:rPr>
          <w:rFonts w:cs="Arial"/>
          <w:b/>
          <w:szCs w:val="24"/>
        </w:rPr>
      </w:pPr>
      <w:r w:rsidRPr="00BC0788">
        <w:rPr>
          <w:rFonts w:cs="Arial"/>
          <w:b/>
          <w:szCs w:val="24"/>
        </w:rPr>
        <w:t>Preparation of Fluorescence-labeled Golgi Mini-stacks</w:t>
      </w:r>
    </w:p>
    <w:p w14:paraId="75C5FED8" w14:textId="77777777" w:rsidR="00BC0788" w:rsidRPr="00BC0788" w:rsidRDefault="00BC0788" w:rsidP="00BC0965">
      <w:pPr>
        <w:pStyle w:val="ListParagraph"/>
        <w:ind w:left="0"/>
        <w:contextualSpacing w:val="0"/>
        <w:jc w:val="both"/>
        <w:rPr>
          <w:rFonts w:cs="Arial"/>
          <w:szCs w:val="24"/>
        </w:rPr>
      </w:pPr>
    </w:p>
    <w:p w14:paraId="47CEAB1D" w14:textId="69BF80AC" w:rsidR="00BC0788" w:rsidRPr="00BC0788" w:rsidRDefault="00BC0788" w:rsidP="00BC0965">
      <w:pPr>
        <w:pStyle w:val="ListParagraph"/>
        <w:numPr>
          <w:ilvl w:val="1"/>
          <w:numId w:val="24"/>
        </w:numPr>
        <w:ind w:left="0" w:firstLine="0"/>
        <w:contextualSpacing w:val="0"/>
        <w:jc w:val="both"/>
        <w:rPr>
          <w:rFonts w:cs="Arial"/>
          <w:b/>
          <w:szCs w:val="24"/>
        </w:rPr>
      </w:pPr>
      <w:r w:rsidRPr="00BC0788">
        <w:rPr>
          <w:rFonts w:cs="Arial"/>
          <w:b/>
          <w:szCs w:val="24"/>
        </w:rPr>
        <w:t>Prepare glass coverslips</w:t>
      </w:r>
    </w:p>
    <w:p w14:paraId="5E87611C" w14:textId="77777777" w:rsidR="00BC0788" w:rsidRPr="00BC0788" w:rsidRDefault="00BC0788" w:rsidP="00BC0965">
      <w:pPr>
        <w:pStyle w:val="ListParagraph"/>
        <w:ind w:left="0"/>
        <w:contextualSpacing w:val="0"/>
        <w:jc w:val="both"/>
        <w:rPr>
          <w:rFonts w:cs="Arial"/>
          <w:szCs w:val="24"/>
        </w:rPr>
      </w:pPr>
    </w:p>
    <w:p w14:paraId="0CC0F1F8" w14:textId="1038FB4B" w:rsidR="007D1F3F" w:rsidRDefault="00BC0788" w:rsidP="00BC0965">
      <w:pPr>
        <w:pStyle w:val="ListParagraph"/>
        <w:numPr>
          <w:ilvl w:val="2"/>
          <w:numId w:val="24"/>
        </w:numPr>
        <w:ind w:left="0" w:firstLine="0"/>
        <w:contextualSpacing w:val="0"/>
        <w:jc w:val="both"/>
        <w:rPr>
          <w:rFonts w:cs="Arial"/>
          <w:szCs w:val="24"/>
        </w:rPr>
      </w:pPr>
      <w:r w:rsidRPr="00BC0788">
        <w:rPr>
          <w:rFonts w:cs="Arial"/>
          <w:szCs w:val="24"/>
        </w:rPr>
        <w:t>Aliquot 0.3 mL sterile Dulbecco Modified Eagle's Medium (DMEM) to a well of a 24-well plate in a tissue culture hood.</w:t>
      </w:r>
    </w:p>
    <w:p w14:paraId="750D1514" w14:textId="77777777" w:rsidR="007D1F3F" w:rsidRDefault="007D1F3F" w:rsidP="00BC0965">
      <w:pPr>
        <w:pStyle w:val="ListParagraph"/>
        <w:ind w:left="0"/>
        <w:contextualSpacing w:val="0"/>
        <w:jc w:val="both"/>
        <w:rPr>
          <w:rFonts w:cs="Arial"/>
          <w:szCs w:val="24"/>
        </w:rPr>
      </w:pPr>
    </w:p>
    <w:p w14:paraId="2D1E9D0F" w14:textId="638BFEF5" w:rsidR="00BC0788" w:rsidRPr="00BC0788" w:rsidRDefault="00BC0788" w:rsidP="00BC0965">
      <w:pPr>
        <w:pStyle w:val="ListParagraph"/>
        <w:numPr>
          <w:ilvl w:val="2"/>
          <w:numId w:val="24"/>
        </w:numPr>
        <w:ind w:left="0" w:firstLine="0"/>
        <w:contextualSpacing w:val="0"/>
        <w:jc w:val="both"/>
        <w:rPr>
          <w:rFonts w:cs="Arial"/>
          <w:szCs w:val="24"/>
        </w:rPr>
      </w:pPr>
      <w:r w:rsidRPr="00BC0788">
        <w:rPr>
          <w:rFonts w:cs="Arial"/>
          <w:szCs w:val="24"/>
        </w:rPr>
        <w:t xml:space="preserve">Wipe a piece of </w:t>
      </w:r>
      <w:r w:rsidRPr="00BC0788">
        <w:rPr>
          <w:rFonts w:cs="Arial"/>
          <w:szCs w:val="24"/>
        </w:rPr>
        <w:sym w:font="Symbol" w:char="F046"/>
      </w:r>
      <w:r w:rsidRPr="00BC0788">
        <w:rPr>
          <w:rFonts w:cs="Arial"/>
          <w:szCs w:val="24"/>
        </w:rPr>
        <w:t xml:space="preserve"> 12 mm No.1.5 glass coverslip using soft tissue paper dabbed with 70% ethanol to remove debris on the surface of the glass coverslip. Use a pair of sharp tweezers to briefly soak the coverslip in 70% ethanol, transfer it into the 24-well plate and sink it to the bottom of the well containing sterile DMEM. </w:t>
      </w:r>
    </w:p>
    <w:p w14:paraId="0A7C0991" w14:textId="77777777" w:rsidR="00BC0788" w:rsidRPr="00BC0788" w:rsidRDefault="00BC0788" w:rsidP="00BC0965">
      <w:pPr>
        <w:pStyle w:val="ListParagraph"/>
        <w:ind w:left="0"/>
        <w:contextualSpacing w:val="0"/>
        <w:jc w:val="both"/>
        <w:rPr>
          <w:rFonts w:cs="Arial"/>
          <w:szCs w:val="24"/>
        </w:rPr>
      </w:pPr>
    </w:p>
    <w:p w14:paraId="5387B8BC" w14:textId="77777777" w:rsidR="00BC0788" w:rsidRPr="00BC0788" w:rsidRDefault="00BC0788" w:rsidP="00BC0965">
      <w:pPr>
        <w:pStyle w:val="ListParagraph"/>
        <w:ind w:left="0"/>
        <w:contextualSpacing w:val="0"/>
        <w:jc w:val="both"/>
        <w:rPr>
          <w:rFonts w:cs="Arial"/>
          <w:szCs w:val="24"/>
        </w:rPr>
      </w:pPr>
      <w:r w:rsidRPr="00BC0788">
        <w:rPr>
          <w:rFonts w:cs="Arial"/>
          <w:szCs w:val="24"/>
        </w:rPr>
        <w:t>Note: Glass coverslips are conventionally sterilized by flaming. However, coverslips under such treatment easily crack during subsequently handling. 70% ethanol soaking is effective in sterilizing glass coverslips without damaging them.</w:t>
      </w:r>
    </w:p>
    <w:p w14:paraId="18C6D735" w14:textId="77777777" w:rsidR="00BC0788" w:rsidRPr="00BC0788" w:rsidRDefault="00BC0788" w:rsidP="00BC0965">
      <w:pPr>
        <w:pStyle w:val="ListParagraph"/>
        <w:ind w:left="0"/>
        <w:contextualSpacing w:val="0"/>
        <w:jc w:val="both"/>
        <w:rPr>
          <w:rFonts w:cs="Arial"/>
          <w:szCs w:val="24"/>
        </w:rPr>
      </w:pPr>
    </w:p>
    <w:p w14:paraId="1F3AD264" w14:textId="77777777" w:rsidR="00BC0788" w:rsidRPr="00BC0788" w:rsidRDefault="00BC0788" w:rsidP="00BC0965">
      <w:pPr>
        <w:pStyle w:val="ListParagraph"/>
        <w:numPr>
          <w:ilvl w:val="2"/>
          <w:numId w:val="24"/>
        </w:numPr>
        <w:ind w:left="0" w:firstLine="0"/>
        <w:contextualSpacing w:val="0"/>
        <w:jc w:val="both"/>
        <w:rPr>
          <w:rFonts w:cs="Arial"/>
          <w:szCs w:val="24"/>
        </w:rPr>
      </w:pPr>
      <w:r w:rsidRPr="00BC0788">
        <w:rPr>
          <w:rFonts w:cs="Arial"/>
          <w:szCs w:val="24"/>
        </w:rPr>
        <w:t>With the lid covered, leave the 24-well plate in the 37 °</w:t>
      </w:r>
      <w:r w:rsidRPr="00BC0788">
        <w:rPr>
          <w:rFonts w:cs="Arial"/>
          <w:bCs/>
          <w:szCs w:val="24"/>
        </w:rPr>
        <w:t>C</w:t>
      </w:r>
      <w:r w:rsidRPr="00BC0788">
        <w:rPr>
          <w:rFonts w:cs="Arial"/>
          <w:b/>
          <w:bCs/>
          <w:szCs w:val="24"/>
        </w:rPr>
        <w:t xml:space="preserve"> </w:t>
      </w:r>
      <w:r w:rsidRPr="00BC0788">
        <w:rPr>
          <w:rFonts w:cs="Arial"/>
          <w:szCs w:val="24"/>
        </w:rPr>
        <w:t>CO</w:t>
      </w:r>
      <w:r w:rsidRPr="00BC0788">
        <w:rPr>
          <w:rFonts w:cs="Arial"/>
          <w:szCs w:val="24"/>
          <w:vertAlign w:val="subscript"/>
        </w:rPr>
        <w:t>2</w:t>
      </w:r>
      <w:r w:rsidRPr="00BC0788">
        <w:rPr>
          <w:rFonts w:cs="Arial"/>
          <w:szCs w:val="24"/>
        </w:rPr>
        <w:t xml:space="preserve"> incubator until use. </w:t>
      </w:r>
    </w:p>
    <w:p w14:paraId="2EA5FA68" w14:textId="77777777" w:rsidR="00BC0788" w:rsidRPr="00BC0788" w:rsidRDefault="00BC0788" w:rsidP="00BC0965">
      <w:pPr>
        <w:pStyle w:val="ListParagraph"/>
        <w:ind w:left="0"/>
        <w:contextualSpacing w:val="0"/>
        <w:jc w:val="both"/>
        <w:rPr>
          <w:rFonts w:cs="Arial"/>
          <w:szCs w:val="24"/>
        </w:rPr>
      </w:pPr>
    </w:p>
    <w:p w14:paraId="30842479" w14:textId="4CFA7F9F" w:rsidR="00BC0788" w:rsidRPr="00BC0788" w:rsidRDefault="00BC0788" w:rsidP="00BC0965">
      <w:pPr>
        <w:pStyle w:val="ListParagraph"/>
        <w:numPr>
          <w:ilvl w:val="1"/>
          <w:numId w:val="24"/>
        </w:numPr>
        <w:ind w:left="0" w:firstLine="0"/>
        <w:contextualSpacing w:val="0"/>
        <w:jc w:val="both"/>
        <w:rPr>
          <w:rFonts w:cs="Arial"/>
          <w:b/>
          <w:szCs w:val="24"/>
        </w:rPr>
      </w:pPr>
      <w:r w:rsidRPr="00BC0788">
        <w:rPr>
          <w:rFonts w:cs="Arial"/>
          <w:b/>
          <w:szCs w:val="24"/>
        </w:rPr>
        <w:t>Seed cells</w:t>
      </w:r>
    </w:p>
    <w:p w14:paraId="587814BD" w14:textId="77777777" w:rsidR="00BC0788" w:rsidRPr="00BC0788" w:rsidRDefault="00BC0788" w:rsidP="00BC0965">
      <w:pPr>
        <w:pStyle w:val="ListParagraph"/>
        <w:ind w:left="0"/>
        <w:contextualSpacing w:val="0"/>
        <w:jc w:val="both"/>
        <w:rPr>
          <w:rFonts w:cs="Arial"/>
          <w:szCs w:val="24"/>
        </w:rPr>
      </w:pPr>
    </w:p>
    <w:p w14:paraId="11C08E40" w14:textId="6BEE253F" w:rsidR="00BC0788" w:rsidRPr="00FD3916" w:rsidRDefault="00BC0788" w:rsidP="00BC0965">
      <w:pPr>
        <w:pStyle w:val="ListParagraph"/>
        <w:numPr>
          <w:ilvl w:val="2"/>
          <w:numId w:val="24"/>
        </w:numPr>
        <w:ind w:left="0" w:firstLine="0"/>
        <w:contextualSpacing w:val="0"/>
        <w:jc w:val="both"/>
        <w:rPr>
          <w:rFonts w:cs="Arial"/>
          <w:szCs w:val="24"/>
          <w:highlight w:val="yellow"/>
        </w:rPr>
      </w:pPr>
      <w:r w:rsidRPr="00FD3916">
        <w:rPr>
          <w:rFonts w:cs="Arial"/>
          <w:szCs w:val="24"/>
          <w:highlight w:val="yellow"/>
        </w:rPr>
        <w:lastRenderedPageBreak/>
        <w:t xml:space="preserve">Culture HeLa cells (hereafter cells) in a T-25 flask in DMEM supplemented with 10% Fetal Bovine Serum (FBS) (hereafter complete medium) in a 37 </w:t>
      </w:r>
      <w:r w:rsidRPr="00FD3916">
        <w:rPr>
          <w:rFonts w:cs="Arial"/>
          <w:bCs/>
          <w:szCs w:val="24"/>
          <w:highlight w:val="yellow"/>
        </w:rPr>
        <w:t>°C</w:t>
      </w:r>
      <w:r w:rsidRPr="00FD3916">
        <w:rPr>
          <w:rFonts w:cs="Arial"/>
          <w:b/>
          <w:bCs/>
          <w:szCs w:val="24"/>
          <w:highlight w:val="yellow"/>
        </w:rPr>
        <w:t xml:space="preserve"> </w:t>
      </w:r>
      <w:r w:rsidRPr="00FD3916">
        <w:rPr>
          <w:rFonts w:cs="Arial"/>
          <w:szCs w:val="24"/>
          <w:highlight w:val="yellow"/>
        </w:rPr>
        <w:t>CO</w:t>
      </w:r>
      <w:r w:rsidRPr="00FD3916">
        <w:rPr>
          <w:rFonts w:cs="Arial"/>
          <w:szCs w:val="24"/>
          <w:highlight w:val="yellow"/>
          <w:vertAlign w:val="subscript"/>
        </w:rPr>
        <w:t>2</w:t>
      </w:r>
      <w:r w:rsidRPr="00FD3916">
        <w:rPr>
          <w:rFonts w:cs="Arial"/>
          <w:szCs w:val="24"/>
          <w:highlight w:val="yellow"/>
        </w:rPr>
        <w:t xml:space="preserve"> incubator supplied with 5% CO</w:t>
      </w:r>
      <w:r w:rsidRPr="00FD3916">
        <w:rPr>
          <w:rFonts w:cs="Arial"/>
          <w:szCs w:val="24"/>
          <w:highlight w:val="yellow"/>
          <w:vertAlign w:val="subscript"/>
        </w:rPr>
        <w:t>2</w:t>
      </w:r>
      <w:r w:rsidRPr="00FD3916">
        <w:rPr>
          <w:rFonts w:cs="Arial"/>
          <w:szCs w:val="24"/>
          <w:highlight w:val="yellow"/>
        </w:rPr>
        <w:t xml:space="preserve">. </w:t>
      </w:r>
      <w:r w:rsidRPr="00D24F83">
        <w:rPr>
          <w:rFonts w:cs="Arial"/>
          <w:szCs w:val="24"/>
        </w:rPr>
        <w:t>Antibiotics are not necessary here.</w:t>
      </w:r>
    </w:p>
    <w:p w14:paraId="231DDCD5" w14:textId="77777777" w:rsidR="00BC0788" w:rsidRPr="00FD3916" w:rsidRDefault="00BC0788" w:rsidP="00BC0965">
      <w:pPr>
        <w:pStyle w:val="ListParagraph"/>
        <w:ind w:left="0"/>
        <w:contextualSpacing w:val="0"/>
        <w:jc w:val="both"/>
        <w:rPr>
          <w:rFonts w:cs="Arial"/>
          <w:szCs w:val="24"/>
          <w:highlight w:val="yellow"/>
        </w:rPr>
      </w:pPr>
    </w:p>
    <w:p w14:paraId="4BAD97F7" w14:textId="77777777" w:rsidR="00BC0788" w:rsidRPr="00FD3916" w:rsidRDefault="00BC0788" w:rsidP="00BC0965">
      <w:pPr>
        <w:pStyle w:val="ListParagraph"/>
        <w:numPr>
          <w:ilvl w:val="2"/>
          <w:numId w:val="24"/>
        </w:numPr>
        <w:ind w:left="0" w:firstLine="0"/>
        <w:contextualSpacing w:val="0"/>
        <w:jc w:val="both"/>
        <w:rPr>
          <w:rFonts w:cs="Arial"/>
          <w:szCs w:val="24"/>
          <w:highlight w:val="yellow"/>
        </w:rPr>
      </w:pPr>
      <w:r w:rsidRPr="00FD3916">
        <w:rPr>
          <w:rFonts w:cs="Arial"/>
          <w:szCs w:val="24"/>
          <w:highlight w:val="yellow"/>
        </w:rPr>
        <w:t xml:space="preserve">When cells reach ~ 80% confluency, aspirate the culture medium. Add 1 mL of 0.25% Trypsin-EDTA into the flask and incubate the cells in a 37 </w:t>
      </w:r>
      <w:r w:rsidRPr="00FD3916">
        <w:rPr>
          <w:rFonts w:cs="Arial"/>
          <w:bCs/>
          <w:szCs w:val="24"/>
          <w:highlight w:val="yellow"/>
        </w:rPr>
        <w:t>°C</w:t>
      </w:r>
      <w:r w:rsidRPr="00FD3916">
        <w:rPr>
          <w:rFonts w:cs="Arial"/>
          <w:b/>
          <w:bCs/>
          <w:szCs w:val="24"/>
          <w:highlight w:val="yellow"/>
        </w:rPr>
        <w:t xml:space="preserve"> </w:t>
      </w:r>
      <w:r w:rsidRPr="00FD3916">
        <w:rPr>
          <w:rFonts w:cs="Arial"/>
          <w:szCs w:val="24"/>
          <w:highlight w:val="yellow"/>
        </w:rPr>
        <w:t>CO</w:t>
      </w:r>
      <w:r w:rsidRPr="00FD3916">
        <w:rPr>
          <w:rFonts w:cs="Arial"/>
          <w:szCs w:val="24"/>
          <w:highlight w:val="yellow"/>
          <w:vertAlign w:val="subscript"/>
        </w:rPr>
        <w:t>2</w:t>
      </w:r>
      <w:r w:rsidRPr="00FD3916">
        <w:rPr>
          <w:rFonts w:cs="Arial"/>
          <w:szCs w:val="24"/>
          <w:highlight w:val="yellow"/>
        </w:rPr>
        <w:t xml:space="preserve"> incubator for 2 min. Add 1 mL complete medium into the flask and gently flush the cells off the flask wall by pipetting.</w:t>
      </w:r>
    </w:p>
    <w:p w14:paraId="5DABCE99" w14:textId="77777777" w:rsidR="00BC0788" w:rsidRPr="00FD3916" w:rsidRDefault="00BC0788" w:rsidP="00BC0965">
      <w:pPr>
        <w:pStyle w:val="ListParagraph"/>
        <w:ind w:left="0"/>
        <w:contextualSpacing w:val="0"/>
        <w:jc w:val="both"/>
        <w:rPr>
          <w:rFonts w:cs="Arial"/>
          <w:szCs w:val="24"/>
          <w:highlight w:val="yellow"/>
        </w:rPr>
      </w:pPr>
    </w:p>
    <w:p w14:paraId="2321A4B1" w14:textId="77777777" w:rsidR="00BC0788" w:rsidRPr="00FD3916" w:rsidRDefault="00BC0788" w:rsidP="00BC0965">
      <w:pPr>
        <w:pStyle w:val="ListParagraph"/>
        <w:numPr>
          <w:ilvl w:val="2"/>
          <w:numId w:val="24"/>
        </w:numPr>
        <w:ind w:left="0" w:firstLine="0"/>
        <w:contextualSpacing w:val="0"/>
        <w:jc w:val="both"/>
        <w:rPr>
          <w:rFonts w:cs="Arial"/>
          <w:szCs w:val="24"/>
          <w:highlight w:val="yellow"/>
        </w:rPr>
      </w:pPr>
      <w:r w:rsidRPr="00FD3916">
        <w:rPr>
          <w:rFonts w:cs="Arial"/>
          <w:szCs w:val="24"/>
          <w:highlight w:val="yellow"/>
        </w:rPr>
        <w:t>Transfer detached cells to a sterile centrifugation tube and spin at 500 x g for 2 min to pellet the cells. Aspirate the supernatant and suspend the cell pellet in 1 mL complete medium.</w:t>
      </w:r>
    </w:p>
    <w:p w14:paraId="5CB7DD5C" w14:textId="77777777" w:rsidR="00BC0788" w:rsidRPr="00FD3916" w:rsidRDefault="00BC0788" w:rsidP="00BC0965">
      <w:pPr>
        <w:pStyle w:val="ListParagraph"/>
        <w:ind w:left="0"/>
        <w:contextualSpacing w:val="0"/>
        <w:jc w:val="both"/>
        <w:rPr>
          <w:rFonts w:cs="Arial"/>
          <w:szCs w:val="24"/>
          <w:highlight w:val="yellow"/>
        </w:rPr>
      </w:pPr>
    </w:p>
    <w:p w14:paraId="14B40211" w14:textId="6B83713A" w:rsidR="00BC0788" w:rsidRPr="00FD3916" w:rsidRDefault="00BC0788" w:rsidP="00BC0965">
      <w:pPr>
        <w:pStyle w:val="ListParagraph"/>
        <w:numPr>
          <w:ilvl w:val="2"/>
          <w:numId w:val="24"/>
        </w:numPr>
        <w:ind w:left="0" w:firstLine="0"/>
        <w:contextualSpacing w:val="0"/>
        <w:jc w:val="both"/>
        <w:rPr>
          <w:rFonts w:cs="Arial"/>
          <w:szCs w:val="24"/>
          <w:highlight w:val="yellow"/>
        </w:rPr>
      </w:pPr>
      <w:r w:rsidRPr="00FD3916">
        <w:rPr>
          <w:rFonts w:cs="Arial"/>
          <w:szCs w:val="24"/>
          <w:highlight w:val="yellow"/>
        </w:rPr>
        <w:t>Aspirate the medium in the well of 24-well plate containing the sterilized glass coverslip and seed ~ 1 x 10</w:t>
      </w:r>
      <w:r w:rsidRPr="00FD3916">
        <w:rPr>
          <w:rFonts w:cs="Arial"/>
          <w:szCs w:val="24"/>
          <w:highlight w:val="yellow"/>
          <w:vertAlign w:val="superscript"/>
        </w:rPr>
        <w:t>5</w:t>
      </w:r>
      <w:r w:rsidRPr="00FD3916">
        <w:rPr>
          <w:rFonts w:cs="Arial"/>
          <w:szCs w:val="24"/>
          <w:highlight w:val="yellow"/>
        </w:rPr>
        <w:t xml:space="preserve"> cells in the well. Top up the volume of the well with complete medium to 0.5 mL. Incubate in a 37 </w:t>
      </w:r>
      <w:r w:rsidRPr="00FD3916">
        <w:rPr>
          <w:rFonts w:cs="Arial"/>
          <w:bCs/>
          <w:szCs w:val="24"/>
          <w:highlight w:val="yellow"/>
        </w:rPr>
        <w:t>°C</w:t>
      </w:r>
      <w:r w:rsidRPr="00FD3916">
        <w:rPr>
          <w:rFonts w:cs="Arial"/>
          <w:b/>
          <w:bCs/>
          <w:szCs w:val="24"/>
          <w:highlight w:val="yellow"/>
        </w:rPr>
        <w:t xml:space="preserve"> </w:t>
      </w:r>
      <w:r w:rsidRPr="00FD3916">
        <w:rPr>
          <w:rFonts w:cs="Arial"/>
          <w:szCs w:val="24"/>
          <w:highlight w:val="yellow"/>
        </w:rPr>
        <w:t>CO</w:t>
      </w:r>
      <w:r w:rsidRPr="00FD3916">
        <w:rPr>
          <w:rFonts w:cs="Arial"/>
          <w:szCs w:val="24"/>
          <w:highlight w:val="yellow"/>
          <w:vertAlign w:val="subscript"/>
        </w:rPr>
        <w:t>2</w:t>
      </w:r>
      <w:r w:rsidRPr="00FD3916">
        <w:rPr>
          <w:rFonts w:cs="Arial"/>
          <w:szCs w:val="24"/>
          <w:highlight w:val="yellow"/>
        </w:rPr>
        <w:t xml:space="preserve"> incubator supplied with 5% CO</w:t>
      </w:r>
      <w:r w:rsidRPr="00FD3916">
        <w:rPr>
          <w:rFonts w:cs="Arial"/>
          <w:szCs w:val="24"/>
          <w:highlight w:val="yellow"/>
          <w:vertAlign w:val="subscript"/>
        </w:rPr>
        <w:t>2</w:t>
      </w:r>
      <w:r w:rsidRPr="00FD3916">
        <w:rPr>
          <w:rFonts w:cs="Arial"/>
          <w:szCs w:val="24"/>
          <w:highlight w:val="yellow"/>
        </w:rPr>
        <w:t xml:space="preserve">. </w:t>
      </w:r>
      <w:r w:rsidR="00BC4E4E" w:rsidRPr="00BC4E4E">
        <w:rPr>
          <w:rFonts w:cs="Arial"/>
          <w:szCs w:val="24"/>
          <w:highlight w:val="yellow"/>
        </w:rPr>
        <w:t xml:space="preserve">Culture the cells to ~ 80% confluency. </w:t>
      </w:r>
      <w:r w:rsidRPr="00FD3916">
        <w:rPr>
          <w:rFonts w:cs="Arial"/>
          <w:szCs w:val="24"/>
          <w:highlight w:val="yellow"/>
        </w:rPr>
        <w:t xml:space="preserve"> </w:t>
      </w:r>
    </w:p>
    <w:p w14:paraId="58C01260" w14:textId="77777777" w:rsidR="00BC0788" w:rsidRPr="00BC0788" w:rsidRDefault="00BC0788" w:rsidP="00BC0965">
      <w:pPr>
        <w:pStyle w:val="ListParagraph"/>
        <w:ind w:left="0"/>
        <w:contextualSpacing w:val="0"/>
        <w:jc w:val="both"/>
        <w:rPr>
          <w:rFonts w:cs="Arial"/>
          <w:szCs w:val="24"/>
        </w:rPr>
      </w:pPr>
    </w:p>
    <w:p w14:paraId="5B8DE2A9" w14:textId="77777777" w:rsidR="00BC0788" w:rsidRPr="00BC0788" w:rsidRDefault="00BC0788" w:rsidP="00BC0965">
      <w:pPr>
        <w:pStyle w:val="ListParagraph"/>
        <w:numPr>
          <w:ilvl w:val="1"/>
          <w:numId w:val="24"/>
        </w:numPr>
        <w:ind w:left="0" w:firstLine="0"/>
        <w:contextualSpacing w:val="0"/>
        <w:jc w:val="both"/>
        <w:rPr>
          <w:rFonts w:cs="Arial"/>
          <w:b/>
          <w:szCs w:val="24"/>
        </w:rPr>
      </w:pPr>
      <w:r w:rsidRPr="00BC0788">
        <w:rPr>
          <w:rFonts w:cs="Arial"/>
          <w:b/>
          <w:szCs w:val="24"/>
        </w:rPr>
        <w:t>Transfect cells</w:t>
      </w:r>
    </w:p>
    <w:p w14:paraId="6D3D5BE9" w14:textId="77777777" w:rsidR="00BC0788" w:rsidRPr="00BC0788" w:rsidRDefault="00BC0788" w:rsidP="00BC0965">
      <w:pPr>
        <w:pStyle w:val="ListParagraph"/>
        <w:ind w:left="0"/>
        <w:contextualSpacing w:val="0"/>
        <w:jc w:val="both"/>
        <w:rPr>
          <w:rFonts w:cs="Arial"/>
          <w:szCs w:val="24"/>
        </w:rPr>
      </w:pPr>
    </w:p>
    <w:p w14:paraId="65FBF6C6" w14:textId="0DEE4E38" w:rsidR="00BC0788" w:rsidRPr="00BC0788" w:rsidRDefault="00871532" w:rsidP="00871532">
      <w:pPr>
        <w:pStyle w:val="ListParagraph"/>
        <w:ind w:left="0"/>
        <w:contextualSpacing w:val="0"/>
        <w:jc w:val="both"/>
        <w:rPr>
          <w:rFonts w:cs="Arial"/>
          <w:szCs w:val="24"/>
        </w:rPr>
      </w:pPr>
      <w:r>
        <w:rPr>
          <w:rFonts w:cs="Arial"/>
          <w:szCs w:val="24"/>
        </w:rPr>
        <w:t xml:space="preserve">Note: </w:t>
      </w:r>
      <w:r w:rsidR="00BC0788" w:rsidRPr="00BC0788">
        <w:rPr>
          <w:rFonts w:cs="Arial"/>
          <w:szCs w:val="24"/>
        </w:rPr>
        <w:t>Well-spread cells are advantageous for imaging dispersed Golgi mini-stacks.</w:t>
      </w:r>
    </w:p>
    <w:p w14:paraId="0E36F0F6" w14:textId="77777777" w:rsidR="00BC0788" w:rsidRPr="00BC0788" w:rsidRDefault="00BC0788" w:rsidP="00BC0965">
      <w:pPr>
        <w:pStyle w:val="ListParagraph"/>
        <w:ind w:left="0"/>
        <w:contextualSpacing w:val="0"/>
        <w:jc w:val="both"/>
        <w:rPr>
          <w:rFonts w:cs="Arial"/>
          <w:szCs w:val="24"/>
        </w:rPr>
      </w:pPr>
    </w:p>
    <w:p w14:paraId="3B07BA36" w14:textId="07234A6A" w:rsidR="00BC0788" w:rsidRPr="003B763B" w:rsidRDefault="00871532" w:rsidP="003B763B">
      <w:pPr>
        <w:pStyle w:val="ListParagraph"/>
        <w:numPr>
          <w:ilvl w:val="2"/>
          <w:numId w:val="24"/>
        </w:numPr>
        <w:ind w:left="0" w:firstLine="0"/>
        <w:contextualSpacing w:val="0"/>
        <w:jc w:val="both"/>
        <w:rPr>
          <w:rFonts w:cs="Arial"/>
          <w:szCs w:val="24"/>
        </w:rPr>
      </w:pPr>
      <w:r w:rsidRPr="008649AB">
        <w:rPr>
          <w:rFonts w:cs="Arial"/>
          <w:szCs w:val="24"/>
          <w:highlight w:val="yellow"/>
        </w:rPr>
        <w:t xml:space="preserve">Transfect ~ 80% confluent cells with </w:t>
      </w:r>
      <w:r w:rsidR="00BC0788" w:rsidRPr="008649AB">
        <w:rPr>
          <w:rFonts w:cs="Arial"/>
          <w:szCs w:val="24"/>
          <w:highlight w:val="yellow"/>
        </w:rPr>
        <w:t>80 ng GalT-mCherry</w:t>
      </w:r>
      <w:hyperlink w:anchor="_ENREF_7" w:tooltip="Tie, 2016 #383" w:history="1">
        <w:r w:rsidR="00BC0788" w:rsidRPr="008649AB">
          <w:rPr>
            <w:rStyle w:val="Hyperlink"/>
            <w:rFonts w:cs="Arial"/>
            <w:color w:val="auto"/>
            <w:szCs w:val="24"/>
            <w:highlight w:val="yellow"/>
            <w:u w:val="none"/>
          </w:rPr>
          <w:fldChar w:fldCharType="begin"/>
        </w:r>
        <w:r w:rsidR="00BC0788" w:rsidRPr="008649AB">
          <w:rPr>
            <w:rStyle w:val="Hyperlink"/>
            <w:rFonts w:cs="Arial"/>
            <w:color w:val="auto"/>
            <w:szCs w:val="24"/>
            <w:highlight w:val="yellow"/>
            <w:u w:val="none"/>
          </w:rPr>
          <w:instrText xml:space="preserve"> ADDIN EN.CITE &lt;EndNote&gt;&lt;Cite&gt;&lt;Author&gt;Tie&lt;/Author&gt;&lt;Year&gt;2016&lt;/Year&gt;&lt;RecNum&gt;383&lt;/RecNum&gt;&lt;DisplayText&gt;&lt;style face="superscript"&gt;7&lt;/style&gt;&lt;/DisplayText&gt;&lt;record&gt;&lt;rec-number&gt;383&lt;/rec-number&gt;&lt;foreign-keys&gt;&lt;key app="EN" db-id="rvz5sv9x2et50aes2f6xrdxh59sp0w00x0v9" timestamp="1473405273"&gt;383&lt;/key&gt;&lt;/foreign-keys&gt;&lt;ref-type name="Journal Article"&gt;17&lt;/ref-type&gt;&lt;contributors&gt;&lt;authors&gt;&lt;author&gt;Tie, H. C.&lt;/author&gt;&lt;author&gt;Mahajan, D.&lt;/author&gt;&lt;author&gt;Chen, B.&lt;/author&gt;&lt;author&gt;Cheng, L.&lt;/author&gt;&lt;author&gt;VanDongen, A. M.&lt;/author&gt;&lt;author&gt;Lu, L.&lt;/author&gt;&lt;/authors&gt;&lt;/contributors&gt;&lt;auth-address&gt;School of Biological Sciences, Nanyang Technological University, Singapore 637551.&amp;#xD;Bioinformatics Institute, Singapore 138671 School of Computing, National University of Singapore, Singapore 117417.&amp;#xD;Program in Neuroscience and Behavioral Disorders, Duke-NUS Graduate Medical School, Singapore 169857.&amp;#xD;School of Biological Sciences, Nanyang Technological University, Singapore 637551 lulei@ntu.edu.sg.&lt;/auth-address&gt;&lt;titles&gt;&lt;title&gt;A novel imaging method for quantitative Golgi localization reveals differential intra-Golgi trafficking of secretory cargoes&lt;/title&gt;&lt;secondary-title&gt;Mol Biol Cell&lt;/secondary-title&gt;&lt;/titles&gt;&lt;periodical&gt;&lt;full-title&gt;Mol Biol Cell&lt;/full-title&gt;&lt;/periodical&gt;&lt;pages&gt;848-61&lt;/pages&gt;&lt;volume&gt;27&lt;/volume&gt;&lt;number&gt;5&lt;/number&gt;&lt;edition&gt;2016/01/15&lt;/edition&gt;&lt;dates&gt;&lt;year&gt;2016&lt;/year&gt;&lt;pub-dates&gt;&lt;date&gt;Mar 1&lt;/date&gt;&lt;/pub-dates&gt;&lt;/dates&gt;&lt;isbn&gt;1939-4586 (Electronic)&amp;#xD;1059-1524 (Linking)&lt;/isbn&gt;&lt;accession-num&gt;26764092&lt;/accession-num&gt;&lt;urls&gt;&lt;related-urls&gt;&lt;url&gt;http://www.ncbi.nlm.nih.gov/pubmed/26764092&lt;/url&gt;&lt;/related-urls&gt;&lt;/urls&gt;&lt;custom2&gt;4803310&lt;/custom2&gt;&lt;electronic-resource-num&gt;10.1091/mbc.E15-09-0664&amp;#xD;mbc.E15-09-0664 [pii]&lt;/electronic-resource-num&gt;&lt;language&gt;eng&lt;/language&gt;&lt;/record&gt;&lt;/Cite&gt;&lt;/EndNote&gt;</w:instrText>
        </w:r>
        <w:r w:rsidR="00BC0788" w:rsidRPr="008649AB">
          <w:rPr>
            <w:rStyle w:val="Hyperlink"/>
            <w:rFonts w:cs="Arial"/>
            <w:color w:val="auto"/>
            <w:szCs w:val="24"/>
            <w:highlight w:val="yellow"/>
            <w:u w:val="none"/>
          </w:rPr>
          <w:fldChar w:fldCharType="separate"/>
        </w:r>
        <w:r w:rsidR="00BC0788" w:rsidRPr="008649AB">
          <w:rPr>
            <w:rStyle w:val="Hyperlink"/>
            <w:rFonts w:cs="Arial"/>
            <w:color w:val="auto"/>
            <w:szCs w:val="24"/>
            <w:highlight w:val="yellow"/>
            <w:u w:val="none"/>
            <w:vertAlign w:val="superscript"/>
          </w:rPr>
          <w:t>7</w:t>
        </w:r>
        <w:r w:rsidR="00BC0788" w:rsidRPr="008649AB">
          <w:rPr>
            <w:rStyle w:val="Hyperlink"/>
            <w:rFonts w:cs="Arial"/>
            <w:color w:val="auto"/>
            <w:szCs w:val="24"/>
            <w:highlight w:val="yellow"/>
            <w:u w:val="none"/>
          </w:rPr>
          <w:fldChar w:fldCharType="end"/>
        </w:r>
      </w:hyperlink>
      <w:r w:rsidR="00BC0788" w:rsidRPr="008649AB">
        <w:rPr>
          <w:rFonts w:cs="Arial"/>
          <w:szCs w:val="24"/>
          <w:highlight w:val="yellow"/>
        </w:rPr>
        <w:t xml:space="preserve"> and 320 ng TPST1-EGFP (see </w:t>
      </w:r>
      <w:r w:rsidR="00BC0788" w:rsidRPr="008649AB">
        <w:rPr>
          <w:rFonts w:cs="Arial"/>
          <w:b/>
          <w:szCs w:val="24"/>
          <w:highlight w:val="yellow"/>
        </w:rPr>
        <w:t>Table of Materials</w:t>
      </w:r>
      <w:r w:rsidR="00BC0788" w:rsidRPr="008649AB">
        <w:rPr>
          <w:rFonts w:cs="Arial"/>
          <w:szCs w:val="24"/>
          <w:highlight w:val="yellow"/>
        </w:rPr>
        <w:t xml:space="preserve">) DNA plasmids </w:t>
      </w:r>
      <w:r w:rsidR="003B763B" w:rsidRPr="008649AB">
        <w:rPr>
          <w:rFonts w:cs="Arial"/>
          <w:szCs w:val="24"/>
          <w:highlight w:val="yellow"/>
        </w:rPr>
        <w:t>using a</w:t>
      </w:r>
      <w:r w:rsidR="00BC0788" w:rsidRPr="008649AB">
        <w:rPr>
          <w:rFonts w:cs="Arial"/>
          <w:szCs w:val="24"/>
          <w:highlight w:val="yellow"/>
        </w:rPr>
        <w:t xml:space="preserve"> transfection reagent according to the protocol provided by the manufacturer.</w:t>
      </w:r>
      <w:r w:rsidR="003B763B" w:rsidRPr="008649AB">
        <w:rPr>
          <w:rFonts w:cs="Arial"/>
          <w:szCs w:val="24"/>
          <w:highlight w:val="yellow"/>
        </w:rPr>
        <w:t xml:space="preserve"> </w:t>
      </w:r>
      <w:r w:rsidR="00BC0788" w:rsidRPr="008649AB">
        <w:rPr>
          <w:rFonts w:cs="Arial"/>
          <w:szCs w:val="24"/>
          <w:highlight w:val="yellow"/>
        </w:rPr>
        <w:t xml:space="preserve">Incubate in a 37 </w:t>
      </w:r>
      <w:r w:rsidR="00BC0788" w:rsidRPr="008649AB">
        <w:rPr>
          <w:rFonts w:cs="Arial"/>
          <w:bCs/>
          <w:szCs w:val="24"/>
          <w:highlight w:val="yellow"/>
        </w:rPr>
        <w:t>°C</w:t>
      </w:r>
      <w:r w:rsidR="00BC0788" w:rsidRPr="008649AB">
        <w:rPr>
          <w:rFonts w:cs="Arial"/>
          <w:b/>
          <w:bCs/>
          <w:szCs w:val="24"/>
          <w:highlight w:val="yellow"/>
        </w:rPr>
        <w:t xml:space="preserve"> </w:t>
      </w:r>
      <w:r w:rsidR="00BC0788" w:rsidRPr="008649AB">
        <w:rPr>
          <w:rFonts w:cs="Arial"/>
          <w:szCs w:val="24"/>
          <w:highlight w:val="yellow"/>
        </w:rPr>
        <w:t>CO</w:t>
      </w:r>
      <w:r w:rsidR="00BC0788" w:rsidRPr="008649AB">
        <w:rPr>
          <w:rFonts w:cs="Arial"/>
          <w:szCs w:val="24"/>
          <w:highlight w:val="yellow"/>
          <w:vertAlign w:val="subscript"/>
        </w:rPr>
        <w:t>2</w:t>
      </w:r>
      <w:r w:rsidR="00BC0788" w:rsidRPr="008649AB">
        <w:rPr>
          <w:rFonts w:cs="Arial"/>
          <w:szCs w:val="24"/>
          <w:highlight w:val="yellow"/>
        </w:rPr>
        <w:t xml:space="preserve"> incubator. Change the medium after 4–6 h incubation.</w:t>
      </w:r>
      <w:r w:rsidR="00BC0788" w:rsidRPr="003B763B">
        <w:rPr>
          <w:rFonts w:cs="Arial"/>
          <w:szCs w:val="24"/>
        </w:rPr>
        <w:t xml:space="preserve"> The cells are ready ~ 12 h later.</w:t>
      </w:r>
    </w:p>
    <w:p w14:paraId="327F7658" w14:textId="77777777" w:rsidR="00BC0788" w:rsidRPr="00BC0788" w:rsidRDefault="00BC0788" w:rsidP="00BC0965">
      <w:pPr>
        <w:pStyle w:val="ListParagraph"/>
        <w:ind w:left="0"/>
        <w:contextualSpacing w:val="0"/>
        <w:jc w:val="both"/>
        <w:rPr>
          <w:rFonts w:cs="Arial"/>
          <w:szCs w:val="24"/>
        </w:rPr>
      </w:pPr>
    </w:p>
    <w:p w14:paraId="5EEBE7CE" w14:textId="77777777" w:rsidR="00BC0788" w:rsidRPr="00BC0788" w:rsidRDefault="00BC0788" w:rsidP="00BC0965">
      <w:pPr>
        <w:pStyle w:val="ListParagraph"/>
        <w:numPr>
          <w:ilvl w:val="1"/>
          <w:numId w:val="24"/>
        </w:numPr>
        <w:ind w:left="0" w:firstLine="0"/>
        <w:contextualSpacing w:val="0"/>
        <w:jc w:val="both"/>
        <w:rPr>
          <w:rFonts w:cs="Arial"/>
          <w:b/>
          <w:szCs w:val="24"/>
        </w:rPr>
      </w:pPr>
      <w:r w:rsidRPr="00BC0788">
        <w:rPr>
          <w:rFonts w:cs="Arial"/>
          <w:b/>
          <w:szCs w:val="24"/>
        </w:rPr>
        <w:t>Nocodazole treatment to generate Golgi mini-stacks</w:t>
      </w:r>
    </w:p>
    <w:p w14:paraId="1B28C1E0" w14:textId="77777777" w:rsidR="00BC0788" w:rsidRPr="00BC0788" w:rsidRDefault="00BC0788" w:rsidP="00BC0965">
      <w:pPr>
        <w:pStyle w:val="ListParagraph"/>
        <w:ind w:left="0"/>
        <w:contextualSpacing w:val="0"/>
        <w:jc w:val="both"/>
        <w:rPr>
          <w:rFonts w:cs="Arial"/>
          <w:szCs w:val="24"/>
        </w:rPr>
      </w:pPr>
    </w:p>
    <w:p w14:paraId="05A26168" w14:textId="6A0860E3" w:rsidR="00BC0788" w:rsidRPr="00BC0788" w:rsidRDefault="00BC0788" w:rsidP="00BC0965">
      <w:pPr>
        <w:pStyle w:val="ListParagraph"/>
        <w:numPr>
          <w:ilvl w:val="2"/>
          <w:numId w:val="24"/>
        </w:numPr>
        <w:ind w:left="0" w:firstLine="0"/>
        <w:contextualSpacing w:val="0"/>
        <w:jc w:val="both"/>
        <w:rPr>
          <w:rFonts w:cs="Arial"/>
          <w:bCs/>
          <w:szCs w:val="24"/>
        </w:rPr>
      </w:pPr>
      <w:r w:rsidRPr="00BC0788">
        <w:rPr>
          <w:rFonts w:cs="Arial"/>
          <w:szCs w:val="24"/>
        </w:rPr>
        <w:t>Prepare a nocodazole stock solution (33 mM) by dissolving 10 mg nocodazole powder in 1 mL dimethyl sulfoxide. Aliquot the stock solution and store at -20 °</w:t>
      </w:r>
      <w:r w:rsidRPr="00BC0788">
        <w:rPr>
          <w:rFonts w:cs="Arial"/>
          <w:bCs/>
          <w:szCs w:val="24"/>
        </w:rPr>
        <w:t>C for long term storage.</w:t>
      </w:r>
    </w:p>
    <w:p w14:paraId="417F7AA5" w14:textId="77777777" w:rsidR="00BC0788" w:rsidRPr="00BC0788" w:rsidRDefault="00BC0788" w:rsidP="00BC0965">
      <w:pPr>
        <w:pStyle w:val="ListParagraph"/>
        <w:ind w:left="0"/>
        <w:contextualSpacing w:val="0"/>
        <w:jc w:val="both"/>
        <w:rPr>
          <w:rFonts w:cs="Arial"/>
          <w:szCs w:val="24"/>
        </w:rPr>
      </w:pPr>
    </w:p>
    <w:p w14:paraId="5290D7B1" w14:textId="77777777" w:rsidR="00BC0788" w:rsidRPr="00BC0788" w:rsidRDefault="00BC0788" w:rsidP="00BC0965">
      <w:pPr>
        <w:pStyle w:val="ListParagraph"/>
        <w:numPr>
          <w:ilvl w:val="2"/>
          <w:numId w:val="24"/>
        </w:numPr>
        <w:ind w:left="0" w:firstLine="0"/>
        <w:contextualSpacing w:val="0"/>
        <w:jc w:val="both"/>
        <w:rPr>
          <w:rFonts w:cs="Arial"/>
          <w:szCs w:val="24"/>
        </w:rPr>
      </w:pPr>
      <w:r w:rsidRPr="00BC0788">
        <w:rPr>
          <w:rFonts w:cs="Arial"/>
          <w:szCs w:val="24"/>
        </w:rPr>
        <w:t xml:space="preserve">Dilute 1 µL of nocodazole stock solution (33 mM) in 1 mL 37 </w:t>
      </w:r>
      <w:r w:rsidRPr="00BC0788">
        <w:rPr>
          <w:rFonts w:cs="Arial"/>
          <w:bCs/>
          <w:szCs w:val="24"/>
        </w:rPr>
        <w:t>°C</w:t>
      </w:r>
      <w:r w:rsidRPr="00BC0788">
        <w:rPr>
          <w:rFonts w:cs="Arial"/>
          <w:b/>
          <w:bCs/>
          <w:szCs w:val="24"/>
        </w:rPr>
        <w:t xml:space="preserve"> </w:t>
      </w:r>
      <w:r w:rsidRPr="00BC0788">
        <w:rPr>
          <w:rFonts w:cs="Arial"/>
          <w:szCs w:val="24"/>
        </w:rPr>
        <w:t>complete medium (final concentration 33 µM). Centrifuge at top speed to remove particulate matter.</w:t>
      </w:r>
    </w:p>
    <w:p w14:paraId="19AF93A5" w14:textId="77777777" w:rsidR="00BC0788" w:rsidRPr="00BC0788" w:rsidRDefault="00BC0788" w:rsidP="00BC0965">
      <w:pPr>
        <w:pStyle w:val="ListParagraph"/>
        <w:ind w:left="0"/>
        <w:contextualSpacing w:val="0"/>
        <w:jc w:val="both"/>
        <w:rPr>
          <w:rFonts w:cs="Arial"/>
          <w:szCs w:val="24"/>
        </w:rPr>
      </w:pPr>
    </w:p>
    <w:p w14:paraId="7FBFDB75" w14:textId="41F49D13" w:rsidR="00BC0788" w:rsidRPr="000102B8" w:rsidRDefault="00BC0788" w:rsidP="00BC0965">
      <w:pPr>
        <w:pStyle w:val="ListParagraph"/>
        <w:numPr>
          <w:ilvl w:val="2"/>
          <w:numId w:val="24"/>
        </w:numPr>
        <w:ind w:left="0" w:firstLine="0"/>
        <w:contextualSpacing w:val="0"/>
        <w:jc w:val="both"/>
        <w:rPr>
          <w:rFonts w:cs="Arial"/>
          <w:szCs w:val="24"/>
          <w:highlight w:val="yellow"/>
        </w:rPr>
      </w:pPr>
      <w:r w:rsidRPr="000102B8">
        <w:rPr>
          <w:rFonts w:cs="Arial"/>
          <w:szCs w:val="24"/>
          <w:highlight w:val="yellow"/>
        </w:rPr>
        <w:t xml:space="preserve">Aspirate the medium in the well and add 0.5 mL of 33 µM nocodazole containing complete medium. Incubate the cells in a 37 </w:t>
      </w:r>
      <w:r w:rsidRPr="000102B8">
        <w:rPr>
          <w:rFonts w:cs="Arial"/>
          <w:bCs/>
          <w:szCs w:val="24"/>
          <w:highlight w:val="yellow"/>
        </w:rPr>
        <w:t>°C</w:t>
      </w:r>
      <w:r w:rsidRPr="000102B8">
        <w:rPr>
          <w:rFonts w:cs="Arial"/>
          <w:szCs w:val="24"/>
          <w:highlight w:val="yellow"/>
        </w:rPr>
        <w:t xml:space="preserve"> CO</w:t>
      </w:r>
      <w:r w:rsidRPr="000102B8">
        <w:rPr>
          <w:rFonts w:cs="Arial"/>
          <w:szCs w:val="24"/>
          <w:highlight w:val="yellow"/>
          <w:vertAlign w:val="subscript"/>
        </w:rPr>
        <w:t>2</w:t>
      </w:r>
      <w:r w:rsidRPr="000102B8">
        <w:rPr>
          <w:rFonts w:cs="Arial"/>
          <w:szCs w:val="24"/>
          <w:highlight w:val="yellow"/>
        </w:rPr>
        <w:t xml:space="preserve"> incubator for 3 h.</w:t>
      </w:r>
      <w:r w:rsidR="00270472">
        <w:rPr>
          <w:rFonts w:cs="Arial"/>
          <w:szCs w:val="24"/>
          <w:highlight w:val="yellow"/>
        </w:rPr>
        <w:t xml:space="preserve"> Proceed to immunofluorescence labeling (section 1.5).</w:t>
      </w:r>
    </w:p>
    <w:p w14:paraId="7E531262" w14:textId="77777777" w:rsidR="00BC0788" w:rsidRPr="00BC0788" w:rsidRDefault="00BC0788" w:rsidP="00BC0965">
      <w:pPr>
        <w:pStyle w:val="ListParagraph"/>
        <w:ind w:left="0"/>
        <w:contextualSpacing w:val="0"/>
        <w:jc w:val="both"/>
        <w:rPr>
          <w:rFonts w:cs="Arial"/>
          <w:szCs w:val="24"/>
        </w:rPr>
      </w:pPr>
    </w:p>
    <w:p w14:paraId="53F5359B" w14:textId="77777777" w:rsidR="00BC0788" w:rsidRPr="00BC0788" w:rsidRDefault="00BC0788" w:rsidP="00BC0965">
      <w:pPr>
        <w:pStyle w:val="ListParagraph"/>
        <w:numPr>
          <w:ilvl w:val="1"/>
          <w:numId w:val="24"/>
        </w:numPr>
        <w:ind w:left="0" w:firstLine="0"/>
        <w:contextualSpacing w:val="0"/>
        <w:jc w:val="both"/>
        <w:rPr>
          <w:rFonts w:cs="Arial"/>
          <w:b/>
          <w:szCs w:val="24"/>
        </w:rPr>
      </w:pPr>
      <w:r w:rsidRPr="00BC0788">
        <w:rPr>
          <w:rFonts w:cs="Arial"/>
          <w:b/>
          <w:szCs w:val="24"/>
        </w:rPr>
        <w:t xml:space="preserve">Immunofluorescence labeling </w:t>
      </w:r>
    </w:p>
    <w:p w14:paraId="01166CD4" w14:textId="77777777" w:rsidR="00BC0788" w:rsidRPr="00BC0788" w:rsidRDefault="00BC0788" w:rsidP="00BC0965">
      <w:pPr>
        <w:pStyle w:val="ListParagraph"/>
        <w:ind w:left="0"/>
        <w:contextualSpacing w:val="0"/>
        <w:jc w:val="both"/>
        <w:rPr>
          <w:rFonts w:cs="Arial"/>
          <w:szCs w:val="24"/>
        </w:rPr>
      </w:pPr>
    </w:p>
    <w:p w14:paraId="5459BB9C" w14:textId="77777777" w:rsidR="00BC0788" w:rsidRPr="00BC0788" w:rsidRDefault="00BC0788" w:rsidP="00BC0965">
      <w:pPr>
        <w:pStyle w:val="ListParagraph"/>
        <w:ind w:left="0"/>
        <w:contextualSpacing w:val="0"/>
        <w:jc w:val="both"/>
        <w:rPr>
          <w:rFonts w:cs="Arial"/>
          <w:szCs w:val="24"/>
        </w:rPr>
      </w:pPr>
      <w:r w:rsidRPr="00BC0788">
        <w:rPr>
          <w:rFonts w:cs="Arial"/>
          <w:szCs w:val="24"/>
        </w:rPr>
        <w:t>Note: Keep cells in the dark to avoid photobleaching of GalT-mCherry and TPST1-EGFP.</w:t>
      </w:r>
    </w:p>
    <w:p w14:paraId="117F2B2A" w14:textId="77777777" w:rsidR="00BC0788" w:rsidRPr="00BC0788" w:rsidRDefault="00BC0788" w:rsidP="00BC0965">
      <w:pPr>
        <w:pStyle w:val="ListParagraph"/>
        <w:ind w:left="0"/>
        <w:contextualSpacing w:val="0"/>
        <w:jc w:val="both"/>
        <w:rPr>
          <w:rFonts w:cs="Arial"/>
          <w:szCs w:val="24"/>
        </w:rPr>
      </w:pPr>
    </w:p>
    <w:p w14:paraId="56A7A0E1" w14:textId="0A59F059" w:rsidR="00BC0788" w:rsidRPr="00BC0788" w:rsidRDefault="00BC0788" w:rsidP="00BC0965">
      <w:pPr>
        <w:pStyle w:val="ListParagraph"/>
        <w:numPr>
          <w:ilvl w:val="2"/>
          <w:numId w:val="25"/>
        </w:numPr>
        <w:ind w:left="0" w:firstLine="0"/>
        <w:contextualSpacing w:val="0"/>
        <w:jc w:val="both"/>
        <w:rPr>
          <w:rFonts w:cs="Arial"/>
          <w:b/>
          <w:szCs w:val="24"/>
        </w:rPr>
      </w:pPr>
      <w:r w:rsidRPr="00BC0788">
        <w:rPr>
          <w:rFonts w:cs="Arial"/>
          <w:b/>
          <w:szCs w:val="24"/>
        </w:rPr>
        <w:lastRenderedPageBreak/>
        <w:t>Prepare reagents for immunofluorescence labeling</w:t>
      </w:r>
    </w:p>
    <w:p w14:paraId="77D3C189" w14:textId="77777777" w:rsidR="00BC0788" w:rsidRPr="00BC0788" w:rsidRDefault="00BC0788" w:rsidP="00BC0965">
      <w:pPr>
        <w:pStyle w:val="ListParagraph"/>
        <w:ind w:left="0"/>
        <w:contextualSpacing w:val="0"/>
        <w:jc w:val="both"/>
        <w:rPr>
          <w:rFonts w:cs="Arial"/>
          <w:szCs w:val="24"/>
        </w:rPr>
      </w:pPr>
    </w:p>
    <w:p w14:paraId="11B490E5" w14:textId="501DE1EF" w:rsidR="00BC0788" w:rsidRPr="00BC0788" w:rsidRDefault="00BC0788" w:rsidP="00BC0965">
      <w:pPr>
        <w:pStyle w:val="ListParagraph"/>
        <w:numPr>
          <w:ilvl w:val="3"/>
          <w:numId w:val="25"/>
        </w:numPr>
        <w:ind w:left="0" w:firstLine="0"/>
        <w:contextualSpacing w:val="0"/>
        <w:jc w:val="both"/>
        <w:rPr>
          <w:rFonts w:cs="Arial"/>
          <w:bCs/>
          <w:iCs/>
          <w:szCs w:val="24"/>
        </w:rPr>
      </w:pPr>
      <w:r w:rsidRPr="00BC0788">
        <w:rPr>
          <w:rFonts w:cs="Arial"/>
          <w:iCs/>
          <w:szCs w:val="24"/>
        </w:rPr>
        <w:t xml:space="preserve">To prepare 4% paraformaldehyde solution, dissolve 4% (w/v) paraformaldehyde powder in hot 1X phosphate buffered saline (PBS) and filter the solution through 0.45 µm filter. The solution can be stored at -20 </w:t>
      </w:r>
      <w:r w:rsidRPr="00BC0788">
        <w:rPr>
          <w:rFonts w:cs="Arial"/>
          <w:bCs/>
          <w:iCs/>
          <w:szCs w:val="24"/>
        </w:rPr>
        <w:t xml:space="preserve">°C. </w:t>
      </w:r>
    </w:p>
    <w:p w14:paraId="572758DD" w14:textId="77777777" w:rsidR="00BC0788" w:rsidRPr="00BC0788" w:rsidRDefault="00BC0788" w:rsidP="00BC0965">
      <w:pPr>
        <w:pStyle w:val="ListParagraph"/>
        <w:ind w:left="0"/>
        <w:contextualSpacing w:val="0"/>
        <w:jc w:val="both"/>
        <w:rPr>
          <w:rFonts w:cs="Arial"/>
          <w:bCs/>
          <w:iCs/>
          <w:szCs w:val="24"/>
        </w:rPr>
      </w:pPr>
    </w:p>
    <w:p w14:paraId="1B88EE8E" w14:textId="77777777" w:rsidR="00BC0788" w:rsidRPr="00BC0788" w:rsidRDefault="00BC0788" w:rsidP="00BC0965">
      <w:pPr>
        <w:pStyle w:val="ListParagraph"/>
        <w:ind w:left="0"/>
        <w:contextualSpacing w:val="0"/>
        <w:jc w:val="both"/>
        <w:rPr>
          <w:rFonts w:cs="Arial"/>
          <w:bCs/>
          <w:iCs/>
          <w:szCs w:val="24"/>
        </w:rPr>
      </w:pPr>
      <w:r w:rsidRPr="00BC0788">
        <w:rPr>
          <w:rFonts w:cs="Arial"/>
          <w:bCs/>
          <w:iCs/>
          <w:szCs w:val="24"/>
        </w:rPr>
        <w:t>CAUTION: Paraformaldehyde is toxic and carcinogenic and it can cause skin irritation.</w:t>
      </w:r>
      <w:r w:rsidRPr="00BC0788">
        <w:rPr>
          <w:rFonts w:cs="Arial"/>
          <w:iCs/>
          <w:szCs w:val="24"/>
        </w:rPr>
        <w:t xml:space="preserve"> </w:t>
      </w:r>
      <w:r w:rsidRPr="00BC0788">
        <w:rPr>
          <w:rFonts w:cs="Arial"/>
          <w:bCs/>
          <w:iCs/>
          <w:szCs w:val="24"/>
        </w:rPr>
        <w:t>Wear the appropriate personal protective equipment (PPE).</w:t>
      </w:r>
    </w:p>
    <w:p w14:paraId="6F347003" w14:textId="77777777" w:rsidR="00BC0788" w:rsidRPr="00BC0788" w:rsidRDefault="00BC0788" w:rsidP="00BC0965">
      <w:pPr>
        <w:pStyle w:val="ListParagraph"/>
        <w:ind w:left="0"/>
        <w:contextualSpacing w:val="0"/>
        <w:jc w:val="both"/>
        <w:rPr>
          <w:rFonts w:cs="Arial"/>
          <w:szCs w:val="24"/>
        </w:rPr>
      </w:pPr>
    </w:p>
    <w:p w14:paraId="49BA064B" w14:textId="77777777" w:rsidR="00BC0788" w:rsidRPr="00BC0788" w:rsidRDefault="00BC0788" w:rsidP="00BC0965">
      <w:pPr>
        <w:pStyle w:val="ListParagraph"/>
        <w:numPr>
          <w:ilvl w:val="3"/>
          <w:numId w:val="25"/>
        </w:numPr>
        <w:ind w:left="0" w:firstLine="0"/>
        <w:contextualSpacing w:val="0"/>
        <w:jc w:val="both"/>
        <w:rPr>
          <w:rFonts w:cs="Arial"/>
          <w:bCs/>
          <w:iCs/>
          <w:szCs w:val="24"/>
        </w:rPr>
      </w:pPr>
      <w:r w:rsidRPr="00BC0788">
        <w:rPr>
          <w:rFonts w:cs="Arial"/>
          <w:iCs/>
          <w:szCs w:val="24"/>
        </w:rPr>
        <w:t xml:space="preserve">To prepare fluorescence dilution buffer (FDB), mix 5% (v/v) FBS, and 2% (w/v) bovine serum albumin (BSA) in 1X PBS. Filter the solution through 0.45 µm filter and store the solution at -20 </w:t>
      </w:r>
      <w:r w:rsidRPr="00BC0788">
        <w:rPr>
          <w:rFonts w:cs="Arial"/>
          <w:bCs/>
          <w:iCs/>
          <w:szCs w:val="24"/>
        </w:rPr>
        <w:t>°C.</w:t>
      </w:r>
    </w:p>
    <w:p w14:paraId="009057F9" w14:textId="77777777" w:rsidR="00BC0788" w:rsidRPr="00BC0788" w:rsidRDefault="00BC0788" w:rsidP="00BC0965">
      <w:pPr>
        <w:pStyle w:val="ListParagraph"/>
        <w:ind w:left="0"/>
        <w:contextualSpacing w:val="0"/>
        <w:jc w:val="both"/>
        <w:rPr>
          <w:rFonts w:cs="Arial"/>
          <w:szCs w:val="24"/>
        </w:rPr>
      </w:pPr>
    </w:p>
    <w:p w14:paraId="3C8B8E13" w14:textId="77777777" w:rsidR="00BC0788" w:rsidRPr="00BC0788" w:rsidRDefault="00BC0788" w:rsidP="00BC0965">
      <w:pPr>
        <w:pStyle w:val="ListParagraph"/>
        <w:numPr>
          <w:ilvl w:val="3"/>
          <w:numId w:val="25"/>
        </w:numPr>
        <w:ind w:left="0" w:firstLine="0"/>
        <w:contextualSpacing w:val="0"/>
        <w:jc w:val="both"/>
        <w:rPr>
          <w:rFonts w:cs="Arial"/>
          <w:iCs/>
          <w:szCs w:val="24"/>
        </w:rPr>
      </w:pPr>
      <w:r w:rsidRPr="00BC0788">
        <w:rPr>
          <w:rFonts w:cs="Arial"/>
          <w:iCs/>
          <w:szCs w:val="24"/>
        </w:rPr>
        <w:t>Dissolve 5.35 g NH</w:t>
      </w:r>
      <w:r w:rsidRPr="00BC0788">
        <w:rPr>
          <w:rFonts w:cs="Arial"/>
          <w:iCs/>
          <w:szCs w:val="24"/>
          <w:vertAlign w:val="subscript"/>
        </w:rPr>
        <w:t>4</w:t>
      </w:r>
      <w:r w:rsidRPr="00BC0788">
        <w:rPr>
          <w:rFonts w:cs="Arial"/>
          <w:iCs/>
          <w:szCs w:val="24"/>
        </w:rPr>
        <w:t>Cl powder in 1 L water to prepare 100 mM NH</w:t>
      </w:r>
      <w:r w:rsidRPr="00BC0788">
        <w:rPr>
          <w:rFonts w:cs="Arial"/>
          <w:iCs/>
          <w:szCs w:val="24"/>
          <w:vertAlign w:val="subscript"/>
        </w:rPr>
        <w:t>4</w:t>
      </w:r>
      <w:r w:rsidRPr="00BC0788">
        <w:rPr>
          <w:rFonts w:cs="Arial"/>
          <w:iCs/>
          <w:szCs w:val="24"/>
        </w:rPr>
        <w:t>Cl and store the solution at room temperature.</w:t>
      </w:r>
    </w:p>
    <w:p w14:paraId="50D64598" w14:textId="77777777" w:rsidR="00BC0788" w:rsidRPr="00BC0788" w:rsidRDefault="00BC0788" w:rsidP="00BC0965">
      <w:pPr>
        <w:pStyle w:val="ListParagraph"/>
        <w:ind w:left="0"/>
        <w:contextualSpacing w:val="0"/>
        <w:jc w:val="both"/>
        <w:rPr>
          <w:rFonts w:cs="Arial"/>
          <w:szCs w:val="24"/>
        </w:rPr>
      </w:pPr>
    </w:p>
    <w:p w14:paraId="4738C397" w14:textId="77777777" w:rsidR="00BC0788" w:rsidRPr="00BC0788" w:rsidRDefault="00BC0788" w:rsidP="00BC0965">
      <w:pPr>
        <w:pStyle w:val="ListParagraph"/>
        <w:numPr>
          <w:ilvl w:val="3"/>
          <w:numId w:val="25"/>
        </w:numPr>
        <w:ind w:left="0" w:firstLine="0"/>
        <w:contextualSpacing w:val="0"/>
        <w:jc w:val="both"/>
        <w:rPr>
          <w:rFonts w:cs="Arial"/>
          <w:bCs/>
          <w:iCs/>
          <w:szCs w:val="24"/>
        </w:rPr>
      </w:pPr>
      <w:r w:rsidRPr="00BC0788">
        <w:rPr>
          <w:rFonts w:cs="Arial"/>
          <w:iCs/>
          <w:szCs w:val="24"/>
        </w:rPr>
        <w:t xml:space="preserve">Dissolve 10% (w/v) saponin powder in water to prepare 10% saponin, and aliquot and store the solution at -20 </w:t>
      </w:r>
      <w:r w:rsidRPr="00BC0788">
        <w:rPr>
          <w:rFonts w:cs="Arial"/>
          <w:bCs/>
          <w:iCs/>
          <w:szCs w:val="24"/>
        </w:rPr>
        <w:t>°C.</w:t>
      </w:r>
    </w:p>
    <w:p w14:paraId="67B45CDB" w14:textId="77777777" w:rsidR="00BC0788" w:rsidRPr="00BC0788" w:rsidRDefault="00BC0788" w:rsidP="00BC0965">
      <w:pPr>
        <w:pStyle w:val="ListParagraph"/>
        <w:ind w:left="0"/>
        <w:contextualSpacing w:val="0"/>
        <w:jc w:val="both"/>
        <w:rPr>
          <w:rFonts w:cs="Arial"/>
          <w:szCs w:val="24"/>
        </w:rPr>
      </w:pPr>
    </w:p>
    <w:p w14:paraId="0D5B3812" w14:textId="77777777" w:rsidR="00BC0788" w:rsidRPr="00BC0788" w:rsidRDefault="00BC0788" w:rsidP="00BC0965">
      <w:pPr>
        <w:pStyle w:val="ListParagraph"/>
        <w:numPr>
          <w:ilvl w:val="2"/>
          <w:numId w:val="25"/>
        </w:numPr>
        <w:ind w:left="0" w:firstLine="0"/>
        <w:contextualSpacing w:val="0"/>
        <w:jc w:val="both"/>
        <w:rPr>
          <w:rFonts w:cs="Arial"/>
          <w:b/>
          <w:szCs w:val="24"/>
        </w:rPr>
      </w:pPr>
      <w:r w:rsidRPr="00BC0788">
        <w:rPr>
          <w:rFonts w:cs="Arial"/>
          <w:b/>
          <w:szCs w:val="24"/>
        </w:rPr>
        <w:t>Fixation</w:t>
      </w:r>
    </w:p>
    <w:p w14:paraId="7F82BD56" w14:textId="77777777" w:rsidR="00BC0788" w:rsidRPr="00BC0788" w:rsidRDefault="00BC0788" w:rsidP="00BC0965">
      <w:pPr>
        <w:pStyle w:val="ListParagraph"/>
        <w:ind w:left="0"/>
        <w:contextualSpacing w:val="0"/>
        <w:jc w:val="both"/>
        <w:rPr>
          <w:rFonts w:cs="Arial"/>
          <w:szCs w:val="24"/>
        </w:rPr>
      </w:pPr>
    </w:p>
    <w:p w14:paraId="55A6924A" w14:textId="46CEF40E" w:rsidR="00BC0788" w:rsidRPr="00BC0788" w:rsidRDefault="00BC0788" w:rsidP="00BC0965">
      <w:pPr>
        <w:pStyle w:val="ListParagraph"/>
        <w:numPr>
          <w:ilvl w:val="3"/>
          <w:numId w:val="25"/>
        </w:numPr>
        <w:ind w:left="0" w:firstLine="0"/>
        <w:contextualSpacing w:val="0"/>
        <w:jc w:val="both"/>
        <w:rPr>
          <w:rFonts w:cs="Arial"/>
          <w:iCs/>
          <w:szCs w:val="24"/>
        </w:rPr>
      </w:pPr>
      <w:r w:rsidRPr="00BC0788">
        <w:rPr>
          <w:rFonts w:cs="Arial"/>
          <w:iCs/>
          <w:szCs w:val="24"/>
        </w:rPr>
        <w:t>Rinse the well once with 0.5 mL 1X PBS solution and add 0.5 mL 4% paraformaldehyde solution. Incubate for 20 min at room temperature. Rinse the well twice with 0.5 mL 1X PBS and twice with 0.5 mL 100 mM NH</w:t>
      </w:r>
      <w:r w:rsidRPr="00BC0788">
        <w:rPr>
          <w:rFonts w:cs="Arial"/>
          <w:iCs/>
          <w:szCs w:val="24"/>
          <w:vertAlign w:val="subscript"/>
        </w:rPr>
        <w:t>4</w:t>
      </w:r>
      <w:r w:rsidRPr="00BC0788">
        <w:rPr>
          <w:rFonts w:cs="Arial"/>
          <w:iCs/>
          <w:szCs w:val="24"/>
        </w:rPr>
        <w:t xml:space="preserve">Cl. Rinse the well twice with 0.5 mL 1X PBS. Cells can be kept in 1X PBS at 4 </w:t>
      </w:r>
      <w:r w:rsidRPr="00BC0788">
        <w:rPr>
          <w:rFonts w:cs="Arial"/>
          <w:bCs/>
          <w:iCs/>
          <w:szCs w:val="24"/>
        </w:rPr>
        <w:t>°C overnight in the dark.</w:t>
      </w:r>
    </w:p>
    <w:p w14:paraId="7246F912" w14:textId="77777777" w:rsidR="00BC0788" w:rsidRPr="00BC0788" w:rsidRDefault="00BC0788" w:rsidP="00BC0965">
      <w:pPr>
        <w:pStyle w:val="ListParagraph"/>
        <w:ind w:left="0"/>
        <w:contextualSpacing w:val="0"/>
        <w:jc w:val="both"/>
        <w:rPr>
          <w:rFonts w:cs="Arial"/>
          <w:b/>
          <w:szCs w:val="24"/>
        </w:rPr>
      </w:pPr>
    </w:p>
    <w:p w14:paraId="27CE1FBA" w14:textId="77777777" w:rsidR="00BC0788" w:rsidRPr="00BC0788" w:rsidRDefault="00BC0788" w:rsidP="00BC0965">
      <w:pPr>
        <w:pStyle w:val="ListParagraph"/>
        <w:numPr>
          <w:ilvl w:val="2"/>
          <w:numId w:val="25"/>
        </w:numPr>
        <w:ind w:left="0" w:firstLine="0"/>
        <w:contextualSpacing w:val="0"/>
        <w:jc w:val="both"/>
        <w:rPr>
          <w:rFonts w:cs="Arial"/>
          <w:b/>
          <w:szCs w:val="24"/>
        </w:rPr>
      </w:pPr>
      <w:r w:rsidRPr="00BC0788">
        <w:rPr>
          <w:rFonts w:cs="Arial"/>
          <w:b/>
          <w:szCs w:val="24"/>
        </w:rPr>
        <w:t>Fluorescence labeling</w:t>
      </w:r>
    </w:p>
    <w:p w14:paraId="29A3E389" w14:textId="77777777" w:rsidR="00BC0788" w:rsidRPr="00BC0788" w:rsidRDefault="00BC0788" w:rsidP="00BC0965">
      <w:pPr>
        <w:pStyle w:val="ListParagraph"/>
        <w:ind w:left="0"/>
        <w:contextualSpacing w:val="0"/>
        <w:jc w:val="both"/>
        <w:rPr>
          <w:rFonts w:cs="Arial"/>
          <w:szCs w:val="24"/>
        </w:rPr>
      </w:pPr>
    </w:p>
    <w:p w14:paraId="0F5CC4C1" w14:textId="660A2134" w:rsidR="00BC0788" w:rsidRPr="00BC0788" w:rsidRDefault="00BC0788" w:rsidP="00BC0965">
      <w:pPr>
        <w:pStyle w:val="ListParagraph"/>
        <w:numPr>
          <w:ilvl w:val="3"/>
          <w:numId w:val="26"/>
        </w:numPr>
        <w:ind w:left="0" w:firstLine="0"/>
        <w:contextualSpacing w:val="0"/>
        <w:jc w:val="both"/>
        <w:rPr>
          <w:rFonts w:cs="Arial"/>
          <w:iCs/>
          <w:szCs w:val="24"/>
        </w:rPr>
      </w:pPr>
      <w:r w:rsidRPr="00BC0788">
        <w:rPr>
          <w:rFonts w:cs="Arial"/>
          <w:iCs/>
          <w:szCs w:val="24"/>
        </w:rPr>
        <w:t>Dilute 1 µL mouse anti-GM130 primary antibody in 500 µL FDB containing 0.1% saponin. Reverse the lid of the 24-well plate and apply 10 µL primary antibody mixture onto the lid.</w:t>
      </w:r>
    </w:p>
    <w:p w14:paraId="74F4EC9D" w14:textId="77777777" w:rsidR="00BC0788" w:rsidRPr="00BC0788" w:rsidRDefault="00BC0788" w:rsidP="00BC0965">
      <w:pPr>
        <w:pStyle w:val="ListParagraph"/>
        <w:ind w:left="0"/>
        <w:contextualSpacing w:val="0"/>
        <w:jc w:val="both"/>
        <w:rPr>
          <w:rFonts w:cs="Arial"/>
          <w:szCs w:val="24"/>
        </w:rPr>
      </w:pPr>
    </w:p>
    <w:p w14:paraId="73262E54" w14:textId="77777777" w:rsidR="00BC0788" w:rsidRPr="00BC0788" w:rsidRDefault="00BC0788" w:rsidP="00BC0965">
      <w:pPr>
        <w:pStyle w:val="ListParagraph"/>
        <w:numPr>
          <w:ilvl w:val="3"/>
          <w:numId w:val="26"/>
        </w:numPr>
        <w:ind w:left="0" w:firstLine="0"/>
        <w:contextualSpacing w:val="0"/>
        <w:jc w:val="both"/>
        <w:rPr>
          <w:rFonts w:cs="Arial"/>
          <w:iCs/>
          <w:szCs w:val="24"/>
        </w:rPr>
      </w:pPr>
      <w:r w:rsidRPr="00BC0788">
        <w:rPr>
          <w:rFonts w:cs="Arial"/>
          <w:iCs/>
          <w:szCs w:val="24"/>
        </w:rPr>
        <w:t xml:space="preserve">Use a pair of sharp tweezers to extract and transfer the glass coverslip onto the drop of antibody mixture ensuring that the cell side is in contact with the mixture. Incubate the cells with the primary antibody mixture for 1 h at room temperature. </w:t>
      </w:r>
    </w:p>
    <w:p w14:paraId="1ACC50EB" w14:textId="77777777" w:rsidR="00BC0788" w:rsidRPr="00BC0788" w:rsidRDefault="00BC0788" w:rsidP="00BC0965">
      <w:pPr>
        <w:pStyle w:val="ListParagraph"/>
        <w:ind w:left="0"/>
        <w:contextualSpacing w:val="0"/>
        <w:jc w:val="both"/>
        <w:rPr>
          <w:rFonts w:cs="Arial"/>
          <w:iCs/>
          <w:szCs w:val="24"/>
        </w:rPr>
      </w:pPr>
    </w:p>
    <w:p w14:paraId="2B48F95A" w14:textId="77777777" w:rsidR="00BC0788" w:rsidRPr="00BC0788" w:rsidRDefault="00BC0788" w:rsidP="00BC0965">
      <w:pPr>
        <w:pStyle w:val="ListParagraph"/>
        <w:ind w:left="0"/>
        <w:contextualSpacing w:val="0"/>
        <w:jc w:val="both"/>
        <w:rPr>
          <w:rFonts w:cs="Arial"/>
          <w:iCs/>
          <w:szCs w:val="24"/>
        </w:rPr>
      </w:pPr>
      <w:r w:rsidRPr="00BC0788">
        <w:rPr>
          <w:rFonts w:cs="Arial"/>
          <w:iCs/>
          <w:szCs w:val="24"/>
        </w:rPr>
        <w:t>Note: The lid with the coverslip can be placed in a humidified plastic bag in the dark.</w:t>
      </w:r>
    </w:p>
    <w:p w14:paraId="2992AB18" w14:textId="77777777" w:rsidR="00BC0788" w:rsidRPr="00022109" w:rsidRDefault="00BC0788" w:rsidP="00BC0965">
      <w:pPr>
        <w:pStyle w:val="ListParagraph"/>
        <w:ind w:left="0"/>
        <w:contextualSpacing w:val="0"/>
        <w:jc w:val="both"/>
        <w:rPr>
          <w:rFonts w:cs="Arial"/>
          <w:iCs/>
          <w:szCs w:val="24"/>
        </w:rPr>
      </w:pPr>
    </w:p>
    <w:p w14:paraId="7ABA7070" w14:textId="77777777" w:rsidR="00BC0788" w:rsidRPr="00BC0788" w:rsidRDefault="00BC0788" w:rsidP="00BC0965">
      <w:pPr>
        <w:pStyle w:val="ListParagraph"/>
        <w:numPr>
          <w:ilvl w:val="3"/>
          <w:numId w:val="26"/>
        </w:numPr>
        <w:ind w:left="0" w:firstLine="0"/>
        <w:contextualSpacing w:val="0"/>
        <w:jc w:val="both"/>
        <w:rPr>
          <w:rFonts w:cs="Arial"/>
          <w:iCs/>
          <w:szCs w:val="24"/>
        </w:rPr>
      </w:pPr>
      <w:r w:rsidRPr="00BC0788">
        <w:rPr>
          <w:rFonts w:cs="Arial"/>
          <w:iCs/>
          <w:szCs w:val="24"/>
        </w:rPr>
        <w:t>Use a pair of sharp tweezers to extract and transfer the coverslip to the well with the cell side up and rinse it in 0.5 mL 1X PBS for three times in ≥ 30 min. Shaking is unnecessary.</w:t>
      </w:r>
    </w:p>
    <w:p w14:paraId="5D7865C8" w14:textId="77777777" w:rsidR="00BC0788" w:rsidRPr="00022109" w:rsidRDefault="00BC0788" w:rsidP="00BC0965">
      <w:pPr>
        <w:pStyle w:val="ListParagraph"/>
        <w:ind w:left="0"/>
        <w:contextualSpacing w:val="0"/>
        <w:jc w:val="both"/>
        <w:rPr>
          <w:rFonts w:cs="Arial"/>
          <w:iCs/>
          <w:szCs w:val="24"/>
        </w:rPr>
      </w:pPr>
    </w:p>
    <w:p w14:paraId="6EE5957A" w14:textId="77777777" w:rsidR="00BC0788" w:rsidRPr="00BC0788" w:rsidRDefault="00BC0788" w:rsidP="00BC0965">
      <w:pPr>
        <w:pStyle w:val="ListParagraph"/>
        <w:numPr>
          <w:ilvl w:val="3"/>
          <w:numId w:val="26"/>
        </w:numPr>
        <w:ind w:left="0" w:firstLine="0"/>
        <w:contextualSpacing w:val="0"/>
        <w:jc w:val="both"/>
        <w:rPr>
          <w:rFonts w:cs="Arial"/>
          <w:iCs/>
          <w:szCs w:val="24"/>
        </w:rPr>
      </w:pPr>
      <w:r w:rsidRPr="00BC0788">
        <w:rPr>
          <w:rFonts w:cs="Arial"/>
          <w:iCs/>
          <w:szCs w:val="24"/>
        </w:rPr>
        <w:t>Dilute 1 µL far-red fluorophore conjugated goat anti-mouse IgG (secondary antibody) in 500 µL FDB containing 0.1% saponin.</w:t>
      </w:r>
    </w:p>
    <w:p w14:paraId="78A451C4" w14:textId="77777777" w:rsidR="00BC0788" w:rsidRPr="00022109" w:rsidRDefault="00BC0788" w:rsidP="00BC0965">
      <w:pPr>
        <w:pStyle w:val="ListParagraph"/>
        <w:ind w:left="0"/>
        <w:contextualSpacing w:val="0"/>
        <w:jc w:val="both"/>
        <w:rPr>
          <w:rFonts w:cs="Arial"/>
          <w:iCs/>
          <w:szCs w:val="24"/>
        </w:rPr>
      </w:pPr>
    </w:p>
    <w:p w14:paraId="52E1D47F" w14:textId="77777777" w:rsidR="00BC0788" w:rsidRPr="00BC0788" w:rsidRDefault="00BC0788" w:rsidP="00BC0965">
      <w:pPr>
        <w:pStyle w:val="ListParagraph"/>
        <w:numPr>
          <w:ilvl w:val="3"/>
          <w:numId w:val="26"/>
        </w:numPr>
        <w:ind w:left="0" w:firstLine="0"/>
        <w:contextualSpacing w:val="0"/>
        <w:jc w:val="both"/>
        <w:rPr>
          <w:rFonts w:cs="Arial"/>
          <w:iCs/>
          <w:szCs w:val="24"/>
        </w:rPr>
      </w:pPr>
      <w:r w:rsidRPr="00BC0788">
        <w:rPr>
          <w:rFonts w:cs="Arial"/>
          <w:iCs/>
          <w:szCs w:val="24"/>
        </w:rPr>
        <w:lastRenderedPageBreak/>
        <w:t>Wash and clean the reverse surface of the lid of the 24-well plate. Apply 10 µL far-red secondary antibody mixture onto the lid. Repeat steps 1.5.3.2–1.5.3.3.</w:t>
      </w:r>
    </w:p>
    <w:p w14:paraId="3CA1F590" w14:textId="77777777" w:rsidR="00BC0788" w:rsidRPr="00022109" w:rsidRDefault="00BC0788" w:rsidP="00BC0965">
      <w:pPr>
        <w:pStyle w:val="ListParagraph"/>
        <w:ind w:left="0"/>
        <w:contextualSpacing w:val="0"/>
        <w:jc w:val="both"/>
        <w:rPr>
          <w:rFonts w:cs="Arial"/>
          <w:iCs/>
          <w:szCs w:val="24"/>
        </w:rPr>
      </w:pPr>
    </w:p>
    <w:p w14:paraId="2C565E98" w14:textId="77777777" w:rsidR="00BC0788" w:rsidRPr="00BC0788" w:rsidRDefault="00BC0788" w:rsidP="00BC0965">
      <w:pPr>
        <w:pStyle w:val="ListParagraph"/>
        <w:numPr>
          <w:ilvl w:val="2"/>
          <w:numId w:val="25"/>
        </w:numPr>
        <w:ind w:left="0" w:firstLine="0"/>
        <w:contextualSpacing w:val="0"/>
        <w:jc w:val="both"/>
        <w:rPr>
          <w:rFonts w:cs="Arial"/>
          <w:szCs w:val="24"/>
        </w:rPr>
      </w:pPr>
      <w:r w:rsidRPr="00BC0788">
        <w:rPr>
          <w:rFonts w:cs="Arial"/>
          <w:b/>
          <w:szCs w:val="24"/>
        </w:rPr>
        <w:t>Mounting</w:t>
      </w:r>
    </w:p>
    <w:p w14:paraId="0877B96D" w14:textId="77777777" w:rsidR="00BC0788" w:rsidRPr="00BC0788" w:rsidRDefault="00BC0788" w:rsidP="00BC0965">
      <w:pPr>
        <w:pStyle w:val="ListParagraph"/>
        <w:ind w:left="0"/>
        <w:contextualSpacing w:val="0"/>
        <w:jc w:val="both"/>
        <w:rPr>
          <w:rFonts w:cs="Arial"/>
          <w:szCs w:val="24"/>
        </w:rPr>
      </w:pPr>
    </w:p>
    <w:p w14:paraId="741133A8" w14:textId="0C8697CB" w:rsidR="00BC0788" w:rsidRPr="00BC0788" w:rsidRDefault="00BC0788" w:rsidP="00BC0965">
      <w:pPr>
        <w:pStyle w:val="ListParagraph"/>
        <w:numPr>
          <w:ilvl w:val="3"/>
          <w:numId w:val="25"/>
        </w:numPr>
        <w:ind w:left="0" w:firstLine="0"/>
        <w:contextualSpacing w:val="0"/>
        <w:jc w:val="both"/>
        <w:rPr>
          <w:rFonts w:cs="Arial"/>
          <w:bCs/>
          <w:iCs/>
          <w:szCs w:val="24"/>
        </w:rPr>
      </w:pPr>
      <w:r w:rsidRPr="00BC0788">
        <w:rPr>
          <w:rFonts w:cs="Arial"/>
          <w:iCs/>
          <w:szCs w:val="24"/>
        </w:rPr>
        <w:t>Prepare the mounting medium by mixing 1 g glycerol, 2.2 g poly(vinyl alcohol) (MW ~ 31,000 Da), 1.2 mL 1 M Tris (pH 8) and 8.8 mL H</w:t>
      </w:r>
      <w:r w:rsidRPr="00BC0788">
        <w:rPr>
          <w:rFonts w:cs="Arial"/>
          <w:iCs/>
          <w:szCs w:val="24"/>
          <w:vertAlign w:val="subscript"/>
        </w:rPr>
        <w:t>2</w:t>
      </w:r>
      <w:r w:rsidRPr="00BC0788">
        <w:rPr>
          <w:rFonts w:cs="Arial"/>
          <w:iCs/>
          <w:szCs w:val="24"/>
        </w:rPr>
        <w:t xml:space="preserve">O. Dissolve the mixture in a 60 </w:t>
      </w:r>
      <w:r w:rsidRPr="00BC0788">
        <w:rPr>
          <w:rFonts w:cs="Arial"/>
          <w:bCs/>
          <w:iCs/>
          <w:szCs w:val="24"/>
        </w:rPr>
        <w:t>°C water bath with occasionally vortexing. Store the solution at -20 °C.</w:t>
      </w:r>
    </w:p>
    <w:p w14:paraId="52F7A28D" w14:textId="77777777" w:rsidR="00BC0788" w:rsidRPr="00BC0788" w:rsidRDefault="00BC0788" w:rsidP="00BC0965">
      <w:pPr>
        <w:pStyle w:val="ListParagraph"/>
        <w:ind w:left="0"/>
        <w:contextualSpacing w:val="0"/>
        <w:jc w:val="both"/>
        <w:rPr>
          <w:rFonts w:cs="Arial"/>
          <w:szCs w:val="24"/>
        </w:rPr>
      </w:pPr>
    </w:p>
    <w:p w14:paraId="0123D212" w14:textId="77777777" w:rsidR="00BC0788" w:rsidRPr="00BC0788" w:rsidRDefault="00BC0788" w:rsidP="00BC0965">
      <w:pPr>
        <w:pStyle w:val="ListParagraph"/>
        <w:numPr>
          <w:ilvl w:val="3"/>
          <w:numId w:val="25"/>
        </w:numPr>
        <w:ind w:left="0" w:firstLine="0"/>
        <w:contextualSpacing w:val="0"/>
        <w:jc w:val="both"/>
        <w:rPr>
          <w:rFonts w:cs="Arial"/>
          <w:iCs/>
          <w:szCs w:val="24"/>
        </w:rPr>
      </w:pPr>
      <w:r w:rsidRPr="00BC0788">
        <w:rPr>
          <w:rFonts w:cs="Arial"/>
          <w:iCs/>
          <w:szCs w:val="24"/>
        </w:rPr>
        <w:t xml:space="preserve">Thaw the mounting medium and transfer 10 μL onto a glass slide. Overlay the coverslip (cell side down) onto the drop of mounting medium. Incubate the glass slide at 37 °C for 30 min or room temperature for 1 h to harden the mounting medium. Seal the coverslip with colorless-nail polish and </w:t>
      </w:r>
      <w:r w:rsidRPr="00BC0788">
        <w:rPr>
          <w:rFonts w:cs="Arial"/>
          <w:bCs/>
          <w:iCs/>
          <w:szCs w:val="24"/>
        </w:rPr>
        <w:t>store the glass slide at -20 °C.</w:t>
      </w:r>
    </w:p>
    <w:p w14:paraId="563E9DA8" w14:textId="77777777" w:rsidR="00BC0788" w:rsidRPr="00BC0788" w:rsidRDefault="00BC0788" w:rsidP="00BC0965">
      <w:pPr>
        <w:pStyle w:val="ListParagraph"/>
        <w:ind w:left="0"/>
        <w:contextualSpacing w:val="0"/>
        <w:jc w:val="both"/>
        <w:rPr>
          <w:rFonts w:cs="Arial"/>
          <w:szCs w:val="24"/>
        </w:rPr>
      </w:pPr>
    </w:p>
    <w:p w14:paraId="3B331AD0" w14:textId="02AC4B9A" w:rsidR="00BC0788" w:rsidRPr="00BC0788" w:rsidRDefault="00BC0788" w:rsidP="00BC0965">
      <w:pPr>
        <w:pStyle w:val="ListParagraph"/>
        <w:numPr>
          <w:ilvl w:val="0"/>
          <w:numId w:val="25"/>
        </w:numPr>
        <w:ind w:left="0" w:firstLine="0"/>
        <w:contextualSpacing w:val="0"/>
        <w:jc w:val="both"/>
        <w:rPr>
          <w:rFonts w:cs="Arial"/>
          <w:b/>
          <w:szCs w:val="24"/>
        </w:rPr>
      </w:pPr>
      <w:r w:rsidRPr="00BC0788">
        <w:rPr>
          <w:rFonts w:cs="Arial"/>
          <w:b/>
          <w:szCs w:val="24"/>
        </w:rPr>
        <w:t>Preparation of Fluorescent Beads for Chromatic-shift Correction</w:t>
      </w:r>
    </w:p>
    <w:p w14:paraId="32986844" w14:textId="77777777" w:rsidR="00BC0788" w:rsidRPr="00BC0788" w:rsidRDefault="00BC0788" w:rsidP="00BC0965">
      <w:pPr>
        <w:pStyle w:val="ListParagraph"/>
        <w:ind w:left="0"/>
        <w:contextualSpacing w:val="0"/>
        <w:jc w:val="both"/>
        <w:rPr>
          <w:rFonts w:cs="Arial"/>
          <w:szCs w:val="24"/>
        </w:rPr>
      </w:pPr>
    </w:p>
    <w:p w14:paraId="1BE4D637" w14:textId="6292296E" w:rsidR="00BC0788" w:rsidRPr="00BC0788" w:rsidRDefault="00BC0788" w:rsidP="00BC0965">
      <w:pPr>
        <w:pStyle w:val="ListParagraph"/>
        <w:numPr>
          <w:ilvl w:val="1"/>
          <w:numId w:val="27"/>
        </w:numPr>
        <w:ind w:left="0" w:firstLine="0"/>
        <w:contextualSpacing w:val="0"/>
        <w:jc w:val="both"/>
        <w:rPr>
          <w:rFonts w:cs="Arial"/>
          <w:b/>
          <w:szCs w:val="24"/>
        </w:rPr>
      </w:pPr>
      <w:r w:rsidRPr="00BC0788">
        <w:rPr>
          <w:rFonts w:cs="Arial"/>
          <w:b/>
          <w:szCs w:val="24"/>
        </w:rPr>
        <w:t>Coverslip cleaning</w:t>
      </w:r>
    </w:p>
    <w:p w14:paraId="34FAC9D5" w14:textId="77777777" w:rsidR="00BC0788" w:rsidRPr="00BC0788" w:rsidRDefault="00BC0788" w:rsidP="00BC0965">
      <w:pPr>
        <w:pStyle w:val="ListParagraph"/>
        <w:ind w:left="0"/>
        <w:contextualSpacing w:val="0"/>
        <w:jc w:val="both"/>
        <w:rPr>
          <w:rFonts w:cs="Arial"/>
          <w:szCs w:val="24"/>
        </w:rPr>
      </w:pPr>
    </w:p>
    <w:p w14:paraId="141DBFA8" w14:textId="155A0C5F" w:rsidR="00BC0788" w:rsidRPr="00BC0788" w:rsidRDefault="00BC0788" w:rsidP="00BC0965">
      <w:pPr>
        <w:pStyle w:val="ListParagraph"/>
        <w:numPr>
          <w:ilvl w:val="2"/>
          <w:numId w:val="27"/>
        </w:numPr>
        <w:ind w:left="0" w:firstLine="0"/>
        <w:contextualSpacing w:val="0"/>
        <w:jc w:val="both"/>
        <w:rPr>
          <w:rFonts w:cs="Arial"/>
          <w:szCs w:val="24"/>
        </w:rPr>
      </w:pPr>
      <w:r w:rsidRPr="00BC0788">
        <w:rPr>
          <w:rFonts w:cs="Arial"/>
          <w:szCs w:val="24"/>
        </w:rPr>
        <w:t xml:space="preserve">Carefully place a piece of </w:t>
      </w:r>
      <w:r w:rsidRPr="00BC0788">
        <w:rPr>
          <w:rFonts w:cs="Arial"/>
          <w:szCs w:val="24"/>
        </w:rPr>
        <w:sym w:font="Symbol" w:char="F046"/>
      </w:r>
      <w:r w:rsidRPr="00BC0788">
        <w:rPr>
          <w:rFonts w:cs="Arial"/>
          <w:szCs w:val="24"/>
        </w:rPr>
        <w:t xml:space="preserve"> 25 mm No.1.5 glass coverslip onto a plastic rack.</w:t>
      </w:r>
    </w:p>
    <w:p w14:paraId="544E4A40" w14:textId="77777777" w:rsidR="00BC0788" w:rsidRPr="00BC0788" w:rsidRDefault="00BC0788" w:rsidP="00BC0965">
      <w:pPr>
        <w:pStyle w:val="ListParagraph"/>
        <w:ind w:left="0"/>
        <w:contextualSpacing w:val="0"/>
        <w:jc w:val="both"/>
        <w:rPr>
          <w:rFonts w:cs="Arial"/>
          <w:szCs w:val="24"/>
        </w:rPr>
      </w:pPr>
    </w:p>
    <w:p w14:paraId="5A835842" w14:textId="77777777" w:rsidR="00BC0788" w:rsidRPr="00BC0788" w:rsidRDefault="00BC0788" w:rsidP="00BC0965">
      <w:pPr>
        <w:pStyle w:val="ListParagraph"/>
        <w:numPr>
          <w:ilvl w:val="2"/>
          <w:numId w:val="27"/>
        </w:numPr>
        <w:ind w:left="0" w:firstLine="0"/>
        <w:contextualSpacing w:val="0"/>
        <w:jc w:val="both"/>
        <w:rPr>
          <w:rFonts w:cs="Arial"/>
          <w:szCs w:val="24"/>
        </w:rPr>
      </w:pPr>
      <w:r w:rsidRPr="00BC0788">
        <w:rPr>
          <w:rFonts w:cs="Arial"/>
          <w:szCs w:val="24"/>
        </w:rPr>
        <w:t>Transfer the rack with the coverslip to a 400 mL beaker filled with 300 mL 1 M NaOH and sonicate in a bath sonicator (35 Watts) for 15 min. Briefly rinse the rack in a 400 mL beaker filled with 300 mL deionized water. Transfer the rack to a 400 mL beaker filled with 300 mL 99% ethanol and sonicate in the bath sonicator for 15 min. Briefly rinse the rack in a 400 mL beaker filled with 300 mL deionized water.</w:t>
      </w:r>
    </w:p>
    <w:p w14:paraId="7BDDC21A" w14:textId="77777777" w:rsidR="00BC0788" w:rsidRPr="00BC0788" w:rsidRDefault="00BC0788" w:rsidP="00BC0965">
      <w:pPr>
        <w:pStyle w:val="ListParagraph"/>
        <w:ind w:left="0"/>
        <w:contextualSpacing w:val="0"/>
        <w:jc w:val="both"/>
        <w:rPr>
          <w:rFonts w:cs="Arial"/>
          <w:szCs w:val="24"/>
        </w:rPr>
      </w:pPr>
    </w:p>
    <w:p w14:paraId="056C4F64" w14:textId="77777777" w:rsidR="00BC0788" w:rsidRPr="00BC0788" w:rsidRDefault="00BC0788" w:rsidP="00BC0965">
      <w:pPr>
        <w:pStyle w:val="ListParagraph"/>
        <w:numPr>
          <w:ilvl w:val="2"/>
          <w:numId w:val="27"/>
        </w:numPr>
        <w:ind w:left="0" w:firstLine="0"/>
        <w:contextualSpacing w:val="0"/>
        <w:jc w:val="both"/>
        <w:rPr>
          <w:rFonts w:cs="Arial"/>
          <w:szCs w:val="24"/>
        </w:rPr>
      </w:pPr>
      <w:r w:rsidRPr="00BC0788">
        <w:rPr>
          <w:rFonts w:cs="Arial"/>
          <w:szCs w:val="24"/>
        </w:rPr>
        <w:t>Repeat step 2.1.2 two more times.</w:t>
      </w:r>
    </w:p>
    <w:p w14:paraId="272E7131" w14:textId="77777777" w:rsidR="00BC0788" w:rsidRPr="00BC0788" w:rsidRDefault="00BC0788" w:rsidP="00BC0965">
      <w:pPr>
        <w:pStyle w:val="ListParagraph"/>
        <w:ind w:left="0"/>
        <w:contextualSpacing w:val="0"/>
        <w:jc w:val="both"/>
        <w:rPr>
          <w:rFonts w:cs="Arial"/>
          <w:szCs w:val="24"/>
        </w:rPr>
      </w:pPr>
    </w:p>
    <w:p w14:paraId="3BB931AE" w14:textId="77777777" w:rsidR="00BC0788" w:rsidRPr="00BC0788" w:rsidRDefault="00BC0788" w:rsidP="00BC0965">
      <w:pPr>
        <w:pStyle w:val="ListParagraph"/>
        <w:numPr>
          <w:ilvl w:val="2"/>
          <w:numId w:val="27"/>
        </w:numPr>
        <w:ind w:left="0" w:firstLine="0"/>
        <w:contextualSpacing w:val="0"/>
        <w:jc w:val="both"/>
        <w:rPr>
          <w:rFonts w:cs="Arial"/>
          <w:szCs w:val="24"/>
        </w:rPr>
      </w:pPr>
      <w:r w:rsidRPr="00BC0788">
        <w:rPr>
          <w:rFonts w:cs="Arial"/>
          <w:szCs w:val="24"/>
        </w:rPr>
        <w:t xml:space="preserve">Rinse the rack with the coverslip in 300 mL deionized water in a 400 mL beaker for 10 min. Repeat the step two more times. Transfer the rack to a 60 </w:t>
      </w:r>
      <w:r w:rsidRPr="00BC0788">
        <w:rPr>
          <w:rFonts w:cs="Arial"/>
          <w:bCs/>
          <w:szCs w:val="24"/>
        </w:rPr>
        <w:t>°C</w:t>
      </w:r>
      <w:r w:rsidRPr="00BC0788">
        <w:rPr>
          <w:rFonts w:cs="Arial"/>
          <w:szCs w:val="24"/>
        </w:rPr>
        <w:t xml:space="preserve"> oven and dry the coverslip for 1 h. Store the dried coverslip in a dust-free Petri dish.</w:t>
      </w:r>
    </w:p>
    <w:p w14:paraId="4AB3A19F" w14:textId="77777777" w:rsidR="00BC0788" w:rsidRPr="00BC0788" w:rsidRDefault="00BC0788" w:rsidP="00BC0965">
      <w:pPr>
        <w:pStyle w:val="ListParagraph"/>
        <w:ind w:left="0"/>
        <w:contextualSpacing w:val="0"/>
        <w:jc w:val="both"/>
        <w:rPr>
          <w:rFonts w:cs="Arial"/>
          <w:szCs w:val="24"/>
        </w:rPr>
      </w:pPr>
    </w:p>
    <w:p w14:paraId="684C408D" w14:textId="4F2FD6C2" w:rsidR="00BC0788" w:rsidRPr="00BC0788" w:rsidRDefault="008C520A" w:rsidP="00BC0965">
      <w:pPr>
        <w:pStyle w:val="ListParagraph"/>
        <w:numPr>
          <w:ilvl w:val="1"/>
          <w:numId w:val="27"/>
        </w:numPr>
        <w:ind w:left="0" w:firstLine="0"/>
        <w:contextualSpacing w:val="0"/>
        <w:jc w:val="both"/>
        <w:rPr>
          <w:rFonts w:cs="Arial"/>
          <w:b/>
          <w:szCs w:val="24"/>
        </w:rPr>
      </w:pPr>
      <w:r>
        <w:rPr>
          <w:rFonts w:cs="Arial"/>
          <w:b/>
          <w:szCs w:val="24"/>
        </w:rPr>
        <w:t xml:space="preserve"> </w:t>
      </w:r>
      <w:r w:rsidR="00BC0788" w:rsidRPr="00BC0788">
        <w:rPr>
          <w:rFonts w:cs="Arial"/>
          <w:b/>
          <w:szCs w:val="24"/>
        </w:rPr>
        <w:t>Immobilization of fluorescent beads on the glass coverslip</w:t>
      </w:r>
    </w:p>
    <w:p w14:paraId="505561B9" w14:textId="77777777" w:rsidR="00BC0788" w:rsidRPr="00BC0788" w:rsidRDefault="00BC0788" w:rsidP="00BC0965">
      <w:pPr>
        <w:pStyle w:val="ListParagraph"/>
        <w:ind w:left="0"/>
        <w:contextualSpacing w:val="0"/>
        <w:jc w:val="both"/>
        <w:rPr>
          <w:rFonts w:cs="Arial"/>
          <w:szCs w:val="24"/>
        </w:rPr>
      </w:pPr>
    </w:p>
    <w:p w14:paraId="11FD8B9E" w14:textId="6F5C1553" w:rsidR="00BC0788" w:rsidRPr="004B3A18" w:rsidRDefault="00BC0788" w:rsidP="004B3A18">
      <w:pPr>
        <w:pStyle w:val="ListParagraph"/>
        <w:numPr>
          <w:ilvl w:val="2"/>
          <w:numId w:val="28"/>
        </w:numPr>
        <w:ind w:left="0" w:firstLine="0"/>
        <w:contextualSpacing w:val="0"/>
        <w:jc w:val="both"/>
        <w:rPr>
          <w:rFonts w:cs="Arial"/>
          <w:szCs w:val="24"/>
          <w:highlight w:val="yellow"/>
        </w:rPr>
      </w:pPr>
      <w:r w:rsidRPr="004B3A18">
        <w:rPr>
          <w:rFonts w:cs="Arial"/>
          <w:szCs w:val="24"/>
          <w:highlight w:val="yellow"/>
        </w:rPr>
        <w:t xml:space="preserve">Dilute 110 nm multi-color fluorescent beads 80-fold in 1X PBS containing 0.1 μg/μL BSA. Briefly vortex the tube to disperse bead aggregates. Spread 60 μL diluted beads onto the cleaned </w:t>
      </w:r>
      <w:r w:rsidRPr="004B3A18">
        <w:rPr>
          <w:rFonts w:cs="Arial"/>
          <w:szCs w:val="24"/>
          <w:highlight w:val="yellow"/>
        </w:rPr>
        <w:sym w:font="Symbol" w:char="F046"/>
      </w:r>
      <w:r w:rsidRPr="004B3A18">
        <w:rPr>
          <w:rFonts w:cs="Arial"/>
          <w:szCs w:val="24"/>
          <w:highlight w:val="yellow"/>
        </w:rPr>
        <w:t xml:space="preserve"> 25 mm No.1.5 glass coverslip </w:t>
      </w:r>
      <w:r w:rsidR="006200B8" w:rsidRPr="004B3A18">
        <w:rPr>
          <w:rFonts w:cs="Arial"/>
          <w:szCs w:val="24"/>
          <w:highlight w:val="yellow"/>
        </w:rPr>
        <w:t xml:space="preserve">(see </w:t>
      </w:r>
      <w:r w:rsidR="004B3A18" w:rsidRPr="004B3A18">
        <w:rPr>
          <w:rFonts w:cs="Arial"/>
          <w:szCs w:val="24"/>
          <w:highlight w:val="yellow"/>
        </w:rPr>
        <w:t xml:space="preserve">section 2.1) </w:t>
      </w:r>
      <w:r w:rsidRPr="004B3A18">
        <w:rPr>
          <w:rFonts w:cs="Arial"/>
          <w:szCs w:val="24"/>
          <w:highlight w:val="yellow"/>
        </w:rPr>
        <w:t>using a pipette tip</w:t>
      </w:r>
      <w:r w:rsidR="004B3A18" w:rsidRPr="004B3A18">
        <w:rPr>
          <w:rFonts w:cs="Arial"/>
          <w:szCs w:val="24"/>
          <w:highlight w:val="yellow"/>
        </w:rPr>
        <w:t>.</w:t>
      </w:r>
      <w:r w:rsidRPr="004B3A18">
        <w:rPr>
          <w:rFonts w:cs="Arial"/>
          <w:szCs w:val="24"/>
          <w:highlight w:val="yellow"/>
        </w:rPr>
        <w:t xml:space="preserve"> </w:t>
      </w:r>
      <w:r w:rsidR="004B3A18" w:rsidRPr="004B3A18">
        <w:rPr>
          <w:rFonts w:cs="Arial"/>
          <w:szCs w:val="24"/>
          <w:highlight w:val="yellow"/>
        </w:rPr>
        <w:t>D</w:t>
      </w:r>
      <w:r w:rsidRPr="004B3A18">
        <w:rPr>
          <w:rFonts w:cs="Arial"/>
          <w:szCs w:val="24"/>
          <w:highlight w:val="yellow"/>
        </w:rPr>
        <w:t>ry the coverslip in a desiccator connect</w:t>
      </w:r>
      <w:r w:rsidR="004B3A18" w:rsidRPr="004B3A18">
        <w:rPr>
          <w:rFonts w:cs="Arial"/>
          <w:szCs w:val="24"/>
          <w:highlight w:val="yellow"/>
        </w:rPr>
        <w:t>ed to a vacuum pump in the dark and m</w:t>
      </w:r>
      <w:r w:rsidRPr="004B3A18">
        <w:rPr>
          <w:rFonts w:cs="Arial"/>
          <w:szCs w:val="24"/>
          <w:highlight w:val="yellow"/>
        </w:rPr>
        <w:t>ount the coverslip onto a glass slide in 50 µL mounting medium (see step 1.5.4.2).</w:t>
      </w:r>
    </w:p>
    <w:p w14:paraId="46E1F11C" w14:textId="77777777" w:rsidR="00BC0788" w:rsidRPr="00BC0788" w:rsidRDefault="00BC0788" w:rsidP="00BC0965">
      <w:pPr>
        <w:pStyle w:val="ListParagraph"/>
        <w:ind w:left="0"/>
        <w:contextualSpacing w:val="0"/>
        <w:jc w:val="both"/>
        <w:rPr>
          <w:rFonts w:cs="Arial"/>
          <w:szCs w:val="24"/>
        </w:rPr>
      </w:pPr>
    </w:p>
    <w:p w14:paraId="64EB884D" w14:textId="77777777" w:rsidR="00BC0788" w:rsidRPr="00BC0788" w:rsidRDefault="00BC0788" w:rsidP="00BC0965">
      <w:pPr>
        <w:pStyle w:val="ListParagraph"/>
        <w:numPr>
          <w:ilvl w:val="0"/>
          <w:numId w:val="28"/>
        </w:numPr>
        <w:ind w:left="0" w:firstLine="0"/>
        <w:contextualSpacing w:val="0"/>
        <w:jc w:val="both"/>
        <w:rPr>
          <w:rFonts w:cs="Arial"/>
          <w:b/>
          <w:szCs w:val="24"/>
        </w:rPr>
      </w:pPr>
      <w:r w:rsidRPr="00BC0788">
        <w:rPr>
          <w:rFonts w:cs="Arial"/>
          <w:b/>
          <w:szCs w:val="24"/>
        </w:rPr>
        <w:t>Image Acquisition</w:t>
      </w:r>
    </w:p>
    <w:p w14:paraId="3AD8D69A" w14:textId="77777777" w:rsidR="00BC0788" w:rsidRPr="00BC0788" w:rsidRDefault="00BC0788" w:rsidP="00BC0965">
      <w:pPr>
        <w:pStyle w:val="ListParagraph"/>
        <w:ind w:left="0"/>
        <w:contextualSpacing w:val="0"/>
        <w:jc w:val="both"/>
        <w:rPr>
          <w:rFonts w:cs="Arial"/>
          <w:szCs w:val="24"/>
        </w:rPr>
      </w:pPr>
    </w:p>
    <w:p w14:paraId="2BADA99D" w14:textId="77777777" w:rsidR="00BC0788" w:rsidRPr="00BC0788" w:rsidRDefault="00BC0788" w:rsidP="00BC0965">
      <w:pPr>
        <w:pStyle w:val="ListParagraph"/>
        <w:ind w:left="0"/>
        <w:contextualSpacing w:val="0"/>
        <w:jc w:val="both"/>
        <w:rPr>
          <w:rFonts w:cs="Arial"/>
          <w:szCs w:val="24"/>
        </w:rPr>
      </w:pPr>
      <w:r w:rsidRPr="00BC0788">
        <w:rPr>
          <w:rFonts w:cs="Arial"/>
          <w:szCs w:val="24"/>
        </w:rPr>
        <w:t xml:space="preserve">Note: GLIM requires images of high signal-to-noise ratio (SNR) for high precision center of mass calculation. The image can be acquired by conventional microscopes such as the laser scanning confocal, spinning disk confocal or wide-field microscope. A wide-field microscope equipped with plan-apochromatic objective lenses and a low noise </w:t>
      </w:r>
      <w:r w:rsidRPr="00BC0788">
        <w:rPr>
          <w:rFonts w:cs="Arial"/>
          <w:szCs w:val="24"/>
        </w:rPr>
        <w:lastRenderedPageBreak/>
        <w:t xml:space="preserve">image sensor, such as a charge-coupled device (CCD) and scientific complementary metal-oxide semiconductor (sCMOS) can be used. Parameters for the image sensor are adjusted to ensure a low read-noise and high dynamic range. The microscope must be equipped with the optimal configuration of fluorescence filters for green, mCherry and far-red fluorophore, and it must have negligible fluorescence cross-talk. Ideally, the imaging system achieves a Nyquist sampling rate in the x, y and z axis, which typically requires the x, y and z size of a voxel to be less than 100, 100 and 200 nm, respectively. The x and y size of the voxel are always equal and are referred to as pixel_size. The pixel_size can be calculated by dividing the camera sensor size by the system magnification. </w:t>
      </w:r>
    </w:p>
    <w:p w14:paraId="4050B371" w14:textId="77777777" w:rsidR="00BC0788" w:rsidRPr="00BC0788" w:rsidRDefault="00BC0788" w:rsidP="00BC0965">
      <w:pPr>
        <w:pStyle w:val="ListParagraph"/>
        <w:ind w:left="0"/>
        <w:contextualSpacing w:val="0"/>
        <w:jc w:val="both"/>
        <w:rPr>
          <w:rFonts w:cs="Arial"/>
          <w:szCs w:val="24"/>
        </w:rPr>
      </w:pPr>
    </w:p>
    <w:p w14:paraId="7300D3DC" w14:textId="19588AB6" w:rsidR="00BC0788" w:rsidRPr="00BC0788" w:rsidRDefault="00BC0788" w:rsidP="00BC0965">
      <w:pPr>
        <w:pStyle w:val="ListParagraph"/>
        <w:numPr>
          <w:ilvl w:val="1"/>
          <w:numId w:val="29"/>
        </w:numPr>
        <w:ind w:left="0" w:firstLine="0"/>
        <w:contextualSpacing w:val="0"/>
        <w:jc w:val="both"/>
        <w:rPr>
          <w:rFonts w:cs="Arial"/>
          <w:b/>
          <w:szCs w:val="24"/>
        </w:rPr>
      </w:pPr>
      <w:r w:rsidRPr="00BC0788">
        <w:rPr>
          <w:rFonts w:cs="Arial"/>
          <w:b/>
          <w:szCs w:val="24"/>
        </w:rPr>
        <w:t>Image multi-color beads</w:t>
      </w:r>
    </w:p>
    <w:p w14:paraId="01CC88A6" w14:textId="77777777" w:rsidR="00BC0788" w:rsidRPr="00BC0788" w:rsidRDefault="00BC0788" w:rsidP="00BC0965">
      <w:pPr>
        <w:pStyle w:val="ListParagraph"/>
        <w:ind w:left="0"/>
        <w:contextualSpacing w:val="0"/>
        <w:jc w:val="both"/>
        <w:rPr>
          <w:rFonts w:cs="Arial"/>
          <w:szCs w:val="24"/>
        </w:rPr>
      </w:pPr>
    </w:p>
    <w:p w14:paraId="1EA3072C" w14:textId="2384890B" w:rsidR="00BC0788" w:rsidRPr="001306D7" w:rsidRDefault="00BC0788" w:rsidP="00BC0965">
      <w:pPr>
        <w:pStyle w:val="ListParagraph"/>
        <w:numPr>
          <w:ilvl w:val="2"/>
          <w:numId w:val="29"/>
        </w:numPr>
        <w:ind w:left="0" w:firstLine="0"/>
        <w:contextualSpacing w:val="0"/>
        <w:jc w:val="both"/>
        <w:rPr>
          <w:rFonts w:cs="Arial"/>
          <w:szCs w:val="24"/>
          <w:highlight w:val="yellow"/>
        </w:rPr>
      </w:pPr>
      <w:r w:rsidRPr="001306D7">
        <w:rPr>
          <w:rFonts w:cs="Arial"/>
          <w:szCs w:val="24"/>
          <w:highlight w:val="yellow"/>
        </w:rPr>
        <w:t>Image multi-color beads in green, red and far-red channels at the beginning and at the end of every imaging session.</w:t>
      </w:r>
    </w:p>
    <w:p w14:paraId="6F56E5AC" w14:textId="77777777" w:rsidR="00BC0788" w:rsidRPr="00BC0788" w:rsidRDefault="00BC0788" w:rsidP="00BC0965">
      <w:pPr>
        <w:pStyle w:val="ListParagraph"/>
        <w:ind w:left="0"/>
        <w:contextualSpacing w:val="0"/>
        <w:jc w:val="both"/>
        <w:rPr>
          <w:rFonts w:cs="Arial"/>
          <w:szCs w:val="24"/>
        </w:rPr>
      </w:pPr>
    </w:p>
    <w:p w14:paraId="73B5DB49" w14:textId="77777777" w:rsidR="00BC0788" w:rsidRPr="00BC0788" w:rsidRDefault="00BC0788" w:rsidP="00BC0965">
      <w:pPr>
        <w:pStyle w:val="ListParagraph"/>
        <w:ind w:left="0"/>
        <w:contextualSpacing w:val="0"/>
        <w:jc w:val="both"/>
        <w:rPr>
          <w:rFonts w:cs="Arial"/>
          <w:szCs w:val="24"/>
        </w:rPr>
      </w:pPr>
      <w:r w:rsidRPr="00BC0788">
        <w:rPr>
          <w:rFonts w:cs="Arial"/>
          <w:szCs w:val="24"/>
        </w:rPr>
        <w:t>Note: Here, images were acquired through a conventional wide-field epi-fluorescence microscope (inverted) equipped with 100X NA 1.4 plan-apochromatic objective, motorized stage, 200 Watt metal-halide light source and 16-bit sCMOS camera. The wavelengths for excitation filter (band pass), dichroic mirror (long pass) and emission filter (band pass) of the green channel filter cube are 465–495, 505 and 515–555 nm; those for the red channel filter cube are 528–553, 565 and 578–633 nm; and those for the far-red channel filter cube are 590–650, 660 and 663–738 nm. During acquisition, the size of a voxel along the x, y and z axis is 64, 64 and 200 nm, respectively.</w:t>
      </w:r>
    </w:p>
    <w:p w14:paraId="22AA7DA0" w14:textId="77777777" w:rsidR="00BC0788" w:rsidRPr="00BC0788" w:rsidRDefault="00BC0788" w:rsidP="00BC0965">
      <w:pPr>
        <w:pStyle w:val="ListParagraph"/>
        <w:ind w:left="0"/>
        <w:contextualSpacing w:val="0"/>
        <w:jc w:val="both"/>
        <w:rPr>
          <w:rFonts w:cs="Arial"/>
          <w:b/>
          <w:szCs w:val="24"/>
        </w:rPr>
      </w:pPr>
    </w:p>
    <w:p w14:paraId="01A23194" w14:textId="77777777" w:rsidR="00BC0788" w:rsidRPr="00FB1731" w:rsidRDefault="00BC0788" w:rsidP="00BC0965">
      <w:pPr>
        <w:pStyle w:val="ListParagraph"/>
        <w:numPr>
          <w:ilvl w:val="2"/>
          <w:numId w:val="29"/>
        </w:numPr>
        <w:ind w:left="0" w:firstLine="0"/>
        <w:contextualSpacing w:val="0"/>
        <w:jc w:val="both"/>
        <w:rPr>
          <w:rFonts w:cs="Arial"/>
          <w:szCs w:val="24"/>
        </w:rPr>
      </w:pPr>
      <w:r w:rsidRPr="00FB1731">
        <w:rPr>
          <w:rFonts w:cs="Arial"/>
          <w:szCs w:val="24"/>
        </w:rPr>
        <w:t>Find a field of view with good bead density.</w:t>
      </w:r>
    </w:p>
    <w:p w14:paraId="4654B50F" w14:textId="77777777" w:rsidR="00BC0788" w:rsidRPr="00BC0788" w:rsidRDefault="00BC0788" w:rsidP="00BC0965">
      <w:pPr>
        <w:pStyle w:val="ListParagraph"/>
        <w:ind w:left="0"/>
        <w:contextualSpacing w:val="0"/>
        <w:jc w:val="both"/>
        <w:rPr>
          <w:rFonts w:cs="Arial"/>
          <w:szCs w:val="24"/>
        </w:rPr>
      </w:pPr>
    </w:p>
    <w:p w14:paraId="3AB2E66E" w14:textId="77777777" w:rsidR="00BC0788" w:rsidRPr="001306D7" w:rsidRDefault="00BC0788" w:rsidP="00BC0965">
      <w:pPr>
        <w:pStyle w:val="ListParagraph"/>
        <w:numPr>
          <w:ilvl w:val="2"/>
          <w:numId w:val="29"/>
        </w:numPr>
        <w:ind w:left="0" w:firstLine="0"/>
        <w:contextualSpacing w:val="0"/>
        <w:jc w:val="both"/>
        <w:rPr>
          <w:rFonts w:cs="Arial"/>
          <w:szCs w:val="24"/>
          <w:highlight w:val="yellow"/>
        </w:rPr>
      </w:pPr>
      <w:r w:rsidRPr="001306D7">
        <w:rPr>
          <w:rFonts w:cs="Arial"/>
          <w:szCs w:val="24"/>
          <w:highlight w:val="yellow"/>
        </w:rPr>
        <w:t>Acquire 3D image stacks in green, red and far-red channels (channel</w:t>
      </w:r>
      <w:r w:rsidRPr="001306D7">
        <w:rPr>
          <w:rFonts w:cs="Arial"/>
          <w:szCs w:val="24"/>
          <w:highlight w:val="yellow"/>
          <w:vertAlign w:val="subscript"/>
        </w:rPr>
        <w:t>G</w:t>
      </w:r>
      <w:r w:rsidRPr="001306D7">
        <w:rPr>
          <w:rFonts w:cs="Arial"/>
          <w:szCs w:val="24"/>
          <w:highlight w:val="yellow"/>
        </w:rPr>
        <w:t>, channel</w:t>
      </w:r>
      <w:r w:rsidRPr="001306D7">
        <w:rPr>
          <w:rFonts w:cs="Arial"/>
          <w:szCs w:val="24"/>
          <w:highlight w:val="yellow"/>
          <w:vertAlign w:val="subscript"/>
        </w:rPr>
        <w:t>R</w:t>
      </w:r>
      <w:r w:rsidRPr="001306D7">
        <w:rPr>
          <w:rFonts w:cs="Arial"/>
          <w:szCs w:val="24"/>
          <w:highlight w:val="yellow"/>
        </w:rPr>
        <w:t>, channel</w:t>
      </w:r>
      <w:r w:rsidRPr="001306D7">
        <w:rPr>
          <w:rFonts w:cs="Arial"/>
          <w:szCs w:val="24"/>
          <w:highlight w:val="yellow"/>
          <w:vertAlign w:val="subscript"/>
        </w:rPr>
        <w:t>B</w:t>
      </w:r>
      <w:r w:rsidRPr="001306D7">
        <w:rPr>
          <w:rFonts w:cs="Arial"/>
          <w:szCs w:val="24"/>
          <w:highlight w:val="yellow"/>
        </w:rPr>
        <w:t>, respectively). Take 3 sections above and below the best focal plane (7 sections per stack). Save the three stacks as three TIFF files.</w:t>
      </w:r>
    </w:p>
    <w:p w14:paraId="7C3ED111" w14:textId="77777777" w:rsidR="00BC0788" w:rsidRPr="00BC0788" w:rsidRDefault="00BC0788" w:rsidP="00BC0965">
      <w:pPr>
        <w:pStyle w:val="ListParagraph"/>
        <w:ind w:left="0"/>
        <w:contextualSpacing w:val="0"/>
        <w:jc w:val="both"/>
        <w:rPr>
          <w:rFonts w:cs="Arial"/>
          <w:szCs w:val="24"/>
        </w:rPr>
      </w:pPr>
    </w:p>
    <w:p w14:paraId="10E7617B" w14:textId="77777777" w:rsidR="00BC0788" w:rsidRPr="00BC0788" w:rsidRDefault="00BC0788" w:rsidP="00BC0965">
      <w:pPr>
        <w:pStyle w:val="ListParagraph"/>
        <w:ind w:left="0"/>
        <w:contextualSpacing w:val="0"/>
        <w:jc w:val="both"/>
        <w:rPr>
          <w:rFonts w:cs="Arial"/>
          <w:szCs w:val="24"/>
        </w:rPr>
      </w:pPr>
      <w:r w:rsidRPr="00BC0788">
        <w:rPr>
          <w:rFonts w:cs="Arial"/>
          <w:szCs w:val="24"/>
        </w:rPr>
        <w:t>Note: The exposure time for each channel is empirically determined to maximize the dynamic range, avoid pixel saturation and minimize photobleaching. Other parameters, such as filters and the x, y and z size of the voxel, are chosen as discussed above.</w:t>
      </w:r>
    </w:p>
    <w:p w14:paraId="1793592B" w14:textId="77777777" w:rsidR="00BC0788" w:rsidRPr="00BC0788" w:rsidRDefault="00BC0788" w:rsidP="00BC0965">
      <w:pPr>
        <w:pStyle w:val="ListParagraph"/>
        <w:ind w:left="0"/>
        <w:contextualSpacing w:val="0"/>
        <w:jc w:val="both"/>
        <w:rPr>
          <w:rFonts w:cs="Arial"/>
          <w:szCs w:val="24"/>
        </w:rPr>
      </w:pPr>
    </w:p>
    <w:p w14:paraId="0AD083EA" w14:textId="2D05BA14" w:rsidR="00BC0788" w:rsidRPr="00BC0788" w:rsidRDefault="00BC0788" w:rsidP="00BC0965">
      <w:pPr>
        <w:pStyle w:val="ListParagraph"/>
        <w:numPr>
          <w:ilvl w:val="1"/>
          <w:numId w:val="29"/>
        </w:numPr>
        <w:ind w:left="0" w:firstLine="0"/>
        <w:contextualSpacing w:val="0"/>
        <w:jc w:val="both"/>
        <w:rPr>
          <w:rFonts w:cs="Arial"/>
          <w:b/>
          <w:szCs w:val="24"/>
        </w:rPr>
      </w:pPr>
      <w:r w:rsidRPr="00BC0788">
        <w:rPr>
          <w:rFonts w:cs="Arial"/>
          <w:b/>
          <w:szCs w:val="24"/>
        </w:rPr>
        <w:t>Image Golgi mini-stacks</w:t>
      </w:r>
    </w:p>
    <w:p w14:paraId="7C6171CF" w14:textId="77777777" w:rsidR="00BC0788" w:rsidRPr="00BC0788" w:rsidRDefault="00BC0788" w:rsidP="00BC0965">
      <w:pPr>
        <w:pStyle w:val="ListParagraph"/>
        <w:ind w:left="0"/>
        <w:contextualSpacing w:val="0"/>
        <w:jc w:val="both"/>
        <w:rPr>
          <w:rFonts w:cs="Arial"/>
          <w:szCs w:val="24"/>
        </w:rPr>
      </w:pPr>
    </w:p>
    <w:p w14:paraId="41580F2E" w14:textId="777E5542" w:rsidR="00BC0788" w:rsidRPr="001306D7" w:rsidRDefault="00325C35" w:rsidP="00BC0965">
      <w:pPr>
        <w:pStyle w:val="ListParagraph"/>
        <w:numPr>
          <w:ilvl w:val="2"/>
          <w:numId w:val="29"/>
        </w:numPr>
        <w:ind w:left="0" w:firstLine="0"/>
        <w:contextualSpacing w:val="0"/>
        <w:jc w:val="both"/>
        <w:rPr>
          <w:rFonts w:cs="Arial"/>
          <w:szCs w:val="24"/>
          <w:highlight w:val="yellow"/>
        </w:rPr>
      </w:pPr>
      <w:r>
        <w:rPr>
          <w:rFonts w:cs="Arial"/>
          <w:szCs w:val="24"/>
          <w:highlight w:val="yellow"/>
        </w:rPr>
        <w:t xml:space="preserve">Use </w:t>
      </w:r>
      <w:r w:rsidR="00962731" w:rsidRPr="00962731">
        <w:rPr>
          <w:rFonts w:cs="Arial"/>
          <w:szCs w:val="24"/>
          <w:highlight w:val="yellow"/>
        </w:rPr>
        <w:t xml:space="preserve">TPST1-EGFP </w:t>
      </w:r>
      <w:r>
        <w:rPr>
          <w:rFonts w:cs="Arial"/>
          <w:szCs w:val="24"/>
          <w:highlight w:val="yellow"/>
        </w:rPr>
        <w:t xml:space="preserve">and </w:t>
      </w:r>
      <w:r w:rsidR="00962731" w:rsidRPr="00962731">
        <w:rPr>
          <w:rFonts w:cs="Arial"/>
          <w:szCs w:val="24"/>
          <w:highlight w:val="yellow"/>
        </w:rPr>
        <w:t xml:space="preserve">GalT-mCherry </w:t>
      </w:r>
      <w:r w:rsidR="006F77C5">
        <w:rPr>
          <w:rFonts w:cs="Arial"/>
          <w:szCs w:val="24"/>
          <w:highlight w:val="yellow"/>
        </w:rPr>
        <w:t xml:space="preserve">transfected and fluorescently labeled </w:t>
      </w:r>
      <w:r w:rsidR="00C8760F">
        <w:rPr>
          <w:rFonts w:cs="Arial"/>
          <w:szCs w:val="24"/>
          <w:highlight w:val="yellow"/>
        </w:rPr>
        <w:t xml:space="preserve">(section 1.5) </w:t>
      </w:r>
      <w:r w:rsidR="006F77C5">
        <w:rPr>
          <w:rFonts w:cs="Arial"/>
          <w:szCs w:val="24"/>
          <w:highlight w:val="yellow"/>
        </w:rPr>
        <w:t>slides to f</w:t>
      </w:r>
      <w:r w:rsidR="00BC0788" w:rsidRPr="001306D7">
        <w:rPr>
          <w:rFonts w:cs="Arial"/>
          <w:szCs w:val="24"/>
          <w:highlight w:val="yellow"/>
        </w:rPr>
        <w:t xml:space="preserve">ind cells that express </w:t>
      </w:r>
      <w:bookmarkStart w:id="2" w:name="_Hlk480980140"/>
      <w:r w:rsidR="00BC0788" w:rsidRPr="001306D7">
        <w:rPr>
          <w:rFonts w:cs="Arial"/>
          <w:szCs w:val="24"/>
          <w:highlight w:val="yellow"/>
        </w:rPr>
        <w:t>TPST1-EGFP and a low or medium level of GalT-mCherry</w:t>
      </w:r>
      <w:bookmarkEnd w:id="2"/>
      <w:r w:rsidR="00BC0788" w:rsidRPr="001306D7">
        <w:rPr>
          <w:rFonts w:cs="Arial"/>
          <w:szCs w:val="24"/>
          <w:highlight w:val="yellow"/>
        </w:rPr>
        <w:t>. Acquire 3D image stacks as described in step 3.1.3.</w:t>
      </w:r>
    </w:p>
    <w:p w14:paraId="6A4B30A6" w14:textId="77777777" w:rsidR="00BC0788" w:rsidRPr="00BC0788" w:rsidRDefault="00BC0788" w:rsidP="00BC0965">
      <w:pPr>
        <w:pStyle w:val="ListParagraph"/>
        <w:ind w:left="0"/>
        <w:contextualSpacing w:val="0"/>
        <w:jc w:val="both"/>
        <w:rPr>
          <w:rFonts w:cs="Arial"/>
          <w:szCs w:val="24"/>
        </w:rPr>
      </w:pPr>
    </w:p>
    <w:p w14:paraId="61964172" w14:textId="77777777" w:rsidR="00BC0788" w:rsidRPr="00BC0788" w:rsidRDefault="00BC0788" w:rsidP="00BC0965">
      <w:pPr>
        <w:pStyle w:val="ListParagraph"/>
        <w:numPr>
          <w:ilvl w:val="0"/>
          <w:numId w:val="29"/>
        </w:numPr>
        <w:ind w:left="0" w:firstLine="0"/>
        <w:contextualSpacing w:val="0"/>
        <w:jc w:val="both"/>
        <w:rPr>
          <w:rFonts w:cs="Arial"/>
          <w:b/>
          <w:szCs w:val="24"/>
        </w:rPr>
      </w:pPr>
      <w:r w:rsidRPr="00BC0788">
        <w:rPr>
          <w:rFonts w:cs="Arial"/>
          <w:b/>
          <w:szCs w:val="24"/>
        </w:rPr>
        <w:t>Image Analysis</w:t>
      </w:r>
    </w:p>
    <w:p w14:paraId="5C5996E4" w14:textId="77777777" w:rsidR="00BC0788" w:rsidRPr="00BC0788" w:rsidRDefault="00BC0788" w:rsidP="00BC0965">
      <w:pPr>
        <w:pStyle w:val="ListParagraph"/>
        <w:ind w:left="0"/>
        <w:contextualSpacing w:val="0"/>
        <w:jc w:val="both"/>
        <w:rPr>
          <w:rFonts w:cs="Arial"/>
          <w:szCs w:val="24"/>
        </w:rPr>
      </w:pPr>
    </w:p>
    <w:p w14:paraId="73FE98EB" w14:textId="793F8BD9" w:rsidR="00BC0788" w:rsidRPr="00BC0788" w:rsidRDefault="00BC0788" w:rsidP="00BC0965">
      <w:pPr>
        <w:pStyle w:val="ListParagraph"/>
        <w:numPr>
          <w:ilvl w:val="1"/>
          <w:numId w:val="29"/>
        </w:numPr>
        <w:ind w:left="0" w:firstLine="0"/>
        <w:contextualSpacing w:val="0"/>
        <w:jc w:val="both"/>
        <w:rPr>
          <w:rFonts w:cs="Arial"/>
          <w:b/>
          <w:szCs w:val="24"/>
        </w:rPr>
      </w:pPr>
      <w:r w:rsidRPr="00BC0788">
        <w:rPr>
          <w:rFonts w:cs="Arial"/>
          <w:b/>
          <w:szCs w:val="24"/>
        </w:rPr>
        <w:t>Acquire centers of fluorescent beads</w:t>
      </w:r>
    </w:p>
    <w:p w14:paraId="093D6563" w14:textId="77777777" w:rsidR="00BC0788" w:rsidRPr="00BC0788" w:rsidRDefault="00BC0788" w:rsidP="00BC0965">
      <w:pPr>
        <w:pStyle w:val="ListParagraph"/>
        <w:ind w:left="0"/>
        <w:contextualSpacing w:val="0"/>
        <w:jc w:val="both"/>
        <w:rPr>
          <w:rFonts w:cs="Arial"/>
          <w:szCs w:val="24"/>
        </w:rPr>
      </w:pPr>
    </w:p>
    <w:p w14:paraId="13673DBE" w14:textId="0BE063EB" w:rsidR="00BC0788" w:rsidRPr="009C783E" w:rsidRDefault="00BC0788" w:rsidP="00BC0965">
      <w:pPr>
        <w:pStyle w:val="ListParagraph"/>
        <w:numPr>
          <w:ilvl w:val="2"/>
          <w:numId w:val="29"/>
        </w:numPr>
        <w:ind w:left="0" w:firstLine="0"/>
        <w:contextualSpacing w:val="0"/>
        <w:jc w:val="both"/>
        <w:rPr>
          <w:rFonts w:cs="Arial"/>
          <w:szCs w:val="24"/>
          <w:highlight w:val="yellow"/>
        </w:rPr>
      </w:pPr>
      <w:r w:rsidRPr="009C783E">
        <w:rPr>
          <w:rFonts w:cs="Arial"/>
          <w:szCs w:val="24"/>
          <w:highlight w:val="yellow"/>
        </w:rPr>
        <w:lastRenderedPageBreak/>
        <w:t>In ImageJ, open a set of bead images consisting of three TIFF files (File&gt;Image&gt;Open).</w:t>
      </w:r>
    </w:p>
    <w:p w14:paraId="7AB84D07" w14:textId="77777777" w:rsidR="00BC0788" w:rsidRPr="00BC0788" w:rsidRDefault="00BC0788" w:rsidP="00BC0965">
      <w:pPr>
        <w:pStyle w:val="ListParagraph"/>
        <w:ind w:left="0"/>
        <w:contextualSpacing w:val="0"/>
        <w:jc w:val="both"/>
        <w:rPr>
          <w:rFonts w:cs="Arial"/>
          <w:szCs w:val="24"/>
        </w:rPr>
      </w:pPr>
    </w:p>
    <w:p w14:paraId="0B700FCA" w14:textId="77777777" w:rsidR="00BC0788" w:rsidRPr="00BC0788" w:rsidRDefault="00BC0788" w:rsidP="00BC0965">
      <w:pPr>
        <w:pStyle w:val="ListParagraph"/>
        <w:numPr>
          <w:ilvl w:val="2"/>
          <w:numId w:val="29"/>
        </w:numPr>
        <w:ind w:left="0" w:firstLine="0"/>
        <w:contextualSpacing w:val="0"/>
        <w:jc w:val="both"/>
        <w:rPr>
          <w:rFonts w:cs="Arial"/>
          <w:szCs w:val="24"/>
        </w:rPr>
      </w:pPr>
      <w:r w:rsidRPr="009C783E">
        <w:rPr>
          <w:rFonts w:cs="Arial"/>
          <w:szCs w:val="24"/>
          <w:highlight w:val="yellow"/>
        </w:rPr>
        <w:t>Average 3 consecutive sections around the best focused section in channel</w:t>
      </w:r>
      <w:r w:rsidRPr="009C783E">
        <w:rPr>
          <w:rFonts w:cs="Arial"/>
          <w:szCs w:val="24"/>
          <w:highlight w:val="yellow"/>
          <w:vertAlign w:val="subscript"/>
        </w:rPr>
        <w:t>R</w:t>
      </w:r>
      <w:r w:rsidRPr="009C783E">
        <w:rPr>
          <w:rFonts w:cs="Arial"/>
          <w:szCs w:val="24"/>
          <w:highlight w:val="yellow"/>
        </w:rPr>
        <w:t xml:space="preserve"> by Image&gt;Stacks&gt;Z Project. Input the section number of “Start slice” and “Stop slice”, and among options of “projection type”, select “Average Intensity</w:t>
      </w:r>
      <w:r w:rsidRPr="00BC0788">
        <w:rPr>
          <w:rFonts w:cs="Arial"/>
          <w:szCs w:val="24"/>
        </w:rPr>
        <w:t>”.</w:t>
      </w:r>
    </w:p>
    <w:p w14:paraId="651A70CD" w14:textId="77777777" w:rsidR="00BC0788" w:rsidRPr="00BC0788" w:rsidRDefault="00BC0788" w:rsidP="00BC0965">
      <w:pPr>
        <w:pStyle w:val="ListParagraph"/>
        <w:ind w:left="0"/>
        <w:contextualSpacing w:val="0"/>
        <w:jc w:val="both"/>
        <w:rPr>
          <w:rFonts w:cs="Arial"/>
          <w:szCs w:val="24"/>
        </w:rPr>
      </w:pPr>
    </w:p>
    <w:p w14:paraId="4266600F" w14:textId="77777777" w:rsidR="00BC0788" w:rsidRPr="009C783E" w:rsidRDefault="00BC0788" w:rsidP="00BC0965">
      <w:pPr>
        <w:pStyle w:val="ListParagraph"/>
        <w:numPr>
          <w:ilvl w:val="2"/>
          <w:numId w:val="29"/>
        </w:numPr>
        <w:ind w:left="0" w:firstLine="0"/>
        <w:contextualSpacing w:val="0"/>
        <w:jc w:val="both"/>
        <w:rPr>
          <w:rFonts w:cs="Arial"/>
          <w:szCs w:val="24"/>
          <w:highlight w:val="yellow"/>
        </w:rPr>
      </w:pPr>
      <w:r w:rsidRPr="009C783E">
        <w:rPr>
          <w:rFonts w:cs="Arial"/>
          <w:szCs w:val="24"/>
          <w:highlight w:val="yellow"/>
        </w:rPr>
        <w:t>Draw regions of interest (ROIs) that contain no beads in the image using “Polygon selections”. In “Analyze&gt;Set Measurements”, check only “Mean gray value” and “Standard deviation”. Then execute “Analyze&gt;Measure” to obtain the mean and SD of the ROI.</w:t>
      </w:r>
    </w:p>
    <w:p w14:paraId="6C7FF564" w14:textId="77777777" w:rsidR="00BC0788" w:rsidRPr="00BC0788" w:rsidRDefault="00BC0788" w:rsidP="00BC0965">
      <w:pPr>
        <w:pStyle w:val="ListParagraph"/>
        <w:ind w:left="0"/>
        <w:contextualSpacing w:val="0"/>
        <w:jc w:val="both"/>
        <w:rPr>
          <w:rFonts w:cs="Arial"/>
          <w:szCs w:val="24"/>
        </w:rPr>
      </w:pPr>
    </w:p>
    <w:p w14:paraId="03F5E449" w14:textId="77777777" w:rsidR="00BC0788" w:rsidRPr="009C783E" w:rsidRDefault="00BC0788" w:rsidP="00BC0965">
      <w:pPr>
        <w:pStyle w:val="ListParagraph"/>
        <w:numPr>
          <w:ilvl w:val="2"/>
          <w:numId w:val="29"/>
        </w:numPr>
        <w:ind w:left="0" w:firstLine="0"/>
        <w:contextualSpacing w:val="0"/>
        <w:jc w:val="both"/>
        <w:rPr>
          <w:rFonts w:cs="Arial"/>
          <w:szCs w:val="24"/>
          <w:highlight w:val="yellow"/>
          <w:vertAlign w:val="subscript"/>
        </w:rPr>
      </w:pPr>
      <w:r w:rsidRPr="00BC0788">
        <w:rPr>
          <w:rFonts w:cs="Arial"/>
          <w:szCs w:val="24"/>
        </w:rPr>
        <w:t>Calculate the background intensity as “mean+6×SD”</w:t>
      </w:r>
      <w:r w:rsidRPr="00BC0788">
        <w:rPr>
          <w:rFonts w:cs="Arial"/>
          <w:szCs w:val="24"/>
          <w:vertAlign w:val="subscript"/>
        </w:rPr>
        <w:t xml:space="preserve">. </w:t>
      </w:r>
      <w:r w:rsidRPr="009C783E">
        <w:rPr>
          <w:rFonts w:cs="Arial"/>
          <w:szCs w:val="24"/>
          <w:highlight w:val="yellow"/>
        </w:rPr>
        <w:t>Subtract the image with the corresponding background intensity values by “Process&gt;Math&gt;Subtract”, input the background intensity value corresponding to this channel.</w:t>
      </w:r>
    </w:p>
    <w:p w14:paraId="0B4367D0" w14:textId="77777777" w:rsidR="00BC0788" w:rsidRPr="00BC0788" w:rsidRDefault="00BC0788" w:rsidP="00BC0965">
      <w:pPr>
        <w:pStyle w:val="ListParagraph"/>
        <w:ind w:left="0"/>
        <w:contextualSpacing w:val="0"/>
        <w:jc w:val="both"/>
        <w:rPr>
          <w:rFonts w:cs="Arial"/>
          <w:szCs w:val="24"/>
        </w:rPr>
      </w:pPr>
    </w:p>
    <w:p w14:paraId="33F25F3E" w14:textId="77777777" w:rsidR="00BC0788" w:rsidRPr="00BC0788" w:rsidRDefault="00BC0788" w:rsidP="00BC0965">
      <w:pPr>
        <w:pStyle w:val="ListParagraph"/>
        <w:numPr>
          <w:ilvl w:val="2"/>
          <w:numId w:val="29"/>
        </w:numPr>
        <w:ind w:left="0" w:firstLine="0"/>
        <w:contextualSpacing w:val="0"/>
        <w:jc w:val="both"/>
        <w:rPr>
          <w:rFonts w:cs="Arial"/>
          <w:szCs w:val="24"/>
          <w:vertAlign w:val="subscript"/>
        </w:rPr>
      </w:pPr>
      <w:r w:rsidRPr="009C783E">
        <w:rPr>
          <w:rFonts w:cs="Arial"/>
          <w:szCs w:val="24"/>
          <w:highlight w:val="yellow"/>
        </w:rPr>
        <w:t>Repeat steps 4.1.2 to 4.1.4 for channel</w:t>
      </w:r>
      <w:r w:rsidRPr="009C783E">
        <w:rPr>
          <w:rFonts w:cs="Arial"/>
          <w:szCs w:val="24"/>
          <w:highlight w:val="yellow"/>
          <w:vertAlign w:val="subscript"/>
        </w:rPr>
        <w:t xml:space="preserve">G </w:t>
      </w:r>
      <w:r w:rsidRPr="009C783E">
        <w:rPr>
          <w:rFonts w:cs="Arial"/>
          <w:szCs w:val="24"/>
          <w:highlight w:val="yellow"/>
        </w:rPr>
        <w:t>and channel</w:t>
      </w:r>
      <w:r w:rsidRPr="009C783E">
        <w:rPr>
          <w:rFonts w:cs="Arial"/>
          <w:szCs w:val="24"/>
          <w:highlight w:val="yellow"/>
          <w:vertAlign w:val="subscript"/>
        </w:rPr>
        <w:t>B</w:t>
      </w:r>
      <w:r w:rsidRPr="009C783E">
        <w:rPr>
          <w:rFonts w:cs="Arial"/>
          <w:szCs w:val="24"/>
          <w:highlight w:val="yellow"/>
        </w:rPr>
        <w:t xml:space="preserve"> image stacks by using the same start</w:t>
      </w:r>
      <w:r w:rsidRPr="009C783E">
        <w:rPr>
          <w:rFonts w:cs="Arial"/>
          <w:szCs w:val="24"/>
          <w:highlight w:val="yellow"/>
          <w:vertAlign w:val="subscript"/>
        </w:rPr>
        <w:t xml:space="preserve"> </w:t>
      </w:r>
      <w:r w:rsidRPr="009C783E">
        <w:rPr>
          <w:rFonts w:cs="Arial"/>
          <w:szCs w:val="24"/>
          <w:highlight w:val="yellow"/>
        </w:rPr>
        <w:t>and stop slice and the same background ROI</w:t>
      </w:r>
      <w:r w:rsidRPr="00BC0788">
        <w:rPr>
          <w:rFonts w:cs="Arial"/>
          <w:szCs w:val="24"/>
        </w:rPr>
        <w:t>. Note that the ROI used in step 4.1.3 can be copied to channel</w:t>
      </w:r>
      <w:r w:rsidRPr="00BC0788">
        <w:rPr>
          <w:rFonts w:cs="Arial"/>
          <w:szCs w:val="24"/>
          <w:vertAlign w:val="subscript"/>
        </w:rPr>
        <w:t xml:space="preserve">G </w:t>
      </w:r>
      <w:r w:rsidRPr="00BC0788">
        <w:rPr>
          <w:rFonts w:cs="Arial"/>
          <w:szCs w:val="24"/>
        </w:rPr>
        <w:t>and channel</w:t>
      </w:r>
      <w:r w:rsidRPr="00BC0788">
        <w:rPr>
          <w:rFonts w:cs="Arial"/>
          <w:szCs w:val="24"/>
          <w:vertAlign w:val="subscript"/>
        </w:rPr>
        <w:t xml:space="preserve">B </w:t>
      </w:r>
      <w:r w:rsidRPr="00BC0788">
        <w:rPr>
          <w:rFonts w:cs="Arial"/>
          <w:szCs w:val="24"/>
        </w:rPr>
        <w:t>images</w:t>
      </w:r>
      <w:r w:rsidRPr="00BC0788">
        <w:rPr>
          <w:rFonts w:cs="Arial"/>
          <w:szCs w:val="24"/>
          <w:vertAlign w:val="subscript"/>
        </w:rPr>
        <w:t>.</w:t>
      </w:r>
    </w:p>
    <w:p w14:paraId="743CAEB4" w14:textId="77777777" w:rsidR="00BC0788" w:rsidRPr="00BC0788" w:rsidRDefault="00BC0788" w:rsidP="00BC0965">
      <w:pPr>
        <w:pStyle w:val="ListParagraph"/>
        <w:ind w:left="0"/>
        <w:contextualSpacing w:val="0"/>
        <w:jc w:val="both"/>
        <w:rPr>
          <w:rFonts w:cs="Arial"/>
          <w:szCs w:val="24"/>
        </w:rPr>
      </w:pPr>
    </w:p>
    <w:p w14:paraId="57071FC8" w14:textId="77777777" w:rsidR="00BC0788" w:rsidRPr="00BC0788" w:rsidRDefault="00BC0788" w:rsidP="00BC0965">
      <w:pPr>
        <w:pStyle w:val="ListParagraph"/>
        <w:numPr>
          <w:ilvl w:val="2"/>
          <w:numId w:val="29"/>
        </w:numPr>
        <w:ind w:left="0" w:firstLine="0"/>
        <w:contextualSpacing w:val="0"/>
        <w:jc w:val="both"/>
        <w:rPr>
          <w:rFonts w:cs="Arial"/>
          <w:szCs w:val="24"/>
        </w:rPr>
      </w:pPr>
      <w:r w:rsidRPr="009C783E">
        <w:rPr>
          <w:rFonts w:cs="Arial"/>
          <w:szCs w:val="24"/>
          <w:highlight w:val="yellow"/>
        </w:rPr>
        <w:t>Merge the three background-subtracted images (Image&gt;Color&gt;Merge Channels) by selecting channel</w:t>
      </w:r>
      <w:r w:rsidRPr="009C783E">
        <w:rPr>
          <w:rFonts w:cs="Arial"/>
          <w:szCs w:val="24"/>
          <w:highlight w:val="yellow"/>
          <w:vertAlign w:val="subscript"/>
        </w:rPr>
        <w:t>R</w:t>
      </w:r>
      <w:r w:rsidRPr="009C783E">
        <w:rPr>
          <w:rFonts w:cs="Arial"/>
          <w:szCs w:val="24"/>
          <w:highlight w:val="yellow"/>
        </w:rPr>
        <w:t xml:space="preserve"> as red, channel</w:t>
      </w:r>
      <w:r w:rsidRPr="009C783E">
        <w:rPr>
          <w:rFonts w:cs="Arial"/>
          <w:szCs w:val="24"/>
          <w:highlight w:val="yellow"/>
          <w:vertAlign w:val="subscript"/>
        </w:rPr>
        <w:t>G</w:t>
      </w:r>
      <w:r w:rsidRPr="009C783E">
        <w:rPr>
          <w:rFonts w:cs="Arial"/>
          <w:szCs w:val="24"/>
          <w:highlight w:val="yellow"/>
        </w:rPr>
        <w:t xml:space="preserve"> as green and channel</w:t>
      </w:r>
      <w:r w:rsidRPr="009C783E">
        <w:rPr>
          <w:rFonts w:cs="Arial"/>
          <w:szCs w:val="24"/>
          <w:highlight w:val="yellow"/>
          <w:vertAlign w:val="subscript"/>
        </w:rPr>
        <w:t>B</w:t>
      </w:r>
      <w:r w:rsidRPr="009C783E">
        <w:rPr>
          <w:rFonts w:cs="Arial"/>
          <w:szCs w:val="24"/>
          <w:highlight w:val="yellow"/>
        </w:rPr>
        <w:t xml:space="preserve"> as blue.</w:t>
      </w:r>
      <w:r w:rsidRPr="00BC0788">
        <w:rPr>
          <w:rFonts w:cs="Arial"/>
          <w:szCs w:val="24"/>
        </w:rPr>
        <w:t xml:space="preserve"> A single composite image consisting of three channels will be obtained.</w:t>
      </w:r>
    </w:p>
    <w:p w14:paraId="475B272E" w14:textId="77777777" w:rsidR="00BC0788" w:rsidRPr="00BC0788" w:rsidRDefault="00BC0788" w:rsidP="00BC0965">
      <w:pPr>
        <w:pStyle w:val="ListParagraph"/>
        <w:ind w:left="0"/>
        <w:contextualSpacing w:val="0"/>
        <w:jc w:val="both"/>
        <w:rPr>
          <w:rFonts w:cs="Arial"/>
          <w:szCs w:val="24"/>
        </w:rPr>
      </w:pPr>
    </w:p>
    <w:p w14:paraId="0EFADC4A" w14:textId="77777777" w:rsidR="00BC0788" w:rsidRPr="00BC0788" w:rsidRDefault="00BC0788" w:rsidP="00BC0965">
      <w:pPr>
        <w:pStyle w:val="ListParagraph"/>
        <w:numPr>
          <w:ilvl w:val="2"/>
          <w:numId w:val="29"/>
        </w:numPr>
        <w:ind w:left="0" w:firstLine="0"/>
        <w:contextualSpacing w:val="0"/>
        <w:jc w:val="both"/>
        <w:rPr>
          <w:rFonts w:cs="Arial"/>
          <w:szCs w:val="24"/>
        </w:rPr>
      </w:pPr>
      <w:r w:rsidRPr="009C783E">
        <w:rPr>
          <w:rFonts w:cs="Arial"/>
          <w:szCs w:val="24"/>
          <w:highlight w:val="yellow"/>
        </w:rPr>
        <w:t>Launch ROI manager (Analyze&gt;Tools&gt;ROI Manager). Draw a square ROI around single beads ensuring that there is only one bead within each ROI. Add the ROI to ROI manager by pressing “t” on the keyboard.</w:t>
      </w:r>
      <w:r w:rsidRPr="00BC0788">
        <w:rPr>
          <w:rFonts w:cs="Arial"/>
          <w:szCs w:val="24"/>
        </w:rPr>
        <w:t xml:space="preserve"> Repeat this process and add as many ROIs as possible.</w:t>
      </w:r>
    </w:p>
    <w:p w14:paraId="48E1CEC9" w14:textId="77777777" w:rsidR="00BC0788" w:rsidRPr="00BC0788" w:rsidRDefault="00BC0788" w:rsidP="00BC0965">
      <w:pPr>
        <w:pStyle w:val="ListParagraph"/>
        <w:ind w:left="0"/>
        <w:contextualSpacing w:val="0"/>
        <w:jc w:val="both"/>
        <w:rPr>
          <w:rFonts w:cs="Arial"/>
          <w:szCs w:val="24"/>
        </w:rPr>
      </w:pPr>
    </w:p>
    <w:p w14:paraId="19C6CEF0" w14:textId="77777777" w:rsidR="00BC0788" w:rsidRPr="009C783E" w:rsidRDefault="00BC0788" w:rsidP="00BC0965">
      <w:pPr>
        <w:pStyle w:val="ListParagraph"/>
        <w:numPr>
          <w:ilvl w:val="2"/>
          <w:numId w:val="29"/>
        </w:numPr>
        <w:ind w:left="0" w:firstLine="0"/>
        <w:contextualSpacing w:val="0"/>
        <w:jc w:val="both"/>
        <w:rPr>
          <w:rFonts w:cs="Arial"/>
          <w:szCs w:val="24"/>
          <w:highlight w:val="yellow"/>
        </w:rPr>
      </w:pPr>
      <w:r w:rsidRPr="009C783E">
        <w:rPr>
          <w:rFonts w:cs="Arial"/>
          <w:szCs w:val="24"/>
          <w:highlight w:val="yellow"/>
        </w:rPr>
        <w:t xml:space="preserve">In “Analyze&gt;Set Measurements”, check only “Center of mass”. </w:t>
      </w:r>
    </w:p>
    <w:p w14:paraId="7AFD7F76" w14:textId="77777777" w:rsidR="00BC0788" w:rsidRPr="00BC0788" w:rsidRDefault="00BC0788" w:rsidP="00BC0965">
      <w:pPr>
        <w:pStyle w:val="ListParagraph"/>
        <w:ind w:left="0"/>
        <w:contextualSpacing w:val="0"/>
        <w:jc w:val="both"/>
        <w:rPr>
          <w:rFonts w:cs="Arial"/>
          <w:szCs w:val="24"/>
        </w:rPr>
      </w:pPr>
    </w:p>
    <w:p w14:paraId="6A0FCD7F" w14:textId="77777777" w:rsidR="00BC0788" w:rsidRPr="00BC0788" w:rsidRDefault="00BC0788" w:rsidP="00BC0965">
      <w:pPr>
        <w:pStyle w:val="ListParagraph"/>
        <w:numPr>
          <w:ilvl w:val="2"/>
          <w:numId w:val="29"/>
        </w:numPr>
        <w:ind w:left="0" w:firstLine="0"/>
        <w:contextualSpacing w:val="0"/>
        <w:jc w:val="both"/>
        <w:rPr>
          <w:rFonts w:cs="Arial"/>
          <w:szCs w:val="24"/>
        </w:rPr>
      </w:pPr>
      <w:r w:rsidRPr="009C783E">
        <w:rPr>
          <w:rFonts w:cs="Arial"/>
          <w:szCs w:val="24"/>
          <w:highlight w:val="yellow"/>
        </w:rPr>
        <w:t>Select channel</w:t>
      </w:r>
      <w:r w:rsidRPr="009C783E">
        <w:rPr>
          <w:rFonts w:cs="Arial"/>
          <w:szCs w:val="24"/>
          <w:highlight w:val="yellow"/>
          <w:vertAlign w:val="subscript"/>
        </w:rPr>
        <w:t>R</w:t>
      </w:r>
      <w:r w:rsidRPr="009C783E">
        <w:rPr>
          <w:rFonts w:cs="Arial"/>
          <w:szCs w:val="24"/>
          <w:highlight w:val="yellow"/>
        </w:rPr>
        <w:t>, in ROI Manager, click “Measure” to obtain centers; two columns corresponding to the x and y coordinate of centers of ROIs will be displayed in the “Result” window. Copy and paste the two columns into a spreadsheet</w:t>
      </w:r>
      <w:r w:rsidRPr="00BC0788">
        <w:rPr>
          <w:rFonts w:cs="Arial"/>
          <w:szCs w:val="24"/>
        </w:rPr>
        <w:t>.</w:t>
      </w:r>
    </w:p>
    <w:p w14:paraId="7B4B763F" w14:textId="77777777" w:rsidR="00BC0788" w:rsidRPr="00BC0788" w:rsidRDefault="00BC0788" w:rsidP="00BC0965">
      <w:pPr>
        <w:pStyle w:val="ListParagraph"/>
        <w:ind w:left="0"/>
        <w:contextualSpacing w:val="0"/>
        <w:jc w:val="both"/>
        <w:rPr>
          <w:rFonts w:cs="Arial"/>
          <w:szCs w:val="24"/>
        </w:rPr>
      </w:pPr>
    </w:p>
    <w:p w14:paraId="19044B6C" w14:textId="77777777" w:rsidR="00BC0788" w:rsidRPr="009C783E" w:rsidRDefault="00BC0788" w:rsidP="00BC0965">
      <w:pPr>
        <w:pStyle w:val="ListParagraph"/>
        <w:numPr>
          <w:ilvl w:val="2"/>
          <w:numId w:val="29"/>
        </w:numPr>
        <w:ind w:left="0" w:firstLine="0"/>
        <w:contextualSpacing w:val="0"/>
        <w:jc w:val="both"/>
        <w:rPr>
          <w:rFonts w:cs="Arial"/>
          <w:szCs w:val="24"/>
          <w:highlight w:val="yellow"/>
        </w:rPr>
      </w:pPr>
      <w:r w:rsidRPr="009C783E">
        <w:rPr>
          <w:rFonts w:cs="Arial"/>
          <w:szCs w:val="24"/>
          <w:highlight w:val="yellow"/>
        </w:rPr>
        <w:t>Repeat step 4.1.9 for channel</w:t>
      </w:r>
      <w:r w:rsidRPr="009C783E">
        <w:rPr>
          <w:rFonts w:cs="Arial"/>
          <w:szCs w:val="24"/>
          <w:highlight w:val="yellow"/>
          <w:vertAlign w:val="subscript"/>
        </w:rPr>
        <w:t xml:space="preserve">G </w:t>
      </w:r>
      <w:r w:rsidRPr="009C783E">
        <w:rPr>
          <w:rFonts w:cs="Arial"/>
          <w:szCs w:val="24"/>
          <w:highlight w:val="yellow"/>
        </w:rPr>
        <w:t>and channel</w:t>
      </w:r>
      <w:r w:rsidRPr="009C783E">
        <w:rPr>
          <w:rFonts w:cs="Arial"/>
          <w:szCs w:val="24"/>
          <w:highlight w:val="yellow"/>
          <w:vertAlign w:val="subscript"/>
        </w:rPr>
        <w:t>B</w:t>
      </w:r>
      <w:r w:rsidRPr="009C783E">
        <w:rPr>
          <w:rFonts w:cs="Arial"/>
          <w:szCs w:val="24"/>
          <w:highlight w:val="yellow"/>
        </w:rPr>
        <w:t>.</w:t>
      </w:r>
    </w:p>
    <w:p w14:paraId="54CE1D83" w14:textId="77777777" w:rsidR="00BC0788" w:rsidRPr="00BC0788" w:rsidRDefault="00BC0788" w:rsidP="00BC0965">
      <w:pPr>
        <w:pStyle w:val="ListParagraph"/>
        <w:ind w:left="0"/>
        <w:contextualSpacing w:val="0"/>
        <w:jc w:val="both"/>
        <w:rPr>
          <w:rFonts w:cs="Arial"/>
          <w:szCs w:val="24"/>
        </w:rPr>
      </w:pPr>
    </w:p>
    <w:p w14:paraId="024F1C09" w14:textId="77777777" w:rsidR="00BC0788" w:rsidRPr="00BC0788" w:rsidRDefault="00BC0788" w:rsidP="00BC0965">
      <w:pPr>
        <w:pStyle w:val="ListParagraph"/>
        <w:numPr>
          <w:ilvl w:val="2"/>
          <w:numId w:val="29"/>
        </w:numPr>
        <w:ind w:left="0" w:firstLine="0"/>
        <w:contextualSpacing w:val="0"/>
        <w:jc w:val="both"/>
        <w:rPr>
          <w:rFonts w:cs="Arial"/>
          <w:szCs w:val="24"/>
        </w:rPr>
      </w:pPr>
      <w:r w:rsidRPr="00BC0788">
        <w:rPr>
          <w:rFonts w:cs="Arial"/>
          <w:szCs w:val="24"/>
        </w:rPr>
        <w:t>Arrange coordinates of centers in a single spreadsheet in the following order: x</w:t>
      </w:r>
      <w:r w:rsidRPr="00BC0788">
        <w:rPr>
          <w:rFonts w:cs="Arial"/>
          <w:szCs w:val="24"/>
          <w:vertAlign w:val="subscript"/>
        </w:rPr>
        <w:t>R</w:t>
      </w:r>
      <w:r w:rsidRPr="00BC0788">
        <w:rPr>
          <w:rFonts w:cs="Arial"/>
          <w:szCs w:val="24"/>
        </w:rPr>
        <w:t>, y</w:t>
      </w:r>
      <w:r w:rsidRPr="00BC0788">
        <w:rPr>
          <w:rFonts w:cs="Arial"/>
          <w:szCs w:val="24"/>
          <w:vertAlign w:val="subscript"/>
        </w:rPr>
        <w:t>R</w:t>
      </w:r>
      <w:r w:rsidRPr="00BC0788">
        <w:rPr>
          <w:rFonts w:cs="Arial"/>
          <w:szCs w:val="24"/>
        </w:rPr>
        <w:t>, x</w:t>
      </w:r>
      <w:r w:rsidRPr="00BC0788">
        <w:rPr>
          <w:rFonts w:cs="Arial"/>
          <w:szCs w:val="24"/>
          <w:vertAlign w:val="subscript"/>
        </w:rPr>
        <w:t>G</w:t>
      </w:r>
      <w:r w:rsidRPr="00BC0788">
        <w:rPr>
          <w:rFonts w:cs="Arial"/>
          <w:szCs w:val="24"/>
        </w:rPr>
        <w:t>, y</w:t>
      </w:r>
      <w:r w:rsidRPr="00BC0788">
        <w:rPr>
          <w:rFonts w:cs="Arial"/>
          <w:szCs w:val="24"/>
          <w:vertAlign w:val="subscript"/>
        </w:rPr>
        <w:t>G</w:t>
      </w:r>
      <w:r w:rsidRPr="00BC0788">
        <w:rPr>
          <w:rFonts w:cs="Arial"/>
          <w:szCs w:val="24"/>
        </w:rPr>
        <w:t>, x</w:t>
      </w:r>
      <w:r w:rsidRPr="00BC0788">
        <w:rPr>
          <w:rFonts w:cs="Arial"/>
          <w:szCs w:val="24"/>
          <w:vertAlign w:val="subscript"/>
        </w:rPr>
        <w:t>B</w:t>
      </w:r>
      <w:r w:rsidRPr="00BC0788">
        <w:rPr>
          <w:rFonts w:cs="Arial"/>
          <w:szCs w:val="24"/>
        </w:rPr>
        <w:t>, and y</w:t>
      </w:r>
      <w:r w:rsidRPr="00BC0788">
        <w:rPr>
          <w:rFonts w:cs="Arial"/>
          <w:szCs w:val="24"/>
          <w:vertAlign w:val="subscript"/>
        </w:rPr>
        <w:t>B</w:t>
      </w:r>
      <w:r w:rsidRPr="00BC0788">
        <w:rPr>
          <w:rFonts w:cs="Arial"/>
          <w:szCs w:val="24"/>
        </w:rPr>
        <w:t xml:space="preserve">. </w:t>
      </w:r>
      <w:r w:rsidRPr="009C783E">
        <w:rPr>
          <w:rFonts w:cs="Arial"/>
          <w:szCs w:val="24"/>
          <w:highlight w:val="yellow"/>
        </w:rPr>
        <w:t>Save the spreadsheet in “.csv” format as “</w:t>
      </w:r>
      <w:r w:rsidRPr="009C783E">
        <w:rPr>
          <w:rFonts w:cs="Arial"/>
          <w:i/>
          <w:szCs w:val="24"/>
          <w:highlight w:val="yellow"/>
        </w:rPr>
        <w:t>beads.csv</w:t>
      </w:r>
      <w:r w:rsidRPr="009C783E">
        <w:rPr>
          <w:rFonts w:cs="Arial"/>
          <w:szCs w:val="24"/>
          <w:highlight w:val="yellow"/>
        </w:rPr>
        <w:t>”.</w:t>
      </w:r>
      <w:r w:rsidRPr="00BC0788">
        <w:rPr>
          <w:rFonts w:cs="Arial"/>
          <w:szCs w:val="24"/>
        </w:rPr>
        <w:t xml:space="preserve"> Leave no space in the file name.</w:t>
      </w:r>
    </w:p>
    <w:p w14:paraId="2FF338E5" w14:textId="77777777" w:rsidR="00BC0788" w:rsidRPr="00BC0788" w:rsidRDefault="00BC0788" w:rsidP="00BC0965">
      <w:pPr>
        <w:pStyle w:val="ListParagraph"/>
        <w:ind w:left="0"/>
        <w:contextualSpacing w:val="0"/>
        <w:jc w:val="both"/>
        <w:rPr>
          <w:rFonts w:cs="Arial"/>
          <w:szCs w:val="24"/>
        </w:rPr>
      </w:pPr>
    </w:p>
    <w:p w14:paraId="20DA88CE" w14:textId="77777777" w:rsidR="00BC0788" w:rsidRPr="00BC0788" w:rsidRDefault="00BC0788" w:rsidP="00BC0965">
      <w:pPr>
        <w:pStyle w:val="ListParagraph"/>
        <w:numPr>
          <w:ilvl w:val="1"/>
          <w:numId w:val="29"/>
        </w:numPr>
        <w:ind w:left="0" w:firstLine="0"/>
        <w:contextualSpacing w:val="0"/>
        <w:jc w:val="both"/>
        <w:rPr>
          <w:rFonts w:cs="Arial"/>
          <w:b/>
          <w:szCs w:val="24"/>
        </w:rPr>
      </w:pPr>
      <w:r w:rsidRPr="00BC0788">
        <w:rPr>
          <w:rFonts w:cs="Arial"/>
          <w:b/>
          <w:szCs w:val="24"/>
        </w:rPr>
        <w:t>Select and measure Golgi mini-stacks</w:t>
      </w:r>
    </w:p>
    <w:p w14:paraId="7ABF089F" w14:textId="77777777" w:rsidR="00BC0788" w:rsidRPr="00BC0788" w:rsidRDefault="00BC0788" w:rsidP="00BC0965">
      <w:pPr>
        <w:pStyle w:val="ListParagraph"/>
        <w:ind w:left="0"/>
        <w:contextualSpacing w:val="0"/>
        <w:jc w:val="both"/>
        <w:rPr>
          <w:rFonts w:cs="Arial"/>
          <w:szCs w:val="24"/>
        </w:rPr>
      </w:pPr>
    </w:p>
    <w:p w14:paraId="0DBAA809" w14:textId="57FED36E" w:rsidR="00BC0788" w:rsidRPr="00036F24" w:rsidRDefault="00BC0788" w:rsidP="00BC0965">
      <w:pPr>
        <w:pStyle w:val="ListParagraph"/>
        <w:numPr>
          <w:ilvl w:val="2"/>
          <w:numId w:val="29"/>
        </w:numPr>
        <w:ind w:left="0" w:firstLine="0"/>
        <w:contextualSpacing w:val="0"/>
        <w:jc w:val="both"/>
        <w:rPr>
          <w:rFonts w:cs="Arial"/>
          <w:szCs w:val="24"/>
          <w:highlight w:val="yellow"/>
        </w:rPr>
      </w:pPr>
      <w:r w:rsidRPr="00036F24">
        <w:rPr>
          <w:rFonts w:cs="Arial"/>
          <w:szCs w:val="24"/>
          <w:highlight w:val="yellow"/>
        </w:rPr>
        <w:t xml:space="preserve">Install two macros (attached in </w:t>
      </w:r>
      <w:r w:rsidRPr="00036F24">
        <w:rPr>
          <w:rFonts w:cs="Arial"/>
          <w:b/>
          <w:szCs w:val="24"/>
          <w:highlight w:val="yellow"/>
        </w:rPr>
        <w:t>Supplemental Materials</w:t>
      </w:r>
      <w:r w:rsidRPr="00036F24">
        <w:rPr>
          <w:rFonts w:cs="Arial"/>
          <w:szCs w:val="24"/>
          <w:highlight w:val="yellow"/>
        </w:rPr>
        <w:t>) in ImageJ, “Macro-Golgi ROI inspection” and “Macro-Output 3 channels data” by Plugins&gt;Macros&gt;Install”. Clear ROI manager and Result window.</w:t>
      </w:r>
    </w:p>
    <w:p w14:paraId="4CCD26E1" w14:textId="77777777" w:rsidR="00BC0788" w:rsidRPr="00BC0788" w:rsidRDefault="00BC0788" w:rsidP="00BC0965">
      <w:pPr>
        <w:pStyle w:val="ListParagraph"/>
        <w:ind w:left="0"/>
        <w:contextualSpacing w:val="0"/>
        <w:jc w:val="both"/>
        <w:rPr>
          <w:rFonts w:cs="Arial"/>
          <w:szCs w:val="24"/>
        </w:rPr>
      </w:pPr>
    </w:p>
    <w:p w14:paraId="755955C2" w14:textId="77777777" w:rsidR="00BC0788" w:rsidRPr="009C783E" w:rsidRDefault="00BC0788" w:rsidP="00BC0965">
      <w:pPr>
        <w:pStyle w:val="ListParagraph"/>
        <w:numPr>
          <w:ilvl w:val="2"/>
          <w:numId w:val="29"/>
        </w:numPr>
        <w:ind w:left="0" w:firstLine="0"/>
        <w:contextualSpacing w:val="0"/>
        <w:jc w:val="both"/>
        <w:rPr>
          <w:rFonts w:cs="Arial"/>
          <w:szCs w:val="24"/>
          <w:highlight w:val="yellow"/>
        </w:rPr>
      </w:pPr>
      <w:r w:rsidRPr="009C783E">
        <w:rPr>
          <w:rFonts w:cs="Arial"/>
          <w:szCs w:val="24"/>
          <w:highlight w:val="yellow"/>
        </w:rPr>
        <w:t>Open a set of Golgi mini-stack images consisting of three TIFF files (File&gt;Image&gt;Open).</w:t>
      </w:r>
    </w:p>
    <w:p w14:paraId="7F3BF360" w14:textId="77777777" w:rsidR="00BC0788" w:rsidRPr="00BC0788" w:rsidRDefault="00BC0788" w:rsidP="00BC0965">
      <w:pPr>
        <w:pStyle w:val="ListParagraph"/>
        <w:ind w:left="0"/>
        <w:contextualSpacing w:val="0"/>
        <w:jc w:val="both"/>
        <w:rPr>
          <w:rFonts w:cs="Arial"/>
          <w:szCs w:val="24"/>
        </w:rPr>
      </w:pPr>
    </w:p>
    <w:p w14:paraId="39F4AC7A" w14:textId="77777777" w:rsidR="00BC0788" w:rsidRPr="00BC0788" w:rsidRDefault="00BC0788" w:rsidP="00BC0965">
      <w:pPr>
        <w:pStyle w:val="ListParagraph"/>
        <w:numPr>
          <w:ilvl w:val="2"/>
          <w:numId w:val="29"/>
        </w:numPr>
        <w:ind w:left="0" w:firstLine="0"/>
        <w:contextualSpacing w:val="0"/>
        <w:jc w:val="both"/>
        <w:rPr>
          <w:rFonts w:cs="Arial"/>
          <w:szCs w:val="24"/>
        </w:rPr>
      </w:pPr>
      <w:r w:rsidRPr="00F12DE2">
        <w:rPr>
          <w:rFonts w:cs="Arial"/>
          <w:szCs w:val="24"/>
          <w:highlight w:val="yellow"/>
        </w:rPr>
        <w:t>Repeat steps 4.1.2–4.1.5 and save the three background-subtracted images for later use.</w:t>
      </w:r>
      <w:r w:rsidRPr="00BC0788">
        <w:rPr>
          <w:rFonts w:cs="Arial"/>
          <w:szCs w:val="24"/>
        </w:rPr>
        <w:t xml:space="preserve"> Record the background SDs for channel</w:t>
      </w:r>
      <w:r w:rsidRPr="00BC0788">
        <w:rPr>
          <w:rFonts w:cs="Arial"/>
          <w:szCs w:val="24"/>
          <w:vertAlign w:val="subscript"/>
        </w:rPr>
        <w:t>R</w:t>
      </w:r>
      <w:r w:rsidRPr="00BC0788">
        <w:rPr>
          <w:rFonts w:cs="Arial"/>
          <w:szCs w:val="24"/>
        </w:rPr>
        <w:t>, channel</w:t>
      </w:r>
      <w:r w:rsidRPr="00BC0788">
        <w:rPr>
          <w:rFonts w:cs="Arial"/>
          <w:szCs w:val="24"/>
          <w:vertAlign w:val="subscript"/>
        </w:rPr>
        <w:t>G</w:t>
      </w:r>
      <w:r w:rsidRPr="00BC0788">
        <w:rPr>
          <w:rFonts w:cs="Arial"/>
          <w:szCs w:val="24"/>
        </w:rPr>
        <w:t xml:space="preserve"> and channel</w:t>
      </w:r>
      <w:r w:rsidRPr="00BC0788">
        <w:rPr>
          <w:rFonts w:cs="Arial"/>
          <w:szCs w:val="24"/>
          <w:vertAlign w:val="subscript"/>
        </w:rPr>
        <w:t>B</w:t>
      </w:r>
      <w:r w:rsidRPr="00BC0788">
        <w:rPr>
          <w:rFonts w:cs="Arial"/>
          <w:szCs w:val="24"/>
        </w:rPr>
        <w:t xml:space="preserve"> as SD</w:t>
      </w:r>
      <w:r w:rsidRPr="00BC0788">
        <w:rPr>
          <w:rFonts w:cs="Arial"/>
          <w:szCs w:val="24"/>
          <w:vertAlign w:val="subscript"/>
        </w:rPr>
        <w:t>R</w:t>
      </w:r>
      <w:r w:rsidRPr="00BC0788">
        <w:rPr>
          <w:rFonts w:cs="Arial"/>
          <w:szCs w:val="24"/>
        </w:rPr>
        <w:t>, SD</w:t>
      </w:r>
      <w:r w:rsidRPr="00BC0788">
        <w:rPr>
          <w:rFonts w:cs="Arial"/>
          <w:szCs w:val="24"/>
          <w:vertAlign w:val="subscript"/>
        </w:rPr>
        <w:t>G</w:t>
      </w:r>
      <w:r w:rsidRPr="00BC0788">
        <w:rPr>
          <w:rFonts w:cs="Arial"/>
          <w:szCs w:val="24"/>
        </w:rPr>
        <w:t xml:space="preserve"> and SD</w:t>
      </w:r>
      <w:r w:rsidRPr="00BC0788">
        <w:rPr>
          <w:rFonts w:cs="Arial"/>
          <w:szCs w:val="24"/>
          <w:vertAlign w:val="subscript"/>
        </w:rPr>
        <w:t>B</w:t>
      </w:r>
      <w:r w:rsidRPr="00BC0788">
        <w:rPr>
          <w:rFonts w:cs="Arial"/>
          <w:szCs w:val="24"/>
        </w:rPr>
        <w:t>, respectively, for later use.</w:t>
      </w:r>
    </w:p>
    <w:p w14:paraId="7A898EDF" w14:textId="77777777" w:rsidR="00BC0788" w:rsidRPr="00BC0788" w:rsidRDefault="00BC0788" w:rsidP="00BC0965">
      <w:pPr>
        <w:pStyle w:val="ListParagraph"/>
        <w:ind w:left="0"/>
        <w:contextualSpacing w:val="0"/>
        <w:jc w:val="both"/>
        <w:rPr>
          <w:rFonts w:cs="Arial"/>
          <w:szCs w:val="24"/>
        </w:rPr>
      </w:pPr>
    </w:p>
    <w:p w14:paraId="0A3AF6F4" w14:textId="77777777" w:rsidR="00BC0788" w:rsidRPr="00F12DE2" w:rsidRDefault="00BC0788" w:rsidP="00BC0965">
      <w:pPr>
        <w:pStyle w:val="ListParagraph"/>
        <w:numPr>
          <w:ilvl w:val="2"/>
          <w:numId w:val="29"/>
        </w:numPr>
        <w:ind w:left="0" w:firstLine="0"/>
        <w:contextualSpacing w:val="0"/>
        <w:jc w:val="both"/>
        <w:rPr>
          <w:rFonts w:cs="Arial"/>
          <w:szCs w:val="24"/>
          <w:highlight w:val="yellow"/>
        </w:rPr>
      </w:pPr>
      <w:r w:rsidRPr="00F12DE2">
        <w:rPr>
          <w:rFonts w:cs="Arial"/>
          <w:szCs w:val="24"/>
          <w:highlight w:val="yellow"/>
        </w:rPr>
        <w:t>Duplicate the three background-subtracted images generated from step 4.2.3 (Ctrl+Shift+D).</w:t>
      </w:r>
    </w:p>
    <w:p w14:paraId="13209E86" w14:textId="77777777" w:rsidR="00BC0788" w:rsidRPr="00BC0788" w:rsidRDefault="00BC0788" w:rsidP="00BC0965">
      <w:pPr>
        <w:pStyle w:val="ListParagraph"/>
        <w:ind w:left="0"/>
        <w:contextualSpacing w:val="0"/>
        <w:jc w:val="both"/>
        <w:rPr>
          <w:rFonts w:cs="Arial"/>
          <w:szCs w:val="24"/>
        </w:rPr>
      </w:pPr>
    </w:p>
    <w:p w14:paraId="656E30C7" w14:textId="77777777" w:rsidR="00BC0788" w:rsidRPr="00BC0788" w:rsidRDefault="00BC0788" w:rsidP="00BC0965">
      <w:pPr>
        <w:pStyle w:val="ListParagraph"/>
        <w:numPr>
          <w:ilvl w:val="2"/>
          <w:numId w:val="29"/>
        </w:numPr>
        <w:ind w:left="0" w:firstLine="0"/>
        <w:contextualSpacing w:val="0"/>
        <w:jc w:val="both"/>
        <w:rPr>
          <w:rFonts w:cs="Arial"/>
          <w:szCs w:val="24"/>
        </w:rPr>
      </w:pPr>
      <w:r w:rsidRPr="00F12DE2">
        <w:rPr>
          <w:rFonts w:cs="Arial"/>
          <w:szCs w:val="24"/>
          <w:highlight w:val="yellow"/>
        </w:rPr>
        <w:t>In “Process&gt;Image Calculator”, first add the background-subtracted channel</w:t>
      </w:r>
      <w:r w:rsidRPr="00F12DE2">
        <w:rPr>
          <w:rFonts w:cs="Arial"/>
          <w:szCs w:val="24"/>
          <w:highlight w:val="yellow"/>
          <w:vertAlign w:val="subscript"/>
        </w:rPr>
        <w:t xml:space="preserve">G </w:t>
      </w:r>
      <w:r w:rsidRPr="00F12DE2">
        <w:rPr>
          <w:rFonts w:cs="Arial"/>
          <w:szCs w:val="24"/>
          <w:highlight w:val="yellow"/>
        </w:rPr>
        <w:t>to channel</w:t>
      </w:r>
      <w:r w:rsidRPr="00F12DE2">
        <w:rPr>
          <w:rFonts w:cs="Arial"/>
          <w:szCs w:val="24"/>
          <w:highlight w:val="yellow"/>
          <w:vertAlign w:val="subscript"/>
        </w:rPr>
        <w:t>R</w:t>
      </w:r>
      <w:r w:rsidRPr="00F12DE2">
        <w:rPr>
          <w:rFonts w:cs="Arial"/>
          <w:szCs w:val="24"/>
          <w:highlight w:val="yellow"/>
        </w:rPr>
        <w:t xml:space="preserve"> images. Add the resulting image to the background-subtracted channel</w:t>
      </w:r>
      <w:r w:rsidRPr="00F12DE2">
        <w:rPr>
          <w:rFonts w:cs="Arial"/>
          <w:szCs w:val="24"/>
          <w:highlight w:val="yellow"/>
          <w:vertAlign w:val="subscript"/>
        </w:rPr>
        <w:t>B</w:t>
      </w:r>
      <w:r w:rsidRPr="00F12DE2">
        <w:rPr>
          <w:rFonts w:cs="Arial"/>
          <w:szCs w:val="24"/>
          <w:highlight w:val="yellow"/>
        </w:rPr>
        <w:t xml:space="preserve"> image. To the resulting image, in “Image&gt;Adjust&gt;Threshold”, select “set” to input “1” as “Lowest Threshold Level”.</w:t>
      </w:r>
      <w:r w:rsidRPr="00BC0788">
        <w:rPr>
          <w:rFonts w:cs="Arial"/>
          <w:szCs w:val="24"/>
        </w:rPr>
        <w:t xml:space="preserve"> After pressing “Apply”, a black and white binary image is resulted. </w:t>
      </w:r>
    </w:p>
    <w:p w14:paraId="4F5221AD" w14:textId="77777777" w:rsidR="00BC0788" w:rsidRPr="00BC0788" w:rsidRDefault="00BC0788" w:rsidP="00BC0965">
      <w:pPr>
        <w:pStyle w:val="ListParagraph"/>
        <w:ind w:left="0"/>
        <w:contextualSpacing w:val="0"/>
        <w:jc w:val="both"/>
        <w:rPr>
          <w:rFonts w:cs="Arial"/>
          <w:szCs w:val="24"/>
        </w:rPr>
      </w:pPr>
    </w:p>
    <w:p w14:paraId="1CE2CC75" w14:textId="77777777" w:rsidR="00BC0788" w:rsidRPr="00BC0788" w:rsidRDefault="00BC0788" w:rsidP="00BC0965">
      <w:pPr>
        <w:pStyle w:val="ListParagraph"/>
        <w:numPr>
          <w:ilvl w:val="2"/>
          <w:numId w:val="29"/>
        </w:numPr>
        <w:ind w:left="0" w:firstLine="0"/>
        <w:contextualSpacing w:val="0"/>
        <w:jc w:val="both"/>
        <w:rPr>
          <w:rFonts w:cs="Arial"/>
          <w:szCs w:val="24"/>
        </w:rPr>
      </w:pPr>
      <w:r w:rsidRPr="00F12DE2">
        <w:rPr>
          <w:rFonts w:cs="Arial"/>
          <w:szCs w:val="24"/>
          <w:highlight w:val="yellow"/>
        </w:rPr>
        <w:t>In “Analyze&gt;Analyze particles”, input the size range for “Size (pixel^2)”. Input “50-infinity”. Check “Excludes on edges” and “Add to Manager”.</w:t>
      </w:r>
      <w:r w:rsidRPr="00BC0788">
        <w:rPr>
          <w:rFonts w:cs="Arial"/>
          <w:szCs w:val="24"/>
        </w:rPr>
        <w:t xml:space="preserve"> ROIs containing Golgi mini-stacks are now added to the ROI manager. </w:t>
      </w:r>
    </w:p>
    <w:p w14:paraId="43CA597A" w14:textId="77777777" w:rsidR="00BC0788" w:rsidRPr="00BC0788" w:rsidRDefault="00BC0788" w:rsidP="00BC0965">
      <w:pPr>
        <w:pStyle w:val="ListParagraph"/>
        <w:ind w:left="0"/>
        <w:contextualSpacing w:val="0"/>
        <w:jc w:val="both"/>
        <w:rPr>
          <w:rFonts w:cs="Arial"/>
          <w:szCs w:val="24"/>
        </w:rPr>
      </w:pPr>
    </w:p>
    <w:p w14:paraId="44D78745" w14:textId="77777777" w:rsidR="00BC0788" w:rsidRPr="00BC0788" w:rsidRDefault="00BC0788" w:rsidP="00BC0965">
      <w:pPr>
        <w:pStyle w:val="ListParagraph"/>
        <w:ind w:left="0"/>
        <w:contextualSpacing w:val="0"/>
        <w:jc w:val="both"/>
        <w:rPr>
          <w:rFonts w:cs="Arial"/>
          <w:szCs w:val="24"/>
        </w:rPr>
      </w:pPr>
      <w:r w:rsidRPr="00BC0788">
        <w:rPr>
          <w:rFonts w:cs="Arial"/>
          <w:szCs w:val="24"/>
        </w:rPr>
        <w:t>Note: The size range must be empirically determined to exclude noises which are generally small.</w:t>
      </w:r>
    </w:p>
    <w:p w14:paraId="1B6D35C4" w14:textId="77777777" w:rsidR="00BC0788" w:rsidRPr="00BC0788" w:rsidRDefault="00BC0788" w:rsidP="00BC0965">
      <w:pPr>
        <w:pStyle w:val="ListParagraph"/>
        <w:ind w:left="0"/>
        <w:contextualSpacing w:val="0"/>
        <w:jc w:val="both"/>
        <w:rPr>
          <w:rFonts w:cs="Arial"/>
          <w:szCs w:val="24"/>
        </w:rPr>
      </w:pPr>
    </w:p>
    <w:p w14:paraId="47B44F8F" w14:textId="77777777" w:rsidR="00BC0788" w:rsidRPr="00BC0788" w:rsidRDefault="00BC0788" w:rsidP="00BC0965">
      <w:pPr>
        <w:pStyle w:val="ListParagraph"/>
        <w:numPr>
          <w:ilvl w:val="2"/>
          <w:numId w:val="29"/>
        </w:numPr>
        <w:ind w:left="0" w:firstLine="0"/>
        <w:contextualSpacing w:val="0"/>
        <w:jc w:val="both"/>
        <w:rPr>
          <w:rFonts w:cs="Arial"/>
          <w:szCs w:val="24"/>
        </w:rPr>
      </w:pPr>
      <w:r w:rsidRPr="00F12DE2">
        <w:rPr>
          <w:rFonts w:cs="Arial"/>
          <w:szCs w:val="24"/>
          <w:highlight w:val="yellow"/>
        </w:rPr>
        <w:t>Merge the three background-subtracted images (Image&gt;Color&gt;Merge Channels) from step 4.2.3 by selecting channel</w:t>
      </w:r>
      <w:r w:rsidRPr="00F12DE2">
        <w:rPr>
          <w:rFonts w:cs="Arial"/>
          <w:szCs w:val="24"/>
          <w:highlight w:val="yellow"/>
          <w:vertAlign w:val="subscript"/>
        </w:rPr>
        <w:t>R</w:t>
      </w:r>
      <w:r w:rsidRPr="00F12DE2">
        <w:rPr>
          <w:rFonts w:cs="Arial"/>
          <w:szCs w:val="24"/>
          <w:highlight w:val="yellow"/>
        </w:rPr>
        <w:t xml:space="preserve"> as red, channel</w:t>
      </w:r>
      <w:r w:rsidRPr="00F12DE2">
        <w:rPr>
          <w:rFonts w:cs="Arial"/>
          <w:szCs w:val="24"/>
          <w:highlight w:val="yellow"/>
          <w:vertAlign w:val="subscript"/>
        </w:rPr>
        <w:t>G</w:t>
      </w:r>
      <w:r w:rsidRPr="00F12DE2">
        <w:rPr>
          <w:rFonts w:cs="Arial"/>
          <w:szCs w:val="24"/>
          <w:highlight w:val="yellow"/>
        </w:rPr>
        <w:t xml:space="preserve"> as green and channel</w:t>
      </w:r>
      <w:r w:rsidRPr="00F12DE2">
        <w:rPr>
          <w:rFonts w:cs="Arial"/>
          <w:szCs w:val="24"/>
          <w:highlight w:val="yellow"/>
          <w:vertAlign w:val="subscript"/>
        </w:rPr>
        <w:t>B</w:t>
      </w:r>
      <w:r w:rsidRPr="00F12DE2">
        <w:rPr>
          <w:rFonts w:cs="Arial"/>
          <w:szCs w:val="24"/>
          <w:highlight w:val="yellow"/>
        </w:rPr>
        <w:t xml:space="preserve"> as blue.</w:t>
      </w:r>
      <w:r w:rsidRPr="00BC0788">
        <w:rPr>
          <w:rFonts w:cs="Arial"/>
          <w:szCs w:val="24"/>
        </w:rPr>
        <w:t xml:space="preserve"> A single composite image consisting of three channels is generated.</w:t>
      </w:r>
    </w:p>
    <w:p w14:paraId="6B5CF2FE" w14:textId="77777777" w:rsidR="00BC0788" w:rsidRPr="00BC0788" w:rsidRDefault="00BC0788" w:rsidP="00BC0965">
      <w:pPr>
        <w:pStyle w:val="ListParagraph"/>
        <w:ind w:left="0"/>
        <w:contextualSpacing w:val="0"/>
        <w:jc w:val="both"/>
        <w:rPr>
          <w:rFonts w:cs="Arial"/>
          <w:szCs w:val="24"/>
        </w:rPr>
      </w:pPr>
    </w:p>
    <w:p w14:paraId="67E2F681" w14:textId="77777777" w:rsidR="00BC0788" w:rsidRPr="00BC0788" w:rsidRDefault="00BC0788" w:rsidP="00BC0965">
      <w:pPr>
        <w:pStyle w:val="ListParagraph"/>
        <w:numPr>
          <w:ilvl w:val="2"/>
          <w:numId w:val="29"/>
        </w:numPr>
        <w:ind w:left="0" w:firstLine="0"/>
        <w:contextualSpacing w:val="0"/>
        <w:jc w:val="both"/>
        <w:rPr>
          <w:rFonts w:cs="Arial"/>
          <w:szCs w:val="24"/>
        </w:rPr>
      </w:pPr>
      <w:r w:rsidRPr="00F12DE2">
        <w:rPr>
          <w:rFonts w:cs="Arial"/>
          <w:szCs w:val="24"/>
          <w:highlight w:val="yellow"/>
        </w:rPr>
        <w:t>Run the macro “Macro-Golgi ROI inspection” by selecting “Plugins&gt; Macro-Golgi ROI inspection”.</w:t>
      </w:r>
      <w:r w:rsidRPr="00BC0788">
        <w:rPr>
          <w:rFonts w:cs="Arial"/>
          <w:szCs w:val="24"/>
        </w:rPr>
        <w:t xml:space="preserve"> In the interactive dialog box, visually inspect each ROI to keep or reject it. Select ROIs that contain a single object in all three channels. </w:t>
      </w:r>
    </w:p>
    <w:p w14:paraId="09179300" w14:textId="77777777" w:rsidR="00BC0788" w:rsidRPr="00BC0788" w:rsidRDefault="00BC0788" w:rsidP="00BC0965">
      <w:pPr>
        <w:pStyle w:val="ListParagraph"/>
        <w:ind w:left="0"/>
        <w:contextualSpacing w:val="0"/>
        <w:jc w:val="both"/>
        <w:rPr>
          <w:rFonts w:cs="Arial"/>
          <w:szCs w:val="24"/>
        </w:rPr>
      </w:pPr>
    </w:p>
    <w:p w14:paraId="686F1C32" w14:textId="77777777" w:rsidR="00BC0788" w:rsidRPr="00BC0788" w:rsidRDefault="00BC0788" w:rsidP="00BC0965">
      <w:pPr>
        <w:pStyle w:val="ListParagraph"/>
        <w:ind w:left="0"/>
        <w:contextualSpacing w:val="0"/>
        <w:jc w:val="both"/>
        <w:rPr>
          <w:rFonts w:cs="Arial"/>
          <w:szCs w:val="24"/>
        </w:rPr>
      </w:pPr>
      <w:r w:rsidRPr="00BC0788">
        <w:rPr>
          <w:rFonts w:cs="Arial"/>
          <w:szCs w:val="24"/>
        </w:rPr>
        <w:t>Note: After running this tool, rejected ROIs are eliminated from the ROI manger.</w:t>
      </w:r>
    </w:p>
    <w:p w14:paraId="0999A905" w14:textId="77777777" w:rsidR="00BC0788" w:rsidRPr="00BC0788" w:rsidRDefault="00BC0788" w:rsidP="00BC0965">
      <w:pPr>
        <w:pStyle w:val="ListParagraph"/>
        <w:ind w:left="0"/>
        <w:contextualSpacing w:val="0"/>
        <w:jc w:val="both"/>
        <w:rPr>
          <w:rFonts w:cs="Arial"/>
          <w:szCs w:val="24"/>
        </w:rPr>
      </w:pPr>
    </w:p>
    <w:p w14:paraId="66F5EC25" w14:textId="77777777" w:rsidR="00BC0788" w:rsidRPr="00F12DE2" w:rsidRDefault="00BC0788" w:rsidP="00BC0965">
      <w:pPr>
        <w:pStyle w:val="ListParagraph"/>
        <w:numPr>
          <w:ilvl w:val="2"/>
          <w:numId w:val="29"/>
        </w:numPr>
        <w:ind w:left="0" w:firstLine="0"/>
        <w:contextualSpacing w:val="0"/>
        <w:jc w:val="both"/>
        <w:rPr>
          <w:rFonts w:cs="Arial"/>
          <w:szCs w:val="24"/>
          <w:highlight w:val="yellow"/>
        </w:rPr>
      </w:pPr>
      <w:r w:rsidRPr="00F12DE2">
        <w:rPr>
          <w:rFonts w:cs="Arial"/>
          <w:szCs w:val="24"/>
          <w:highlight w:val="yellow"/>
        </w:rPr>
        <w:t xml:space="preserve">Check only “Area”, “Mean gray value” and “Center of mass” in “Analyze&gt;Set Measurements”. Acquire data by launching the macro tool “Macro-Output 3 channels data” (Plugins&gt; Macro-Output 3 channels data). </w:t>
      </w:r>
    </w:p>
    <w:p w14:paraId="037144A7" w14:textId="77777777" w:rsidR="00BC0788" w:rsidRPr="00BC0788" w:rsidRDefault="00BC0788" w:rsidP="00BC0965">
      <w:pPr>
        <w:pStyle w:val="ListParagraph"/>
        <w:ind w:left="0"/>
        <w:contextualSpacing w:val="0"/>
        <w:jc w:val="both"/>
        <w:rPr>
          <w:rFonts w:cs="Arial"/>
          <w:szCs w:val="24"/>
        </w:rPr>
      </w:pPr>
    </w:p>
    <w:p w14:paraId="2B635BCA" w14:textId="77777777" w:rsidR="00BC0788" w:rsidRPr="00BC0788" w:rsidRDefault="00BC0788" w:rsidP="00BC0965">
      <w:pPr>
        <w:pStyle w:val="ListParagraph"/>
        <w:ind w:left="0"/>
        <w:contextualSpacing w:val="0"/>
        <w:jc w:val="both"/>
        <w:rPr>
          <w:rFonts w:cs="Arial"/>
          <w:szCs w:val="24"/>
        </w:rPr>
      </w:pPr>
      <w:r w:rsidRPr="00BC0788">
        <w:rPr>
          <w:rFonts w:cs="Arial"/>
          <w:szCs w:val="24"/>
        </w:rPr>
        <w:t>Note: Areas, Mean intensities, and centers (x and y) of ROIs in channel</w:t>
      </w:r>
      <w:r w:rsidRPr="00BC0788">
        <w:rPr>
          <w:rFonts w:cs="Arial"/>
          <w:szCs w:val="24"/>
          <w:vertAlign w:val="subscript"/>
        </w:rPr>
        <w:t>R</w:t>
      </w:r>
      <w:r w:rsidRPr="00BC0788">
        <w:rPr>
          <w:rFonts w:cs="Arial"/>
          <w:szCs w:val="24"/>
        </w:rPr>
        <w:t>, channel</w:t>
      </w:r>
      <w:r w:rsidRPr="00BC0788">
        <w:rPr>
          <w:rFonts w:cs="Arial"/>
          <w:szCs w:val="24"/>
          <w:vertAlign w:val="subscript"/>
        </w:rPr>
        <w:t>G</w:t>
      </w:r>
      <w:r w:rsidRPr="00BC0788">
        <w:rPr>
          <w:rFonts w:cs="Arial"/>
          <w:szCs w:val="24"/>
        </w:rPr>
        <w:t xml:space="preserve"> and channel</w:t>
      </w:r>
      <w:r w:rsidRPr="00BC0788">
        <w:rPr>
          <w:rFonts w:cs="Arial"/>
          <w:szCs w:val="24"/>
          <w:vertAlign w:val="subscript"/>
        </w:rPr>
        <w:t>B</w:t>
      </w:r>
      <w:r w:rsidRPr="00BC0788">
        <w:rPr>
          <w:rFonts w:cs="Arial"/>
          <w:szCs w:val="24"/>
        </w:rPr>
        <w:t xml:space="preserve"> are displayed in the “Result” window.</w:t>
      </w:r>
    </w:p>
    <w:p w14:paraId="1DC512CD" w14:textId="77777777" w:rsidR="00BC0788" w:rsidRPr="00BC0788" w:rsidRDefault="00BC0788" w:rsidP="00BC0965">
      <w:pPr>
        <w:pStyle w:val="ListParagraph"/>
        <w:ind w:left="0"/>
        <w:contextualSpacing w:val="0"/>
        <w:jc w:val="both"/>
        <w:rPr>
          <w:rFonts w:cs="Arial"/>
          <w:szCs w:val="24"/>
        </w:rPr>
      </w:pPr>
    </w:p>
    <w:p w14:paraId="2C6F01B7" w14:textId="77777777" w:rsidR="00BC0788" w:rsidRPr="00F12DE2" w:rsidRDefault="00BC0788" w:rsidP="00BC0965">
      <w:pPr>
        <w:pStyle w:val="ListParagraph"/>
        <w:numPr>
          <w:ilvl w:val="2"/>
          <w:numId w:val="29"/>
        </w:numPr>
        <w:ind w:left="0" w:firstLine="0"/>
        <w:contextualSpacing w:val="0"/>
        <w:jc w:val="both"/>
        <w:rPr>
          <w:rFonts w:cs="Arial"/>
          <w:szCs w:val="24"/>
          <w:highlight w:val="yellow"/>
        </w:rPr>
      </w:pPr>
      <w:r w:rsidRPr="00F12DE2">
        <w:rPr>
          <w:rFonts w:cs="Arial"/>
          <w:szCs w:val="24"/>
          <w:highlight w:val="yellow"/>
        </w:rPr>
        <w:t>Copy x and y coordinates of centers into a spreadsheet and arrange them in the following order: x</w:t>
      </w:r>
      <w:r w:rsidRPr="00F12DE2">
        <w:rPr>
          <w:rFonts w:cs="Arial"/>
          <w:szCs w:val="24"/>
          <w:highlight w:val="yellow"/>
          <w:vertAlign w:val="subscript"/>
        </w:rPr>
        <w:t>R</w:t>
      </w:r>
      <w:r w:rsidRPr="00F12DE2">
        <w:rPr>
          <w:rFonts w:cs="Arial"/>
          <w:szCs w:val="24"/>
          <w:highlight w:val="yellow"/>
        </w:rPr>
        <w:t>, y</w:t>
      </w:r>
      <w:r w:rsidRPr="00F12DE2">
        <w:rPr>
          <w:rFonts w:cs="Arial"/>
          <w:szCs w:val="24"/>
          <w:highlight w:val="yellow"/>
          <w:vertAlign w:val="subscript"/>
        </w:rPr>
        <w:t>R</w:t>
      </w:r>
      <w:r w:rsidRPr="00F12DE2">
        <w:rPr>
          <w:rFonts w:cs="Arial"/>
          <w:szCs w:val="24"/>
          <w:highlight w:val="yellow"/>
        </w:rPr>
        <w:t>, x</w:t>
      </w:r>
      <w:r w:rsidRPr="00F12DE2">
        <w:rPr>
          <w:rFonts w:cs="Arial"/>
          <w:szCs w:val="24"/>
          <w:highlight w:val="yellow"/>
          <w:vertAlign w:val="subscript"/>
        </w:rPr>
        <w:t>G</w:t>
      </w:r>
      <w:r w:rsidRPr="00F12DE2">
        <w:rPr>
          <w:rFonts w:cs="Arial"/>
          <w:szCs w:val="24"/>
          <w:highlight w:val="yellow"/>
        </w:rPr>
        <w:t>, y</w:t>
      </w:r>
      <w:r w:rsidRPr="00F12DE2">
        <w:rPr>
          <w:rFonts w:cs="Arial"/>
          <w:szCs w:val="24"/>
          <w:highlight w:val="yellow"/>
          <w:vertAlign w:val="subscript"/>
        </w:rPr>
        <w:t>G</w:t>
      </w:r>
      <w:r w:rsidRPr="00F12DE2">
        <w:rPr>
          <w:rFonts w:cs="Arial"/>
          <w:szCs w:val="24"/>
          <w:highlight w:val="yellow"/>
        </w:rPr>
        <w:t>, x</w:t>
      </w:r>
      <w:r w:rsidRPr="00F12DE2">
        <w:rPr>
          <w:rFonts w:cs="Arial"/>
          <w:szCs w:val="24"/>
          <w:highlight w:val="yellow"/>
          <w:vertAlign w:val="subscript"/>
        </w:rPr>
        <w:t>B</w:t>
      </w:r>
      <w:r w:rsidRPr="00F12DE2">
        <w:rPr>
          <w:rFonts w:cs="Arial"/>
          <w:szCs w:val="24"/>
          <w:highlight w:val="yellow"/>
        </w:rPr>
        <w:t>, and y</w:t>
      </w:r>
      <w:r w:rsidRPr="00F12DE2">
        <w:rPr>
          <w:rFonts w:cs="Arial"/>
          <w:szCs w:val="24"/>
          <w:highlight w:val="yellow"/>
          <w:vertAlign w:val="subscript"/>
        </w:rPr>
        <w:t>B</w:t>
      </w:r>
      <w:r w:rsidRPr="00F12DE2">
        <w:rPr>
          <w:rFonts w:cs="Arial"/>
          <w:szCs w:val="24"/>
          <w:highlight w:val="yellow"/>
        </w:rPr>
        <w:t>. Save the spreadsheet as a “.csv” file (</w:t>
      </w:r>
      <w:r w:rsidRPr="00F12DE2">
        <w:rPr>
          <w:rFonts w:cs="Arial"/>
          <w:i/>
          <w:szCs w:val="24"/>
          <w:highlight w:val="yellow"/>
        </w:rPr>
        <w:t>ministacks</w:t>
      </w:r>
      <w:r w:rsidRPr="00F12DE2">
        <w:rPr>
          <w:rFonts w:cs="Arial"/>
          <w:szCs w:val="24"/>
          <w:highlight w:val="yellow"/>
        </w:rPr>
        <w:t>.csv).</w:t>
      </w:r>
      <w:r w:rsidRPr="00F12DE2">
        <w:rPr>
          <w:rFonts w:cs="Arial"/>
          <w:szCs w:val="24"/>
        </w:rPr>
        <w:t xml:space="preserve"> Leave no space in the file name. </w:t>
      </w:r>
      <w:r w:rsidRPr="00F12DE2">
        <w:rPr>
          <w:rFonts w:cs="Arial"/>
          <w:szCs w:val="24"/>
          <w:highlight w:val="yellow"/>
        </w:rPr>
        <w:t>Proceed to chromatic-shift correction of the centers (section 4.3) and LQ calculation (section 4.4).</w:t>
      </w:r>
    </w:p>
    <w:p w14:paraId="39A188A5" w14:textId="77777777" w:rsidR="00BC0788" w:rsidRPr="00BC0788" w:rsidRDefault="00BC0788" w:rsidP="00BC0965">
      <w:pPr>
        <w:pStyle w:val="ListParagraph"/>
        <w:ind w:left="0"/>
        <w:contextualSpacing w:val="0"/>
        <w:jc w:val="both"/>
        <w:rPr>
          <w:rFonts w:cs="Arial"/>
          <w:szCs w:val="24"/>
        </w:rPr>
      </w:pPr>
    </w:p>
    <w:p w14:paraId="05040081" w14:textId="77777777" w:rsidR="00BC0788" w:rsidRPr="00BC0788" w:rsidRDefault="00BC0788" w:rsidP="00BC0965">
      <w:pPr>
        <w:pStyle w:val="ListParagraph"/>
        <w:numPr>
          <w:ilvl w:val="1"/>
          <w:numId w:val="29"/>
        </w:numPr>
        <w:ind w:left="0" w:firstLine="0"/>
        <w:contextualSpacing w:val="0"/>
        <w:jc w:val="both"/>
        <w:rPr>
          <w:rFonts w:cs="Arial"/>
          <w:b/>
          <w:szCs w:val="24"/>
        </w:rPr>
      </w:pPr>
      <w:r w:rsidRPr="00BC0788">
        <w:rPr>
          <w:rFonts w:cs="Arial"/>
          <w:b/>
          <w:szCs w:val="24"/>
        </w:rPr>
        <w:lastRenderedPageBreak/>
        <w:t>Chromatic-shift correction of centers</w:t>
      </w:r>
    </w:p>
    <w:p w14:paraId="0594112F" w14:textId="77777777" w:rsidR="00BC0788" w:rsidRPr="00BC0788" w:rsidRDefault="00BC0788" w:rsidP="00BC0965">
      <w:pPr>
        <w:pStyle w:val="ListParagraph"/>
        <w:ind w:left="0"/>
        <w:contextualSpacing w:val="0"/>
        <w:jc w:val="both"/>
        <w:rPr>
          <w:rFonts w:cs="Arial"/>
          <w:szCs w:val="24"/>
        </w:rPr>
      </w:pPr>
    </w:p>
    <w:p w14:paraId="1C63F405" w14:textId="35E0CC35" w:rsidR="00BC0788" w:rsidRPr="00BC0788" w:rsidRDefault="00BC0788" w:rsidP="00BC0965">
      <w:pPr>
        <w:pStyle w:val="ListParagraph"/>
        <w:numPr>
          <w:ilvl w:val="2"/>
          <w:numId w:val="29"/>
        </w:numPr>
        <w:ind w:left="0" w:firstLine="0"/>
        <w:contextualSpacing w:val="0"/>
        <w:jc w:val="both"/>
        <w:rPr>
          <w:rFonts w:cs="Arial"/>
          <w:szCs w:val="24"/>
        </w:rPr>
      </w:pPr>
      <w:r w:rsidRPr="00BC0788">
        <w:rPr>
          <w:rFonts w:cs="Arial"/>
          <w:szCs w:val="24"/>
        </w:rPr>
        <w:t>Install Matlab Compiler Runtime (MCR).</w:t>
      </w:r>
    </w:p>
    <w:p w14:paraId="41952348" w14:textId="77777777" w:rsidR="00BC0788" w:rsidRPr="00BC0788" w:rsidRDefault="00BC0788" w:rsidP="00BC0965">
      <w:pPr>
        <w:pStyle w:val="ListParagraph"/>
        <w:ind w:left="0"/>
        <w:contextualSpacing w:val="0"/>
        <w:jc w:val="both"/>
        <w:rPr>
          <w:rFonts w:cs="Arial"/>
          <w:szCs w:val="24"/>
        </w:rPr>
      </w:pPr>
    </w:p>
    <w:p w14:paraId="1177553B" w14:textId="77777777" w:rsidR="00BC0788" w:rsidRPr="00BC0788" w:rsidRDefault="00BC0788" w:rsidP="00BC0965">
      <w:pPr>
        <w:pStyle w:val="ListParagraph"/>
        <w:numPr>
          <w:ilvl w:val="2"/>
          <w:numId w:val="29"/>
        </w:numPr>
        <w:ind w:left="0" w:firstLine="0"/>
        <w:contextualSpacing w:val="0"/>
        <w:jc w:val="both"/>
        <w:rPr>
          <w:rFonts w:cs="Arial"/>
          <w:szCs w:val="24"/>
        </w:rPr>
      </w:pPr>
      <w:r w:rsidRPr="00BC0788">
        <w:rPr>
          <w:rFonts w:cs="Arial"/>
          <w:szCs w:val="24"/>
        </w:rPr>
        <w:t>Install the following files in a dedicated working folder: my_train.exe and my_test.exe. Copy and paste “</w:t>
      </w:r>
      <w:r w:rsidRPr="00BC0788">
        <w:rPr>
          <w:rFonts w:cs="Arial"/>
          <w:i/>
          <w:szCs w:val="24"/>
        </w:rPr>
        <w:t>beads.csv</w:t>
      </w:r>
      <w:r w:rsidRPr="00BC0788">
        <w:rPr>
          <w:rFonts w:cs="Arial"/>
          <w:szCs w:val="24"/>
        </w:rPr>
        <w:t>” and “</w:t>
      </w:r>
      <w:r w:rsidRPr="00BC0788">
        <w:rPr>
          <w:rFonts w:cs="Arial"/>
          <w:i/>
          <w:szCs w:val="24"/>
        </w:rPr>
        <w:t>ministacks</w:t>
      </w:r>
      <w:r w:rsidRPr="00BC0788">
        <w:rPr>
          <w:rFonts w:cs="Arial"/>
          <w:szCs w:val="24"/>
        </w:rPr>
        <w:t>.csv” files in the same folder.</w:t>
      </w:r>
    </w:p>
    <w:p w14:paraId="2A0D6445" w14:textId="77777777" w:rsidR="00BC0788" w:rsidRPr="00BC0788" w:rsidRDefault="00BC0788" w:rsidP="00BC0965">
      <w:pPr>
        <w:pStyle w:val="ListParagraph"/>
        <w:ind w:left="0"/>
        <w:contextualSpacing w:val="0"/>
        <w:jc w:val="both"/>
        <w:rPr>
          <w:rFonts w:cs="Arial"/>
          <w:szCs w:val="24"/>
        </w:rPr>
      </w:pPr>
    </w:p>
    <w:p w14:paraId="5ECC6882" w14:textId="77777777" w:rsidR="00BC0788" w:rsidRPr="00BC0788" w:rsidRDefault="00BC0788" w:rsidP="00BC0965">
      <w:pPr>
        <w:pStyle w:val="ListParagraph"/>
        <w:numPr>
          <w:ilvl w:val="2"/>
          <w:numId w:val="29"/>
        </w:numPr>
        <w:ind w:left="0" w:firstLine="0"/>
        <w:contextualSpacing w:val="0"/>
        <w:jc w:val="both"/>
        <w:rPr>
          <w:rFonts w:cs="Arial"/>
          <w:szCs w:val="24"/>
        </w:rPr>
      </w:pPr>
      <w:r w:rsidRPr="00BC0788">
        <w:rPr>
          <w:rFonts w:cs="Arial"/>
          <w:szCs w:val="24"/>
        </w:rPr>
        <w:t>Launch “Command Prompt” of Windows and go to the working folder by typing the following command “</w:t>
      </w:r>
      <w:r w:rsidRPr="00BC0788">
        <w:rPr>
          <w:rFonts w:cs="Arial"/>
          <w:b/>
          <w:szCs w:val="24"/>
        </w:rPr>
        <w:t>cd</w:t>
      </w:r>
      <w:r w:rsidRPr="00BC0788">
        <w:rPr>
          <w:rFonts w:cs="Arial"/>
          <w:szCs w:val="24"/>
        </w:rPr>
        <w:t xml:space="preserve"> </w:t>
      </w:r>
      <w:r w:rsidRPr="00BC0788">
        <w:rPr>
          <w:rFonts w:cs="Arial"/>
          <w:i/>
          <w:szCs w:val="24"/>
        </w:rPr>
        <w:t>path_of_working_folder”</w:t>
      </w:r>
      <w:r w:rsidRPr="00BC0788">
        <w:rPr>
          <w:rFonts w:cs="Arial"/>
          <w:szCs w:val="24"/>
        </w:rPr>
        <w:t>.</w:t>
      </w:r>
    </w:p>
    <w:p w14:paraId="62D21AF7" w14:textId="77777777" w:rsidR="00BC0788" w:rsidRPr="00BC0788" w:rsidRDefault="00BC0788" w:rsidP="00BC0965">
      <w:pPr>
        <w:pStyle w:val="ListParagraph"/>
        <w:ind w:left="0"/>
        <w:contextualSpacing w:val="0"/>
        <w:jc w:val="both"/>
        <w:rPr>
          <w:rFonts w:cs="Arial"/>
          <w:szCs w:val="24"/>
        </w:rPr>
      </w:pPr>
    </w:p>
    <w:p w14:paraId="31616A78" w14:textId="77777777" w:rsidR="00BC0788" w:rsidRPr="00BC0788" w:rsidRDefault="00BC0788" w:rsidP="00BC0965">
      <w:pPr>
        <w:pStyle w:val="ListParagraph"/>
        <w:numPr>
          <w:ilvl w:val="2"/>
          <w:numId w:val="29"/>
        </w:numPr>
        <w:ind w:left="0" w:firstLine="0"/>
        <w:contextualSpacing w:val="0"/>
        <w:jc w:val="both"/>
        <w:rPr>
          <w:rFonts w:cs="Arial"/>
          <w:szCs w:val="24"/>
        </w:rPr>
      </w:pPr>
      <w:r w:rsidRPr="00BC0788">
        <w:rPr>
          <w:rFonts w:cs="Arial"/>
          <w:szCs w:val="24"/>
        </w:rPr>
        <w:t>Generate a chromatic-shift calibration file by using centers of beads. Type the following command “</w:t>
      </w:r>
      <w:r w:rsidRPr="00BC0788">
        <w:rPr>
          <w:rFonts w:cs="Arial"/>
          <w:b/>
          <w:szCs w:val="24"/>
        </w:rPr>
        <w:t>my_train.exe</w:t>
      </w:r>
      <w:r w:rsidRPr="00BC0788">
        <w:rPr>
          <w:rFonts w:cs="Arial"/>
          <w:szCs w:val="24"/>
        </w:rPr>
        <w:t xml:space="preserve"> </w:t>
      </w:r>
      <w:r w:rsidRPr="00BC0788">
        <w:rPr>
          <w:rFonts w:cs="Arial"/>
          <w:i/>
          <w:szCs w:val="24"/>
        </w:rPr>
        <w:t>beads</w:t>
      </w:r>
      <w:r w:rsidRPr="00BC0788">
        <w:rPr>
          <w:rFonts w:cs="Arial"/>
          <w:szCs w:val="24"/>
        </w:rPr>
        <w:t>.csv</w:t>
      </w:r>
      <w:r w:rsidRPr="00BC0788">
        <w:rPr>
          <w:rFonts w:cs="Arial"/>
          <w:i/>
          <w:szCs w:val="24"/>
        </w:rPr>
        <w:t xml:space="preserve"> calibration</w:t>
      </w:r>
      <w:r w:rsidRPr="00BC0788">
        <w:rPr>
          <w:rFonts w:cs="Arial"/>
          <w:szCs w:val="24"/>
        </w:rPr>
        <w:t xml:space="preserve">.mat </w:t>
      </w:r>
      <w:r w:rsidRPr="00BC0788">
        <w:rPr>
          <w:rFonts w:cs="Arial"/>
          <w:b/>
          <w:szCs w:val="24"/>
        </w:rPr>
        <w:t>1</w:t>
      </w:r>
      <w:r w:rsidRPr="00BC0788">
        <w:rPr>
          <w:rFonts w:cs="Arial"/>
          <w:szCs w:val="24"/>
        </w:rPr>
        <w:t>”. A file named “</w:t>
      </w:r>
      <w:r w:rsidRPr="00BC0788">
        <w:rPr>
          <w:rFonts w:cs="Arial"/>
          <w:i/>
          <w:szCs w:val="24"/>
        </w:rPr>
        <w:t>calibration</w:t>
      </w:r>
      <w:r w:rsidRPr="00BC0788">
        <w:rPr>
          <w:rFonts w:cs="Arial"/>
          <w:szCs w:val="24"/>
        </w:rPr>
        <w:t>.mat” is created in the working folder. Ignore other files that are generated.</w:t>
      </w:r>
    </w:p>
    <w:p w14:paraId="013E5749" w14:textId="77777777" w:rsidR="00BC0788" w:rsidRPr="00BC0788" w:rsidRDefault="00BC0788" w:rsidP="00BC0965">
      <w:pPr>
        <w:pStyle w:val="ListParagraph"/>
        <w:ind w:left="0"/>
        <w:contextualSpacing w:val="0"/>
        <w:jc w:val="both"/>
        <w:rPr>
          <w:rFonts w:cs="Arial"/>
          <w:szCs w:val="24"/>
        </w:rPr>
      </w:pPr>
    </w:p>
    <w:p w14:paraId="4FA74F41" w14:textId="77777777" w:rsidR="00BC0788" w:rsidRPr="00BC0788" w:rsidRDefault="00BC0788" w:rsidP="00BC0965">
      <w:pPr>
        <w:pStyle w:val="ListParagraph"/>
        <w:numPr>
          <w:ilvl w:val="2"/>
          <w:numId w:val="29"/>
        </w:numPr>
        <w:ind w:left="0" w:firstLine="0"/>
        <w:contextualSpacing w:val="0"/>
        <w:jc w:val="both"/>
        <w:rPr>
          <w:rFonts w:cs="Arial"/>
          <w:szCs w:val="24"/>
        </w:rPr>
      </w:pPr>
      <w:r w:rsidRPr="00BC0788">
        <w:rPr>
          <w:rFonts w:cs="Arial"/>
          <w:szCs w:val="24"/>
        </w:rPr>
        <w:t>Correct the chromatic-shift of centers of Golgi mini-stacks by typing the following command “</w:t>
      </w:r>
      <w:r w:rsidRPr="00BC0788">
        <w:rPr>
          <w:rFonts w:cs="Arial"/>
          <w:b/>
          <w:szCs w:val="24"/>
        </w:rPr>
        <w:t>my_test.exe</w:t>
      </w:r>
      <w:r w:rsidRPr="00BC0788">
        <w:rPr>
          <w:rFonts w:cs="Arial"/>
          <w:szCs w:val="24"/>
        </w:rPr>
        <w:t xml:space="preserve"> </w:t>
      </w:r>
      <w:r w:rsidRPr="00BC0788">
        <w:rPr>
          <w:rFonts w:cs="Arial"/>
          <w:i/>
          <w:szCs w:val="24"/>
        </w:rPr>
        <w:t>ministacks</w:t>
      </w:r>
      <w:r w:rsidRPr="00BC0788">
        <w:rPr>
          <w:rFonts w:cs="Arial"/>
          <w:szCs w:val="24"/>
        </w:rPr>
        <w:t xml:space="preserve">.csv </w:t>
      </w:r>
      <w:r w:rsidRPr="00BC0788">
        <w:rPr>
          <w:rFonts w:cs="Arial"/>
          <w:i/>
          <w:szCs w:val="24"/>
        </w:rPr>
        <w:t>corrected_ministacks</w:t>
      </w:r>
      <w:r w:rsidRPr="00BC0788">
        <w:rPr>
          <w:rFonts w:cs="Arial"/>
          <w:szCs w:val="24"/>
        </w:rPr>
        <w:t xml:space="preserve">.csv </w:t>
      </w:r>
      <w:r w:rsidRPr="00BC0788">
        <w:rPr>
          <w:rFonts w:cs="Arial"/>
          <w:i/>
          <w:szCs w:val="24"/>
        </w:rPr>
        <w:t>calibration</w:t>
      </w:r>
      <w:r w:rsidRPr="00BC0788">
        <w:rPr>
          <w:rFonts w:cs="Arial"/>
          <w:szCs w:val="24"/>
        </w:rPr>
        <w:t xml:space="preserve">.mat </w:t>
      </w:r>
      <w:r w:rsidRPr="00BC0788">
        <w:rPr>
          <w:rFonts w:cs="Arial"/>
          <w:b/>
          <w:szCs w:val="24"/>
        </w:rPr>
        <w:t>1</w:t>
      </w:r>
      <w:r w:rsidRPr="00BC0788">
        <w:rPr>
          <w:rFonts w:cs="Arial"/>
          <w:szCs w:val="24"/>
        </w:rPr>
        <w:t xml:space="preserve">”. </w:t>
      </w:r>
    </w:p>
    <w:p w14:paraId="6098523F" w14:textId="77777777" w:rsidR="00BC0788" w:rsidRPr="00BC0788" w:rsidRDefault="00BC0788" w:rsidP="00BC0965">
      <w:pPr>
        <w:pStyle w:val="ListParagraph"/>
        <w:ind w:left="0"/>
        <w:contextualSpacing w:val="0"/>
        <w:jc w:val="both"/>
        <w:rPr>
          <w:rFonts w:cs="Arial"/>
          <w:szCs w:val="24"/>
        </w:rPr>
      </w:pPr>
    </w:p>
    <w:p w14:paraId="4E9813D3" w14:textId="77777777" w:rsidR="00BC0788" w:rsidRPr="00BC0788" w:rsidRDefault="00BC0788" w:rsidP="00BC0965">
      <w:pPr>
        <w:pStyle w:val="ListParagraph"/>
        <w:ind w:left="0"/>
        <w:contextualSpacing w:val="0"/>
        <w:jc w:val="both"/>
        <w:rPr>
          <w:rFonts w:cs="Arial"/>
          <w:szCs w:val="24"/>
        </w:rPr>
      </w:pPr>
      <w:r w:rsidRPr="00BC0788">
        <w:rPr>
          <w:rFonts w:cs="Arial"/>
          <w:szCs w:val="24"/>
        </w:rPr>
        <w:t>Note: A file named “</w:t>
      </w:r>
      <w:r w:rsidRPr="00BC0788">
        <w:rPr>
          <w:rFonts w:cs="Arial"/>
          <w:i/>
          <w:szCs w:val="24"/>
        </w:rPr>
        <w:t>corrected_ministacks</w:t>
      </w:r>
      <w:r w:rsidRPr="00BC0788">
        <w:rPr>
          <w:rFonts w:cs="Arial"/>
          <w:szCs w:val="24"/>
        </w:rPr>
        <w:t>.csv” is created in the working folder. It contains chromatic-shift corrected coordinates of centers, which are arranged in the order of x</w:t>
      </w:r>
      <w:r w:rsidRPr="00BC0788">
        <w:rPr>
          <w:rFonts w:cs="Arial"/>
          <w:szCs w:val="24"/>
          <w:vertAlign w:val="subscript"/>
        </w:rPr>
        <w:t>G</w:t>
      </w:r>
      <w:r w:rsidRPr="00BC0788">
        <w:rPr>
          <w:rFonts w:cs="Arial"/>
          <w:szCs w:val="24"/>
        </w:rPr>
        <w:t>, y</w:t>
      </w:r>
      <w:r w:rsidRPr="00BC0788">
        <w:rPr>
          <w:rFonts w:cs="Arial"/>
          <w:szCs w:val="24"/>
          <w:vertAlign w:val="subscript"/>
        </w:rPr>
        <w:t>G</w:t>
      </w:r>
      <w:r w:rsidRPr="00BC0788">
        <w:rPr>
          <w:rFonts w:cs="Arial"/>
          <w:szCs w:val="24"/>
        </w:rPr>
        <w:t>, x</w:t>
      </w:r>
      <w:r w:rsidRPr="00BC0788">
        <w:rPr>
          <w:rFonts w:cs="Arial"/>
          <w:szCs w:val="24"/>
          <w:vertAlign w:val="subscript"/>
        </w:rPr>
        <w:t>B</w:t>
      </w:r>
      <w:r w:rsidRPr="00BC0788">
        <w:rPr>
          <w:rFonts w:cs="Arial"/>
          <w:szCs w:val="24"/>
        </w:rPr>
        <w:t xml:space="preserve"> and y</w:t>
      </w:r>
      <w:r w:rsidRPr="00BC0788">
        <w:rPr>
          <w:rFonts w:cs="Arial"/>
          <w:szCs w:val="24"/>
          <w:vertAlign w:val="subscript"/>
        </w:rPr>
        <w:t>B</w:t>
      </w:r>
      <w:r w:rsidRPr="00BC0788">
        <w:rPr>
          <w:rFonts w:cs="Arial"/>
          <w:szCs w:val="24"/>
        </w:rPr>
        <w:t>. Ignore other files that are created. Take note that the red channel is defined as free of chromatic aberration and therefore x</w:t>
      </w:r>
      <w:r w:rsidRPr="00BC0788">
        <w:rPr>
          <w:rFonts w:cs="Arial"/>
          <w:szCs w:val="24"/>
          <w:vertAlign w:val="subscript"/>
        </w:rPr>
        <w:t>R</w:t>
      </w:r>
      <w:r w:rsidRPr="00BC0788">
        <w:rPr>
          <w:rFonts w:cs="Arial"/>
          <w:szCs w:val="24"/>
        </w:rPr>
        <w:t xml:space="preserve"> and y</w:t>
      </w:r>
      <w:r w:rsidRPr="00BC0788">
        <w:rPr>
          <w:rFonts w:cs="Arial"/>
          <w:szCs w:val="24"/>
          <w:vertAlign w:val="subscript"/>
        </w:rPr>
        <w:t>R</w:t>
      </w:r>
      <w:r w:rsidRPr="00BC0788">
        <w:rPr>
          <w:rFonts w:cs="Arial"/>
          <w:szCs w:val="24"/>
        </w:rPr>
        <w:t xml:space="preserve"> are the same as raw data.</w:t>
      </w:r>
    </w:p>
    <w:p w14:paraId="3B3D76CB" w14:textId="77777777" w:rsidR="00BC0788" w:rsidRPr="00BC0788" w:rsidRDefault="00BC0788" w:rsidP="00BC0965">
      <w:pPr>
        <w:pStyle w:val="ListParagraph"/>
        <w:ind w:left="0"/>
        <w:contextualSpacing w:val="0"/>
        <w:jc w:val="both"/>
        <w:rPr>
          <w:rFonts w:cs="Arial"/>
          <w:szCs w:val="24"/>
        </w:rPr>
      </w:pPr>
    </w:p>
    <w:p w14:paraId="40032E3A" w14:textId="77777777" w:rsidR="00BC0788" w:rsidRPr="00BC0788" w:rsidRDefault="00BC0788" w:rsidP="00BC0965">
      <w:pPr>
        <w:pStyle w:val="ListParagraph"/>
        <w:numPr>
          <w:ilvl w:val="1"/>
          <w:numId w:val="29"/>
        </w:numPr>
        <w:ind w:left="0" w:firstLine="0"/>
        <w:contextualSpacing w:val="0"/>
        <w:jc w:val="both"/>
        <w:rPr>
          <w:rFonts w:cs="Arial"/>
          <w:b/>
          <w:szCs w:val="24"/>
        </w:rPr>
      </w:pPr>
      <w:r w:rsidRPr="00BC0788">
        <w:rPr>
          <w:rFonts w:cs="Arial"/>
          <w:b/>
          <w:szCs w:val="24"/>
        </w:rPr>
        <w:t>Calculation of LQs</w:t>
      </w:r>
    </w:p>
    <w:p w14:paraId="551130CC" w14:textId="77777777" w:rsidR="00BC0788" w:rsidRPr="00BC0788" w:rsidRDefault="00BC0788" w:rsidP="00BC0965">
      <w:pPr>
        <w:pStyle w:val="ListParagraph"/>
        <w:ind w:left="0"/>
        <w:contextualSpacing w:val="0"/>
        <w:jc w:val="both"/>
        <w:rPr>
          <w:rFonts w:cs="Arial"/>
          <w:szCs w:val="24"/>
        </w:rPr>
      </w:pPr>
    </w:p>
    <w:p w14:paraId="0F89F820" w14:textId="4DF4C7E5" w:rsidR="00BC0788" w:rsidRPr="00BC0788" w:rsidRDefault="00BC0788" w:rsidP="00BC0965">
      <w:pPr>
        <w:pStyle w:val="ListParagraph"/>
        <w:numPr>
          <w:ilvl w:val="2"/>
          <w:numId w:val="29"/>
        </w:numPr>
        <w:ind w:left="0" w:firstLine="0"/>
        <w:contextualSpacing w:val="0"/>
        <w:jc w:val="both"/>
        <w:rPr>
          <w:rFonts w:cs="Arial"/>
          <w:szCs w:val="24"/>
        </w:rPr>
      </w:pPr>
      <w:r w:rsidRPr="00BC0788">
        <w:rPr>
          <w:rFonts w:cs="Arial"/>
          <w:szCs w:val="24"/>
        </w:rPr>
        <w:t>Launch the data analysis software and copy and paste, in the below sequence, mean gray values, areas, background SDs obtained from step 4.2.3 (place them at row 1) and chromatic-shift corrected x and y coordinates of Golgi mini-stacks in channel</w:t>
      </w:r>
      <w:r w:rsidRPr="00BC0788">
        <w:rPr>
          <w:rFonts w:cs="Arial"/>
          <w:szCs w:val="24"/>
          <w:vertAlign w:val="subscript"/>
        </w:rPr>
        <w:t>R</w:t>
      </w:r>
      <w:r w:rsidRPr="00BC0788">
        <w:rPr>
          <w:rFonts w:cs="Arial"/>
          <w:szCs w:val="24"/>
        </w:rPr>
        <w:t xml:space="preserve"> into a worksheet as columns A to E. Similarly, transfer corresponding data for channel</w:t>
      </w:r>
      <w:r w:rsidRPr="00BC0788">
        <w:rPr>
          <w:rFonts w:cs="Arial"/>
          <w:szCs w:val="24"/>
          <w:vertAlign w:val="subscript"/>
        </w:rPr>
        <w:t>G</w:t>
      </w:r>
      <w:r w:rsidRPr="00BC0788">
        <w:rPr>
          <w:rFonts w:cs="Arial"/>
          <w:szCs w:val="24"/>
        </w:rPr>
        <w:t xml:space="preserve"> and channel</w:t>
      </w:r>
      <w:r w:rsidRPr="00BC0788">
        <w:rPr>
          <w:rFonts w:cs="Arial"/>
          <w:szCs w:val="24"/>
          <w:vertAlign w:val="subscript"/>
        </w:rPr>
        <w:t>B</w:t>
      </w:r>
      <w:r w:rsidRPr="00BC0788">
        <w:rPr>
          <w:rFonts w:cs="Arial"/>
          <w:szCs w:val="24"/>
        </w:rPr>
        <w:t xml:space="preserve"> to columns F to J and K to O, respectively.</w:t>
      </w:r>
    </w:p>
    <w:p w14:paraId="3B009A53" w14:textId="77777777" w:rsidR="00BC0788" w:rsidRPr="00BC0788" w:rsidRDefault="00BC0788" w:rsidP="00BC0965">
      <w:pPr>
        <w:pStyle w:val="ListParagraph"/>
        <w:ind w:left="0"/>
        <w:contextualSpacing w:val="0"/>
        <w:jc w:val="both"/>
        <w:rPr>
          <w:rFonts w:cs="Arial"/>
          <w:szCs w:val="24"/>
        </w:rPr>
      </w:pPr>
    </w:p>
    <w:p w14:paraId="212D2C8F" w14:textId="77777777" w:rsidR="00BC0788" w:rsidRPr="00BC0788" w:rsidRDefault="00BC0788" w:rsidP="00BC0965">
      <w:pPr>
        <w:pStyle w:val="ListParagraph"/>
        <w:numPr>
          <w:ilvl w:val="2"/>
          <w:numId w:val="29"/>
        </w:numPr>
        <w:ind w:left="0" w:firstLine="0"/>
        <w:contextualSpacing w:val="0"/>
        <w:jc w:val="both"/>
        <w:rPr>
          <w:rFonts w:cs="Arial"/>
          <w:szCs w:val="24"/>
        </w:rPr>
      </w:pPr>
      <w:r w:rsidRPr="00BC0788">
        <w:rPr>
          <w:rFonts w:cs="Arial"/>
          <w:szCs w:val="24"/>
        </w:rPr>
        <w:t xml:space="preserve">Add eight new columns P to W, named “integrated intensity of channel R”, “integrated intensity of channel G”, “integrated intensity of channel B”, d1, dx, ABS(tan </w:t>
      </w:r>
      <w:r w:rsidRPr="00BC0788">
        <w:rPr>
          <w:rFonts w:cs="Arial"/>
          <w:bCs/>
          <w:szCs w:val="24"/>
        </w:rPr>
        <w:t xml:space="preserve">a), ABS(tan b) and </w:t>
      </w:r>
      <w:r w:rsidRPr="00BC0788">
        <w:rPr>
          <w:rFonts w:cs="Arial"/>
          <w:szCs w:val="24"/>
        </w:rPr>
        <w:t xml:space="preserve">LQ. </w:t>
      </w:r>
    </w:p>
    <w:p w14:paraId="5D132B96" w14:textId="77777777" w:rsidR="00BC0788" w:rsidRPr="00BC0788" w:rsidRDefault="00BC0788" w:rsidP="00BC0965">
      <w:pPr>
        <w:pStyle w:val="ListParagraph"/>
        <w:ind w:left="0"/>
        <w:contextualSpacing w:val="0"/>
        <w:jc w:val="both"/>
        <w:rPr>
          <w:rFonts w:cs="Arial"/>
          <w:szCs w:val="24"/>
        </w:rPr>
      </w:pPr>
    </w:p>
    <w:p w14:paraId="437BF7D4" w14:textId="77777777" w:rsidR="00BC0788" w:rsidRPr="00BC0788" w:rsidRDefault="00BC0788" w:rsidP="00BC0965">
      <w:pPr>
        <w:pStyle w:val="ListParagraph"/>
        <w:ind w:left="0"/>
        <w:contextualSpacing w:val="0"/>
        <w:jc w:val="both"/>
        <w:rPr>
          <w:rFonts w:cs="Arial"/>
          <w:szCs w:val="24"/>
        </w:rPr>
      </w:pPr>
      <w:r w:rsidRPr="00BC0788">
        <w:rPr>
          <w:rFonts w:cs="Arial"/>
          <w:szCs w:val="24"/>
        </w:rPr>
        <w:t>4.4.2.1. Right click the top of the respective column and select “Set Column Values” to calculate values of each column. For column P, input “Col(A)</w:t>
      </w:r>
      <w:r w:rsidRPr="00BC0788">
        <w:rPr>
          <w:rFonts w:cs="Arial"/>
          <w:szCs w:val="24"/>
        </w:rPr>
        <w:sym w:font="Symbol" w:char="F02A"/>
      </w:r>
      <w:r w:rsidRPr="00BC0788">
        <w:rPr>
          <w:rFonts w:cs="Arial"/>
          <w:szCs w:val="24"/>
        </w:rPr>
        <w:t>Col(B)”; for column Q, input “Col(F)</w:t>
      </w:r>
      <w:r w:rsidRPr="00BC0788">
        <w:rPr>
          <w:rFonts w:cs="Arial"/>
          <w:szCs w:val="24"/>
        </w:rPr>
        <w:sym w:font="Symbol" w:char="F02A"/>
      </w:r>
      <w:r w:rsidRPr="00BC0788">
        <w:rPr>
          <w:rFonts w:cs="Arial"/>
          <w:szCs w:val="24"/>
        </w:rPr>
        <w:t>Col(G)”; for column R, input “Col(K)</w:t>
      </w:r>
      <w:r w:rsidRPr="00BC0788">
        <w:rPr>
          <w:rFonts w:cs="Arial"/>
          <w:szCs w:val="24"/>
        </w:rPr>
        <w:sym w:font="Symbol" w:char="F02A"/>
      </w:r>
      <w:r w:rsidRPr="00BC0788">
        <w:rPr>
          <w:rFonts w:cs="Arial"/>
          <w:szCs w:val="24"/>
        </w:rPr>
        <w:t>Col(L)”; for column S, input “pixel_size*Distance(Col(D), Col(E), Col(N), Col(O))” where “pixel_size” is the size of the pixel in nm; for column T, input “pixel_size*((Distance(Col(I), Col(J), Col(N), Col(O))^2+Distance(Col(D), Col(E), Col(N), Col(O))^2-Distance(Col(D), Col(E), Col(I), Col(J))^2)/(2</w:t>
      </w:r>
      <w:r w:rsidRPr="00BC0788">
        <w:rPr>
          <w:rFonts w:cs="Arial"/>
          <w:szCs w:val="24"/>
        </w:rPr>
        <w:sym w:font="Symbol" w:char="F02A"/>
      </w:r>
      <w:r w:rsidRPr="00BC0788">
        <w:rPr>
          <w:rFonts w:cs="Arial"/>
          <w:szCs w:val="24"/>
        </w:rPr>
        <w:t>Distance(Col(D), Col(E), Col(N), Col(O))))”; for column U, input “Abs(Tan(Acos((Distance(Col(I), Col(J), Col(N), Col(O))^2+Distance(Col(D), Col(E), Col(N), Col(O))^2-Distance(Col(D), Col(E), Col(I), Col(J))^2)/(2</w:t>
      </w:r>
      <w:r w:rsidRPr="00BC0788">
        <w:rPr>
          <w:rFonts w:cs="Arial"/>
          <w:szCs w:val="24"/>
        </w:rPr>
        <w:sym w:font="Symbol" w:char="F02A"/>
      </w:r>
      <w:r w:rsidRPr="00BC0788">
        <w:rPr>
          <w:rFonts w:cs="Arial"/>
          <w:szCs w:val="24"/>
        </w:rPr>
        <w:t xml:space="preserve"> Distance(Col(I), Col(J), Col(N), Col(O))</w:t>
      </w:r>
      <w:r w:rsidRPr="00BC0788">
        <w:rPr>
          <w:rFonts w:cs="Arial"/>
          <w:szCs w:val="24"/>
        </w:rPr>
        <w:sym w:font="Symbol" w:char="F02A"/>
      </w:r>
      <w:r w:rsidRPr="00BC0788">
        <w:rPr>
          <w:rFonts w:cs="Arial"/>
          <w:szCs w:val="24"/>
        </w:rPr>
        <w:t xml:space="preserve">Distance(Col(D), Col(E), Col(N), Col(O))))))”; for column V, input “Abs(Tan(Acos((Distance(Col(D), Col(E), Col(I), Col(J))^2+Distance(Col(D), Col(E), </w:t>
      </w:r>
      <w:r w:rsidRPr="00BC0788">
        <w:rPr>
          <w:rFonts w:cs="Arial"/>
          <w:szCs w:val="24"/>
        </w:rPr>
        <w:lastRenderedPageBreak/>
        <w:t>Col(N), Col(O))^2-Distance(Col(I), Col(J), Col(N), Col(O))^2)/(2</w:t>
      </w:r>
      <w:r w:rsidRPr="00BC0788">
        <w:rPr>
          <w:rFonts w:cs="Arial"/>
          <w:szCs w:val="24"/>
        </w:rPr>
        <w:sym w:font="Symbol" w:char="F02A"/>
      </w:r>
      <w:r w:rsidRPr="00BC0788">
        <w:rPr>
          <w:rFonts w:cs="Arial"/>
          <w:szCs w:val="24"/>
        </w:rPr>
        <w:t xml:space="preserve"> Distance(Col(D), Col(E), Col(I), Col(J))</w:t>
      </w:r>
      <w:r w:rsidRPr="00BC0788">
        <w:rPr>
          <w:rFonts w:cs="Arial"/>
          <w:szCs w:val="24"/>
        </w:rPr>
        <w:sym w:font="Symbol" w:char="F02A"/>
      </w:r>
      <w:r w:rsidRPr="00BC0788">
        <w:rPr>
          <w:rFonts w:cs="Arial"/>
          <w:szCs w:val="24"/>
        </w:rPr>
        <w:t>Distance(Col(D), Col(E), Col(N), Col(O))))))”; for column W, input “Col(T)/Col(S)”.</w:t>
      </w:r>
    </w:p>
    <w:p w14:paraId="05DF4DCC" w14:textId="77777777" w:rsidR="00BC0788" w:rsidRPr="00BC0788" w:rsidRDefault="00BC0788" w:rsidP="00BC0965">
      <w:pPr>
        <w:pStyle w:val="ListParagraph"/>
        <w:ind w:left="0"/>
        <w:contextualSpacing w:val="0"/>
        <w:jc w:val="both"/>
        <w:rPr>
          <w:rFonts w:cs="Arial"/>
          <w:szCs w:val="24"/>
        </w:rPr>
      </w:pPr>
    </w:p>
    <w:p w14:paraId="62B82D0D" w14:textId="3D4ED678" w:rsidR="00BC0788" w:rsidRPr="00BC0788" w:rsidRDefault="00BC0788" w:rsidP="00BC0965">
      <w:pPr>
        <w:pStyle w:val="ListParagraph"/>
        <w:numPr>
          <w:ilvl w:val="2"/>
          <w:numId w:val="29"/>
        </w:numPr>
        <w:ind w:left="0" w:firstLine="0"/>
        <w:contextualSpacing w:val="0"/>
        <w:jc w:val="both"/>
        <w:rPr>
          <w:rFonts w:cs="Arial"/>
          <w:bCs/>
          <w:szCs w:val="24"/>
        </w:rPr>
      </w:pPr>
      <w:r w:rsidRPr="00BC0788">
        <w:rPr>
          <w:rFonts w:cs="Arial"/>
          <w:bCs/>
          <w:szCs w:val="24"/>
        </w:rPr>
        <w:t xml:space="preserve">Filter the Golgi mini-stacks by the three criteria described in the </w:t>
      </w:r>
      <w:r w:rsidRPr="00BC0788">
        <w:rPr>
          <w:rFonts w:cs="Arial"/>
          <w:b/>
          <w:bCs/>
          <w:szCs w:val="24"/>
        </w:rPr>
        <w:t>Introduction</w:t>
      </w:r>
      <w:r w:rsidRPr="00BC0788">
        <w:rPr>
          <w:rFonts w:cs="Arial"/>
          <w:bCs/>
          <w:szCs w:val="24"/>
        </w:rPr>
        <w:t xml:space="preserve">. </w:t>
      </w:r>
    </w:p>
    <w:p w14:paraId="4EA5306D" w14:textId="77777777" w:rsidR="00BC0788" w:rsidRPr="00BC0788" w:rsidRDefault="00BC0788" w:rsidP="00BC0965">
      <w:pPr>
        <w:pStyle w:val="ListParagraph"/>
        <w:ind w:left="0"/>
        <w:contextualSpacing w:val="0"/>
        <w:jc w:val="both"/>
        <w:rPr>
          <w:rFonts w:cs="Arial"/>
          <w:bCs/>
          <w:szCs w:val="24"/>
        </w:rPr>
      </w:pPr>
    </w:p>
    <w:p w14:paraId="323FA43C" w14:textId="77777777" w:rsidR="00BC0788" w:rsidRPr="00BC0788" w:rsidRDefault="00BC0788" w:rsidP="00BC0965">
      <w:pPr>
        <w:pStyle w:val="ListParagraph"/>
        <w:ind w:left="0"/>
        <w:contextualSpacing w:val="0"/>
        <w:jc w:val="both"/>
        <w:rPr>
          <w:rFonts w:cs="Arial"/>
          <w:szCs w:val="24"/>
        </w:rPr>
      </w:pPr>
      <w:r w:rsidRPr="00BC0788">
        <w:rPr>
          <w:rFonts w:cs="Arial"/>
          <w:bCs/>
          <w:szCs w:val="24"/>
        </w:rPr>
        <w:t>4.4.3.1. I</w:t>
      </w:r>
      <w:r w:rsidRPr="00BC0788">
        <w:rPr>
          <w:rFonts w:cs="Arial"/>
          <w:szCs w:val="24"/>
        </w:rPr>
        <w:t xml:space="preserve">n the data analysis software, go to “Worksheet&gt;Worksheet Query” and select column variables for “If” test. Assign the following aliases I1, I2, I3, d1, A and B for columns “integrated intensity of channel R”, “integrated intensity of channel G”, “integrated intensity of channel B”, d1, ABS(tan </w:t>
      </w:r>
      <w:r w:rsidRPr="00BC0788">
        <w:rPr>
          <w:rFonts w:cs="Arial"/>
          <w:bCs/>
          <w:szCs w:val="24"/>
        </w:rPr>
        <w:t xml:space="preserve">a) and </w:t>
      </w:r>
      <w:r w:rsidRPr="00BC0788">
        <w:rPr>
          <w:rFonts w:cs="Arial"/>
          <w:szCs w:val="24"/>
        </w:rPr>
        <w:t xml:space="preserve">ABS(tan </w:t>
      </w:r>
      <w:r w:rsidRPr="00BC0788">
        <w:rPr>
          <w:rFonts w:cs="Arial"/>
          <w:bCs/>
          <w:szCs w:val="24"/>
        </w:rPr>
        <w:t xml:space="preserve">b), respectively. </w:t>
      </w:r>
      <w:r w:rsidRPr="00BC0788">
        <w:rPr>
          <w:rFonts w:cs="Arial"/>
          <w:szCs w:val="24"/>
        </w:rPr>
        <w:t>In the “If condition” box, input “I1&gt;=30</w:t>
      </w:r>
      <w:r w:rsidRPr="00BC0788">
        <w:rPr>
          <w:rFonts w:cs="Arial"/>
          <w:szCs w:val="24"/>
        </w:rPr>
        <w:sym w:font="Symbol" w:char="F02A"/>
      </w:r>
      <w:r w:rsidRPr="00BC0788">
        <w:rPr>
          <w:rFonts w:cs="Arial"/>
          <w:szCs w:val="24"/>
        </w:rPr>
        <w:t>cell(1,3) AND I2&gt;=30</w:t>
      </w:r>
      <w:r w:rsidRPr="00BC0788">
        <w:rPr>
          <w:rFonts w:cs="Arial"/>
          <w:szCs w:val="24"/>
        </w:rPr>
        <w:sym w:font="Symbol" w:char="F02A"/>
      </w:r>
      <w:r w:rsidRPr="00BC0788">
        <w:rPr>
          <w:rFonts w:cs="Arial"/>
          <w:szCs w:val="24"/>
        </w:rPr>
        <w:t>cell(1,8) AND I3&gt;=30</w:t>
      </w:r>
      <w:r w:rsidRPr="00BC0788">
        <w:rPr>
          <w:rFonts w:cs="Arial"/>
          <w:szCs w:val="24"/>
        </w:rPr>
        <w:sym w:font="Symbol" w:char="F02A"/>
      </w:r>
      <w:r w:rsidRPr="00BC0788">
        <w:rPr>
          <w:rFonts w:cs="Arial"/>
          <w:szCs w:val="24"/>
        </w:rPr>
        <w:t xml:space="preserve">cell(1,13) AND d1&gt;=70 AND (A&lt;=0.3 or B&lt;=0.3)”. </w:t>
      </w:r>
    </w:p>
    <w:p w14:paraId="4E8C5515" w14:textId="77777777" w:rsidR="00BC0788" w:rsidRPr="00BC0788" w:rsidRDefault="00BC0788" w:rsidP="00BC0965">
      <w:pPr>
        <w:pStyle w:val="ListParagraph"/>
        <w:ind w:left="0"/>
        <w:contextualSpacing w:val="0"/>
        <w:jc w:val="both"/>
        <w:rPr>
          <w:rFonts w:cs="Arial"/>
          <w:szCs w:val="24"/>
        </w:rPr>
      </w:pPr>
    </w:p>
    <w:p w14:paraId="78A8E4D0" w14:textId="77777777" w:rsidR="00BC0788" w:rsidRPr="00BC0788" w:rsidRDefault="00BC0788" w:rsidP="00BC0965">
      <w:pPr>
        <w:pStyle w:val="ListParagraph"/>
        <w:ind w:left="0"/>
        <w:contextualSpacing w:val="0"/>
        <w:jc w:val="both"/>
        <w:rPr>
          <w:rFonts w:cs="Arial"/>
          <w:bCs/>
          <w:szCs w:val="24"/>
        </w:rPr>
      </w:pPr>
      <w:r w:rsidRPr="00BC0788">
        <w:rPr>
          <w:rFonts w:cs="Arial"/>
          <w:szCs w:val="24"/>
        </w:rPr>
        <w:t>4.4.3.2. Select “Extract to New Worksheet”, click “Apply”.</w:t>
      </w:r>
      <w:r w:rsidRPr="00BC0788">
        <w:rPr>
          <w:rFonts w:cs="Arial"/>
          <w:bCs/>
          <w:szCs w:val="24"/>
        </w:rPr>
        <w:t xml:space="preserve"> Columns A–W of analyzable Golgi mini-stacks are extracted to a new worksheet.</w:t>
      </w:r>
    </w:p>
    <w:p w14:paraId="025EE5C5" w14:textId="77777777" w:rsidR="00BC0788" w:rsidRPr="00BC0788" w:rsidRDefault="00BC0788" w:rsidP="00BC0965">
      <w:pPr>
        <w:pStyle w:val="ListParagraph"/>
        <w:ind w:left="0"/>
        <w:contextualSpacing w:val="0"/>
        <w:jc w:val="both"/>
        <w:rPr>
          <w:rFonts w:cs="Arial"/>
          <w:szCs w:val="24"/>
        </w:rPr>
      </w:pPr>
    </w:p>
    <w:p w14:paraId="0DA160C1" w14:textId="77777777" w:rsidR="00BC0788" w:rsidRPr="00BC0788" w:rsidRDefault="00BC0788" w:rsidP="00BC0965">
      <w:pPr>
        <w:pStyle w:val="ListParagraph"/>
        <w:numPr>
          <w:ilvl w:val="2"/>
          <w:numId w:val="29"/>
        </w:numPr>
        <w:ind w:left="0" w:firstLine="0"/>
        <w:contextualSpacing w:val="0"/>
        <w:jc w:val="both"/>
        <w:rPr>
          <w:rFonts w:cs="Arial"/>
          <w:szCs w:val="24"/>
        </w:rPr>
      </w:pPr>
      <w:r w:rsidRPr="00BC0788">
        <w:rPr>
          <w:rFonts w:cs="Arial"/>
          <w:szCs w:val="24"/>
        </w:rPr>
        <w:t>In the new worksheet, right click the top of column W, select “Statistics on Column&gt;Open Dialog”. Check “N total”, “Mean”, “SE of mean”, “Histograms”. The statistical analysis of LQs is then displayed.</w:t>
      </w:r>
    </w:p>
    <w:p w14:paraId="5F434F24" w14:textId="344008FF" w:rsidR="00BC0788" w:rsidRPr="00BC0788" w:rsidRDefault="00BC0788" w:rsidP="00BC0965">
      <w:pPr>
        <w:pStyle w:val="ListParagraph"/>
        <w:ind w:left="0"/>
        <w:contextualSpacing w:val="0"/>
        <w:jc w:val="both"/>
        <w:rPr>
          <w:rFonts w:cs="Arial"/>
          <w:szCs w:val="24"/>
        </w:rPr>
      </w:pPr>
    </w:p>
    <w:p w14:paraId="1A117006" w14:textId="211331EC" w:rsidR="00F500A5" w:rsidRPr="00BC0788" w:rsidRDefault="00E02739" w:rsidP="00BC0965">
      <w:pPr>
        <w:jc w:val="both"/>
        <w:rPr>
          <w:rFonts w:cs="Arial"/>
          <w:b/>
          <w:szCs w:val="24"/>
        </w:rPr>
      </w:pPr>
      <w:r w:rsidRPr="00BC0788">
        <w:rPr>
          <w:rFonts w:cs="Arial"/>
          <w:b/>
          <w:szCs w:val="24"/>
        </w:rPr>
        <w:t>REPRESENTATIVE RESULTS:</w:t>
      </w:r>
    </w:p>
    <w:p w14:paraId="2A035978" w14:textId="2F02C7AF" w:rsidR="008368DA" w:rsidRPr="00BC0788" w:rsidRDefault="00887401" w:rsidP="00BC0965">
      <w:pPr>
        <w:jc w:val="both"/>
        <w:rPr>
          <w:rFonts w:cs="Arial"/>
          <w:szCs w:val="24"/>
        </w:rPr>
      </w:pPr>
      <w:r w:rsidRPr="00BC0788">
        <w:rPr>
          <w:rFonts w:cs="Arial"/>
          <w:szCs w:val="24"/>
        </w:rPr>
        <w:t xml:space="preserve">The modern </w:t>
      </w:r>
      <w:r w:rsidR="00F77D87" w:rsidRPr="00BC0788">
        <w:rPr>
          <w:rFonts w:cs="Arial"/>
          <w:szCs w:val="24"/>
        </w:rPr>
        <w:t xml:space="preserve">research </w:t>
      </w:r>
      <w:r w:rsidR="004C510B" w:rsidRPr="00BC0788">
        <w:rPr>
          <w:rFonts w:cs="Arial"/>
          <w:szCs w:val="24"/>
        </w:rPr>
        <w:t xml:space="preserve">grade light </w:t>
      </w:r>
      <w:r w:rsidR="008368DA" w:rsidRPr="00BC0788">
        <w:rPr>
          <w:rFonts w:cs="Arial"/>
          <w:szCs w:val="24"/>
        </w:rPr>
        <w:t xml:space="preserve">microscope equipped with </w:t>
      </w:r>
      <w:r w:rsidRPr="00BC0788">
        <w:rPr>
          <w:rFonts w:cs="Arial"/>
          <w:szCs w:val="24"/>
        </w:rPr>
        <w:t xml:space="preserve">a </w:t>
      </w:r>
      <w:r w:rsidR="008368DA" w:rsidRPr="00BC0788">
        <w:rPr>
          <w:rFonts w:cs="Arial"/>
          <w:szCs w:val="24"/>
        </w:rPr>
        <w:t>plan apochromatic lens</w:t>
      </w:r>
      <w:r w:rsidR="00F77D87" w:rsidRPr="00BC0788">
        <w:rPr>
          <w:rFonts w:cs="Arial"/>
          <w:szCs w:val="24"/>
        </w:rPr>
        <w:t>, such as the one used in our lab,</w:t>
      </w:r>
      <w:r w:rsidR="008368DA" w:rsidRPr="00BC0788">
        <w:rPr>
          <w:rFonts w:cs="Arial"/>
          <w:szCs w:val="24"/>
        </w:rPr>
        <w:t xml:space="preserve"> shows minimal chromatic aberration (</w:t>
      </w:r>
      <w:r w:rsidR="008368DA" w:rsidRPr="00BC0788">
        <w:rPr>
          <w:rFonts w:cs="Arial"/>
          <w:b/>
          <w:szCs w:val="24"/>
        </w:rPr>
        <w:t>Figure 2A</w:t>
      </w:r>
      <w:r w:rsidR="008368DA" w:rsidRPr="00BC0788">
        <w:rPr>
          <w:rFonts w:cs="Arial"/>
          <w:szCs w:val="24"/>
        </w:rPr>
        <w:t xml:space="preserve">). However, a careful examination of </w:t>
      </w:r>
      <w:r w:rsidRPr="00BC0788">
        <w:rPr>
          <w:rFonts w:cs="Arial"/>
          <w:szCs w:val="24"/>
        </w:rPr>
        <w:t xml:space="preserve">the </w:t>
      </w:r>
      <w:r w:rsidR="008368DA" w:rsidRPr="00BC0788">
        <w:rPr>
          <w:rFonts w:cs="Arial"/>
          <w:szCs w:val="24"/>
        </w:rPr>
        <w:t xml:space="preserve">multi-color </w:t>
      </w:r>
      <w:r w:rsidR="00F850E5" w:rsidRPr="00BC0788">
        <w:rPr>
          <w:rFonts w:cs="Arial"/>
          <w:szCs w:val="24"/>
        </w:rPr>
        <w:t xml:space="preserve">fluorescent </w:t>
      </w:r>
      <w:r w:rsidR="008368DA" w:rsidRPr="00BC0788">
        <w:rPr>
          <w:rFonts w:cs="Arial"/>
          <w:szCs w:val="24"/>
        </w:rPr>
        <w:t>bead image can reveal the shift of different color images of the same bead (</w:t>
      </w:r>
      <w:r w:rsidR="008368DA" w:rsidRPr="00BC0788">
        <w:rPr>
          <w:rFonts w:cs="Arial"/>
          <w:b/>
          <w:szCs w:val="24"/>
        </w:rPr>
        <w:t>Figure 2B</w:t>
      </w:r>
      <w:r w:rsidR="008368DA" w:rsidRPr="00BC0788">
        <w:rPr>
          <w:rFonts w:cs="Arial"/>
          <w:szCs w:val="24"/>
        </w:rPr>
        <w:t xml:space="preserve">). We define </w:t>
      </w:r>
      <w:r w:rsidR="005B75F1" w:rsidRPr="00BC0788">
        <w:rPr>
          <w:rFonts w:cs="Arial"/>
          <w:szCs w:val="24"/>
        </w:rPr>
        <w:t xml:space="preserve">that </w:t>
      </w:r>
      <w:r w:rsidR="008368DA" w:rsidRPr="00BC0788">
        <w:rPr>
          <w:rFonts w:cs="Arial"/>
          <w:szCs w:val="24"/>
        </w:rPr>
        <w:t xml:space="preserve">the red channel </w:t>
      </w:r>
      <w:r w:rsidR="007912A4" w:rsidRPr="00BC0788">
        <w:rPr>
          <w:rFonts w:cs="Arial"/>
          <w:szCs w:val="24"/>
        </w:rPr>
        <w:t>is free of</w:t>
      </w:r>
      <w:r w:rsidR="008368DA" w:rsidRPr="00BC0788">
        <w:rPr>
          <w:rFonts w:cs="Arial"/>
          <w:szCs w:val="24"/>
        </w:rPr>
        <w:t xml:space="preserve"> chromatic </w:t>
      </w:r>
      <w:r w:rsidR="004C510B" w:rsidRPr="00BC0788">
        <w:rPr>
          <w:rFonts w:cs="Arial"/>
          <w:szCs w:val="24"/>
        </w:rPr>
        <w:t>aberration</w:t>
      </w:r>
      <w:r w:rsidR="008368DA" w:rsidRPr="00BC0788">
        <w:rPr>
          <w:rFonts w:cs="Arial"/>
          <w:szCs w:val="24"/>
        </w:rPr>
        <w:t xml:space="preserve"> and therefore centers of red </w:t>
      </w:r>
      <w:r w:rsidR="004C510B" w:rsidRPr="00BC0788">
        <w:rPr>
          <w:rFonts w:cs="Arial"/>
          <w:szCs w:val="24"/>
        </w:rPr>
        <w:t>fluorescence</w:t>
      </w:r>
      <w:r w:rsidR="008368DA" w:rsidRPr="00BC0788">
        <w:rPr>
          <w:rFonts w:cs="Arial"/>
          <w:szCs w:val="24"/>
        </w:rPr>
        <w:t xml:space="preserve"> are</w:t>
      </w:r>
      <w:r w:rsidRPr="00BC0788">
        <w:rPr>
          <w:rFonts w:cs="Arial"/>
          <w:szCs w:val="24"/>
        </w:rPr>
        <w:t xml:space="preserve"> the</w:t>
      </w:r>
      <w:r w:rsidR="008368DA" w:rsidRPr="00BC0788">
        <w:rPr>
          <w:rFonts w:cs="Arial"/>
          <w:szCs w:val="24"/>
        </w:rPr>
        <w:t xml:space="preserve"> true positions of beads. The </w:t>
      </w:r>
      <w:r w:rsidR="002C1FC5" w:rsidRPr="00BC0788">
        <w:rPr>
          <w:rFonts w:cs="Arial"/>
          <w:szCs w:val="24"/>
        </w:rPr>
        <w:t xml:space="preserve">relative </w:t>
      </w:r>
      <w:r w:rsidR="008368DA" w:rsidRPr="00BC0788">
        <w:rPr>
          <w:rFonts w:cs="Arial"/>
          <w:szCs w:val="24"/>
        </w:rPr>
        <w:t>chromatic</w:t>
      </w:r>
      <w:r w:rsidR="00E74298" w:rsidRPr="00BC0788">
        <w:rPr>
          <w:rFonts w:cs="Arial"/>
          <w:szCs w:val="24"/>
        </w:rPr>
        <w:t>-</w:t>
      </w:r>
      <w:r w:rsidR="008368DA" w:rsidRPr="00BC0788">
        <w:rPr>
          <w:rFonts w:cs="Arial"/>
          <w:szCs w:val="24"/>
        </w:rPr>
        <w:t xml:space="preserve">shifts of green and </w:t>
      </w:r>
      <w:r w:rsidR="007F59F4" w:rsidRPr="00BC0788">
        <w:rPr>
          <w:rFonts w:cs="Arial"/>
          <w:szCs w:val="24"/>
        </w:rPr>
        <w:t>far-</w:t>
      </w:r>
      <w:r w:rsidR="008368DA" w:rsidRPr="00BC0788">
        <w:rPr>
          <w:rFonts w:cs="Arial"/>
          <w:szCs w:val="24"/>
        </w:rPr>
        <w:t xml:space="preserve">red </w:t>
      </w:r>
      <w:r w:rsidR="004C510B" w:rsidRPr="00BC0788">
        <w:rPr>
          <w:rFonts w:cs="Arial"/>
          <w:szCs w:val="24"/>
        </w:rPr>
        <w:t>fluorescence</w:t>
      </w:r>
      <w:r w:rsidR="008368DA" w:rsidRPr="00BC0788">
        <w:rPr>
          <w:rFonts w:cs="Arial"/>
          <w:szCs w:val="24"/>
        </w:rPr>
        <w:t xml:space="preserve"> </w:t>
      </w:r>
      <w:r w:rsidR="002C1FC5" w:rsidRPr="00BC0788">
        <w:rPr>
          <w:rFonts w:cs="Arial"/>
          <w:szCs w:val="24"/>
        </w:rPr>
        <w:t xml:space="preserve">can be represented by </w:t>
      </w:r>
      <w:r w:rsidR="004C510B" w:rsidRPr="00BC0788">
        <w:rPr>
          <w:rFonts w:cs="Arial"/>
          <w:szCs w:val="24"/>
        </w:rPr>
        <w:t xml:space="preserve">green and blue </w:t>
      </w:r>
      <w:r w:rsidR="002C1FC5" w:rsidRPr="00BC0788">
        <w:rPr>
          <w:rFonts w:cs="Arial"/>
          <w:szCs w:val="24"/>
        </w:rPr>
        <w:t xml:space="preserve">vectors </w:t>
      </w:r>
      <w:r w:rsidR="004C510B" w:rsidRPr="00BC0788">
        <w:rPr>
          <w:rFonts w:cs="Arial"/>
          <w:szCs w:val="24"/>
        </w:rPr>
        <w:t xml:space="preserve">originating from the center of red fluorescence </w:t>
      </w:r>
      <w:r w:rsidR="002C1FC5" w:rsidRPr="00BC0788">
        <w:rPr>
          <w:rFonts w:cs="Arial"/>
          <w:szCs w:val="24"/>
        </w:rPr>
        <w:t>(</w:t>
      </w:r>
      <w:r w:rsidR="002C1FC5" w:rsidRPr="00BC0788">
        <w:rPr>
          <w:rFonts w:cs="Arial"/>
          <w:b/>
          <w:szCs w:val="24"/>
        </w:rPr>
        <w:t>Figure 2C</w:t>
      </w:r>
      <w:r w:rsidR="002C1FC5" w:rsidRPr="00BC0788">
        <w:rPr>
          <w:rFonts w:cs="Arial"/>
          <w:szCs w:val="24"/>
        </w:rPr>
        <w:t>). The chromatic</w:t>
      </w:r>
      <w:r w:rsidR="00E74298" w:rsidRPr="00BC0788">
        <w:rPr>
          <w:rFonts w:cs="Arial"/>
          <w:szCs w:val="24"/>
        </w:rPr>
        <w:t>-</w:t>
      </w:r>
      <w:r w:rsidR="002C1FC5" w:rsidRPr="00BC0788">
        <w:rPr>
          <w:rFonts w:cs="Arial"/>
          <w:szCs w:val="24"/>
        </w:rPr>
        <w:t xml:space="preserve">shift </w:t>
      </w:r>
      <w:r w:rsidR="00F615D2" w:rsidRPr="00BC0788">
        <w:rPr>
          <w:rFonts w:cs="Arial"/>
          <w:szCs w:val="24"/>
        </w:rPr>
        <w:t xml:space="preserve">within </w:t>
      </w:r>
      <w:r w:rsidR="007912A4" w:rsidRPr="00BC0788">
        <w:rPr>
          <w:rFonts w:cs="Arial"/>
          <w:szCs w:val="24"/>
        </w:rPr>
        <w:t>the imaging-</w:t>
      </w:r>
      <w:r w:rsidR="004C510B" w:rsidRPr="00BC0788">
        <w:rPr>
          <w:rFonts w:cs="Arial"/>
          <w:szCs w:val="24"/>
        </w:rPr>
        <w:t>plane</w:t>
      </w:r>
      <w:r w:rsidR="002C1FC5" w:rsidRPr="00BC0788">
        <w:rPr>
          <w:rFonts w:cs="Arial"/>
          <w:szCs w:val="24"/>
        </w:rPr>
        <w:t xml:space="preserve"> is empirically </w:t>
      </w:r>
      <w:r w:rsidR="004C510B" w:rsidRPr="00BC0788">
        <w:rPr>
          <w:rFonts w:cs="Arial"/>
          <w:szCs w:val="24"/>
        </w:rPr>
        <w:t>illustrated</w:t>
      </w:r>
      <w:r w:rsidR="002C1FC5" w:rsidRPr="00BC0788">
        <w:rPr>
          <w:rFonts w:cs="Arial"/>
          <w:szCs w:val="24"/>
        </w:rPr>
        <w:t xml:space="preserve"> by the green and blue vector for each bead (</w:t>
      </w:r>
      <w:r w:rsidR="002C1FC5" w:rsidRPr="00BC0788">
        <w:rPr>
          <w:rFonts w:cs="Arial"/>
          <w:b/>
          <w:szCs w:val="24"/>
        </w:rPr>
        <w:t>Figure 2D</w:t>
      </w:r>
      <w:r w:rsidR="002C1FC5" w:rsidRPr="00BC0788">
        <w:rPr>
          <w:rFonts w:cs="Arial"/>
          <w:szCs w:val="24"/>
        </w:rPr>
        <w:t>). For our microscope, the chromatic</w:t>
      </w:r>
      <w:r w:rsidR="00E74298" w:rsidRPr="00BC0788">
        <w:rPr>
          <w:rFonts w:cs="Arial"/>
          <w:szCs w:val="24"/>
        </w:rPr>
        <w:t>-</w:t>
      </w:r>
      <w:r w:rsidR="002C1FC5" w:rsidRPr="00BC0788">
        <w:rPr>
          <w:rFonts w:cs="Arial"/>
          <w:szCs w:val="24"/>
        </w:rPr>
        <w:t xml:space="preserve">shifts are not uniform as both </w:t>
      </w:r>
      <w:r w:rsidR="007912A4" w:rsidRPr="00BC0788">
        <w:rPr>
          <w:rFonts w:cs="Arial"/>
          <w:szCs w:val="24"/>
        </w:rPr>
        <w:t>magnitudes</w:t>
      </w:r>
      <w:r w:rsidR="002C1FC5" w:rsidRPr="00BC0788">
        <w:rPr>
          <w:rFonts w:cs="Arial"/>
          <w:szCs w:val="24"/>
        </w:rPr>
        <w:t xml:space="preserve"> and direction</w:t>
      </w:r>
      <w:r w:rsidR="007912A4" w:rsidRPr="00BC0788">
        <w:rPr>
          <w:rFonts w:cs="Arial"/>
          <w:szCs w:val="24"/>
        </w:rPr>
        <w:t>s</w:t>
      </w:r>
      <w:r w:rsidR="002C1FC5" w:rsidRPr="00BC0788">
        <w:rPr>
          <w:rFonts w:cs="Arial"/>
          <w:szCs w:val="24"/>
        </w:rPr>
        <w:t xml:space="preserve"> </w:t>
      </w:r>
      <w:r w:rsidR="004C510B" w:rsidRPr="00BC0788">
        <w:rPr>
          <w:rFonts w:cs="Arial"/>
          <w:szCs w:val="24"/>
        </w:rPr>
        <w:t xml:space="preserve">of shifts </w:t>
      </w:r>
      <w:r w:rsidR="002C1FC5" w:rsidRPr="00BC0788">
        <w:rPr>
          <w:rFonts w:cs="Arial"/>
          <w:szCs w:val="24"/>
        </w:rPr>
        <w:t>change according to x and y</w:t>
      </w:r>
      <w:r w:rsidR="007912A4" w:rsidRPr="00BC0788">
        <w:rPr>
          <w:rFonts w:cs="Arial"/>
          <w:szCs w:val="24"/>
        </w:rPr>
        <w:t xml:space="preserve"> pos</w:t>
      </w:r>
      <w:r w:rsidR="00190853" w:rsidRPr="00BC0788">
        <w:rPr>
          <w:rFonts w:cs="Arial"/>
          <w:szCs w:val="24"/>
        </w:rPr>
        <w:t>i</w:t>
      </w:r>
      <w:r w:rsidR="007912A4" w:rsidRPr="00BC0788">
        <w:rPr>
          <w:rFonts w:cs="Arial"/>
          <w:szCs w:val="24"/>
        </w:rPr>
        <w:t>tions</w:t>
      </w:r>
      <w:r w:rsidR="002C1FC5" w:rsidRPr="00BC0788">
        <w:rPr>
          <w:rFonts w:cs="Arial"/>
          <w:szCs w:val="24"/>
        </w:rPr>
        <w:t>. The chromatic</w:t>
      </w:r>
      <w:r w:rsidR="00E74298" w:rsidRPr="00BC0788">
        <w:rPr>
          <w:rFonts w:cs="Arial"/>
          <w:szCs w:val="24"/>
        </w:rPr>
        <w:t>-</w:t>
      </w:r>
      <w:r w:rsidR="002C1FC5" w:rsidRPr="00BC0788">
        <w:rPr>
          <w:rFonts w:cs="Arial"/>
          <w:szCs w:val="24"/>
        </w:rPr>
        <w:t xml:space="preserve">shift can significantly affect the accuracy of GLIM </w:t>
      </w:r>
      <w:r w:rsidR="006863DB" w:rsidRPr="00BC0788">
        <w:rPr>
          <w:rFonts w:cs="Arial"/>
          <w:szCs w:val="24"/>
        </w:rPr>
        <w:t xml:space="preserve">as the shift of </w:t>
      </w:r>
      <w:r w:rsidR="007F59F4" w:rsidRPr="00BC0788">
        <w:rPr>
          <w:rFonts w:cs="Arial"/>
          <w:szCs w:val="24"/>
        </w:rPr>
        <w:t>far-</w:t>
      </w:r>
      <w:r w:rsidR="006863DB" w:rsidRPr="00BC0788">
        <w:rPr>
          <w:rFonts w:cs="Arial"/>
          <w:szCs w:val="24"/>
        </w:rPr>
        <w:t>red centers</w:t>
      </w:r>
      <w:r w:rsidR="007912A4" w:rsidRPr="00BC0788">
        <w:rPr>
          <w:rFonts w:cs="Arial"/>
          <w:szCs w:val="24"/>
        </w:rPr>
        <w:t xml:space="preserve"> </w:t>
      </w:r>
      <w:r w:rsidR="006863DB" w:rsidRPr="00BC0788">
        <w:rPr>
          <w:rFonts w:cs="Arial"/>
          <w:szCs w:val="24"/>
        </w:rPr>
        <w:t xml:space="preserve">can be as </w:t>
      </w:r>
      <w:r w:rsidR="007912A4" w:rsidRPr="00BC0788">
        <w:rPr>
          <w:rFonts w:cs="Arial"/>
          <w:szCs w:val="24"/>
        </w:rPr>
        <w:t>much</w:t>
      </w:r>
      <w:r w:rsidR="006863DB" w:rsidRPr="00BC0788">
        <w:rPr>
          <w:rFonts w:cs="Arial"/>
          <w:szCs w:val="24"/>
        </w:rPr>
        <w:t xml:space="preserve"> as 50 nm. T</w:t>
      </w:r>
      <w:r w:rsidR="002C1FC5" w:rsidRPr="00BC0788">
        <w:rPr>
          <w:rFonts w:cs="Arial"/>
          <w:szCs w:val="24"/>
        </w:rPr>
        <w:t xml:space="preserve">herefore </w:t>
      </w:r>
      <w:r w:rsidR="006863DB" w:rsidRPr="00BC0788">
        <w:rPr>
          <w:rFonts w:cs="Arial"/>
          <w:szCs w:val="24"/>
        </w:rPr>
        <w:t>chromatic</w:t>
      </w:r>
      <w:r w:rsidR="00E74298" w:rsidRPr="00BC0788">
        <w:rPr>
          <w:rFonts w:cs="Arial"/>
          <w:szCs w:val="24"/>
        </w:rPr>
        <w:t>-</w:t>
      </w:r>
      <w:r w:rsidR="006863DB" w:rsidRPr="00BC0788">
        <w:rPr>
          <w:rFonts w:cs="Arial"/>
          <w:szCs w:val="24"/>
        </w:rPr>
        <w:t xml:space="preserve">shift </w:t>
      </w:r>
      <w:r w:rsidR="002C1FC5" w:rsidRPr="00BC0788">
        <w:rPr>
          <w:rFonts w:cs="Arial"/>
          <w:szCs w:val="24"/>
        </w:rPr>
        <w:t xml:space="preserve">must be corrected. </w:t>
      </w:r>
      <w:r w:rsidR="009F451B" w:rsidRPr="00BC0788">
        <w:rPr>
          <w:rFonts w:cs="Arial"/>
          <w:szCs w:val="24"/>
        </w:rPr>
        <w:t>Once centers of beads are acquired, w</w:t>
      </w:r>
      <w:r w:rsidR="002C1FC5" w:rsidRPr="00BC0788">
        <w:rPr>
          <w:rFonts w:cs="Arial"/>
          <w:szCs w:val="24"/>
        </w:rPr>
        <w:t>e employ first-order polynomial fitting to calibrate and subsequently correct the chromatic</w:t>
      </w:r>
      <w:r w:rsidR="00E74298" w:rsidRPr="00BC0788">
        <w:rPr>
          <w:rFonts w:cs="Arial"/>
          <w:szCs w:val="24"/>
        </w:rPr>
        <w:t>-</w:t>
      </w:r>
      <w:r w:rsidR="002C1FC5" w:rsidRPr="00BC0788">
        <w:rPr>
          <w:rFonts w:cs="Arial"/>
          <w:szCs w:val="24"/>
        </w:rPr>
        <w:t xml:space="preserve">shifts of centers. </w:t>
      </w:r>
      <w:r w:rsidR="009F451B" w:rsidRPr="00BC0788">
        <w:rPr>
          <w:rFonts w:cs="Arial"/>
          <w:szCs w:val="24"/>
        </w:rPr>
        <w:t>The chromatic</w:t>
      </w:r>
      <w:r w:rsidR="00E74298" w:rsidRPr="00BC0788">
        <w:rPr>
          <w:rFonts w:cs="Arial"/>
          <w:szCs w:val="24"/>
        </w:rPr>
        <w:t>-</w:t>
      </w:r>
      <w:r w:rsidR="009F451B" w:rsidRPr="00BC0788">
        <w:rPr>
          <w:rFonts w:cs="Arial"/>
          <w:szCs w:val="24"/>
        </w:rPr>
        <w:t>shift aberration is greatly improved by this approach (</w:t>
      </w:r>
      <w:r w:rsidR="002C1FC5" w:rsidRPr="00BC0788">
        <w:rPr>
          <w:rFonts w:cs="Arial"/>
          <w:b/>
          <w:szCs w:val="24"/>
        </w:rPr>
        <w:t>Figure2</w:t>
      </w:r>
      <w:r w:rsidR="006863DB" w:rsidRPr="00BC0788">
        <w:rPr>
          <w:rFonts w:cs="Arial"/>
          <w:b/>
          <w:szCs w:val="24"/>
        </w:rPr>
        <w:t xml:space="preserve"> </w:t>
      </w:r>
      <w:r w:rsidR="002C1FC5" w:rsidRPr="00BC0788">
        <w:rPr>
          <w:rFonts w:cs="Arial"/>
          <w:b/>
          <w:szCs w:val="24"/>
        </w:rPr>
        <w:t>D</w:t>
      </w:r>
      <w:r w:rsidRPr="00BC0788">
        <w:rPr>
          <w:rFonts w:cs="Arial"/>
          <w:b/>
          <w:szCs w:val="24"/>
        </w:rPr>
        <w:t>–</w:t>
      </w:r>
      <w:r w:rsidR="002C1FC5" w:rsidRPr="00BC0788">
        <w:rPr>
          <w:rFonts w:cs="Arial"/>
          <w:b/>
          <w:szCs w:val="24"/>
        </w:rPr>
        <w:t>G</w:t>
      </w:r>
      <w:r w:rsidR="009F451B" w:rsidRPr="00BC0788">
        <w:rPr>
          <w:rFonts w:cs="Arial"/>
          <w:szCs w:val="24"/>
        </w:rPr>
        <w:t>).</w:t>
      </w:r>
    </w:p>
    <w:p w14:paraId="55226CAC" w14:textId="77777777" w:rsidR="007E57CC" w:rsidRPr="00BC0788" w:rsidRDefault="007E57CC" w:rsidP="00BC0965">
      <w:pPr>
        <w:jc w:val="both"/>
        <w:rPr>
          <w:rFonts w:cs="Arial"/>
          <w:szCs w:val="24"/>
        </w:rPr>
      </w:pPr>
    </w:p>
    <w:p w14:paraId="5D8C086A" w14:textId="4A2B5D25" w:rsidR="006863DB" w:rsidRPr="00BC0788" w:rsidRDefault="006863DB" w:rsidP="00BC0965">
      <w:pPr>
        <w:jc w:val="both"/>
        <w:rPr>
          <w:rFonts w:cs="Arial"/>
          <w:szCs w:val="24"/>
        </w:rPr>
      </w:pPr>
      <w:r w:rsidRPr="00BC0788">
        <w:rPr>
          <w:rFonts w:cs="Arial"/>
          <w:szCs w:val="24"/>
        </w:rPr>
        <w:t xml:space="preserve">In mammalian cells, the Golgi complex is aggregated </w:t>
      </w:r>
      <w:r w:rsidR="00DD1149" w:rsidRPr="00BC0788">
        <w:rPr>
          <w:rFonts w:cs="Arial"/>
          <w:szCs w:val="24"/>
        </w:rPr>
        <w:t>at</w:t>
      </w:r>
      <w:r w:rsidRPr="00BC0788">
        <w:rPr>
          <w:rFonts w:cs="Arial"/>
          <w:szCs w:val="24"/>
        </w:rPr>
        <w:t xml:space="preserve"> the perinuclear area which is </w:t>
      </w:r>
      <w:r w:rsidR="00DD1149" w:rsidRPr="00BC0788">
        <w:rPr>
          <w:rFonts w:cs="Arial"/>
          <w:szCs w:val="24"/>
        </w:rPr>
        <w:t xml:space="preserve">usually </w:t>
      </w:r>
      <w:r w:rsidRPr="00BC0788">
        <w:rPr>
          <w:rFonts w:cs="Arial"/>
          <w:szCs w:val="24"/>
        </w:rPr>
        <w:t xml:space="preserve">not resolvable under </w:t>
      </w:r>
      <w:r w:rsidR="00887401" w:rsidRPr="00BC0788">
        <w:rPr>
          <w:rFonts w:cs="Arial"/>
          <w:szCs w:val="24"/>
        </w:rPr>
        <w:t xml:space="preserve">a </w:t>
      </w:r>
      <w:r w:rsidR="00DD1149" w:rsidRPr="00BC0788">
        <w:rPr>
          <w:rFonts w:cs="Arial"/>
          <w:szCs w:val="24"/>
        </w:rPr>
        <w:t xml:space="preserve">conventional </w:t>
      </w:r>
      <w:r w:rsidRPr="00BC0788">
        <w:rPr>
          <w:rFonts w:cs="Arial"/>
          <w:szCs w:val="24"/>
        </w:rPr>
        <w:t>optical microscope (</w:t>
      </w:r>
      <w:r w:rsidRPr="00BC0788">
        <w:rPr>
          <w:rFonts w:cs="Arial"/>
          <w:b/>
          <w:szCs w:val="24"/>
        </w:rPr>
        <w:t>Figure 3A</w:t>
      </w:r>
      <w:r w:rsidRPr="00BC0788">
        <w:rPr>
          <w:rFonts w:cs="Arial"/>
          <w:szCs w:val="24"/>
        </w:rPr>
        <w:t xml:space="preserve">). After nocodazole treatment for 3 hours, the perinuclear Golgi complex disappears and dozens of Golgi mini-stacks </w:t>
      </w:r>
      <w:r w:rsidR="00DD1149" w:rsidRPr="00BC0788">
        <w:rPr>
          <w:rFonts w:cs="Arial"/>
          <w:szCs w:val="24"/>
        </w:rPr>
        <w:t>assemble at the endoplasmic reticulum exit sites</w:t>
      </w:r>
      <w:r w:rsidRPr="00BC0788">
        <w:rPr>
          <w:rFonts w:cs="Arial"/>
          <w:szCs w:val="24"/>
        </w:rPr>
        <w:t xml:space="preserve"> throughout the cytoplasm (</w:t>
      </w:r>
      <w:r w:rsidRPr="00BC0788">
        <w:rPr>
          <w:rFonts w:cs="Arial"/>
          <w:b/>
          <w:szCs w:val="24"/>
        </w:rPr>
        <w:t>Figure 3B</w:t>
      </w:r>
      <w:r w:rsidRPr="00BC0788">
        <w:rPr>
          <w:rFonts w:cs="Arial"/>
          <w:szCs w:val="24"/>
        </w:rPr>
        <w:t xml:space="preserve">). Large chunks of Golgi membrane and aggregated Golgi mini-stacks are present and they are not selected for analysis. </w:t>
      </w:r>
      <w:r w:rsidR="003F51F0" w:rsidRPr="00BC0788">
        <w:rPr>
          <w:rFonts w:cs="Arial"/>
          <w:szCs w:val="24"/>
        </w:rPr>
        <w:t>An example image</w:t>
      </w:r>
      <w:r w:rsidR="00DD1149" w:rsidRPr="00BC0788">
        <w:rPr>
          <w:rFonts w:cs="Arial"/>
          <w:szCs w:val="24"/>
        </w:rPr>
        <w:t xml:space="preserve"> illustrating the selection of Golgi mini-stacks</w:t>
      </w:r>
      <w:r w:rsidR="003F51F0" w:rsidRPr="00BC0788">
        <w:rPr>
          <w:rFonts w:cs="Arial"/>
          <w:szCs w:val="24"/>
        </w:rPr>
        <w:t xml:space="preserve"> is shown in </w:t>
      </w:r>
      <w:r w:rsidR="003F51F0" w:rsidRPr="00BC0788">
        <w:rPr>
          <w:rFonts w:cs="Arial"/>
          <w:b/>
          <w:szCs w:val="24"/>
        </w:rPr>
        <w:t>Figure 3C</w:t>
      </w:r>
      <w:r w:rsidR="003F51F0" w:rsidRPr="00BC0788">
        <w:rPr>
          <w:rFonts w:cs="Arial"/>
          <w:szCs w:val="24"/>
        </w:rPr>
        <w:t xml:space="preserve">. Using </w:t>
      </w:r>
      <w:r w:rsidR="00887401" w:rsidRPr="00BC0788">
        <w:rPr>
          <w:rFonts w:cs="Arial"/>
          <w:szCs w:val="24"/>
        </w:rPr>
        <w:t xml:space="preserve">the </w:t>
      </w:r>
      <w:r w:rsidR="003F51F0" w:rsidRPr="00BC0788">
        <w:rPr>
          <w:rFonts w:cs="Arial"/>
          <w:szCs w:val="24"/>
        </w:rPr>
        <w:t xml:space="preserve">“Macro-Golgi ROI inspection” tool, 40 selected Golgi mini-stacks are listed </w:t>
      </w:r>
      <w:r w:rsidR="00242792" w:rsidRPr="00BC0788">
        <w:rPr>
          <w:rFonts w:cs="Arial"/>
          <w:szCs w:val="24"/>
        </w:rPr>
        <w:t xml:space="preserve">in </w:t>
      </w:r>
      <w:r w:rsidR="00242792" w:rsidRPr="00BC0788">
        <w:rPr>
          <w:rFonts w:cs="Arial"/>
          <w:b/>
          <w:szCs w:val="24"/>
        </w:rPr>
        <w:t>Figure 3D</w:t>
      </w:r>
      <w:r w:rsidR="003F51F0" w:rsidRPr="00BC0788">
        <w:rPr>
          <w:rFonts w:cs="Arial"/>
          <w:szCs w:val="24"/>
        </w:rPr>
        <w:t xml:space="preserve">. After </w:t>
      </w:r>
      <w:r w:rsidR="00DD1149" w:rsidRPr="00BC0788">
        <w:rPr>
          <w:rFonts w:cs="Arial"/>
          <w:szCs w:val="24"/>
        </w:rPr>
        <w:t>applying</w:t>
      </w:r>
      <w:r w:rsidR="003F51F0" w:rsidRPr="00BC0788">
        <w:rPr>
          <w:rFonts w:cs="Arial"/>
          <w:szCs w:val="24"/>
        </w:rPr>
        <w:t xml:space="preserve"> the three criteria, 21 Golgi mini-stacks</w:t>
      </w:r>
      <w:r w:rsidR="00242792" w:rsidRPr="00BC0788">
        <w:rPr>
          <w:rFonts w:cs="Arial"/>
          <w:szCs w:val="24"/>
        </w:rPr>
        <w:t xml:space="preserve"> were</w:t>
      </w:r>
      <w:r w:rsidR="003F51F0" w:rsidRPr="00BC0788">
        <w:rPr>
          <w:rFonts w:cs="Arial"/>
          <w:szCs w:val="24"/>
        </w:rPr>
        <w:t xml:space="preserve"> analyzable and </w:t>
      </w:r>
      <w:r w:rsidR="003F51F0" w:rsidRPr="00BC0788">
        <w:rPr>
          <w:rFonts w:cs="Arial"/>
          <w:szCs w:val="24"/>
        </w:rPr>
        <w:lastRenderedPageBreak/>
        <w:t>chosen for the calculation of LQs of TPST1</w:t>
      </w:r>
      <w:r w:rsidR="00970549" w:rsidRPr="00BC0788">
        <w:rPr>
          <w:rFonts w:cs="Arial"/>
          <w:szCs w:val="24"/>
        </w:rPr>
        <w:t>-EGFP</w:t>
      </w:r>
      <w:r w:rsidR="003F51F0" w:rsidRPr="00BC0788">
        <w:rPr>
          <w:rFonts w:cs="Arial"/>
          <w:szCs w:val="24"/>
        </w:rPr>
        <w:t xml:space="preserve"> (</w:t>
      </w:r>
      <w:r w:rsidR="003F51F0" w:rsidRPr="00BC0788">
        <w:rPr>
          <w:rFonts w:cs="Arial"/>
          <w:b/>
          <w:szCs w:val="24"/>
        </w:rPr>
        <w:t>Figure 3D</w:t>
      </w:r>
      <w:r w:rsidR="003F51F0" w:rsidRPr="00BC0788">
        <w:rPr>
          <w:rFonts w:cs="Arial"/>
          <w:szCs w:val="24"/>
        </w:rPr>
        <w:t>; labeled as “L”), with the</w:t>
      </w:r>
      <w:r w:rsidR="00242792" w:rsidRPr="00BC0788">
        <w:rPr>
          <w:rFonts w:cs="Arial"/>
          <w:szCs w:val="24"/>
        </w:rPr>
        <w:t>ir</w:t>
      </w:r>
      <w:r w:rsidR="003F51F0" w:rsidRPr="00BC0788">
        <w:rPr>
          <w:rFonts w:cs="Arial"/>
          <w:szCs w:val="24"/>
        </w:rPr>
        <w:t xml:space="preserve"> statistics shown in </w:t>
      </w:r>
      <w:r w:rsidR="003F51F0" w:rsidRPr="00BC0788">
        <w:rPr>
          <w:rFonts w:cs="Arial"/>
          <w:b/>
          <w:szCs w:val="24"/>
        </w:rPr>
        <w:t>Figure 3E</w:t>
      </w:r>
      <w:r w:rsidR="003F51F0" w:rsidRPr="00BC0788">
        <w:rPr>
          <w:rFonts w:cs="Arial"/>
          <w:szCs w:val="24"/>
        </w:rPr>
        <w:t xml:space="preserve">. </w:t>
      </w:r>
      <w:r w:rsidR="00BB2DA4" w:rsidRPr="00BC0788">
        <w:rPr>
          <w:rFonts w:cs="Arial"/>
          <w:szCs w:val="24"/>
        </w:rPr>
        <w:t>In total, 111</w:t>
      </w:r>
      <w:r w:rsidR="003F51F0" w:rsidRPr="00BC0788">
        <w:rPr>
          <w:rFonts w:cs="Arial"/>
          <w:szCs w:val="24"/>
        </w:rPr>
        <w:t xml:space="preserve"> analyzable Golgi mini-stacks were selected from 12 cells and </w:t>
      </w:r>
      <w:r w:rsidR="00BB2DA4" w:rsidRPr="00BC0788">
        <w:rPr>
          <w:rFonts w:cs="Arial"/>
          <w:szCs w:val="24"/>
        </w:rPr>
        <w:t>the LQ of TPST1</w:t>
      </w:r>
      <w:r w:rsidR="00970549" w:rsidRPr="00BC0788">
        <w:rPr>
          <w:rFonts w:cs="Arial"/>
          <w:szCs w:val="24"/>
        </w:rPr>
        <w:t>-EGFP</w:t>
      </w:r>
      <w:r w:rsidR="00BB2DA4" w:rsidRPr="00BC0788">
        <w:rPr>
          <w:rFonts w:cs="Arial"/>
          <w:szCs w:val="24"/>
        </w:rPr>
        <w:t xml:space="preserve"> was measured to be 0.76 </w:t>
      </w:r>
      <w:r w:rsidR="00BB2DA4" w:rsidRPr="00BC0788">
        <w:rPr>
          <w:rFonts w:cs="Arial"/>
          <w:szCs w:val="24"/>
        </w:rPr>
        <w:sym w:font="Symbol" w:char="F0B1"/>
      </w:r>
      <w:r w:rsidR="00BB2DA4" w:rsidRPr="00BC0788">
        <w:rPr>
          <w:rFonts w:cs="Arial"/>
          <w:szCs w:val="24"/>
        </w:rPr>
        <w:t xml:space="preserve"> 0.</w:t>
      </w:r>
      <w:r w:rsidR="007F59F4" w:rsidRPr="00BC0788">
        <w:rPr>
          <w:rFonts w:cs="Arial"/>
          <w:szCs w:val="24"/>
        </w:rPr>
        <w:t>0</w:t>
      </w:r>
      <w:r w:rsidR="00BB2DA4" w:rsidRPr="00BC0788">
        <w:rPr>
          <w:rFonts w:cs="Arial"/>
          <w:szCs w:val="24"/>
        </w:rPr>
        <w:t>4 (</w:t>
      </w:r>
      <w:r w:rsidR="00242792" w:rsidRPr="00BC0788">
        <w:rPr>
          <w:rFonts w:cs="Arial"/>
          <w:szCs w:val="24"/>
        </w:rPr>
        <w:t xml:space="preserve">mean </w:t>
      </w:r>
      <w:r w:rsidR="003E1417" w:rsidRPr="00BC0788">
        <w:rPr>
          <w:rFonts w:cs="Arial"/>
          <w:szCs w:val="24"/>
        </w:rPr>
        <w:t>±</w:t>
      </w:r>
      <w:r w:rsidR="00242792" w:rsidRPr="00BC0788">
        <w:rPr>
          <w:rFonts w:cs="Arial"/>
          <w:szCs w:val="24"/>
        </w:rPr>
        <w:t xml:space="preserve"> SEM; </w:t>
      </w:r>
      <w:r w:rsidR="00BB2DA4" w:rsidRPr="00BC0788">
        <w:rPr>
          <w:rFonts w:cs="Arial"/>
          <w:szCs w:val="24"/>
        </w:rPr>
        <w:t>n</w:t>
      </w:r>
      <w:r w:rsidR="00887401" w:rsidRPr="00BC0788">
        <w:rPr>
          <w:rFonts w:cs="Arial"/>
          <w:szCs w:val="24"/>
        </w:rPr>
        <w:t xml:space="preserve"> </w:t>
      </w:r>
      <w:r w:rsidR="00BB2DA4" w:rsidRPr="00BC0788">
        <w:rPr>
          <w:rFonts w:cs="Arial"/>
          <w:szCs w:val="24"/>
        </w:rPr>
        <w:t>=</w:t>
      </w:r>
      <w:r w:rsidR="00887401" w:rsidRPr="00BC0788">
        <w:rPr>
          <w:rFonts w:cs="Arial"/>
          <w:szCs w:val="24"/>
        </w:rPr>
        <w:t xml:space="preserve"> </w:t>
      </w:r>
      <w:r w:rsidR="00BB2DA4" w:rsidRPr="00BC0788">
        <w:rPr>
          <w:rFonts w:cs="Arial"/>
          <w:szCs w:val="24"/>
        </w:rPr>
        <w:t>111)</w:t>
      </w:r>
      <w:r w:rsidR="00A90213" w:rsidRPr="00BC0788">
        <w:rPr>
          <w:rFonts w:cs="Arial"/>
          <w:szCs w:val="24"/>
        </w:rPr>
        <w:t xml:space="preserve"> (</w:t>
      </w:r>
      <w:r w:rsidR="00A90213" w:rsidRPr="00BC0788">
        <w:rPr>
          <w:rFonts w:cs="Arial"/>
          <w:b/>
          <w:szCs w:val="24"/>
        </w:rPr>
        <w:t>Figure 3F</w:t>
      </w:r>
      <w:r w:rsidR="00A90213" w:rsidRPr="00BC0788">
        <w:rPr>
          <w:rFonts w:cs="Arial"/>
          <w:szCs w:val="24"/>
        </w:rPr>
        <w:t>)</w:t>
      </w:r>
      <w:r w:rsidR="00BB2DA4" w:rsidRPr="00BC0788">
        <w:rPr>
          <w:rFonts w:cs="Arial"/>
          <w:szCs w:val="24"/>
        </w:rPr>
        <w:t xml:space="preserve">. </w:t>
      </w:r>
      <w:r w:rsidR="00596CD2" w:rsidRPr="00BC0788">
        <w:rPr>
          <w:rFonts w:cs="Arial"/>
          <w:szCs w:val="24"/>
        </w:rPr>
        <w:t>The LQ of TPST1</w:t>
      </w:r>
      <w:r w:rsidR="00970549" w:rsidRPr="00BC0788">
        <w:rPr>
          <w:rFonts w:cs="Arial"/>
          <w:szCs w:val="24"/>
        </w:rPr>
        <w:t>-EGFP</w:t>
      </w:r>
      <w:r w:rsidR="00596CD2" w:rsidRPr="00BC0788">
        <w:rPr>
          <w:rFonts w:cs="Arial"/>
          <w:szCs w:val="24"/>
        </w:rPr>
        <w:t xml:space="preserve"> positions it between </w:t>
      </w:r>
      <w:r w:rsidR="00242792" w:rsidRPr="00BC0788">
        <w:rPr>
          <w:rFonts w:cs="Arial"/>
          <w:szCs w:val="24"/>
        </w:rPr>
        <w:t>g</w:t>
      </w:r>
      <w:r w:rsidR="00596CD2" w:rsidRPr="00BC0788">
        <w:rPr>
          <w:rFonts w:cs="Arial"/>
          <w:szCs w:val="24"/>
        </w:rPr>
        <w:t>iantin (LQ</w:t>
      </w:r>
      <w:r w:rsidR="00887401" w:rsidRPr="00BC0788">
        <w:rPr>
          <w:rFonts w:cs="Arial"/>
          <w:szCs w:val="24"/>
        </w:rPr>
        <w:t xml:space="preserve"> </w:t>
      </w:r>
      <w:r w:rsidR="00596CD2" w:rsidRPr="00BC0788">
        <w:rPr>
          <w:rFonts w:cs="Arial"/>
          <w:szCs w:val="24"/>
        </w:rPr>
        <w:t>=</w:t>
      </w:r>
      <w:r w:rsidR="00887401" w:rsidRPr="00BC0788">
        <w:rPr>
          <w:rFonts w:cs="Arial"/>
          <w:szCs w:val="24"/>
        </w:rPr>
        <w:t xml:space="preserve"> </w:t>
      </w:r>
      <w:r w:rsidR="00596CD2" w:rsidRPr="00BC0788">
        <w:rPr>
          <w:rFonts w:cs="Arial"/>
          <w:szCs w:val="24"/>
        </w:rPr>
        <w:t xml:space="preserve">0.59) and </w:t>
      </w:r>
      <w:r w:rsidR="001F07CA" w:rsidRPr="00BC0788">
        <w:rPr>
          <w:rFonts w:cs="Arial"/>
          <w:szCs w:val="24"/>
        </w:rPr>
        <w:t>E</w:t>
      </w:r>
      <w:r w:rsidR="00596CD2" w:rsidRPr="00BC0788">
        <w:rPr>
          <w:rFonts w:cs="Arial"/>
          <w:szCs w:val="24"/>
        </w:rPr>
        <w:t>GFP-Rab6 (LQ</w:t>
      </w:r>
      <w:r w:rsidR="00887401" w:rsidRPr="00BC0788">
        <w:rPr>
          <w:rFonts w:cs="Arial"/>
          <w:szCs w:val="24"/>
        </w:rPr>
        <w:t xml:space="preserve"> </w:t>
      </w:r>
      <w:r w:rsidR="00596CD2" w:rsidRPr="00BC0788">
        <w:rPr>
          <w:rFonts w:cs="Arial"/>
          <w:szCs w:val="24"/>
        </w:rPr>
        <w:t>=</w:t>
      </w:r>
      <w:r w:rsidR="00887401" w:rsidRPr="00BC0788">
        <w:rPr>
          <w:rFonts w:cs="Arial"/>
          <w:szCs w:val="24"/>
        </w:rPr>
        <w:t xml:space="preserve"> </w:t>
      </w:r>
      <w:r w:rsidR="00596CD2" w:rsidRPr="00BC0788">
        <w:rPr>
          <w:rFonts w:cs="Arial"/>
          <w:szCs w:val="24"/>
        </w:rPr>
        <w:t>1.04)</w:t>
      </w:r>
      <w:hyperlink w:anchor="_ENREF_7" w:tooltip="Tie, 2016 #383" w:history="1">
        <w:r w:rsidR="00525A69" w:rsidRPr="00BC0788">
          <w:rPr>
            <w:rFonts w:cs="Arial"/>
            <w:szCs w:val="24"/>
          </w:rPr>
          <w:fldChar w:fldCharType="begin"/>
        </w:r>
        <w:r w:rsidR="00525A69" w:rsidRPr="00BC0788">
          <w:rPr>
            <w:rFonts w:cs="Arial"/>
            <w:szCs w:val="24"/>
          </w:rPr>
          <w:instrText xml:space="preserve"> ADDIN EN.CITE &lt;EndNote&gt;&lt;Cite&gt;&lt;Author&gt;Tie&lt;/Author&gt;&lt;Year&gt;2016&lt;/Year&gt;&lt;RecNum&gt;383&lt;/RecNum&gt;&lt;DisplayText&gt;&lt;style face="superscript"&gt;7&lt;/style&gt;&lt;/DisplayText&gt;&lt;record&gt;&lt;rec-number&gt;383&lt;/rec-number&gt;&lt;foreign-keys&gt;&lt;key app="EN" db-id="rvz5sv9x2et50aes2f6xrdxh59sp0w00x0v9" timestamp="1473405273"&gt;383&lt;/key&gt;&lt;/foreign-keys&gt;&lt;ref-type name="Journal Article"&gt;17&lt;/ref-type&gt;&lt;contributors&gt;&lt;authors&gt;&lt;author&gt;Tie, H. C.&lt;/author&gt;&lt;author&gt;Mahajan, D.&lt;/author&gt;&lt;author&gt;Chen, B.&lt;/author&gt;&lt;author&gt;Cheng, L.&lt;/author&gt;&lt;author&gt;VanDongen, A. M.&lt;/author&gt;&lt;author&gt;Lu, L.&lt;/author&gt;&lt;/authors&gt;&lt;/contributors&gt;&lt;auth-address&gt;School of Biological Sciences, Nanyang Technological University, Singapore 637551.&amp;#xD;Bioinformatics Institute, Singapore 138671 School of Computing, National University of Singapore, Singapore 117417.&amp;#xD;Program in Neuroscience and Behavioral Disorders, Duke-NUS Graduate Medical School, Singapore 169857.&amp;#xD;School of Biological Sciences, Nanyang Technological University, Singapore 637551 lulei@ntu.edu.sg.&lt;/auth-address&gt;&lt;titles&gt;&lt;title&gt;A novel imaging method for quantitative Golgi localization reveals differential intra-Golgi trafficking of secretory cargoes&lt;/title&gt;&lt;secondary-title&gt;Mol Biol Cell&lt;/secondary-title&gt;&lt;/titles&gt;&lt;periodical&gt;&lt;full-title&gt;Mol Biol Cell&lt;/full-title&gt;&lt;/periodical&gt;&lt;pages&gt;848-61&lt;/pages&gt;&lt;volume&gt;27&lt;/volume&gt;&lt;number&gt;5&lt;/number&gt;&lt;edition&gt;2016/01/15&lt;/edition&gt;&lt;dates&gt;&lt;year&gt;2016&lt;/year&gt;&lt;pub-dates&gt;&lt;date&gt;Mar 1&lt;/date&gt;&lt;/pub-dates&gt;&lt;/dates&gt;&lt;isbn&gt;1939-4586 (Electronic)&amp;#xD;1059-1524 (Linking)&lt;/isbn&gt;&lt;accession-num&gt;26764092&lt;/accession-num&gt;&lt;urls&gt;&lt;related-urls&gt;&lt;url&gt;http://www.ncbi.nlm.nih.gov/pubmed/26764092&lt;/url&gt;&lt;/related-urls&gt;&lt;/urls&gt;&lt;custom2&gt;4803310&lt;/custom2&gt;&lt;electronic-resource-num&gt;10.1091/mbc.E15-09-0664&amp;#xD;mbc.E15-09-0664 [pii]&lt;/electronic-resource-num&gt;&lt;language&gt;eng&lt;/language&gt;&lt;/record&gt;&lt;/Cite&gt;&lt;/EndNote&gt;</w:instrText>
        </w:r>
        <w:r w:rsidR="00525A69" w:rsidRPr="00BC0788">
          <w:rPr>
            <w:rFonts w:cs="Arial"/>
            <w:szCs w:val="24"/>
          </w:rPr>
          <w:fldChar w:fldCharType="separate"/>
        </w:r>
        <w:r w:rsidR="00525A69" w:rsidRPr="00BC0788">
          <w:rPr>
            <w:rFonts w:cs="Arial"/>
            <w:noProof/>
            <w:szCs w:val="24"/>
            <w:vertAlign w:val="superscript"/>
          </w:rPr>
          <w:t>7</w:t>
        </w:r>
        <w:r w:rsidR="00525A69" w:rsidRPr="00BC0788">
          <w:rPr>
            <w:rFonts w:cs="Arial"/>
            <w:szCs w:val="24"/>
          </w:rPr>
          <w:fldChar w:fldCharType="end"/>
        </w:r>
      </w:hyperlink>
      <w:r w:rsidR="00596CD2" w:rsidRPr="00BC0788">
        <w:rPr>
          <w:rFonts w:cs="Arial"/>
          <w:szCs w:val="24"/>
        </w:rPr>
        <w:t>. It is near GS15 (LQ</w:t>
      </w:r>
      <w:r w:rsidR="003E1417" w:rsidRPr="00BC0788">
        <w:rPr>
          <w:rFonts w:cs="Arial"/>
          <w:szCs w:val="24"/>
        </w:rPr>
        <w:t xml:space="preserve"> </w:t>
      </w:r>
      <w:r w:rsidR="00596CD2" w:rsidRPr="00BC0788">
        <w:rPr>
          <w:rFonts w:cs="Arial"/>
          <w:szCs w:val="24"/>
        </w:rPr>
        <w:t>=</w:t>
      </w:r>
      <w:r w:rsidR="003E1417" w:rsidRPr="00BC0788">
        <w:rPr>
          <w:rFonts w:cs="Arial"/>
          <w:szCs w:val="24"/>
        </w:rPr>
        <w:t xml:space="preserve"> </w:t>
      </w:r>
      <w:r w:rsidR="00596CD2" w:rsidRPr="00BC0788">
        <w:rPr>
          <w:rFonts w:cs="Arial"/>
          <w:szCs w:val="24"/>
        </w:rPr>
        <w:t>0.83) and ST6GalT</w:t>
      </w:r>
      <w:r w:rsidR="00242792" w:rsidRPr="00BC0788">
        <w:rPr>
          <w:rFonts w:cs="Arial"/>
          <w:szCs w:val="24"/>
        </w:rPr>
        <w:t>1</w:t>
      </w:r>
      <w:r w:rsidR="00596CD2" w:rsidRPr="00BC0788">
        <w:rPr>
          <w:rFonts w:cs="Arial"/>
          <w:szCs w:val="24"/>
        </w:rPr>
        <w:t>-AcGFP</w:t>
      </w:r>
      <w:r w:rsidR="007F59F4" w:rsidRPr="00BC0788">
        <w:rPr>
          <w:rFonts w:cs="Arial"/>
          <w:szCs w:val="24"/>
        </w:rPr>
        <w:t>1</w:t>
      </w:r>
      <w:r w:rsidR="00596CD2" w:rsidRPr="00BC0788">
        <w:rPr>
          <w:rFonts w:cs="Arial"/>
          <w:szCs w:val="24"/>
        </w:rPr>
        <w:t xml:space="preserve"> (</w:t>
      </w:r>
      <w:r w:rsidR="007F59F4" w:rsidRPr="00BC0788">
        <w:rPr>
          <w:rFonts w:cs="Arial"/>
          <w:szCs w:val="24"/>
        </w:rPr>
        <w:t>LQ</w:t>
      </w:r>
      <w:r w:rsidR="003E1417" w:rsidRPr="00BC0788">
        <w:rPr>
          <w:rFonts w:cs="Arial"/>
          <w:szCs w:val="24"/>
        </w:rPr>
        <w:t xml:space="preserve"> </w:t>
      </w:r>
      <w:r w:rsidR="007F59F4" w:rsidRPr="00BC0788">
        <w:rPr>
          <w:rFonts w:cs="Arial"/>
          <w:szCs w:val="24"/>
        </w:rPr>
        <w:t>=</w:t>
      </w:r>
      <w:r w:rsidR="003E1417" w:rsidRPr="00BC0788">
        <w:rPr>
          <w:rFonts w:cs="Arial"/>
          <w:szCs w:val="24"/>
        </w:rPr>
        <w:t xml:space="preserve"> </w:t>
      </w:r>
      <w:r w:rsidR="00596CD2" w:rsidRPr="00BC0788">
        <w:rPr>
          <w:rFonts w:cs="Arial"/>
          <w:szCs w:val="24"/>
        </w:rPr>
        <w:t xml:space="preserve">0.82). </w:t>
      </w:r>
      <w:r w:rsidR="006876EA" w:rsidRPr="00BC0788">
        <w:rPr>
          <w:rFonts w:cs="Arial"/>
          <w:szCs w:val="24"/>
        </w:rPr>
        <w:t xml:space="preserve">We have defined the sub-Golgi regions according to LQs by considering qualitative localization data from literature: the ERES/ERGIC, &lt; -0.25; </w:t>
      </w:r>
      <w:r w:rsidR="006876EA" w:rsidRPr="00BC0788">
        <w:rPr>
          <w:rFonts w:cs="Arial"/>
          <w:i/>
          <w:szCs w:val="24"/>
        </w:rPr>
        <w:t>cis</w:t>
      </w:r>
      <w:r w:rsidR="006876EA" w:rsidRPr="00BC0788">
        <w:rPr>
          <w:rFonts w:cs="Arial"/>
          <w:szCs w:val="24"/>
        </w:rPr>
        <w:t xml:space="preserve">, 0.00 ± 0.25; medial, 0.50 ± 0.25; </w:t>
      </w:r>
      <w:r w:rsidR="006876EA" w:rsidRPr="00BC0788">
        <w:rPr>
          <w:rFonts w:cs="Arial"/>
          <w:i/>
          <w:szCs w:val="24"/>
        </w:rPr>
        <w:t>trans</w:t>
      </w:r>
      <w:r w:rsidR="006876EA" w:rsidRPr="00BC0788">
        <w:rPr>
          <w:rFonts w:cs="Arial"/>
          <w:szCs w:val="24"/>
        </w:rPr>
        <w:t>-Golgi, 1.00 ± 0.25 and TGN, 1.25</w:t>
      </w:r>
      <w:r w:rsidR="00887401" w:rsidRPr="00BC0788">
        <w:rPr>
          <w:rFonts w:cs="Arial"/>
          <w:szCs w:val="24"/>
        </w:rPr>
        <w:t>–</w:t>
      </w:r>
      <w:r w:rsidR="006876EA" w:rsidRPr="00BC0788">
        <w:rPr>
          <w:rFonts w:cs="Arial"/>
          <w:szCs w:val="24"/>
        </w:rPr>
        <w:t xml:space="preserve">2.00. </w:t>
      </w:r>
      <w:r w:rsidR="00596CD2" w:rsidRPr="00BC0788">
        <w:rPr>
          <w:rFonts w:cs="Arial"/>
          <w:szCs w:val="24"/>
        </w:rPr>
        <w:t xml:space="preserve">The LQ of </w:t>
      </w:r>
      <w:r w:rsidR="001F07CA" w:rsidRPr="00BC0788">
        <w:rPr>
          <w:rFonts w:cs="Arial"/>
          <w:szCs w:val="24"/>
        </w:rPr>
        <w:t>TPST1</w:t>
      </w:r>
      <w:r w:rsidR="00970549" w:rsidRPr="00BC0788">
        <w:rPr>
          <w:rFonts w:cs="Arial"/>
          <w:szCs w:val="24"/>
        </w:rPr>
        <w:t>-EGFP</w:t>
      </w:r>
      <w:r w:rsidR="001F07CA" w:rsidRPr="00BC0788">
        <w:rPr>
          <w:rFonts w:cs="Arial"/>
          <w:szCs w:val="24"/>
        </w:rPr>
        <w:t xml:space="preserve"> </w:t>
      </w:r>
      <w:r w:rsidR="006876EA" w:rsidRPr="00BC0788">
        <w:rPr>
          <w:rFonts w:cs="Arial"/>
          <w:szCs w:val="24"/>
        </w:rPr>
        <w:t xml:space="preserve">therefore indicates its </w:t>
      </w:r>
      <w:r w:rsidR="006876EA" w:rsidRPr="00BC0788">
        <w:rPr>
          <w:rFonts w:cs="Arial"/>
          <w:i/>
          <w:szCs w:val="24"/>
        </w:rPr>
        <w:t>trans</w:t>
      </w:r>
      <w:r w:rsidR="006876EA" w:rsidRPr="00BC0788">
        <w:rPr>
          <w:rFonts w:cs="Arial"/>
          <w:szCs w:val="24"/>
        </w:rPr>
        <w:t xml:space="preserve">-Golgi localization, </w:t>
      </w:r>
      <w:r w:rsidR="00887401" w:rsidRPr="00BC0788">
        <w:rPr>
          <w:rFonts w:cs="Arial"/>
          <w:szCs w:val="24"/>
        </w:rPr>
        <w:t xml:space="preserve">which is </w:t>
      </w:r>
      <w:r w:rsidR="006876EA" w:rsidRPr="00BC0788">
        <w:rPr>
          <w:rFonts w:cs="Arial"/>
          <w:szCs w:val="24"/>
        </w:rPr>
        <w:t>in agreement with a previous study</w:t>
      </w:r>
      <w:hyperlink w:anchor="_ENREF_14" w:tooltip="Baeuerle, 1987 #330" w:history="1">
        <w:r w:rsidR="00525A69" w:rsidRPr="00BC0788">
          <w:rPr>
            <w:rFonts w:eastAsia="Times New Roman" w:cs="Arial"/>
            <w:szCs w:val="24"/>
          </w:rPr>
          <w:fldChar w:fldCharType="begin"/>
        </w:r>
        <w:r w:rsidR="00525A69" w:rsidRPr="00BC0788">
          <w:rPr>
            <w:rFonts w:eastAsia="Times New Roman" w:cs="Arial"/>
            <w:szCs w:val="24"/>
          </w:rPr>
          <w:instrText xml:space="preserve"> ADDIN EN.CITE &lt;EndNote&gt;&lt;Cite&gt;&lt;Author&gt;Baeuerle&lt;/Author&gt;&lt;Year&gt;1987&lt;/Year&gt;&lt;RecNum&gt;330&lt;/RecNum&gt;&lt;DisplayText&gt;&lt;style face="superscript"&gt;14&lt;/style&gt;&lt;/DisplayText&gt;&lt;record&gt;&lt;rec-number&gt;330&lt;/rec-number&gt;&lt;foreign-keys&gt;&lt;key app="EN" db-id="rvz5sv9x2et50aes2f6xrdxh59sp0w00x0v9" timestamp="1449662246"&gt;330&lt;/key&gt;&lt;/foreign-keys&gt;&lt;ref-type name="Journal Article"&gt;17&lt;/ref-type&gt;&lt;contributors&gt;&lt;authors&gt;&lt;author&gt;Baeuerle, P. A.&lt;/author&gt;&lt;author&gt;Huttner, W. B.&lt;/author&gt;&lt;/authors&gt;&lt;/contributors&gt;&lt;auth-address&gt;Cell Biology Program, European Molecular Biology Laboratory, Heidelberg, Federal Republic of Germany.&lt;/auth-address&gt;&lt;titles&gt;&lt;title&gt;Tyrosine sulfation is a trans-Golgi-specific protein modification&lt;/title&gt;&lt;secondary-title&gt;J Cell Biol&lt;/secondary-title&gt;&lt;/titles&gt;&lt;periodical&gt;&lt;full-title&gt;J Cell Biol&lt;/full-title&gt;&lt;/periodical&gt;&lt;pages&gt;2655-64&lt;/pages&gt;&lt;volume&gt;105&lt;/volume&gt;&lt;number&gt;6 Pt 1&lt;/number&gt;&lt;edition&gt;1987/12/01&lt;/edition&gt;&lt;keywords&gt;&lt;keyword&gt;Animals&lt;/keyword&gt;&lt;keyword&gt;Cell Line&lt;/keyword&gt;&lt;keyword&gt;Glycoproteins/biosynthesis/*genetics&lt;/keyword&gt;&lt;keyword&gt;Golgi Apparatus/*metabolism&lt;/keyword&gt;&lt;keyword&gt;Immunoglobulin Heavy Chains&lt;/keyword&gt;&lt;keyword&gt;Immunoglobulin M&lt;/keyword&gt;&lt;keyword&gt;Kinetics&lt;/keyword&gt;&lt;keyword&gt;Methionine/metabolism&lt;/keyword&gt;&lt;keyword&gt;Oligosaccharides/biosynthesis&lt;/keyword&gt;&lt;keyword&gt;*Protein Processing, Post-Translational&lt;/keyword&gt;&lt;keyword&gt;Sulfates/metabolism&lt;/keyword&gt;&lt;keyword&gt;Sulfur Radioisotopes&lt;/keyword&gt;&lt;keyword&gt;Tyrosine/*analogs &amp;amp; derivatives&lt;/keyword&gt;&lt;/keywords&gt;&lt;dates&gt;&lt;year&gt;1987&lt;/year&gt;&lt;pub-dates&gt;&lt;date&gt;Dec&lt;/date&gt;&lt;/pub-dates&gt;&lt;/dates&gt;&lt;isbn&gt;0021-9525 (Print)&amp;#xD;0021-9525 (Linking)&lt;/isbn&gt;&lt;accession-num&gt;3121635&lt;/accession-num&gt;&lt;urls&gt;&lt;related-urls&gt;&lt;url&gt;http://www.ncbi.nlm.nih.gov/pubmed/3121635&lt;/url&gt;&lt;/related-urls&gt;&lt;/urls&gt;&lt;custom2&gt;2114704&lt;/custom2&gt;&lt;language&gt;eng&lt;/language&gt;&lt;/record&gt;&lt;/Cite&gt;&lt;/EndNote&gt;</w:instrText>
        </w:r>
        <w:r w:rsidR="00525A69" w:rsidRPr="00BC0788">
          <w:rPr>
            <w:rFonts w:eastAsia="Times New Roman" w:cs="Arial"/>
            <w:szCs w:val="24"/>
          </w:rPr>
          <w:fldChar w:fldCharType="separate"/>
        </w:r>
        <w:r w:rsidR="00525A69" w:rsidRPr="00BC0788">
          <w:rPr>
            <w:rFonts w:eastAsia="Times New Roman" w:cs="Arial"/>
            <w:noProof/>
            <w:szCs w:val="24"/>
            <w:vertAlign w:val="superscript"/>
          </w:rPr>
          <w:t>14</w:t>
        </w:r>
        <w:r w:rsidR="00525A69" w:rsidRPr="00BC0788">
          <w:rPr>
            <w:rFonts w:eastAsia="Times New Roman" w:cs="Arial"/>
            <w:szCs w:val="24"/>
          </w:rPr>
          <w:fldChar w:fldCharType="end"/>
        </w:r>
      </w:hyperlink>
      <w:r w:rsidR="006876EA" w:rsidRPr="00BC0788">
        <w:rPr>
          <w:rFonts w:cs="Arial"/>
          <w:szCs w:val="24"/>
        </w:rPr>
        <w:t>.</w:t>
      </w:r>
    </w:p>
    <w:p w14:paraId="4AD6FDF3" w14:textId="77777777" w:rsidR="007E57CC" w:rsidRPr="00BC0788" w:rsidRDefault="007E57CC" w:rsidP="00BC0965">
      <w:pPr>
        <w:jc w:val="both"/>
        <w:rPr>
          <w:rFonts w:cs="Arial"/>
          <w:szCs w:val="24"/>
        </w:rPr>
      </w:pPr>
    </w:p>
    <w:p w14:paraId="3460822C" w14:textId="1EE91FAD" w:rsidR="00E02739" w:rsidRPr="00BC0788" w:rsidRDefault="00B32061" w:rsidP="00BC0965">
      <w:pPr>
        <w:jc w:val="both"/>
        <w:rPr>
          <w:rFonts w:cs="Arial"/>
          <w:b/>
          <w:szCs w:val="24"/>
        </w:rPr>
      </w:pPr>
      <w:r w:rsidRPr="00BC0788">
        <w:rPr>
          <w:rFonts w:cs="Arial"/>
          <w:b/>
          <w:szCs w:val="24"/>
        </w:rPr>
        <w:t>FIGURE LEGENDS</w:t>
      </w:r>
      <w:r w:rsidR="00887401" w:rsidRPr="00BC0788">
        <w:rPr>
          <w:rFonts w:cs="Arial"/>
          <w:b/>
          <w:szCs w:val="24"/>
        </w:rPr>
        <w:t>:</w:t>
      </w:r>
    </w:p>
    <w:p w14:paraId="2DEE5B6D" w14:textId="7CA13120" w:rsidR="00E02739" w:rsidRPr="00BC0788" w:rsidRDefault="00E02739" w:rsidP="00BC0965">
      <w:pPr>
        <w:jc w:val="both"/>
        <w:rPr>
          <w:rFonts w:cs="Arial"/>
          <w:szCs w:val="24"/>
        </w:rPr>
      </w:pPr>
      <w:r w:rsidRPr="00BC0788">
        <w:rPr>
          <w:rFonts w:cs="Arial"/>
          <w:b/>
          <w:szCs w:val="24"/>
        </w:rPr>
        <w:t>Figure 1. Schematic illustrations showing variables used in the calculation of GLIM.</w:t>
      </w:r>
      <w:r w:rsidRPr="00BC0788">
        <w:rPr>
          <w:rFonts w:cs="Arial"/>
          <w:szCs w:val="24"/>
        </w:rPr>
        <w:t xml:space="preserve"> (</w:t>
      </w:r>
      <w:r w:rsidRPr="00BC0788">
        <w:rPr>
          <w:rFonts w:cs="Arial"/>
          <w:b/>
          <w:szCs w:val="24"/>
        </w:rPr>
        <w:t>A</w:t>
      </w:r>
      <w:r w:rsidRPr="00BC0788">
        <w:rPr>
          <w:rFonts w:cs="Arial"/>
          <w:szCs w:val="24"/>
        </w:rPr>
        <w:t>) xz view of a Golgi mini-stack that has co-axial centers of GM130, GalT-mCherry and protein x fluorescence showing Golgi axis, axial angle, d</w:t>
      </w:r>
      <w:r w:rsidRPr="00BC0788">
        <w:rPr>
          <w:rFonts w:cs="Arial"/>
          <w:szCs w:val="24"/>
          <w:vertAlign w:val="subscript"/>
        </w:rPr>
        <w:t>x</w:t>
      </w:r>
      <w:r w:rsidRPr="00BC0788">
        <w:rPr>
          <w:rFonts w:cs="Arial"/>
          <w:szCs w:val="24"/>
        </w:rPr>
        <w:t xml:space="preserve"> and d</w:t>
      </w:r>
      <w:r w:rsidRPr="00BC0788">
        <w:rPr>
          <w:rFonts w:cs="Arial"/>
          <w:szCs w:val="24"/>
          <w:vertAlign w:val="subscript"/>
        </w:rPr>
        <w:t>1</w:t>
      </w:r>
      <w:r w:rsidRPr="00BC0788">
        <w:rPr>
          <w:rFonts w:cs="Arial"/>
          <w:szCs w:val="24"/>
        </w:rPr>
        <w:t>. The image of the Golgi mini-stack is its projection onto the image plane. (</w:t>
      </w:r>
      <w:r w:rsidRPr="00BC0788">
        <w:rPr>
          <w:rFonts w:cs="Arial"/>
          <w:b/>
          <w:szCs w:val="24"/>
        </w:rPr>
        <w:t>B</w:t>
      </w:r>
      <w:r w:rsidRPr="00BC0788">
        <w:rPr>
          <w:rFonts w:cs="Arial"/>
          <w:szCs w:val="24"/>
        </w:rPr>
        <w:t>) xy view of a Golgi mini-stack with off-axis center of protein x showing angle α, angle β and projection axial distance d</w:t>
      </w:r>
      <w:r w:rsidRPr="00BC0788">
        <w:rPr>
          <w:rFonts w:cs="Arial"/>
          <w:szCs w:val="24"/>
          <w:vertAlign w:val="subscript"/>
        </w:rPr>
        <w:t>x</w:t>
      </w:r>
      <w:r w:rsidRPr="00BC0788">
        <w:rPr>
          <w:rFonts w:cs="Arial"/>
          <w:szCs w:val="24"/>
        </w:rPr>
        <w:t>.</w:t>
      </w:r>
      <w:r w:rsidR="00221894" w:rsidRPr="00BC0788">
        <w:rPr>
          <w:rFonts w:cs="Arial"/>
          <w:szCs w:val="24"/>
        </w:rPr>
        <w:t xml:space="preserve"> </w:t>
      </w:r>
      <w:r w:rsidR="00221894" w:rsidRPr="00BC0788">
        <w:rPr>
          <w:rFonts w:cs="Arial"/>
          <w:b/>
          <w:szCs w:val="24"/>
        </w:rPr>
        <w:t>A</w:t>
      </w:r>
      <w:r w:rsidR="00221894" w:rsidRPr="00BC0788">
        <w:rPr>
          <w:rFonts w:cs="Arial"/>
          <w:szCs w:val="24"/>
        </w:rPr>
        <w:t xml:space="preserve"> and </w:t>
      </w:r>
      <w:r w:rsidR="00221894" w:rsidRPr="00BC0788">
        <w:rPr>
          <w:rFonts w:cs="Arial"/>
          <w:b/>
          <w:szCs w:val="24"/>
        </w:rPr>
        <w:t>B</w:t>
      </w:r>
      <w:r w:rsidR="00221894" w:rsidRPr="00BC0788">
        <w:rPr>
          <w:rFonts w:cs="Arial"/>
          <w:szCs w:val="24"/>
        </w:rPr>
        <w:t xml:space="preserve"> are adapted from </w:t>
      </w:r>
      <w:r w:rsidR="00221894" w:rsidRPr="00BC0788">
        <w:rPr>
          <w:rFonts w:cs="Arial"/>
          <w:b/>
          <w:szCs w:val="24"/>
        </w:rPr>
        <w:t>Figure 1E</w:t>
      </w:r>
      <w:r w:rsidR="00221894" w:rsidRPr="00BC0788">
        <w:rPr>
          <w:rFonts w:cs="Arial"/>
          <w:szCs w:val="24"/>
        </w:rPr>
        <w:t xml:space="preserve"> and </w:t>
      </w:r>
      <w:r w:rsidR="005F297D" w:rsidRPr="00BC0788">
        <w:rPr>
          <w:rFonts w:cs="Arial"/>
          <w:b/>
          <w:szCs w:val="24"/>
        </w:rPr>
        <w:t>1</w:t>
      </w:r>
      <w:r w:rsidR="00221894" w:rsidRPr="00BC0788">
        <w:rPr>
          <w:rFonts w:cs="Arial"/>
          <w:b/>
          <w:szCs w:val="24"/>
        </w:rPr>
        <w:t>F</w:t>
      </w:r>
      <w:r w:rsidR="00221894" w:rsidRPr="00BC0788">
        <w:rPr>
          <w:rFonts w:cs="Arial"/>
          <w:szCs w:val="24"/>
        </w:rPr>
        <w:t xml:space="preserve"> of our previous publication</w:t>
      </w:r>
      <w:hyperlink w:anchor="_ENREF_7" w:tooltip="Tie, 2016 #383" w:history="1">
        <w:r w:rsidR="00525A69" w:rsidRPr="00BC0788">
          <w:rPr>
            <w:rFonts w:cs="Arial"/>
            <w:szCs w:val="24"/>
          </w:rPr>
          <w:fldChar w:fldCharType="begin"/>
        </w:r>
        <w:r w:rsidR="00525A69" w:rsidRPr="00BC0788">
          <w:rPr>
            <w:rFonts w:cs="Arial"/>
            <w:szCs w:val="24"/>
          </w:rPr>
          <w:instrText xml:space="preserve"> ADDIN EN.CITE &lt;EndNote&gt;&lt;Cite&gt;&lt;Author&gt;Tie&lt;/Author&gt;&lt;Year&gt;2016&lt;/Year&gt;&lt;RecNum&gt;383&lt;/RecNum&gt;&lt;DisplayText&gt;&lt;style face="superscript"&gt;7&lt;/style&gt;&lt;/DisplayText&gt;&lt;record&gt;&lt;rec-number&gt;383&lt;/rec-number&gt;&lt;foreign-keys&gt;&lt;key app="EN" db-id="rvz5sv9x2et50aes2f6xrdxh59sp0w00x0v9" timestamp="1473405273"&gt;383&lt;/key&gt;&lt;/foreign-keys&gt;&lt;ref-type name="Journal Article"&gt;17&lt;/ref-type&gt;&lt;contributors&gt;&lt;authors&gt;&lt;author&gt;Tie, H. C.&lt;/author&gt;&lt;author&gt;Mahajan, D.&lt;/author&gt;&lt;author&gt;Chen, B.&lt;/author&gt;&lt;author&gt;Cheng, L.&lt;/author&gt;&lt;author&gt;VanDongen, A. M.&lt;/author&gt;&lt;author&gt;Lu, L.&lt;/author&gt;&lt;/authors&gt;&lt;/contributors&gt;&lt;auth-address&gt;School of Biological Sciences, Nanyang Technological University, Singapore 637551.&amp;#xD;Bioinformatics Institute, Singapore 138671 School of Computing, National University of Singapore, Singapore 117417.&amp;#xD;Program in Neuroscience and Behavioral Disorders, Duke-NUS Graduate Medical School, Singapore 169857.&amp;#xD;School of Biological Sciences, Nanyang Technological University, Singapore 637551 lulei@ntu.edu.sg.&lt;/auth-address&gt;&lt;titles&gt;&lt;title&gt;A novel imaging method for quantitative Golgi localization reveals differential intra-Golgi trafficking of secretory cargoes&lt;/title&gt;&lt;secondary-title&gt;Mol Biol Cell&lt;/secondary-title&gt;&lt;/titles&gt;&lt;periodical&gt;&lt;full-title&gt;Mol Biol Cell&lt;/full-title&gt;&lt;/periodical&gt;&lt;pages&gt;848-61&lt;/pages&gt;&lt;volume&gt;27&lt;/volume&gt;&lt;number&gt;5&lt;/number&gt;&lt;edition&gt;2016/01/15&lt;/edition&gt;&lt;dates&gt;&lt;year&gt;2016&lt;/year&gt;&lt;pub-dates&gt;&lt;date&gt;Mar 1&lt;/date&gt;&lt;/pub-dates&gt;&lt;/dates&gt;&lt;isbn&gt;1939-4586 (Electronic)&amp;#xD;1059-1524 (Linking)&lt;/isbn&gt;&lt;accession-num&gt;26764092&lt;/accession-num&gt;&lt;urls&gt;&lt;related-urls&gt;&lt;url&gt;http://www.ncbi.nlm.nih.gov/pubmed/26764092&lt;/url&gt;&lt;/related-urls&gt;&lt;/urls&gt;&lt;custom2&gt;4803310&lt;/custom2&gt;&lt;electronic-resource-num&gt;10.1091/mbc.E15-09-0664&amp;#xD;mbc.E15-09-0664 [pii]&lt;/electronic-resource-num&gt;&lt;language&gt;eng&lt;/language&gt;&lt;/record&gt;&lt;/Cite&gt;&lt;/EndNote&gt;</w:instrText>
        </w:r>
        <w:r w:rsidR="00525A69" w:rsidRPr="00BC0788">
          <w:rPr>
            <w:rFonts w:cs="Arial"/>
            <w:szCs w:val="24"/>
          </w:rPr>
          <w:fldChar w:fldCharType="separate"/>
        </w:r>
        <w:r w:rsidR="00525A69" w:rsidRPr="00BC0788">
          <w:rPr>
            <w:rFonts w:cs="Arial"/>
            <w:noProof/>
            <w:szCs w:val="24"/>
            <w:vertAlign w:val="superscript"/>
          </w:rPr>
          <w:t>7</w:t>
        </w:r>
        <w:r w:rsidR="00525A69" w:rsidRPr="00BC0788">
          <w:rPr>
            <w:rFonts w:cs="Arial"/>
            <w:szCs w:val="24"/>
          </w:rPr>
          <w:fldChar w:fldCharType="end"/>
        </w:r>
      </w:hyperlink>
      <w:r w:rsidR="00221894" w:rsidRPr="00BC0788">
        <w:rPr>
          <w:rFonts w:cs="Arial"/>
          <w:szCs w:val="24"/>
        </w:rPr>
        <w:t>, respectively.</w:t>
      </w:r>
    </w:p>
    <w:p w14:paraId="2C362FE7" w14:textId="77777777" w:rsidR="00E02739" w:rsidRPr="00BC0788" w:rsidRDefault="00E02739" w:rsidP="00BC0965">
      <w:pPr>
        <w:jc w:val="both"/>
        <w:rPr>
          <w:rFonts w:cs="Arial"/>
          <w:szCs w:val="24"/>
        </w:rPr>
      </w:pPr>
    </w:p>
    <w:p w14:paraId="35D87973" w14:textId="7DB8C33F" w:rsidR="00E02739" w:rsidRPr="00BC0788" w:rsidRDefault="00E02739" w:rsidP="00BC0965">
      <w:pPr>
        <w:jc w:val="both"/>
        <w:rPr>
          <w:rFonts w:cs="Arial"/>
          <w:szCs w:val="24"/>
        </w:rPr>
      </w:pPr>
      <w:r w:rsidRPr="00BC0788">
        <w:rPr>
          <w:rFonts w:cs="Arial"/>
          <w:b/>
          <w:szCs w:val="24"/>
        </w:rPr>
        <w:t>Figure 2. Correction of the chromatic-shift.</w:t>
      </w:r>
      <w:r w:rsidRPr="00BC0788">
        <w:rPr>
          <w:rFonts w:cs="Arial"/>
          <w:szCs w:val="24"/>
        </w:rPr>
        <w:t xml:space="preserve"> (</w:t>
      </w:r>
      <w:r w:rsidRPr="00BC0788">
        <w:rPr>
          <w:rFonts w:cs="Arial"/>
          <w:b/>
          <w:szCs w:val="24"/>
        </w:rPr>
        <w:t>A</w:t>
      </w:r>
      <w:r w:rsidRPr="00BC0788">
        <w:rPr>
          <w:rFonts w:cs="Arial"/>
          <w:szCs w:val="24"/>
        </w:rPr>
        <w:t>) The three-color merge</w:t>
      </w:r>
      <w:r w:rsidR="00F850E5" w:rsidRPr="00BC0788">
        <w:rPr>
          <w:rFonts w:cs="Arial"/>
          <w:szCs w:val="24"/>
        </w:rPr>
        <w:t>d</w:t>
      </w:r>
      <w:r w:rsidRPr="00BC0788">
        <w:rPr>
          <w:rFonts w:cs="Arial"/>
          <w:szCs w:val="24"/>
        </w:rPr>
        <w:t xml:space="preserve"> image of 11</w:t>
      </w:r>
      <w:r w:rsidR="005F297D" w:rsidRPr="00BC0788">
        <w:rPr>
          <w:rFonts w:cs="Arial"/>
          <w:szCs w:val="24"/>
        </w:rPr>
        <w:t xml:space="preserve">0 </w:t>
      </w:r>
      <w:r w:rsidRPr="00BC0788">
        <w:rPr>
          <w:rFonts w:cs="Arial"/>
          <w:szCs w:val="24"/>
        </w:rPr>
        <w:t>nm multi-color beads acquired by a wide-field microscope. Each bead emits green, red, and far-red (artificially colored as blue) fluorescence. Scale bar, 10 µm. (</w:t>
      </w:r>
      <w:r w:rsidRPr="00BC0788">
        <w:rPr>
          <w:rFonts w:cs="Arial"/>
          <w:b/>
          <w:szCs w:val="24"/>
        </w:rPr>
        <w:t>B</w:t>
      </w:r>
      <w:r w:rsidRPr="00BC0788">
        <w:rPr>
          <w:rFonts w:cs="Arial"/>
          <w:szCs w:val="24"/>
        </w:rPr>
        <w:t xml:space="preserve">) Enlarged view of a merged single-bead image with </w:t>
      </w:r>
      <w:r w:rsidR="005F297D" w:rsidRPr="00BC0788">
        <w:rPr>
          <w:rFonts w:cs="Arial"/>
          <w:szCs w:val="24"/>
        </w:rPr>
        <w:t xml:space="preserve">a </w:t>
      </w:r>
      <w:r w:rsidRPr="00BC0788">
        <w:rPr>
          <w:rFonts w:cs="Arial"/>
          <w:szCs w:val="24"/>
        </w:rPr>
        <w:t>noticeable chromatic-shift. Scale bar, 200 nm. (</w:t>
      </w:r>
      <w:r w:rsidRPr="00BC0788">
        <w:rPr>
          <w:rFonts w:cs="Arial"/>
          <w:b/>
          <w:szCs w:val="24"/>
        </w:rPr>
        <w:t>C</w:t>
      </w:r>
      <w:r w:rsidRPr="00BC0788">
        <w:rPr>
          <w:rFonts w:cs="Arial"/>
          <w:szCs w:val="24"/>
        </w:rPr>
        <w:t>) A schematic diagram showing that shifts of green and far-red bead images can be represented by vectors from the center of the red bead image (0,0) to centers of green (green vector) and far-red (blue vector) bead images, respectively. (</w:t>
      </w:r>
      <w:r w:rsidRPr="00BC0788">
        <w:rPr>
          <w:rFonts w:cs="Arial"/>
          <w:b/>
          <w:szCs w:val="24"/>
        </w:rPr>
        <w:t>D</w:t>
      </w:r>
      <w:r w:rsidRPr="00BC0788">
        <w:rPr>
          <w:rFonts w:cs="Arial"/>
          <w:szCs w:val="24"/>
        </w:rPr>
        <w:t xml:space="preserve">, </w:t>
      </w:r>
      <w:r w:rsidRPr="00BC0788">
        <w:rPr>
          <w:rFonts w:cs="Arial"/>
          <w:b/>
          <w:szCs w:val="24"/>
        </w:rPr>
        <w:t>E</w:t>
      </w:r>
      <w:r w:rsidRPr="00BC0788">
        <w:rPr>
          <w:rFonts w:cs="Arial"/>
          <w:szCs w:val="24"/>
        </w:rPr>
        <w:t>) The effect of the chromatic-shift correction. Within the same field of image, green and blue vectors are plotted before and after shift correction. To visualize the tiny shift, the magnitude of each vector is amplified 200-fold. (</w:t>
      </w:r>
      <w:r w:rsidRPr="00BC0788">
        <w:rPr>
          <w:rFonts w:cs="Arial"/>
          <w:b/>
          <w:szCs w:val="24"/>
        </w:rPr>
        <w:t>F</w:t>
      </w:r>
      <w:r w:rsidRPr="00BC0788">
        <w:rPr>
          <w:rFonts w:cs="Arial"/>
          <w:szCs w:val="24"/>
        </w:rPr>
        <w:t>,</w:t>
      </w:r>
      <w:r w:rsidR="003E1417" w:rsidRPr="00BC0788">
        <w:rPr>
          <w:rFonts w:cs="Arial"/>
          <w:szCs w:val="24"/>
        </w:rPr>
        <w:t xml:space="preserve"> </w:t>
      </w:r>
      <w:r w:rsidRPr="00BC0788">
        <w:rPr>
          <w:rFonts w:cs="Arial"/>
          <w:b/>
          <w:szCs w:val="24"/>
        </w:rPr>
        <w:t>G</w:t>
      </w:r>
      <w:r w:rsidRPr="00BC0788">
        <w:rPr>
          <w:rFonts w:cs="Arial"/>
          <w:szCs w:val="24"/>
        </w:rPr>
        <w:t>) Scatter plots showing centers of green (green dots) and far-red (blue dots) beads before and after shift correction.</w:t>
      </w:r>
    </w:p>
    <w:p w14:paraId="4CB80406" w14:textId="77777777" w:rsidR="00E02739" w:rsidRPr="00BC0788" w:rsidRDefault="00E02739" w:rsidP="00BC0965">
      <w:pPr>
        <w:jc w:val="both"/>
        <w:rPr>
          <w:rFonts w:cs="Arial"/>
          <w:szCs w:val="24"/>
        </w:rPr>
      </w:pPr>
    </w:p>
    <w:p w14:paraId="4A7F2C73" w14:textId="67A1A6C2" w:rsidR="00E02739" w:rsidRPr="00BC0788" w:rsidRDefault="00E02739" w:rsidP="00BC0965">
      <w:pPr>
        <w:jc w:val="both"/>
        <w:rPr>
          <w:rFonts w:cs="Arial"/>
          <w:szCs w:val="24"/>
        </w:rPr>
      </w:pPr>
      <w:r w:rsidRPr="00BC0788">
        <w:rPr>
          <w:rFonts w:cs="Arial"/>
          <w:b/>
          <w:szCs w:val="24"/>
        </w:rPr>
        <w:t>Figure 3. A typical example of GLIM, here acquiring the LQ of TPST1-EGFP.</w:t>
      </w:r>
      <w:r w:rsidRPr="00BC0788">
        <w:rPr>
          <w:rFonts w:cs="Arial"/>
          <w:szCs w:val="24"/>
        </w:rPr>
        <w:t xml:space="preserve"> A HeLa cell expressing TPST1-EGFP (green) and GalT-mCherry (red) were stained for endogenous GM130 (blue). (</w:t>
      </w:r>
      <w:r w:rsidRPr="00BC0788">
        <w:rPr>
          <w:rFonts w:cs="Arial"/>
          <w:b/>
          <w:szCs w:val="24"/>
        </w:rPr>
        <w:t>A</w:t>
      </w:r>
      <w:r w:rsidRPr="00BC0788">
        <w:rPr>
          <w:rFonts w:cs="Arial"/>
          <w:szCs w:val="24"/>
        </w:rPr>
        <w:t>) A typical cell. (</w:t>
      </w:r>
      <w:r w:rsidRPr="00BC0788">
        <w:rPr>
          <w:rFonts w:cs="Arial"/>
          <w:b/>
          <w:szCs w:val="24"/>
        </w:rPr>
        <w:t>B,</w:t>
      </w:r>
      <w:r w:rsidR="003E1417" w:rsidRPr="00BC0788">
        <w:rPr>
          <w:rFonts w:cs="Arial"/>
          <w:b/>
          <w:szCs w:val="24"/>
        </w:rPr>
        <w:t xml:space="preserve"> </w:t>
      </w:r>
      <w:r w:rsidRPr="00BC0788">
        <w:rPr>
          <w:rFonts w:cs="Arial"/>
          <w:b/>
          <w:szCs w:val="24"/>
        </w:rPr>
        <w:t>C,</w:t>
      </w:r>
      <w:r w:rsidR="003E1417" w:rsidRPr="00BC0788">
        <w:rPr>
          <w:rFonts w:cs="Arial"/>
          <w:b/>
          <w:szCs w:val="24"/>
        </w:rPr>
        <w:t xml:space="preserve"> </w:t>
      </w:r>
      <w:r w:rsidRPr="00BC0788">
        <w:rPr>
          <w:rFonts w:cs="Arial"/>
          <w:b/>
          <w:szCs w:val="24"/>
        </w:rPr>
        <w:t>D,</w:t>
      </w:r>
      <w:r w:rsidR="003E1417" w:rsidRPr="00BC0788">
        <w:rPr>
          <w:rFonts w:cs="Arial"/>
          <w:b/>
          <w:szCs w:val="24"/>
        </w:rPr>
        <w:t xml:space="preserve"> </w:t>
      </w:r>
      <w:r w:rsidRPr="00BC0788">
        <w:rPr>
          <w:rFonts w:cs="Arial"/>
          <w:b/>
          <w:szCs w:val="24"/>
        </w:rPr>
        <w:t>E</w:t>
      </w:r>
      <w:r w:rsidRPr="00BC0788">
        <w:rPr>
          <w:rFonts w:cs="Arial"/>
          <w:szCs w:val="24"/>
        </w:rPr>
        <w:t>) A cell treated with nocodazole was imaged (</w:t>
      </w:r>
      <w:r w:rsidRPr="00BC0788">
        <w:rPr>
          <w:rFonts w:cs="Arial"/>
          <w:b/>
          <w:szCs w:val="24"/>
        </w:rPr>
        <w:t>B</w:t>
      </w:r>
      <w:r w:rsidRPr="00BC0788">
        <w:rPr>
          <w:rFonts w:cs="Arial"/>
          <w:szCs w:val="24"/>
        </w:rPr>
        <w:t xml:space="preserve">). From the image, analyzable Golgi mini-stacks were selected as shown in </w:t>
      </w:r>
      <w:r w:rsidRPr="00BC0788">
        <w:rPr>
          <w:rFonts w:cs="Arial"/>
          <w:b/>
          <w:szCs w:val="24"/>
        </w:rPr>
        <w:t>C</w:t>
      </w:r>
      <w:r w:rsidRPr="00BC0788">
        <w:rPr>
          <w:rFonts w:cs="Arial"/>
          <w:szCs w:val="24"/>
        </w:rPr>
        <w:t xml:space="preserve">. Selected Golgi mini-stacks are labeled by identification numbers. Images of these masked Golgi mini-stacks are displayed below in </w:t>
      </w:r>
      <w:r w:rsidRPr="00BC0788">
        <w:rPr>
          <w:rFonts w:cs="Arial"/>
          <w:b/>
          <w:szCs w:val="24"/>
        </w:rPr>
        <w:t>D</w:t>
      </w:r>
      <w:r w:rsidRPr="00BC0788">
        <w:rPr>
          <w:rFonts w:cs="Arial"/>
          <w:szCs w:val="24"/>
        </w:rPr>
        <w:t xml:space="preserve"> with their identification numbers. “L” denotes that the Golgi mini-stack is valid for the calculation of the LQ (analyzable Golgi mini-stacks). Histogram of LQs of 21 mini-stacks from the cell is shown in </w:t>
      </w:r>
      <w:r w:rsidRPr="00BC0788">
        <w:rPr>
          <w:rFonts w:cs="Arial"/>
          <w:b/>
          <w:szCs w:val="24"/>
        </w:rPr>
        <w:t>E</w:t>
      </w:r>
      <w:r w:rsidRPr="00BC0788">
        <w:rPr>
          <w:rFonts w:cs="Arial"/>
          <w:szCs w:val="24"/>
        </w:rPr>
        <w:t>. (</w:t>
      </w:r>
      <w:r w:rsidRPr="00BC0788">
        <w:rPr>
          <w:rFonts w:cs="Arial"/>
          <w:b/>
          <w:szCs w:val="24"/>
        </w:rPr>
        <w:t>F</w:t>
      </w:r>
      <w:r w:rsidRPr="00BC0788">
        <w:rPr>
          <w:rFonts w:cs="Arial"/>
          <w:szCs w:val="24"/>
        </w:rPr>
        <w:t xml:space="preserve">) Histogram of LQs of 111 mini-stacks from 12 cells. The value shown in </w:t>
      </w:r>
      <w:r w:rsidR="00AC7FBF" w:rsidRPr="00BC0788">
        <w:rPr>
          <w:rFonts w:cs="Arial"/>
          <w:szCs w:val="24"/>
        </w:rPr>
        <w:t xml:space="preserve">the </w:t>
      </w:r>
      <w:r w:rsidRPr="00BC0788">
        <w:rPr>
          <w:rFonts w:cs="Arial"/>
          <w:szCs w:val="24"/>
        </w:rPr>
        <w:t>histogram is mean ± SEM.</w:t>
      </w:r>
    </w:p>
    <w:p w14:paraId="0BD9228E" w14:textId="77777777" w:rsidR="00E02739" w:rsidRPr="00BC0788" w:rsidRDefault="00E02739" w:rsidP="00BC0965">
      <w:pPr>
        <w:jc w:val="both"/>
        <w:rPr>
          <w:rFonts w:cs="Arial"/>
          <w:szCs w:val="24"/>
        </w:rPr>
      </w:pPr>
    </w:p>
    <w:p w14:paraId="191421C7" w14:textId="6383F223" w:rsidR="00E02739" w:rsidRPr="00BC0788" w:rsidRDefault="00E02739" w:rsidP="00BC0965">
      <w:pPr>
        <w:jc w:val="both"/>
        <w:rPr>
          <w:rFonts w:cs="Arial"/>
          <w:szCs w:val="24"/>
        </w:rPr>
      </w:pPr>
      <w:r w:rsidRPr="00BC0788">
        <w:rPr>
          <w:rFonts w:cs="Arial"/>
          <w:b/>
          <w:szCs w:val="24"/>
        </w:rPr>
        <w:t>SUPPLEMENTAL MATERIALS</w:t>
      </w:r>
      <w:r w:rsidR="00FC6782" w:rsidRPr="00BC0788">
        <w:rPr>
          <w:rFonts w:cs="Arial"/>
          <w:b/>
          <w:szCs w:val="24"/>
        </w:rPr>
        <w:t xml:space="preserve">: </w:t>
      </w:r>
      <w:r w:rsidRPr="00BC0788">
        <w:rPr>
          <w:rFonts w:cs="Arial"/>
          <w:szCs w:val="24"/>
        </w:rPr>
        <w:t>Macro-Golgi ROI inspection.ijm</w:t>
      </w:r>
      <w:r w:rsidR="00FC6782" w:rsidRPr="00BC0788">
        <w:rPr>
          <w:rFonts w:cs="Arial"/>
          <w:szCs w:val="24"/>
        </w:rPr>
        <w:t xml:space="preserve">, </w:t>
      </w:r>
      <w:r w:rsidRPr="00BC0788">
        <w:rPr>
          <w:rFonts w:cs="Arial"/>
          <w:szCs w:val="24"/>
        </w:rPr>
        <w:t>Macro-Output 3 channels data.ijm</w:t>
      </w:r>
      <w:r w:rsidR="00FC6782" w:rsidRPr="00BC0788">
        <w:rPr>
          <w:rFonts w:cs="Arial"/>
          <w:szCs w:val="24"/>
        </w:rPr>
        <w:t xml:space="preserve">, </w:t>
      </w:r>
      <w:r w:rsidRPr="00BC0788">
        <w:rPr>
          <w:rFonts w:cs="Arial"/>
          <w:szCs w:val="24"/>
        </w:rPr>
        <w:t>Matlab codes</w:t>
      </w:r>
      <w:r w:rsidR="00FC6782" w:rsidRPr="00BC0788">
        <w:rPr>
          <w:rFonts w:cs="Arial"/>
          <w:szCs w:val="24"/>
        </w:rPr>
        <w:t xml:space="preserve">, </w:t>
      </w:r>
      <w:r w:rsidRPr="00BC0788">
        <w:rPr>
          <w:rFonts w:cs="Arial"/>
          <w:szCs w:val="24"/>
        </w:rPr>
        <w:t>My_train.exe</w:t>
      </w:r>
      <w:r w:rsidR="00FC6782" w:rsidRPr="00BC0788">
        <w:rPr>
          <w:rFonts w:cs="Arial"/>
          <w:szCs w:val="24"/>
        </w:rPr>
        <w:t xml:space="preserve">, </w:t>
      </w:r>
      <w:r w:rsidRPr="00BC0788">
        <w:rPr>
          <w:rFonts w:cs="Arial"/>
          <w:szCs w:val="24"/>
        </w:rPr>
        <w:t>My_test.exe</w:t>
      </w:r>
      <w:r w:rsidR="00FC6782" w:rsidRPr="00BC0788">
        <w:rPr>
          <w:rFonts w:cs="Arial"/>
          <w:szCs w:val="24"/>
        </w:rPr>
        <w:t xml:space="preserve">, </w:t>
      </w:r>
      <w:r w:rsidR="00FC61F9" w:rsidRPr="00BC0788">
        <w:rPr>
          <w:rFonts w:cs="Arial"/>
          <w:szCs w:val="24"/>
        </w:rPr>
        <w:t xml:space="preserve">and </w:t>
      </w:r>
      <w:r w:rsidR="00994128" w:rsidRPr="00BC0788">
        <w:rPr>
          <w:rFonts w:cs="Arial"/>
          <w:szCs w:val="24"/>
        </w:rPr>
        <w:t>Spreadsheet template.opj</w:t>
      </w:r>
      <w:r w:rsidR="00AD44A7" w:rsidRPr="00BC0788">
        <w:rPr>
          <w:rFonts w:cs="Arial"/>
          <w:szCs w:val="24"/>
        </w:rPr>
        <w:t>.</w:t>
      </w:r>
    </w:p>
    <w:p w14:paraId="1D7E5330" w14:textId="77777777" w:rsidR="00994128" w:rsidRPr="00BC0788" w:rsidRDefault="00994128" w:rsidP="00BC0965">
      <w:pPr>
        <w:jc w:val="both"/>
        <w:rPr>
          <w:rFonts w:cs="Arial"/>
          <w:szCs w:val="24"/>
        </w:rPr>
      </w:pPr>
    </w:p>
    <w:p w14:paraId="072706AB" w14:textId="220CBFAA" w:rsidR="00F500A5" w:rsidRPr="00BC0788" w:rsidRDefault="00305E25" w:rsidP="00BC0965">
      <w:pPr>
        <w:jc w:val="both"/>
        <w:rPr>
          <w:rFonts w:cs="Arial"/>
          <w:b/>
          <w:szCs w:val="24"/>
        </w:rPr>
      </w:pPr>
      <w:r w:rsidRPr="00BC0788">
        <w:rPr>
          <w:rFonts w:cs="Arial"/>
          <w:b/>
          <w:szCs w:val="24"/>
        </w:rPr>
        <w:t>DISCUSSION:</w:t>
      </w:r>
    </w:p>
    <w:p w14:paraId="610A0599" w14:textId="17285CA2" w:rsidR="002D7B38" w:rsidRPr="00BC0788" w:rsidRDefault="002D7B38" w:rsidP="00BC0965">
      <w:pPr>
        <w:jc w:val="both"/>
        <w:rPr>
          <w:rFonts w:cs="Arial"/>
          <w:szCs w:val="24"/>
        </w:rPr>
      </w:pPr>
      <w:r w:rsidRPr="00BC0788">
        <w:rPr>
          <w:rFonts w:cs="Arial"/>
          <w:szCs w:val="24"/>
        </w:rPr>
        <w:t xml:space="preserve">Previously, the localization of a Golgi protein under the light microscopy was mainly quantified by the </w:t>
      </w:r>
      <w:r w:rsidR="00BD16CF" w:rsidRPr="00BC0788">
        <w:rPr>
          <w:rFonts w:cs="Arial"/>
          <w:szCs w:val="24"/>
        </w:rPr>
        <w:t xml:space="preserve">degree of </w:t>
      </w:r>
      <w:r w:rsidRPr="00BC0788">
        <w:rPr>
          <w:rFonts w:cs="Arial"/>
          <w:szCs w:val="24"/>
        </w:rPr>
        <w:t>correlati</w:t>
      </w:r>
      <w:r w:rsidR="00BD16CF" w:rsidRPr="00BC0788">
        <w:rPr>
          <w:rFonts w:cs="Arial"/>
          <w:szCs w:val="24"/>
        </w:rPr>
        <w:t xml:space="preserve">on or overlapping </w:t>
      </w:r>
      <w:r w:rsidR="00F850E5" w:rsidRPr="00BC0788">
        <w:rPr>
          <w:rFonts w:cs="Arial"/>
          <w:szCs w:val="24"/>
        </w:rPr>
        <w:t xml:space="preserve">of the image </w:t>
      </w:r>
      <w:r w:rsidRPr="00BC0788">
        <w:rPr>
          <w:rFonts w:cs="Arial"/>
          <w:szCs w:val="24"/>
        </w:rPr>
        <w:t xml:space="preserve">of the protein with </w:t>
      </w:r>
      <w:r w:rsidR="008C4A5A" w:rsidRPr="00BC0788">
        <w:rPr>
          <w:rFonts w:cs="Arial"/>
          <w:szCs w:val="24"/>
        </w:rPr>
        <w:t xml:space="preserve">the image of </w:t>
      </w:r>
      <w:r w:rsidRPr="00BC0788">
        <w:rPr>
          <w:rFonts w:cs="Arial"/>
          <w:szCs w:val="24"/>
        </w:rPr>
        <w:t xml:space="preserve">a Golgi marker </w:t>
      </w:r>
      <w:r w:rsidR="00F850E5" w:rsidRPr="00BC0788">
        <w:rPr>
          <w:rFonts w:cs="Arial"/>
          <w:szCs w:val="24"/>
        </w:rPr>
        <w:t>of</w:t>
      </w:r>
      <w:r w:rsidRPr="00BC0788">
        <w:rPr>
          <w:rFonts w:cs="Arial"/>
          <w:szCs w:val="24"/>
        </w:rPr>
        <w:t xml:space="preserve"> known localization</w:t>
      </w:r>
      <w:hyperlink w:anchor="_ENREF_15" w:tooltip="Honda, 2005 #419" w:history="1">
        <w:r w:rsidR="00525A69" w:rsidRPr="00BC0788">
          <w:rPr>
            <w:rFonts w:cs="Arial"/>
            <w:szCs w:val="24"/>
          </w:rPr>
          <w:fldChar w:fldCharType="begin">
            <w:fldData xml:space="preserve">PEVuZE5vdGU+PENpdGU+PEF1dGhvcj5Ib25kYTwvQXV0aG9yPjxZZWFyPjIwMDU8L1llYXI+PFJl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</w:fldData>
          </w:fldChar>
        </w:r>
        <w:r w:rsidR="00525A69" w:rsidRPr="00BC0788">
          <w:rPr>
            <w:rFonts w:cs="Arial"/>
            <w:szCs w:val="24"/>
          </w:rPr>
          <w:instrText xml:space="preserve"> ADDIN EN.CITE </w:instrText>
        </w:r>
        <w:r w:rsidR="00525A69" w:rsidRPr="00BC0788">
          <w:rPr>
            <w:rFonts w:cs="Arial"/>
            <w:szCs w:val="24"/>
          </w:rPr>
          <w:fldChar w:fldCharType="begin">
            <w:fldData xml:space="preserve">PEVuZE5vdGU+PENpdGU+PEF1dGhvcj5Ib25kYTwvQXV0aG9yPjxZZWFyPjIwMDU8L1llYXI+PFJl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</w:fldData>
          </w:fldChar>
        </w:r>
        <w:r w:rsidR="00525A69" w:rsidRPr="00BC0788">
          <w:rPr>
            <w:rFonts w:cs="Arial"/>
            <w:szCs w:val="24"/>
          </w:rPr>
          <w:instrText xml:space="preserve"> ADDIN EN.CITE.DATA </w:instrText>
        </w:r>
        <w:r w:rsidR="00525A69" w:rsidRPr="00BC0788">
          <w:rPr>
            <w:rFonts w:cs="Arial"/>
            <w:szCs w:val="24"/>
          </w:rPr>
        </w:r>
        <w:r w:rsidR="00525A69" w:rsidRPr="00BC0788">
          <w:rPr>
            <w:rFonts w:cs="Arial"/>
            <w:szCs w:val="24"/>
          </w:rPr>
          <w:fldChar w:fldCharType="end"/>
        </w:r>
        <w:r w:rsidR="00525A69" w:rsidRPr="00BC0788">
          <w:rPr>
            <w:rFonts w:cs="Arial"/>
            <w:szCs w:val="24"/>
          </w:rPr>
        </w:r>
        <w:r w:rsidR="00525A69" w:rsidRPr="00BC0788">
          <w:rPr>
            <w:rFonts w:cs="Arial"/>
            <w:szCs w:val="24"/>
          </w:rPr>
          <w:fldChar w:fldCharType="separate"/>
        </w:r>
        <w:r w:rsidR="00525A69" w:rsidRPr="00BC0788">
          <w:rPr>
            <w:rFonts w:cs="Arial"/>
            <w:noProof/>
            <w:szCs w:val="24"/>
            <w:vertAlign w:val="superscript"/>
          </w:rPr>
          <w:t>15-17</w:t>
        </w:r>
        <w:r w:rsidR="00525A69" w:rsidRPr="00BC0788">
          <w:rPr>
            <w:rFonts w:cs="Arial"/>
            <w:szCs w:val="24"/>
          </w:rPr>
          <w:fldChar w:fldCharType="end"/>
        </w:r>
      </w:hyperlink>
      <w:hyperlink w:anchor="_ENREF_15" w:tooltip="Lavieu, 2013 #50" w:history="1"/>
      <w:r w:rsidRPr="00BC0788">
        <w:rPr>
          <w:rFonts w:cs="Arial"/>
          <w:szCs w:val="24"/>
        </w:rPr>
        <w:t xml:space="preserve">. The resulting correlation </w:t>
      </w:r>
      <w:r w:rsidR="00927B24" w:rsidRPr="00BC0788">
        <w:rPr>
          <w:rFonts w:cs="Arial"/>
          <w:szCs w:val="24"/>
        </w:rPr>
        <w:t xml:space="preserve">or overlapping </w:t>
      </w:r>
      <w:r w:rsidRPr="00BC0788">
        <w:rPr>
          <w:rFonts w:cs="Arial"/>
          <w:szCs w:val="24"/>
        </w:rPr>
        <w:t xml:space="preserve">coefficient reflects how close the testing protein </w:t>
      </w:r>
      <w:r w:rsidR="00DA225F" w:rsidRPr="00BC0788">
        <w:rPr>
          <w:rFonts w:cs="Arial"/>
          <w:szCs w:val="24"/>
        </w:rPr>
        <w:t xml:space="preserve">is </w:t>
      </w:r>
      <w:r w:rsidRPr="00BC0788">
        <w:rPr>
          <w:rFonts w:cs="Arial"/>
          <w:szCs w:val="24"/>
        </w:rPr>
        <w:t>to the Golgi marker</w:t>
      </w:r>
      <w:r w:rsidR="008C4A5A" w:rsidRPr="00BC0788">
        <w:rPr>
          <w:rFonts w:cs="Arial"/>
          <w:szCs w:val="24"/>
        </w:rPr>
        <w:t xml:space="preserve"> spatially</w:t>
      </w:r>
      <w:r w:rsidRPr="00BC0788">
        <w:rPr>
          <w:rFonts w:cs="Arial"/>
          <w:szCs w:val="24"/>
        </w:rPr>
        <w:t xml:space="preserve">. </w:t>
      </w:r>
      <w:r w:rsidR="00D25CA6" w:rsidRPr="00BC0788">
        <w:rPr>
          <w:rFonts w:cs="Arial"/>
          <w:szCs w:val="24"/>
        </w:rPr>
        <w:t xml:space="preserve">There are at least three </w:t>
      </w:r>
      <w:r w:rsidR="008C4A5A" w:rsidRPr="00BC0788">
        <w:rPr>
          <w:rFonts w:cs="Arial"/>
          <w:szCs w:val="24"/>
        </w:rPr>
        <w:t>caveats</w:t>
      </w:r>
      <w:r w:rsidR="00927B24" w:rsidRPr="00BC0788">
        <w:rPr>
          <w:rFonts w:cs="Arial"/>
          <w:szCs w:val="24"/>
        </w:rPr>
        <w:t xml:space="preserve"> for this approach</w:t>
      </w:r>
      <w:r w:rsidR="00D25CA6" w:rsidRPr="00BC0788">
        <w:rPr>
          <w:rFonts w:cs="Arial"/>
          <w:szCs w:val="24"/>
        </w:rPr>
        <w:t>. First, the correlation</w:t>
      </w:r>
      <w:r w:rsidR="00927B24" w:rsidRPr="00BC0788">
        <w:rPr>
          <w:rFonts w:cs="Arial"/>
          <w:szCs w:val="24"/>
        </w:rPr>
        <w:t xml:space="preserve"> or overlapping</w:t>
      </w:r>
      <w:r w:rsidR="00D25CA6" w:rsidRPr="00BC0788">
        <w:rPr>
          <w:rFonts w:cs="Arial"/>
          <w:szCs w:val="24"/>
        </w:rPr>
        <w:t xml:space="preserve"> coefficient is </w:t>
      </w:r>
      <w:r w:rsidR="008C4A5A" w:rsidRPr="00BC0788">
        <w:rPr>
          <w:rFonts w:cs="Arial"/>
          <w:szCs w:val="24"/>
        </w:rPr>
        <w:t>non</w:t>
      </w:r>
      <w:r w:rsidR="00D25CA6" w:rsidRPr="00BC0788">
        <w:rPr>
          <w:rFonts w:cs="Arial"/>
          <w:szCs w:val="24"/>
        </w:rPr>
        <w:t xml:space="preserve">linear and it does not </w:t>
      </w:r>
      <w:r w:rsidR="008C4A5A" w:rsidRPr="00BC0788">
        <w:rPr>
          <w:rFonts w:cs="Arial"/>
          <w:szCs w:val="24"/>
        </w:rPr>
        <w:t xml:space="preserve">directly </w:t>
      </w:r>
      <w:r w:rsidR="00D25CA6" w:rsidRPr="00BC0788">
        <w:rPr>
          <w:rFonts w:cs="Arial"/>
          <w:szCs w:val="24"/>
        </w:rPr>
        <w:t xml:space="preserve">indicate spatial distance. Second, the degree of correlation is critically </w:t>
      </w:r>
      <w:r w:rsidR="005F297D" w:rsidRPr="00BC0788">
        <w:rPr>
          <w:rFonts w:cs="Arial"/>
          <w:szCs w:val="24"/>
        </w:rPr>
        <w:t xml:space="preserve">dependent </w:t>
      </w:r>
      <w:r w:rsidR="00D25CA6" w:rsidRPr="00BC0788">
        <w:rPr>
          <w:rFonts w:cs="Arial"/>
          <w:szCs w:val="24"/>
        </w:rPr>
        <w:t>on the resolution of the microscopic system. Therefore</w:t>
      </w:r>
      <w:r w:rsidR="008C4A5A" w:rsidRPr="00BC0788">
        <w:rPr>
          <w:rFonts w:cs="Arial"/>
          <w:szCs w:val="24"/>
        </w:rPr>
        <w:t>,</w:t>
      </w:r>
      <w:r w:rsidR="00D25CA6" w:rsidRPr="00BC0788">
        <w:rPr>
          <w:rFonts w:cs="Arial"/>
          <w:szCs w:val="24"/>
        </w:rPr>
        <w:t xml:space="preserve"> the coefficient </w:t>
      </w:r>
      <w:r w:rsidR="008B4A15" w:rsidRPr="00BC0788">
        <w:rPr>
          <w:rFonts w:cs="Arial"/>
          <w:szCs w:val="24"/>
        </w:rPr>
        <w:t>between two</w:t>
      </w:r>
      <w:r w:rsidR="00D25CA6" w:rsidRPr="00BC0788">
        <w:rPr>
          <w:rFonts w:cs="Arial"/>
          <w:szCs w:val="24"/>
        </w:rPr>
        <w:t xml:space="preserve"> Golgi proteins is not a</w:t>
      </w:r>
      <w:r w:rsidR="00927B24" w:rsidRPr="00BC0788">
        <w:rPr>
          <w:rFonts w:cs="Arial"/>
          <w:szCs w:val="24"/>
        </w:rPr>
        <w:t xml:space="preserve"> system-ind</w:t>
      </w:r>
      <w:r w:rsidR="00F850E5" w:rsidRPr="00BC0788">
        <w:rPr>
          <w:rFonts w:cs="Arial"/>
          <w:szCs w:val="24"/>
        </w:rPr>
        <w:t>e</w:t>
      </w:r>
      <w:r w:rsidR="00927B24" w:rsidRPr="00BC0788">
        <w:rPr>
          <w:rFonts w:cs="Arial"/>
          <w:szCs w:val="24"/>
        </w:rPr>
        <w:t>pendent</w:t>
      </w:r>
      <w:r w:rsidR="00D25CA6" w:rsidRPr="00BC0788">
        <w:rPr>
          <w:rFonts w:cs="Arial"/>
          <w:szCs w:val="24"/>
        </w:rPr>
        <w:t xml:space="preserve"> constant. Third, two Golgi proteins with the same axial localization but different lateral distribution along </w:t>
      </w:r>
      <w:r w:rsidR="008C4A5A" w:rsidRPr="00BC0788">
        <w:rPr>
          <w:rFonts w:cs="Arial"/>
          <w:szCs w:val="24"/>
        </w:rPr>
        <w:t xml:space="preserve">cisternae </w:t>
      </w:r>
      <w:r w:rsidR="00D25CA6" w:rsidRPr="00BC0788">
        <w:rPr>
          <w:rFonts w:cs="Arial"/>
          <w:szCs w:val="24"/>
        </w:rPr>
        <w:t xml:space="preserve">can have distinct coefficients. Hence, the correlation </w:t>
      </w:r>
      <w:r w:rsidR="007578F7" w:rsidRPr="00BC0788">
        <w:rPr>
          <w:rFonts w:cs="Arial"/>
          <w:szCs w:val="24"/>
        </w:rPr>
        <w:t xml:space="preserve">or overlapping </w:t>
      </w:r>
      <w:r w:rsidR="00D25CA6" w:rsidRPr="00BC0788">
        <w:rPr>
          <w:rFonts w:cs="Arial"/>
          <w:szCs w:val="24"/>
        </w:rPr>
        <w:t xml:space="preserve">coefficient </w:t>
      </w:r>
      <w:r w:rsidR="007578F7" w:rsidRPr="00BC0788">
        <w:rPr>
          <w:rFonts w:cs="Arial"/>
          <w:szCs w:val="24"/>
        </w:rPr>
        <w:t>does not</w:t>
      </w:r>
      <w:r w:rsidR="00EC6A4E" w:rsidRPr="00BC0788">
        <w:rPr>
          <w:rFonts w:cs="Arial"/>
          <w:szCs w:val="24"/>
        </w:rPr>
        <w:t xml:space="preserve"> indicate the axial localization of a Golgi protein. </w:t>
      </w:r>
      <w:r w:rsidR="00DA225F" w:rsidRPr="00BC0788">
        <w:rPr>
          <w:rFonts w:cs="Arial"/>
          <w:szCs w:val="24"/>
        </w:rPr>
        <w:t>In a</w:t>
      </w:r>
      <w:r w:rsidRPr="00BC0788">
        <w:rPr>
          <w:rFonts w:cs="Arial"/>
          <w:szCs w:val="24"/>
        </w:rPr>
        <w:t>n alternative method</w:t>
      </w:r>
      <w:r w:rsidR="00DA225F" w:rsidRPr="00BC0788">
        <w:rPr>
          <w:rFonts w:cs="Arial"/>
          <w:szCs w:val="24"/>
        </w:rPr>
        <w:t xml:space="preserve"> proposed by Dejgaard </w:t>
      </w:r>
      <w:r w:rsidR="00DA225F" w:rsidRPr="00BC0788">
        <w:rPr>
          <w:rFonts w:cs="Arial"/>
          <w:i/>
          <w:szCs w:val="24"/>
        </w:rPr>
        <w:t>et al</w:t>
      </w:r>
      <w:r w:rsidR="00DA225F" w:rsidRPr="00BC0788">
        <w:rPr>
          <w:rFonts w:cs="Arial"/>
          <w:szCs w:val="24"/>
        </w:rPr>
        <w:t xml:space="preserve">., </w:t>
      </w:r>
      <w:r w:rsidR="00DA225F" w:rsidRPr="00BC0788">
        <w:rPr>
          <w:rFonts w:cs="Arial"/>
          <w:i/>
          <w:szCs w:val="24"/>
        </w:rPr>
        <w:t>cis</w:t>
      </w:r>
      <w:r w:rsidR="00DA225F" w:rsidRPr="00BC0788">
        <w:rPr>
          <w:rFonts w:cs="Arial"/>
          <w:szCs w:val="24"/>
        </w:rPr>
        <w:t xml:space="preserve">, </w:t>
      </w:r>
      <w:r w:rsidR="00DA225F" w:rsidRPr="00BC0788">
        <w:rPr>
          <w:rFonts w:cs="Arial"/>
          <w:i/>
          <w:szCs w:val="24"/>
        </w:rPr>
        <w:t>trans</w:t>
      </w:r>
      <w:r w:rsidR="00DA225F" w:rsidRPr="00BC0788">
        <w:rPr>
          <w:rFonts w:cs="Arial"/>
          <w:szCs w:val="24"/>
        </w:rPr>
        <w:t>-Golgi markers and the protein of interest are tripl</w:t>
      </w:r>
      <w:r w:rsidR="008C4A5A" w:rsidRPr="00BC0788">
        <w:rPr>
          <w:rFonts w:cs="Arial"/>
          <w:szCs w:val="24"/>
        </w:rPr>
        <w:t>e</w:t>
      </w:r>
      <w:r w:rsidR="00DA225F" w:rsidRPr="00BC0788">
        <w:rPr>
          <w:rFonts w:cs="Arial"/>
          <w:szCs w:val="24"/>
        </w:rPr>
        <w:t>-labeled in nocodazole treated Golgi mini-stacks</w:t>
      </w:r>
      <w:r w:rsidR="007578F7" w:rsidRPr="00BC0788">
        <w:rPr>
          <w:rFonts w:cs="Arial"/>
          <w:szCs w:val="24"/>
        </w:rPr>
        <w:t>, similar to GLIM</w:t>
      </w:r>
      <w:r w:rsidR="00DA225F" w:rsidRPr="00BC0788">
        <w:rPr>
          <w:rFonts w:cs="Arial"/>
          <w:szCs w:val="24"/>
        </w:rPr>
        <w:t>. Within each Golgi mini-stack, positions of the three maximum intensity pixels are acquired and the relative position of the test protein is calculated as a distance ratio</w:t>
      </w:r>
      <w:hyperlink w:anchor="_ENREF_18" w:tooltip="Dejgaard, 2007 #51" w:history="1">
        <w:r w:rsidR="00525A69" w:rsidRPr="00BC0788">
          <w:rPr>
            <w:rFonts w:cs="Arial"/>
            <w:szCs w:val="24"/>
          </w:rPr>
          <w:fldChar w:fldCharType="begin"/>
        </w:r>
        <w:r w:rsidR="00525A69" w:rsidRPr="00BC0788">
          <w:rPr>
            <w:rFonts w:cs="Arial"/>
            <w:szCs w:val="24"/>
          </w:rPr>
          <w:instrText xml:space="preserve"> ADDIN EN.CITE &lt;EndNote&gt;&lt;Cite&gt;&lt;Author&gt;Dejgaard&lt;/Author&gt;&lt;Year&gt;2007&lt;/Year&gt;&lt;RecNum&gt;51&lt;/RecNum&gt;&lt;DisplayText&gt;&lt;style face="superscript"&gt;18&lt;/style&gt;&lt;/DisplayText&gt;&lt;record&gt;&lt;rec-number&gt;51&lt;/rec-number&gt;&lt;foreign-keys&gt;&lt;key app="EN" db-id="rvz5sv9x2et50aes2f6xrdxh59sp0w00x0v9" timestamp="1402380228"&gt;51&lt;/key&gt;&lt;/foreign-keys&gt;&lt;ref-type name="Journal Article"&gt;17&lt;/ref-type&gt;&lt;contributors&gt;&lt;authors&gt;&lt;author&gt;Dejgaard, S. Y.&lt;/author&gt;&lt;author&gt;Murshid, A.&lt;/author&gt;&lt;author&gt;Dee, K. M.&lt;/author&gt;&lt;author&gt;Presley, J. F.&lt;/author&gt;&lt;/authors&gt;&lt;/contributors&gt;&lt;auth-address&gt;Department of Anatomy &amp;amp; Cell Biology, 1/28 Strathcona Bldg., 3640 University, McGill University, Montreal, QC H3A 2B2.&lt;/auth-address&gt;&lt;titles&gt;&lt;title&gt;Confocal microscopy-based linescan methodologies for intra-Golgi localization of proteins&lt;/title&gt;&lt;secondary-title&gt;J Histochem Cytochem&lt;/secondary-title&gt;&lt;/titles&gt;&lt;periodical&gt;&lt;full-title&gt;J Histochem Cytochem&lt;/full-title&gt;&lt;/periodical&gt;&lt;pages&gt;709-19&lt;/pages&gt;&lt;volume&gt;55&lt;/volume&gt;&lt;number&gt;7&lt;/number&gt;&lt;edition&gt;2007/03/08&lt;/edition&gt;&lt;keywords&gt;&lt;keyword&gt;Animals&lt;/keyword&gt;&lt;keyword&gt;Biological Markers/metabolism&lt;/keyword&gt;&lt;keyword&gt;Cell Line&lt;/keyword&gt;&lt;keyword&gt;Feasibility Studies&lt;/keyword&gt;&lt;keyword&gt;Fluorescent Antibody Technique&lt;/keyword&gt;&lt;keyword&gt;Golgi Apparatus/*metabolism/ultrastructure&lt;/keyword&gt;&lt;keyword&gt;Humans&lt;/keyword&gt;&lt;keyword&gt;Luminescent Proteins/genetics/metabolism&lt;/keyword&gt;&lt;keyword&gt;Microscopy, Confocal/methods&lt;/keyword&gt;&lt;keyword&gt;Nocodazole/pharmacology&lt;/keyword&gt;&lt;keyword&gt;Proteins/*metabolism&lt;/keyword&gt;&lt;keyword&gt;Rats&lt;/keyword&gt;&lt;/keywords&gt;&lt;dates&gt;&lt;year&gt;2007&lt;/year&gt;&lt;pub-dates&gt;&lt;date&gt;Jul&lt;/date&gt;&lt;/pub-dates&gt;&lt;/dates&gt;&lt;isbn&gt;0022-1554 (Print)&amp;#xD;0022-1554 (Linking)&lt;/isbn&gt;&lt;accession-num&gt;17341478&lt;/accession-num&gt;&lt;urls&gt;&lt;related-urls&gt;&lt;url&gt;http://www.ncbi.nlm.nih.gov/pubmed/17341478&lt;/url&gt;&lt;/related-urls&gt;&lt;/urls&gt;&lt;electronic-resource-num&gt;jhc.6A7090.2007 [pii]&amp;#xD;10.1369/jhc.6A7090.2007&lt;/electronic-resource-num&gt;&lt;language&gt;eng&lt;/language&gt;&lt;/record&gt;&lt;/Cite&gt;&lt;/EndNote&gt;</w:instrText>
        </w:r>
        <w:r w:rsidR="00525A69" w:rsidRPr="00BC0788">
          <w:rPr>
            <w:rFonts w:cs="Arial"/>
            <w:szCs w:val="24"/>
          </w:rPr>
          <w:fldChar w:fldCharType="separate"/>
        </w:r>
        <w:r w:rsidR="00525A69" w:rsidRPr="00BC0788">
          <w:rPr>
            <w:rFonts w:cs="Arial"/>
            <w:noProof/>
            <w:szCs w:val="24"/>
            <w:vertAlign w:val="superscript"/>
          </w:rPr>
          <w:t>18</w:t>
        </w:r>
        <w:r w:rsidR="00525A69" w:rsidRPr="00BC0788">
          <w:rPr>
            <w:rFonts w:cs="Arial"/>
            <w:szCs w:val="24"/>
          </w:rPr>
          <w:fldChar w:fldCharType="end"/>
        </w:r>
      </w:hyperlink>
      <w:r w:rsidR="00DA225F" w:rsidRPr="00BC0788">
        <w:rPr>
          <w:rFonts w:cs="Arial"/>
          <w:szCs w:val="24"/>
        </w:rPr>
        <w:t xml:space="preserve">. </w:t>
      </w:r>
      <w:r w:rsidR="00EC6A4E" w:rsidRPr="00BC0788">
        <w:rPr>
          <w:rFonts w:cs="Arial"/>
          <w:szCs w:val="24"/>
        </w:rPr>
        <w:t xml:space="preserve">However, their method is unable to achieve sub-pixel resolution, which greatly limits its application. </w:t>
      </w:r>
      <w:r w:rsidR="00BE2349" w:rsidRPr="00BC0788">
        <w:rPr>
          <w:rFonts w:cs="Arial"/>
          <w:szCs w:val="24"/>
        </w:rPr>
        <w:t xml:space="preserve">Compared to previous quantitative methods, </w:t>
      </w:r>
      <w:r w:rsidR="00EC6A4E" w:rsidRPr="00BC0788">
        <w:rPr>
          <w:rFonts w:cs="Arial"/>
          <w:szCs w:val="24"/>
        </w:rPr>
        <w:t xml:space="preserve">GLIM, which </w:t>
      </w:r>
      <w:r w:rsidR="00BE2349" w:rsidRPr="00BC0788">
        <w:rPr>
          <w:rFonts w:cs="Arial"/>
          <w:szCs w:val="24"/>
        </w:rPr>
        <w:t xml:space="preserve">was independently developed but </w:t>
      </w:r>
      <w:r w:rsidR="00EC6A4E" w:rsidRPr="00BC0788">
        <w:rPr>
          <w:rFonts w:cs="Arial"/>
          <w:szCs w:val="24"/>
        </w:rPr>
        <w:t>bears a similar con</w:t>
      </w:r>
      <w:r w:rsidR="00BE2349" w:rsidRPr="00BC0788">
        <w:rPr>
          <w:rFonts w:cs="Arial"/>
          <w:szCs w:val="24"/>
        </w:rPr>
        <w:t>c</w:t>
      </w:r>
      <w:r w:rsidR="00EC6A4E" w:rsidRPr="00BC0788">
        <w:rPr>
          <w:rFonts w:cs="Arial"/>
          <w:szCs w:val="24"/>
        </w:rPr>
        <w:t xml:space="preserve">ept to that of Dejgaard </w:t>
      </w:r>
      <w:r w:rsidR="00EC6A4E" w:rsidRPr="00BC0788">
        <w:rPr>
          <w:rFonts w:cs="Arial"/>
          <w:i/>
          <w:szCs w:val="24"/>
        </w:rPr>
        <w:t>et al</w:t>
      </w:r>
      <w:r w:rsidR="00EC6A4E" w:rsidRPr="00BC0788">
        <w:rPr>
          <w:rFonts w:cs="Arial"/>
          <w:szCs w:val="24"/>
        </w:rPr>
        <w:t>.</w:t>
      </w:r>
      <w:r w:rsidR="009A3BEA" w:rsidRPr="00BC0788">
        <w:rPr>
          <w:rFonts w:cs="Arial"/>
          <w:szCs w:val="24"/>
        </w:rPr>
        <w:t>, is</w:t>
      </w:r>
      <w:r w:rsidR="00EC6A4E" w:rsidRPr="00BC0788">
        <w:rPr>
          <w:rFonts w:cs="Arial"/>
          <w:szCs w:val="24"/>
        </w:rPr>
        <w:t xml:space="preserve"> </w:t>
      </w:r>
      <w:r w:rsidR="009A3BEA" w:rsidRPr="00BC0788">
        <w:rPr>
          <w:rFonts w:cs="Arial"/>
          <w:szCs w:val="24"/>
        </w:rPr>
        <w:t>able to quantify the axial localization of a Golgi protein with unprecedented accuracy</w:t>
      </w:r>
      <w:r w:rsidR="00BE2349" w:rsidRPr="00BC0788">
        <w:rPr>
          <w:rFonts w:cs="Arial"/>
          <w:szCs w:val="24"/>
        </w:rPr>
        <w:t xml:space="preserve"> and consistency</w:t>
      </w:r>
      <w:r w:rsidR="009A3BEA" w:rsidRPr="00BC0788">
        <w:rPr>
          <w:rFonts w:cs="Arial"/>
          <w:szCs w:val="24"/>
        </w:rPr>
        <w:t>.</w:t>
      </w:r>
    </w:p>
    <w:p w14:paraId="49C8F71D" w14:textId="77777777" w:rsidR="002D7B38" w:rsidRPr="00BC0788" w:rsidRDefault="002D7B38" w:rsidP="00BC0965">
      <w:pPr>
        <w:jc w:val="both"/>
        <w:rPr>
          <w:rFonts w:cs="Arial"/>
          <w:szCs w:val="24"/>
        </w:rPr>
      </w:pPr>
    </w:p>
    <w:p w14:paraId="7F378BB5" w14:textId="1758C887" w:rsidR="009143F8" w:rsidRPr="00BC0788" w:rsidRDefault="001028E1" w:rsidP="00BC0965">
      <w:pPr>
        <w:jc w:val="both"/>
        <w:rPr>
          <w:rFonts w:cs="Arial"/>
          <w:szCs w:val="24"/>
        </w:rPr>
      </w:pPr>
      <w:r w:rsidRPr="00BC0788">
        <w:rPr>
          <w:rFonts w:cs="Arial"/>
          <w:szCs w:val="24"/>
        </w:rPr>
        <w:t xml:space="preserve">We presented the protocol </w:t>
      </w:r>
      <w:r w:rsidR="009A3BEA" w:rsidRPr="00BC0788">
        <w:rPr>
          <w:rFonts w:cs="Arial"/>
          <w:szCs w:val="24"/>
        </w:rPr>
        <w:t xml:space="preserve">of GLIM </w:t>
      </w:r>
      <w:r w:rsidRPr="00BC0788">
        <w:rPr>
          <w:rFonts w:cs="Arial"/>
          <w:szCs w:val="24"/>
        </w:rPr>
        <w:t xml:space="preserve">to </w:t>
      </w:r>
      <w:r w:rsidR="00DE570D" w:rsidRPr="00BC0788">
        <w:rPr>
          <w:rFonts w:cs="Arial"/>
          <w:szCs w:val="24"/>
        </w:rPr>
        <w:t>acquire the LQ</w:t>
      </w:r>
      <w:r w:rsidRPr="00BC0788">
        <w:rPr>
          <w:rFonts w:cs="Arial"/>
          <w:szCs w:val="24"/>
        </w:rPr>
        <w:t xml:space="preserve"> of exogenously expressed GFP-tagged protein</w:t>
      </w:r>
      <w:r w:rsidR="00267EE7" w:rsidRPr="00BC0788">
        <w:rPr>
          <w:rFonts w:cs="Arial"/>
          <w:szCs w:val="24"/>
        </w:rPr>
        <w:t xml:space="preserve"> </w:t>
      </w:r>
      <w:r w:rsidR="00873D41" w:rsidRPr="00BC0788">
        <w:rPr>
          <w:rFonts w:cs="Arial"/>
          <w:szCs w:val="24"/>
        </w:rPr>
        <w:t>—</w:t>
      </w:r>
      <w:r w:rsidR="00970549" w:rsidRPr="00BC0788">
        <w:rPr>
          <w:rFonts w:cs="Arial"/>
          <w:szCs w:val="24"/>
        </w:rPr>
        <w:t xml:space="preserve"> </w:t>
      </w:r>
      <w:r w:rsidR="00873D41" w:rsidRPr="00BC0788">
        <w:rPr>
          <w:rFonts w:cs="Arial"/>
          <w:szCs w:val="24"/>
        </w:rPr>
        <w:t>TPST1</w:t>
      </w:r>
      <w:r w:rsidR="00970549" w:rsidRPr="00BC0788">
        <w:rPr>
          <w:rFonts w:cs="Arial"/>
          <w:szCs w:val="24"/>
        </w:rPr>
        <w:t>-EGFP</w:t>
      </w:r>
      <w:r w:rsidRPr="00BC0788">
        <w:rPr>
          <w:rFonts w:cs="Arial"/>
          <w:szCs w:val="24"/>
        </w:rPr>
        <w:t xml:space="preserve">. </w:t>
      </w:r>
      <w:r w:rsidR="00DE570D" w:rsidRPr="00BC0788">
        <w:rPr>
          <w:rFonts w:cs="Arial"/>
          <w:szCs w:val="24"/>
        </w:rPr>
        <w:t>The LQ of endogenous protein can be determined i</w:t>
      </w:r>
      <w:r w:rsidRPr="00BC0788">
        <w:rPr>
          <w:rFonts w:cs="Arial"/>
          <w:szCs w:val="24"/>
        </w:rPr>
        <w:t xml:space="preserve">f </w:t>
      </w:r>
      <w:r w:rsidR="00DE570D" w:rsidRPr="00BC0788">
        <w:rPr>
          <w:rFonts w:cs="Arial"/>
          <w:szCs w:val="24"/>
        </w:rPr>
        <w:t xml:space="preserve">its </w:t>
      </w:r>
      <w:r w:rsidRPr="00BC0788">
        <w:rPr>
          <w:rFonts w:cs="Arial"/>
          <w:szCs w:val="24"/>
        </w:rPr>
        <w:t>antibody</w:t>
      </w:r>
      <w:r w:rsidR="00DE570D" w:rsidRPr="00BC0788">
        <w:rPr>
          <w:rFonts w:cs="Arial"/>
          <w:szCs w:val="24"/>
        </w:rPr>
        <w:t xml:space="preserve"> is available. Depending on the species of the </w:t>
      </w:r>
      <w:r w:rsidR="005F297D" w:rsidRPr="00BC0788">
        <w:rPr>
          <w:rFonts w:cs="Arial"/>
          <w:szCs w:val="24"/>
        </w:rPr>
        <w:t xml:space="preserve">primary </w:t>
      </w:r>
      <w:r w:rsidR="00DE570D" w:rsidRPr="00BC0788">
        <w:rPr>
          <w:rFonts w:cs="Arial"/>
          <w:szCs w:val="24"/>
        </w:rPr>
        <w:t xml:space="preserve">antibody, mouse or rabbit, </w:t>
      </w:r>
      <w:r w:rsidR="005F297D" w:rsidRPr="00BC0788">
        <w:rPr>
          <w:rFonts w:cs="Arial"/>
          <w:szCs w:val="24"/>
        </w:rPr>
        <w:t xml:space="preserve">then a </w:t>
      </w:r>
      <w:r w:rsidR="00DE570D" w:rsidRPr="00BC0788">
        <w:rPr>
          <w:rFonts w:cs="Arial"/>
          <w:szCs w:val="24"/>
        </w:rPr>
        <w:t>rabbit or mouse</w:t>
      </w:r>
      <w:r w:rsidR="00873D41" w:rsidRPr="00BC0788">
        <w:rPr>
          <w:rFonts w:cs="Arial"/>
          <w:szCs w:val="24"/>
        </w:rPr>
        <w:t xml:space="preserve"> anti-GM130 antibody, respectively, </w:t>
      </w:r>
      <w:r w:rsidR="00DE570D" w:rsidRPr="00BC0788">
        <w:rPr>
          <w:rFonts w:cs="Arial"/>
          <w:szCs w:val="24"/>
        </w:rPr>
        <w:t xml:space="preserve">can be used </w:t>
      </w:r>
      <w:r w:rsidR="00267EE7" w:rsidRPr="00BC0788">
        <w:rPr>
          <w:rFonts w:cs="Arial"/>
          <w:szCs w:val="24"/>
        </w:rPr>
        <w:t>in</w:t>
      </w:r>
      <w:r w:rsidR="005F297D" w:rsidRPr="00BC0788">
        <w:rPr>
          <w:rFonts w:cs="Arial"/>
          <w:szCs w:val="24"/>
        </w:rPr>
        <w:t xml:space="preserve"> the</w:t>
      </w:r>
      <w:r w:rsidR="00DE570D" w:rsidRPr="00BC0788">
        <w:rPr>
          <w:rFonts w:cs="Arial"/>
          <w:szCs w:val="24"/>
        </w:rPr>
        <w:t xml:space="preserve"> triple</w:t>
      </w:r>
      <w:r w:rsidR="00873D41" w:rsidRPr="00BC0788">
        <w:rPr>
          <w:rFonts w:cs="Arial"/>
          <w:szCs w:val="24"/>
        </w:rPr>
        <w:t>-</w:t>
      </w:r>
      <w:r w:rsidR="00DE570D" w:rsidRPr="00BC0788">
        <w:rPr>
          <w:rFonts w:cs="Arial"/>
          <w:szCs w:val="24"/>
        </w:rPr>
        <w:t>label</w:t>
      </w:r>
      <w:r w:rsidR="00267EE7" w:rsidRPr="00BC0788">
        <w:rPr>
          <w:rFonts w:cs="Arial"/>
          <w:szCs w:val="24"/>
        </w:rPr>
        <w:t>ing protocol</w:t>
      </w:r>
      <w:r w:rsidR="00DE570D" w:rsidRPr="00BC0788">
        <w:rPr>
          <w:rFonts w:cs="Arial"/>
          <w:szCs w:val="24"/>
        </w:rPr>
        <w:t xml:space="preserve">. </w:t>
      </w:r>
      <w:r w:rsidR="00F615D2" w:rsidRPr="00BC0788">
        <w:rPr>
          <w:rFonts w:cs="Arial"/>
          <w:szCs w:val="24"/>
        </w:rPr>
        <w:t xml:space="preserve">Both rabbit and mouse anti-GM130 antibodies for immunofluorescence labeling are commercially available. </w:t>
      </w:r>
      <w:r w:rsidR="00DE570D" w:rsidRPr="00BC0788">
        <w:rPr>
          <w:rFonts w:cs="Arial"/>
          <w:szCs w:val="24"/>
        </w:rPr>
        <w:t xml:space="preserve">We have previously demonstrated that rabbit and mouse anti-GM130 antibodies </w:t>
      </w:r>
      <w:r w:rsidR="00873D41" w:rsidRPr="00BC0788">
        <w:rPr>
          <w:rFonts w:cs="Arial"/>
          <w:szCs w:val="24"/>
        </w:rPr>
        <w:t>give</w:t>
      </w:r>
      <w:r w:rsidR="00DE570D" w:rsidRPr="00BC0788">
        <w:rPr>
          <w:rFonts w:cs="Arial"/>
          <w:szCs w:val="24"/>
        </w:rPr>
        <w:t xml:space="preserve"> the same results in GLIM</w:t>
      </w:r>
      <w:hyperlink w:anchor="_ENREF_7" w:tooltip="Tie, 2016 #383" w:history="1">
        <w:r w:rsidR="00525A69" w:rsidRPr="00BC0788">
          <w:rPr>
            <w:rFonts w:cs="Arial"/>
            <w:szCs w:val="24"/>
          </w:rPr>
          <w:fldChar w:fldCharType="begin"/>
        </w:r>
        <w:r w:rsidR="00525A69" w:rsidRPr="00BC0788">
          <w:rPr>
            <w:rFonts w:cs="Arial"/>
            <w:szCs w:val="24"/>
          </w:rPr>
          <w:instrText xml:space="preserve"> ADDIN EN.CITE &lt;EndNote&gt;&lt;Cite&gt;&lt;Author&gt;Tie&lt;/Author&gt;&lt;Year&gt;2016&lt;/Year&gt;&lt;RecNum&gt;383&lt;/RecNum&gt;&lt;DisplayText&gt;&lt;style face="superscript"&gt;7&lt;/style&gt;&lt;/DisplayText&gt;&lt;record&gt;&lt;rec-number&gt;383&lt;/rec-number&gt;&lt;foreign-keys&gt;&lt;key app="EN" db-id="rvz5sv9x2et50aes2f6xrdxh59sp0w00x0v9" timestamp="1473405273"&gt;383&lt;/key&gt;&lt;/foreign-keys&gt;&lt;ref-type name="Journal Article"&gt;17&lt;/ref-type&gt;&lt;contributors&gt;&lt;authors&gt;&lt;author&gt;Tie, H. C.&lt;/author&gt;&lt;author&gt;Mahajan, D.&lt;/author&gt;&lt;author&gt;Chen, B.&lt;/author&gt;&lt;author&gt;Cheng, L.&lt;/author&gt;&lt;author&gt;VanDongen, A. M.&lt;/author&gt;&lt;author&gt;Lu, L.&lt;/author&gt;&lt;/authors&gt;&lt;/contributors&gt;&lt;auth-address&gt;School of Biological Sciences, Nanyang Technological University, Singapore 637551.&amp;#xD;Bioinformatics Institute, Singapore 138671 School of Computing, National University of Singapore, Singapore 117417.&amp;#xD;Program in Neuroscience and Behavioral Disorders, Duke-NUS Graduate Medical School, Singapore 169857.&amp;#xD;School of Biological Sciences, Nanyang Technological University, Singapore 637551 lulei@ntu.edu.sg.&lt;/auth-address&gt;&lt;titles&gt;&lt;title&gt;A novel imaging method for quantitative Golgi localization reveals differential intra-Golgi trafficking of secretory cargoes&lt;/title&gt;&lt;secondary-title&gt;Mol Biol Cell&lt;/secondary-title&gt;&lt;/titles&gt;&lt;periodical&gt;&lt;full-title&gt;Mol Biol Cell&lt;/full-title&gt;&lt;/periodical&gt;&lt;pages&gt;848-61&lt;/pages&gt;&lt;volume&gt;27&lt;/volume&gt;&lt;number&gt;5&lt;/number&gt;&lt;edition&gt;2016/01/15&lt;/edition&gt;&lt;dates&gt;&lt;year&gt;2016&lt;/year&gt;&lt;pub-dates&gt;&lt;date&gt;Mar 1&lt;/date&gt;&lt;/pub-dates&gt;&lt;/dates&gt;&lt;isbn&gt;1939-4586 (Electronic)&amp;#xD;1059-1524 (Linking)&lt;/isbn&gt;&lt;accession-num&gt;26764092&lt;/accession-num&gt;&lt;urls&gt;&lt;related-urls&gt;&lt;url&gt;http://www.ncbi.nlm.nih.gov/pubmed/26764092&lt;/url&gt;&lt;/related-urls&gt;&lt;/urls&gt;&lt;custom2&gt;4803310&lt;/custom2&gt;&lt;electronic-resource-num&gt;10.1091/mbc.E15-09-0664&amp;#xD;mbc.E15-09-0664 [pii]&lt;/electronic-resource-num&gt;&lt;language&gt;eng&lt;/language&gt;&lt;/record&gt;&lt;/Cite&gt;&lt;/EndNote&gt;</w:instrText>
        </w:r>
        <w:r w:rsidR="00525A69" w:rsidRPr="00BC0788">
          <w:rPr>
            <w:rFonts w:cs="Arial"/>
            <w:szCs w:val="24"/>
          </w:rPr>
          <w:fldChar w:fldCharType="separate"/>
        </w:r>
        <w:r w:rsidR="00525A69" w:rsidRPr="00BC0788">
          <w:rPr>
            <w:rFonts w:cs="Arial"/>
            <w:noProof/>
            <w:szCs w:val="24"/>
            <w:vertAlign w:val="superscript"/>
          </w:rPr>
          <w:t>7</w:t>
        </w:r>
        <w:r w:rsidR="00525A69" w:rsidRPr="00BC0788">
          <w:rPr>
            <w:rFonts w:cs="Arial"/>
            <w:szCs w:val="24"/>
          </w:rPr>
          <w:fldChar w:fldCharType="end"/>
        </w:r>
      </w:hyperlink>
      <w:r w:rsidR="00DE570D" w:rsidRPr="00BC0788">
        <w:rPr>
          <w:rFonts w:cs="Arial"/>
          <w:szCs w:val="24"/>
        </w:rPr>
        <w:t>. If the test protein is intrinsically red in fluorescence emission</w:t>
      </w:r>
      <w:r w:rsidR="00873D41" w:rsidRPr="00BC0788">
        <w:rPr>
          <w:rFonts w:cs="Arial"/>
          <w:szCs w:val="24"/>
        </w:rPr>
        <w:t>, such as mCherry fusion</w:t>
      </w:r>
      <w:r w:rsidR="00DE570D" w:rsidRPr="00BC0788">
        <w:rPr>
          <w:rFonts w:cs="Arial"/>
          <w:szCs w:val="24"/>
        </w:rPr>
        <w:t xml:space="preserve">, </w:t>
      </w:r>
      <w:r w:rsidR="00FB3199" w:rsidRPr="00BC0788">
        <w:rPr>
          <w:rFonts w:cs="Arial"/>
          <w:szCs w:val="24"/>
        </w:rPr>
        <w:t xml:space="preserve">a GFP-tagged Golgi </w:t>
      </w:r>
      <w:r w:rsidR="00873D41" w:rsidRPr="00BC0788">
        <w:rPr>
          <w:rFonts w:cs="Arial"/>
          <w:szCs w:val="24"/>
        </w:rPr>
        <w:t xml:space="preserve">marker </w:t>
      </w:r>
      <w:r w:rsidR="00FB3199" w:rsidRPr="00BC0788">
        <w:rPr>
          <w:rFonts w:cs="Arial"/>
          <w:szCs w:val="24"/>
        </w:rPr>
        <w:t>protein with known LQ</w:t>
      </w:r>
      <w:r w:rsidR="00873D41" w:rsidRPr="00BC0788">
        <w:rPr>
          <w:rFonts w:cs="Arial"/>
          <w:szCs w:val="24"/>
        </w:rPr>
        <w:t xml:space="preserve"> </w:t>
      </w:r>
      <w:r w:rsidR="00FB3199" w:rsidRPr="00BC0788">
        <w:rPr>
          <w:rFonts w:cs="Arial"/>
          <w:szCs w:val="24"/>
        </w:rPr>
        <w:t xml:space="preserve">in combination with GM130 antibody labeling </w:t>
      </w:r>
      <w:r w:rsidR="00873D41" w:rsidRPr="00BC0788">
        <w:rPr>
          <w:rFonts w:cs="Arial"/>
          <w:szCs w:val="24"/>
        </w:rPr>
        <w:t>can be used to triple-label cells and</w:t>
      </w:r>
      <w:r w:rsidR="00FB3199" w:rsidRPr="00BC0788">
        <w:rPr>
          <w:rFonts w:cs="Arial"/>
          <w:szCs w:val="24"/>
        </w:rPr>
        <w:t xml:space="preserve"> indirectly </w:t>
      </w:r>
      <w:r w:rsidR="00873D41" w:rsidRPr="00BC0788">
        <w:rPr>
          <w:rFonts w:cs="Arial"/>
          <w:szCs w:val="24"/>
        </w:rPr>
        <w:t xml:space="preserve">deduce </w:t>
      </w:r>
      <w:r w:rsidR="00FB3199" w:rsidRPr="00BC0788">
        <w:rPr>
          <w:rFonts w:cs="Arial"/>
          <w:szCs w:val="24"/>
        </w:rPr>
        <w:t>the LQ of the test protein.</w:t>
      </w:r>
      <w:r w:rsidR="009143F8" w:rsidRPr="00BC0788">
        <w:rPr>
          <w:rFonts w:cs="Arial"/>
          <w:szCs w:val="24"/>
        </w:rPr>
        <w:t xml:space="preserve"> </w:t>
      </w:r>
      <w:r w:rsidR="00873D41" w:rsidRPr="00BC0788">
        <w:rPr>
          <w:rFonts w:cs="Arial"/>
          <w:szCs w:val="24"/>
        </w:rPr>
        <w:t xml:space="preserve">Assuming the </w:t>
      </w:r>
      <w:r w:rsidR="00A46ED7" w:rsidRPr="00BC0788">
        <w:rPr>
          <w:rFonts w:cs="Arial"/>
          <w:szCs w:val="24"/>
        </w:rPr>
        <w:t>marker protein’s LQ is LQ</w:t>
      </w:r>
      <w:r w:rsidR="00A46ED7" w:rsidRPr="00BC0788">
        <w:rPr>
          <w:rFonts w:cs="Arial"/>
          <w:szCs w:val="24"/>
          <w:vertAlign w:val="subscript"/>
        </w:rPr>
        <w:t>m</w:t>
      </w:r>
      <w:r w:rsidR="00A46ED7" w:rsidRPr="00BC0788">
        <w:rPr>
          <w:rFonts w:cs="Arial"/>
          <w:szCs w:val="24"/>
        </w:rPr>
        <w:t xml:space="preserve"> and the distance from the center of the marker protein to that of GM130 is d</w:t>
      </w:r>
      <w:r w:rsidR="00A46ED7" w:rsidRPr="00BC0788">
        <w:rPr>
          <w:rFonts w:cs="Arial"/>
          <w:szCs w:val="24"/>
          <w:vertAlign w:val="subscript"/>
        </w:rPr>
        <w:t>m</w:t>
      </w:r>
      <w:r w:rsidR="00A46ED7" w:rsidRPr="00BC0788">
        <w:rPr>
          <w:rFonts w:cs="Arial"/>
          <w:szCs w:val="24"/>
        </w:rPr>
        <w:t>, the LQ of the test protein x can be calculated as (d</w:t>
      </w:r>
      <w:r w:rsidR="00A46ED7" w:rsidRPr="00BC0788">
        <w:rPr>
          <w:rFonts w:cs="Arial"/>
          <w:szCs w:val="24"/>
          <w:vertAlign w:val="subscript"/>
        </w:rPr>
        <w:t>x</w:t>
      </w:r>
      <w:r w:rsidR="00A46ED7" w:rsidRPr="00BC0788">
        <w:rPr>
          <w:rFonts w:cs="Arial"/>
          <w:szCs w:val="24"/>
        </w:rPr>
        <w:t>/d</w:t>
      </w:r>
      <w:r w:rsidR="00A46ED7" w:rsidRPr="00BC0788">
        <w:rPr>
          <w:rFonts w:cs="Arial"/>
          <w:szCs w:val="24"/>
          <w:vertAlign w:val="subscript"/>
        </w:rPr>
        <w:t>m</w:t>
      </w:r>
      <w:r w:rsidR="00A46ED7" w:rsidRPr="00BC0788">
        <w:rPr>
          <w:rFonts w:cs="Arial"/>
          <w:szCs w:val="24"/>
        </w:rPr>
        <w:t>)</w:t>
      </w:r>
      <w:r w:rsidR="007578F7" w:rsidRPr="00BC0788">
        <w:rPr>
          <w:rFonts w:cs="Arial"/>
          <w:szCs w:val="24"/>
        </w:rPr>
        <w:t>×</w:t>
      </w:r>
      <w:r w:rsidR="005B1B1E" w:rsidRPr="00BC0788">
        <w:rPr>
          <w:rFonts w:cs="Arial"/>
          <w:szCs w:val="24"/>
        </w:rPr>
        <w:t>LQ</w:t>
      </w:r>
      <w:r w:rsidR="005B1B1E" w:rsidRPr="00BC0788">
        <w:rPr>
          <w:rFonts w:cs="Arial"/>
          <w:szCs w:val="24"/>
          <w:vertAlign w:val="subscript"/>
        </w:rPr>
        <w:t>m</w:t>
      </w:r>
      <w:r w:rsidR="005B1B1E" w:rsidRPr="00BC0788">
        <w:rPr>
          <w:rFonts w:cs="Arial"/>
          <w:szCs w:val="24"/>
        </w:rPr>
        <w:t xml:space="preserve">. </w:t>
      </w:r>
      <w:r w:rsidR="009143F8" w:rsidRPr="00BC0788">
        <w:rPr>
          <w:rFonts w:cs="Arial"/>
          <w:szCs w:val="24"/>
        </w:rPr>
        <w:t xml:space="preserve">One of the </w:t>
      </w:r>
      <w:r w:rsidR="00A46ED7" w:rsidRPr="00BC0788">
        <w:rPr>
          <w:rFonts w:cs="Arial"/>
          <w:szCs w:val="24"/>
        </w:rPr>
        <w:t>greatest</w:t>
      </w:r>
      <w:r w:rsidR="009143F8" w:rsidRPr="00BC0788">
        <w:rPr>
          <w:rFonts w:cs="Arial"/>
          <w:szCs w:val="24"/>
        </w:rPr>
        <w:t xml:space="preserve"> advantage</w:t>
      </w:r>
      <w:r w:rsidR="006D7BA6" w:rsidRPr="00BC0788">
        <w:rPr>
          <w:rFonts w:cs="Arial"/>
          <w:szCs w:val="24"/>
        </w:rPr>
        <w:t>s</w:t>
      </w:r>
      <w:r w:rsidR="009143F8" w:rsidRPr="00BC0788">
        <w:rPr>
          <w:rFonts w:cs="Arial"/>
          <w:szCs w:val="24"/>
        </w:rPr>
        <w:t xml:space="preserve"> of GLIM in comparison to super-resolution microscopy is that it can easily </w:t>
      </w:r>
      <w:r w:rsidR="00267EE7" w:rsidRPr="00BC0788">
        <w:rPr>
          <w:rFonts w:cs="Arial"/>
          <w:szCs w:val="24"/>
        </w:rPr>
        <w:t xml:space="preserve">be applied to the </w:t>
      </w:r>
      <w:r w:rsidR="009143F8" w:rsidRPr="00BC0788">
        <w:rPr>
          <w:rFonts w:cs="Arial"/>
          <w:szCs w:val="24"/>
        </w:rPr>
        <w:t>live cell imaging</w:t>
      </w:r>
      <w:r w:rsidR="00A46ED7" w:rsidRPr="00BC0788">
        <w:rPr>
          <w:rFonts w:cs="Arial"/>
          <w:szCs w:val="24"/>
        </w:rPr>
        <w:t xml:space="preserve"> in conventional microscopic setups</w:t>
      </w:r>
      <w:r w:rsidR="009143F8" w:rsidRPr="00BC0788">
        <w:rPr>
          <w:rFonts w:cs="Arial"/>
          <w:szCs w:val="24"/>
        </w:rPr>
        <w:t xml:space="preserve">. We have tried </w:t>
      </w:r>
      <w:r w:rsidR="00F615D2" w:rsidRPr="00BC0788">
        <w:rPr>
          <w:rFonts w:cs="Arial"/>
          <w:szCs w:val="24"/>
        </w:rPr>
        <w:t xml:space="preserve">a combination of three fluorescence proteins, </w:t>
      </w:r>
      <w:r w:rsidR="009143F8" w:rsidRPr="00BC0788">
        <w:rPr>
          <w:rFonts w:cs="Arial"/>
          <w:szCs w:val="24"/>
        </w:rPr>
        <w:t>GFP-Golgin84, mCherry-GM130 and GalT-iRFP670</w:t>
      </w:r>
      <w:r w:rsidR="00F615D2" w:rsidRPr="00BC0788">
        <w:rPr>
          <w:rFonts w:cs="Arial"/>
          <w:szCs w:val="24"/>
        </w:rPr>
        <w:t>,</w:t>
      </w:r>
      <w:r w:rsidR="009143F8" w:rsidRPr="00BC0788">
        <w:rPr>
          <w:rFonts w:cs="Arial"/>
          <w:szCs w:val="24"/>
        </w:rPr>
        <w:t xml:space="preserve"> for </w:t>
      </w:r>
      <w:r w:rsidR="00267EE7" w:rsidRPr="00BC0788">
        <w:rPr>
          <w:rFonts w:cs="Arial"/>
          <w:szCs w:val="24"/>
        </w:rPr>
        <w:t>dynamically monitoring</w:t>
      </w:r>
      <w:r w:rsidR="009143F8" w:rsidRPr="00BC0788">
        <w:rPr>
          <w:rFonts w:cs="Arial"/>
          <w:szCs w:val="24"/>
        </w:rPr>
        <w:t xml:space="preserve"> the LQ of </w:t>
      </w:r>
      <w:r w:rsidR="00267EE7" w:rsidRPr="00BC0788">
        <w:rPr>
          <w:rFonts w:cs="Arial"/>
          <w:szCs w:val="24"/>
        </w:rPr>
        <w:t>GFP-</w:t>
      </w:r>
      <w:r w:rsidR="009143F8" w:rsidRPr="00BC0788">
        <w:rPr>
          <w:rFonts w:cs="Arial"/>
          <w:szCs w:val="24"/>
        </w:rPr>
        <w:t>Golgin84 in single Golgi</w:t>
      </w:r>
      <w:r w:rsidR="007578F7" w:rsidRPr="00BC0788">
        <w:rPr>
          <w:rFonts w:cs="Arial"/>
          <w:szCs w:val="24"/>
        </w:rPr>
        <w:t xml:space="preserve"> </w:t>
      </w:r>
      <w:r w:rsidR="009143F8" w:rsidRPr="00BC0788">
        <w:rPr>
          <w:rFonts w:cs="Arial"/>
          <w:szCs w:val="24"/>
        </w:rPr>
        <w:t>mini-stacks</w:t>
      </w:r>
      <w:hyperlink w:anchor="_ENREF_7" w:tooltip="Tie, 2016 #383" w:history="1">
        <w:r w:rsidR="00525A69" w:rsidRPr="00BC0788">
          <w:rPr>
            <w:rFonts w:cs="Arial"/>
            <w:szCs w:val="24"/>
          </w:rPr>
          <w:fldChar w:fldCharType="begin"/>
        </w:r>
        <w:r w:rsidR="00525A69" w:rsidRPr="00BC0788">
          <w:rPr>
            <w:rFonts w:cs="Arial"/>
            <w:szCs w:val="24"/>
          </w:rPr>
          <w:instrText xml:space="preserve"> ADDIN EN.CITE &lt;EndNote&gt;&lt;Cite&gt;&lt;Author&gt;Tie&lt;/Author&gt;&lt;Year&gt;2016&lt;/Year&gt;&lt;RecNum&gt;383&lt;/RecNum&gt;&lt;DisplayText&gt;&lt;style face="superscript"&gt;7&lt;/style&gt;&lt;/DisplayText&gt;&lt;record&gt;&lt;rec-number&gt;383&lt;/rec-number&gt;&lt;foreign-keys&gt;&lt;key app="EN" db-id="rvz5sv9x2et50aes2f6xrdxh59sp0w00x0v9" timestamp="1473405273"&gt;383&lt;/key&gt;&lt;/foreign-keys&gt;&lt;ref-type name="Journal Article"&gt;17&lt;/ref-type&gt;&lt;contributors&gt;&lt;authors&gt;&lt;author&gt;Tie, H. C.&lt;/author&gt;&lt;author&gt;Mahajan, D.&lt;/author&gt;&lt;author&gt;Chen, B.&lt;/author&gt;&lt;author&gt;Cheng, L.&lt;/author&gt;&lt;author&gt;VanDongen, A. M.&lt;/author&gt;&lt;author&gt;Lu, L.&lt;/author&gt;&lt;/authors&gt;&lt;/contributors&gt;&lt;auth-address&gt;School of Biological Sciences, Nanyang Technological University, Singapore 637551.&amp;#xD;Bioinformatics Institute, Singapore 138671 School of Computing, National University of Singapore, Singapore 117417.&amp;#xD;Program in Neuroscience and Behavioral Disorders, Duke-NUS Graduate Medical School, Singapore 169857.&amp;#xD;School of Biological Sciences, Nanyang Technological University, Singapore 637551 lulei@ntu.edu.sg.&lt;/auth-address&gt;&lt;titles&gt;&lt;title&gt;A novel imaging method for quantitative Golgi localization reveals differential intra-Golgi trafficking of secretory cargoes&lt;/title&gt;&lt;secondary-title&gt;Mol Biol Cell&lt;/secondary-title&gt;&lt;/titles&gt;&lt;periodical&gt;&lt;full-title&gt;Mol Biol Cell&lt;/full-title&gt;&lt;/periodical&gt;&lt;pages&gt;848-61&lt;/pages&gt;&lt;volume&gt;27&lt;/volume&gt;&lt;number&gt;5&lt;/number&gt;&lt;edition&gt;2016/01/15&lt;/edition&gt;&lt;dates&gt;&lt;year&gt;2016&lt;/year&gt;&lt;pub-dates&gt;&lt;date&gt;Mar 1&lt;/date&gt;&lt;/pub-dates&gt;&lt;/dates&gt;&lt;isbn&gt;1939-4586 (Electronic)&amp;#xD;1059-1524 (Linking)&lt;/isbn&gt;&lt;accession-num&gt;26764092&lt;/accession-num&gt;&lt;urls&gt;&lt;related-urls&gt;&lt;url&gt;http://www.ncbi.nlm.nih.gov/pubmed/26764092&lt;/url&gt;&lt;/related-urls&gt;&lt;/urls&gt;&lt;custom2&gt;4803310&lt;/custom2&gt;&lt;electronic-resource-num&gt;10.1091/mbc.E15-09-0664&amp;#xD;mbc.E15-09-0664 [pii]&lt;/electronic-resource-num&gt;&lt;language&gt;eng&lt;/language&gt;&lt;/record&gt;&lt;/Cite&gt;&lt;/EndNote&gt;</w:instrText>
        </w:r>
        <w:r w:rsidR="00525A69" w:rsidRPr="00BC0788">
          <w:rPr>
            <w:rFonts w:cs="Arial"/>
            <w:szCs w:val="24"/>
          </w:rPr>
          <w:fldChar w:fldCharType="separate"/>
        </w:r>
        <w:r w:rsidR="00525A69" w:rsidRPr="00BC0788">
          <w:rPr>
            <w:rFonts w:cs="Arial"/>
            <w:noProof/>
            <w:szCs w:val="24"/>
            <w:vertAlign w:val="superscript"/>
          </w:rPr>
          <w:t>7</w:t>
        </w:r>
        <w:r w:rsidR="00525A69" w:rsidRPr="00BC0788">
          <w:rPr>
            <w:rFonts w:cs="Arial"/>
            <w:szCs w:val="24"/>
          </w:rPr>
          <w:fldChar w:fldCharType="end"/>
        </w:r>
      </w:hyperlink>
      <w:r w:rsidR="009143F8" w:rsidRPr="00BC0788">
        <w:rPr>
          <w:rFonts w:cs="Arial"/>
          <w:szCs w:val="24"/>
        </w:rPr>
        <w:t>.</w:t>
      </w:r>
    </w:p>
    <w:p w14:paraId="4683807E" w14:textId="77777777" w:rsidR="007E57CC" w:rsidRPr="00BC0788" w:rsidRDefault="007E57CC" w:rsidP="00BC0965">
      <w:pPr>
        <w:jc w:val="both"/>
        <w:rPr>
          <w:rFonts w:cs="Arial"/>
          <w:szCs w:val="24"/>
        </w:rPr>
      </w:pPr>
    </w:p>
    <w:p w14:paraId="194CFCB5" w14:textId="7D68B420" w:rsidR="00485914" w:rsidRPr="00BC0788" w:rsidRDefault="00F615D2" w:rsidP="00BC0965">
      <w:pPr>
        <w:jc w:val="both"/>
        <w:rPr>
          <w:rFonts w:cs="Arial"/>
          <w:szCs w:val="24"/>
        </w:rPr>
      </w:pPr>
      <w:r w:rsidRPr="00BC0788">
        <w:rPr>
          <w:rFonts w:cs="Arial"/>
          <w:szCs w:val="24"/>
        </w:rPr>
        <w:t xml:space="preserve">In GLIM, </w:t>
      </w:r>
      <w:r w:rsidR="008B4A15" w:rsidRPr="00BC0788">
        <w:rPr>
          <w:rFonts w:cs="Arial"/>
          <w:szCs w:val="24"/>
        </w:rPr>
        <w:t>the most time-consuming step is</w:t>
      </w:r>
      <w:r w:rsidRPr="00BC0788">
        <w:rPr>
          <w:rFonts w:cs="Arial"/>
          <w:szCs w:val="24"/>
        </w:rPr>
        <w:t xml:space="preserve"> the post-acquisition analysis, especially on the selection of analyzable Golgi mini-stacks. </w:t>
      </w:r>
      <w:r w:rsidR="006D7D79" w:rsidRPr="00BC0788">
        <w:rPr>
          <w:rFonts w:cs="Arial"/>
          <w:szCs w:val="24"/>
        </w:rPr>
        <w:t xml:space="preserve">As Golgi mini-stacks are heterogeneous </w:t>
      </w:r>
      <w:r w:rsidR="00646622" w:rsidRPr="00BC0788">
        <w:rPr>
          <w:rFonts w:cs="Arial"/>
          <w:szCs w:val="24"/>
        </w:rPr>
        <w:t xml:space="preserve">in </w:t>
      </w:r>
      <w:r w:rsidR="00C14BA3" w:rsidRPr="00BC0788">
        <w:rPr>
          <w:rFonts w:cs="Arial"/>
          <w:szCs w:val="24"/>
        </w:rPr>
        <w:t>both</w:t>
      </w:r>
      <w:r w:rsidR="006D7D79" w:rsidRPr="00BC0788">
        <w:rPr>
          <w:rFonts w:cs="Arial"/>
          <w:szCs w:val="24"/>
        </w:rPr>
        <w:t xml:space="preserve"> size </w:t>
      </w:r>
      <w:r w:rsidR="00C14BA3" w:rsidRPr="00BC0788">
        <w:rPr>
          <w:rFonts w:cs="Arial"/>
          <w:szCs w:val="24"/>
        </w:rPr>
        <w:t>and</w:t>
      </w:r>
      <w:r w:rsidR="006D7D79" w:rsidRPr="00BC0788">
        <w:rPr>
          <w:rFonts w:cs="Arial"/>
          <w:szCs w:val="24"/>
        </w:rPr>
        <w:t xml:space="preserve"> molecular composition</w:t>
      </w:r>
      <w:hyperlink w:anchor="_ENREF_19" w:tooltip="Fourriere, 2016 #15" w:history="1">
        <w:r w:rsidR="00525A69" w:rsidRPr="00BC0788">
          <w:rPr>
            <w:rFonts w:cs="Arial"/>
            <w:szCs w:val="24"/>
          </w:rPr>
          <w:fldChar w:fldCharType="begin"/>
        </w:r>
        <w:r w:rsidR="00525A69" w:rsidRPr="00BC0788">
          <w:rPr>
            <w:rFonts w:cs="Arial"/>
            <w:szCs w:val="24"/>
          </w:rPr>
          <w:instrText xml:space="preserve"> ADDIN EN.CITE &lt;EndNote&gt;&lt;Cite&gt;&lt;Author&gt;Fourriere&lt;/Author&gt;&lt;Year&gt;2016&lt;/Year&gt;&lt;RecNum&gt;15&lt;/RecNum&gt;&lt;DisplayText&gt;&lt;style face="superscript"&gt;19&lt;/style&gt;&lt;/DisplayText&gt;&lt;record&gt;&lt;rec-number&gt;15&lt;/rec-number&gt;&lt;foreign-keys&gt;&lt;key app="EN" db-id="re9zxef2jtvsd1eetx2v2rzysevvf5twfsz2" timestamp="1489485375"&gt;15&lt;/key&gt;&lt;/foreign-keys&gt;&lt;ref-type name="Journal Article"&gt;17&lt;/ref-type&gt;&lt;contributors&gt;&lt;authors&gt;&lt;author&gt;Fourriere, L.&lt;/author&gt;&lt;author&gt;Divoux, S.&lt;/author&gt;&lt;author&gt;Roceri, M.&lt;/author&gt;&lt;author&gt;Perez, F.&lt;/author&gt;&lt;author&gt;Boncompain, G.&lt;/author&gt;&lt;/authors&gt;&lt;/contributors&gt;&lt;auth-address&gt;Institut Curie, Centre de Recherche, PSL research University, 75005 Paris, France CNRS UMR144, 75005 Paris, France UPMC, 75005 Paris, France.&amp;#xD;Institut Curie, Centre de Recherche, PSL research University, 75005 Paris, France CNRS UMR144, 75005 Paris, France.&amp;#xD;Institut Curie, Centre de Recherche, PSL research University, 75005 Paris, France CNRS UMR144, 75005 Paris, France franck.perez@curie.fr.&lt;/auth-address&gt;&lt;titles&gt;&lt;title&gt;Microtubule-independent secretion requires functional maturation of Golgi elements&lt;/title&gt;&lt;secondary-title&gt;J Cell Sci&lt;/secondary-title&gt;&lt;/titles&gt;&lt;periodical&gt;&lt;full-title&gt;J Cell Sci&lt;/full-title&gt;&lt;/periodical&gt;&lt;pages&gt;3238-50&lt;/pages&gt;&lt;volume&gt;129&lt;/volume&gt;&lt;number&gt;17&lt;/number&gt;&lt;keywords&gt;&lt;keyword&gt;Golgi&lt;/keyword&gt;&lt;keyword&gt;Intracellular trafficking&lt;/keyword&gt;&lt;keyword&gt;Microtubules&lt;/keyword&gt;&lt;/keywords&gt;&lt;dates&gt;&lt;year&gt;2016&lt;/year&gt;&lt;pub-dates&gt;&lt;date&gt;Sep 01&lt;/date&gt;&lt;/pub-dates&gt;&lt;/dates&gt;&lt;isbn&gt;1477-9137 (Electronic)&amp;#xD;0021-9533 (Linking)&lt;/isbn&gt;&lt;accession-num&gt;27411366&lt;/accession-num&gt;&lt;urls&gt;&lt;related-urls&gt;&lt;url&gt;https://www.ncbi.nlm.nih.gov/pubmed/27411366&lt;/url&gt;&lt;/related-urls&gt;&lt;/urls&gt;&lt;electronic-resource-num&gt;10.1242/jcs.188870&lt;/electronic-resource-num&gt;&lt;/record&gt;&lt;/Cite&gt;&lt;/EndNote&gt;</w:instrText>
        </w:r>
        <w:r w:rsidR="00525A69" w:rsidRPr="00BC0788">
          <w:rPr>
            <w:rFonts w:cs="Arial"/>
            <w:szCs w:val="24"/>
          </w:rPr>
          <w:fldChar w:fldCharType="separate"/>
        </w:r>
        <w:r w:rsidR="00525A69" w:rsidRPr="00BC0788">
          <w:rPr>
            <w:rFonts w:cs="Arial"/>
            <w:noProof/>
            <w:szCs w:val="24"/>
            <w:vertAlign w:val="superscript"/>
          </w:rPr>
          <w:t>19</w:t>
        </w:r>
        <w:r w:rsidR="00525A69" w:rsidRPr="00BC0788">
          <w:rPr>
            <w:rFonts w:cs="Arial"/>
            <w:szCs w:val="24"/>
          </w:rPr>
          <w:fldChar w:fldCharType="end"/>
        </w:r>
      </w:hyperlink>
      <w:r w:rsidR="00C14BA3" w:rsidRPr="00BC0788">
        <w:rPr>
          <w:rFonts w:cs="Arial"/>
          <w:szCs w:val="24"/>
        </w:rPr>
        <w:t>,</w:t>
      </w:r>
      <w:r w:rsidR="006D7D79" w:rsidRPr="00BC0788">
        <w:rPr>
          <w:rFonts w:cs="Arial"/>
          <w:szCs w:val="24"/>
        </w:rPr>
        <w:t xml:space="preserve"> </w:t>
      </w:r>
      <w:r w:rsidR="00C14BA3" w:rsidRPr="00BC0788">
        <w:rPr>
          <w:rFonts w:cs="Arial"/>
          <w:szCs w:val="24"/>
        </w:rPr>
        <w:t>i</w:t>
      </w:r>
      <w:r w:rsidR="006D7D79" w:rsidRPr="00BC0788">
        <w:rPr>
          <w:rFonts w:cs="Arial"/>
          <w:szCs w:val="24"/>
        </w:rPr>
        <w:t>t is unclear if the distribution of LQs (</w:t>
      </w:r>
      <w:r w:rsidR="006D7D79" w:rsidRPr="00BC0788">
        <w:rPr>
          <w:rFonts w:cs="Arial"/>
          <w:b/>
          <w:szCs w:val="24"/>
        </w:rPr>
        <w:t>Figure 3F</w:t>
      </w:r>
      <w:r w:rsidR="006D7D79" w:rsidRPr="00BC0788">
        <w:rPr>
          <w:rFonts w:cs="Arial"/>
          <w:szCs w:val="24"/>
        </w:rPr>
        <w:t>) represents the heterogeneous architecture of Golgi mini-stacks or the uncertainty of our calculation of the LQ</w:t>
      </w:r>
      <w:r w:rsidR="00060B1B" w:rsidRPr="00BC0788">
        <w:rPr>
          <w:rFonts w:cs="Arial"/>
          <w:szCs w:val="24"/>
        </w:rPr>
        <w:t>. Regardless of the causes, w</w:t>
      </w:r>
      <w:r w:rsidRPr="00BC0788">
        <w:rPr>
          <w:rFonts w:cs="Arial"/>
          <w:szCs w:val="24"/>
        </w:rPr>
        <w:t xml:space="preserve">e found that it is important to </w:t>
      </w:r>
      <w:r w:rsidRPr="00BC0788">
        <w:rPr>
          <w:rFonts w:cs="Arial"/>
          <w:szCs w:val="24"/>
        </w:rPr>
        <w:lastRenderedPageBreak/>
        <w:t>have a large number of analyzable Golgi mini-stacks (n) to ensure the accuracy of the LQ, which is compromised when n is small. Typically, data with n</w:t>
      </w:r>
      <w:r w:rsidR="00C15D8D" w:rsidRPr="00BC0788">
        <w:rPr>
          <w:rFonts w:cs="Arial"/>
          <w:szCs w:val="24"/>
        </w:rPr>
        <w:t xml:space="preserve"> ≥</w:t>
      </w:r>
      <w:r w:rsidR="00646622" w:rsidRPr="00BC0788">
        <w:rPr>
          <w:rFonts w:cs="Arial"/>
          <w:szCs w:val="24"/>
        </w:rPr>
        <w:t xml:space="preserve"> </w:t>
      </w:r>
      <w:r w:rsidRPr="00BC0788">
        <w:rPr>
          <w:rFonts w:cs="Arial"/>
          <w:szCs w:val="24"/>
        </w:rPr>
        <w:t>100 from multiple cells yields reliable LQs.</w:t>
      </w:r>
      <w:r w:rsidR="00060B1B" w:rsidRPr="00BC0788">
        <w:rPr>
          <w:rFonts w:cs="Arial"/>
          <w:szCs w:val="24"/>
        </w:rPr>
        <w:t xml:space="preserve"> Therefore, GLIM gives ensemble-averaged loca</w:t>
      </w:r>
      <w:r w:rsidR="009302EB" w:rsidRPr="00BC0788">
        <w:rPr>
          <w:rFonts w:cs="Arial"/>
          <w:szCs w:val="24"/>
        </w:rPr>
        <w:t>li</w:t>
      </w:r>
      <w:r w:rsidR="00060B1B" w:rsidRPr="00BC0788">
        <w:rPr>
          <w:rFonts w:cs="Arial"/>
          <w:szCs w:val="24"/>
        </w:rPr>
        <w:t>zation data</w:t>
      </w:r>
      <w:r w:rsidR="00646622" w:rsidRPr="00BC0788">
        <w:rPr>
          <w:rFonts w:cs="Arial"/>
          <w:szCs w:val="24"/>
        </w:rPr>
        <w:t>,</w:t>
      </w:r>
      <w:r w:rsidR="00485914" w:rsidRPr="00BC0788">
        <w:rPr>
          <w:rFonts w:cs="Arial"/>
          <w:szCs w:val="24"/>
        </w:rPr>
        <w:t xml:space="preserve"> obscuring the individual</w:t>
      </w:r>
      <w:r w:rsidR="008B4A15" w:rsidRPr="00BC0788">
        <w:rPr>
          <w:rFonts w:cs="Arial"/>
          <w:szCs w:val="24"/>
        </w:rPr>
        <w:t>ity</w:t>
      </w:r>
      <w:r w:rsidR="00485914" w:rsidRPr="00BC0788">
        <w:rPr>
          <w:rFonts w:cs="Arial"/>
          <w:szCs w:val="24"/>
        </w:rPr>
        <w:t xml:space="preserve"> of Golgi</w:t>
      </w:r>
      <w:r w:rsidR="008B4A15" w:rsidRPr="00BC0788">
        <w:rPr>
          <w:rFonts w:cs="Arial"/>
          <w:szCs w:val="24"/>
        </w:rPr>
        <w:t xml:space="preserve"> </w:t>
      </w:r>
      <w:r w:rsidR="00485914" w:rsidRPr="00BC0788">
        <w:rPr>
          <w:rFonts w:cs="Arial"/>
          <w:szCs w:val="24"/>
        </w:rPr>
        <w:t>mini</w:t>
      </w:r>
      <w:r w:rsidR="008B4A15" w:rsidRPr="00BC0788">
        <w:rPr>
          <w:rFonts w:cs="Arial"/>
          <w:szCs w:val="24"/>
        </w:rPr>
        <w:t>-</w:t>
      </w:r>
      <w:r w:rsidR="00485914" w:rsidRPr="00BC0788">
        <w:rPr>
          <w:rFonts w:cs="Arial"/>
          <w:szCs w:val="24"/>
        </w:rPr>
        <w:t>stacks</w:t>
      </w:r>
      <w:r w:rsidR="00060B1B" w:rsidRPr="00BC0788">
        <w:rPr>
          <w:rFonts w:cs="Arial"/>
          <w:szCs w:val="24"/>
        </w:rPr>
        <w:t xml:space="preserve">. Another limitation of GLIM is that it </w:t>
      </w:r>
      <w:r w:rsidR="00485914" w:rsidRPr="00BC0788">
        <w:rPr>
          <w:rFonts w:cs="Arial"/>
          <w:szCs w:val="24"/>
        </w:rPr>
        <w:t>assumes that</w:t>
      </w:r>
      <w:r w:rsidR="00060B1B" w:rsidRPr="00BC0788">
        <w:rPr>
          <w:rFonts w:cs="Arial"/>
          <w:szCs w:val="24"/>
        </w:rPr>
        <w:t xml:space="preserve"> </w:t>
      </w:r>
      <w:r w:rsidR="00485914" w:rsidRPr="00BC0788">
        <w:rPr>
          <w:rFonts w:cs="Arial"/>
          <w:szCs w:val="24"/>
        </w:rPr>
        <w:t xml:space="preserve">all Golgi </w:t>
      </w:r>
      <w:r w:rsidR="00060B1B" w:rsidRPr="00BC0788">
        <w:rPr>
          <w:rFonts w:cs="Arial"/>
          <w:szCs w:val="24"/>
        </w:rPr>
        <w:t xml:space="preserve">proteins </w:t>
      </w:r>
      <w:r w:rsidR="00485914" w:rsidRPr="00BC0788">
        <w:rPr>
          <w:rFonts w:cs="Arial"/>
          <w:szCs w:val="24"/>
        </w:rPr>
        <w:t xml:space="preserve">have </w:t>
      </w:r>
      <w:r w:rsidR="00C14BA3" w:rsidRPr="00BC0788">
        <w:rPr>
          <w:rFonts w:cs="Arial"/>
          <w:szCs w:val="24"/>
        </w:rPr>
        <w:t xml:space="preserve">a narrow distribution around a </w:t>
      </w:r>
      <w:r w:rsidR="00485914" w:rsidRPr="00BC0788">
        <w:rPr>
          <w:rFonts w:cs="Arial"/>
          <w:szCs w:val="24"/>
        </w:rPr>
        <w:t xml:space="preserve">single center. </w:t>
      </w:r>
      <w:r w:rsidR="00F2296E" w:rsidRPr="00BC0788">
        <w:rPr>
          <w:rFonts w:cs="Arial"/>
          <w:szCs w:val="24"/>
        </w:rPr>
        <w:t xml:space="preserve">Some Golgi proteins, such as COPI subunits, ARF1 and </w:t>
      </w:r>
      <w:r w:rsidR="006171F7" w:rsidRPr="00BC0788">
        <w:rPr>
          <w:rFonts w:cs="Arial"/>
          <w:szCs w:val="24"/>
        </w:rPr>
        <w:t>soluble N-ethylmaleimide-sensitive factor attachment protein receptor</w:t>
      </w:r>
      <w:r w:rsidR="00646622" w:rsidRPr="00BC0788">
        <w:rPr>
          <w:rFonts w:cs="Arial"/>
          <w:szCs w:val="24"/>
        </w:rPr>
        <w:t xml:space="preserve"> (SNAREs</w:t>
      </w:r>
      <w:r w:rsidR="006171F7" w:rsidRPr="00BC0788">
        <w:rPr>
          <w:rFonts w:cs="Arial"/>
          <w:szCs w:val="24"/>
        </w:rPr>
        <w:t>)</w:t>
      </w:r>
      <w:r w:rsidR="00531A7C" w:rsidRPr="00BC0788">
        <w:rPr>
          <w:rFonts w:cs="Arial"/>
          <w:szCs w:val="24"/>
        </w:rPr>
        <w:fldChar w:fldCharType="begin">
          <w:fldData xml:space="preserve">PEVuZE5vdGU+PENpdGU+PEF1dGhvcj5Wb2xjaHVrPC9BdXRob3I+PFllYXI+MjAwNDwvWWVhcj48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</w:fldData>
        </w:fldChar>
      </w:r>
      <w:r w:rsidR="001D22BE" w:rsidRPr="00BC0788">
        <w:rPr>
          <w:rFonts w:cs="Arial"/>
          <w:szCs w:val="24"/>
        </w:rPr>
        <w:instrText xml:space="preserve"> ADDIN EN.CITE </w:instrText>
      </w:r>
      <w:r w:rsidR="001D22BE" w:rsidRPr="00BC0788">
        <w:rPr>
          <w:rFonts w:cs="Arial"/>
          <w:szCs w:val="24"/>
        </w:rPr>
        <w:fldChar w:fldCharType="begin">
          <w:fldData xml:space="preserve">PEVuZE5vdGU+PENpdGU+PEF1dGhvcj5Wb2xjaHVrPC9BdXRob3I+PFllYXI+MjAwNDwvWWVhcj48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</w:fldData>
        </w:fldChar>
      </w:r>
      <w:r w:rsidR="001D22BE" w:rsidRPr="00BC0788">
        <w:rPr>
          <w:rFonts w:cs="Arial"/>
          <w:szCs w:val="24"/>
        </w:rPr>
        <w:instrText xml:space="preserve"> ADDIN EN.CITE.DATA </w:instrText>
      </w:r>
      <w:r w:rsidR="001D22BE" w:rsidRPr="00BC0788">
        <w:rPr>
          <w:rFonts w:cs="Arial"/>
          <w:szCs w:val="24"/>
        </w:rPr>
      </w:r>
      <w:r w:rsidR="001D22BE" w:rsidRPr="00BC0788">
        <w:rPr>
          <w:rFonts w:cs="Arial"/>
          <w:szCs w:val="24"/>
        </w:rPr>
        <w:fldChar w:fldCharType="end"/>
      </w:r>
      <w:r w:rsidR="00531A7C" w:rsidRPr="00BC0788">
        <w:rPr>
          <w:rFonts w:cs="Arial"/>
          <w:szCs w:val="24"/>
        </w:rPr>
      </w:r>
      <w:r w:rsidR="00531A7C" w:rsidRPr="00BC0788">
        <w:rPr>
          <w:rFonts w:cs="Arial"/>
          <w:szCs w:val="24"/>
        </w:rPr>
        <w:fldChar w:fldCharType="separate"/>
      </w:r>
      <w:hyperlink w:anchor="_ENREF_20" w:tooltip="Volchuk, 2004 #22" w:history="1">
        <w:r w:rsidR="00525A69" w:rsidRPr="00BC0788">
          <w:rPr>
            <w:rFonts w:cs="Arial"/>
            <w:noProof/>
            <w:szCs w:val="24"/>
            <w:vertAlign w:val="superscript"/>
          </w:rPr>
          <w:t>20</w:t>
        </w:r>
      </w:hyperlink>
      <w:r w:rsidR="00BD16CF" w:rsidRPr="00BC0788">
        <w:rPr>
          <w:rFonts w:cs="Arial"/>
          <w:noProof/>
          <w:szCs w:val="24"/>
          <w:vertAlign w:val="superscript"/>
        </w:rPr>
        <w:t>,</w:t>
      </w:r>
      <w:hyperlink w:anchor="_ENREF_21" w:tooltip="Popoff, 2011 #17" w:history="1">
        <w:r w:rsidR="00525A69" w:rsidRPr="00BC0788">
          <w:rPr>
            <w:rFonts w:cs="Arial"/>
            <w:noProof/>
            <w:szCs w:val="24"/>
            <w:vertAlign w:val="superscript"/>
          </w:rPr>
          <w:t>21</w:t>
        </w:r>
      </w:hyperlink>
      <w:r w:rsidR="00531A7C" w:rsidRPr="00BC0788">
        <w:rPr>
          <w:rFonts w:cs="Arial"/>
          <w:szCs w:val="24"/>
        </w:rPr>
        <w:fldChar w:fldCharType="end"/>
      </w:r>
      <w:r w:rsidR="00F2296E" w:rsidRPr="00BC0788">
        <w:rPr>
          <w:rFonts w:cs="Arial"/>
          <w:szCs w:val="24"/>
        </w:rPr>
        <w:t xml:space="preserve">, have been reported to distribute broadly from the </w:t>
      </w:r>
      <w:r w:rsidR="00F2296E" w:rsidRPr="00BC0788">
        <w:rPr>
          <w:rFonts w:cs="Arial"/>
          <w:i/>
          <w:szCs w:val="24"/>
        </w:rPr>
        <w:t>cis</w:t>
      </w:r>
      <w:r w:rsidR="00F2296E" w:rsidRPr="00BC0788">
        <w:rPr>
          <w:rFonts w:cs="Arial"/>
          <w:szCs w:val="24"/>
        </w:rPr>
        <w:t xml:space="preserve"> to the </w:t>
      </w:r>
      <w:r w:rsidR="00F2296E" w:rsidRPr="00BC0788">
        <w:rPr>
          <w:rFonts w:cs="Arial"/>
          <w:i/>
          <w:szCs w:val="24"/>
        </w:rPr>
        <w:t>trans</w:t>
      </w:r>
      <w:r w:rsidR="00F2296E" w:rsidRPr="00BC0788">
        <w:rPr>
          <w:rFonts w:cs="Arial"/>
          <w:szCs w:val="24"/>
        </w:rPr>
        <w:t xml:space="preserve">-Golgi </w:t>
      </w:r>
      <w:r w:rsidR="00531A7C" w:rsidRPr="00BC0788">
        <w:rPr>
          <w:rFonts w:cs="Arial"/>
          <w:szCs w:val="24"/>
        </w:rPr>
        <w:t>and</w:t>
      </w:r>
      <w:r w:rsidR="00F2296E" w:rsidRPr="00BC0788">
        <w:rPr>
          <w:rFonts w:cs="Arial"/>
          <w:szCs w:val="24"/>
        </w:rPr>
        <w:t xml:space="preserve"> the TGN. </w:t>
      </w:r>
      <w:r w:rsidR="00AD0DFB" w:rsidRPr="00BC0788">
        <w:rPr>
          <w:rFonts w:cs="Arial"/>
          <w:szCs w:val="24"/>
        </w:rPr>
        <w:t>It is probably inappropriate to study their Golgi localization by the LQ. As GLIM currently involves manual selection of the Golgi mini-stacks, which is both laborious and subjective, the future development of GLIM will be to implement a software tool to automatically select Golgi mini-stacks with minimal human interference.</w:t>
      </w:r>
    </w:p>
    <w:p w14:paraId="0E6EA7CE" w14:textId="77777777" w:rsidR="00A018AA" w:rsidRPr="00BC0788" w:rsidRDefault="00A018AA" w:rsidP="00BC0965">
      <w:pPr>
        <w:jc w:val="both"/>
        <w:rPr>
          <w:rFonts w:cs="Arial"/>
          <w:szCs w:val="24"/>
        </w:rPr>
      </w:pPr>
    </w:p>
    <w:p w14:paraId="73F8D8F7" w14:textId="25FB3D09" w:rsidR="00CB2409" w:rsidRPr="00BC0788" w:rsidRDefault="008F0B6E" w:rsidP="00BC0965">
      <w:pPr>
        <w:jc w:val="both"/>
        <w:rPr>
          <w:rFonts w:cs="Arial"/>
          <w:szCs w:val="24"/>
        </w:rPr>
      </w:pPr>
      <w:r w:rsidRPr="00BC0788">
        <w:rPr>
          <w:rFonts w:cs="Arial"/>
          <w:szCs w:val="24"/>
        </w:rPr>
        <w:t>What</w:t>
      </w:r>
      <w:r w:rsidR="009A3BEA" w:rsidRPr="00BC0788">
        <w:rPr>
          <w:rFonts w:cs="Arial"/>
          <w:szCs w:val="24"/>
        </w:rPr>
        <w:t xml:space="preserve"> is</w:t>
      </w:r>
      <w:r w:rsidRPr="00BC0788">
        <w:rPr>
          <w:rFonts w:cs="Arial"/>
          <w:szCs w:val="24"/>
        </w:rPr>
        <w:t xml:space="preserve"> the spatial resolution of GLIM?</w:t>
      </w:r>
      <w:r w:rsidR="009A3BEA" w:rsidRPr="00BC0788">
        <w:rPr>
          <w:rFonts w:cs="Arial"/>
          <w:szCs w:val="24"/>
        </w:rPr>
        <w:t xml:space="preserve"> </w:t>
      </w:r>
      <w:r w:rsidRPr="00BC0788">
        <w:rPr>
          <w:rFonts w:cs="Arial"/>
          <w:szCs w:val="24"/>
        </w:rPr>
        <w:t>Since t</w:t>
      </w:r>
      <w:r w:rsidR="009A3BEA" w:rsidRPr="00BC0788">
        <w:rPr>
          <w:rFonts w:cs="Arial"/>
          <w:szCs w:val="24"/>
        </w:rPr>
        <w:t>he LQ is a ratio</w:t>
      </w:r>
      <w:r w:rsidR="00DC4956" w:rsidRPr="00BC0788">
        <w:rPr>
          <w:rFonts w:cs="Arial"/>
          <w:szCs w:val="24"/>
        </w:rPr>
        <w:t>, which is unitless</w:t>
      </w:r>
      <w:r w:rsidRPr="00BC0788">
        <w:rPr>
          <w:rFonts w:cs="Arial"/>
          <w:szCs w:val="24"/>
        </w:rPr>
        <w:t>,</w:t>
      </w:r>
      <w:r w:rsidR="009A3BEA" w:rsidRPr="00BC0788">
        <w:rPr>
          <w:rFonts w:cs="Arial"/>
          <w:szCs w:val="24"/>
        </w:rPr>
        <w:t xml:space="preserve"> it does not indicate a spatial distance. </w:t>
      </w:r>
      <w:r w:rsidR="009B2F63" w:rsidRPr="00BC0788">
        <w:rPr>
          <w:rFonts w:cs="Arial"/>
          <w:szCs w:val="24"/>
        </w:rPr>
        <w:t xml:space="preserve">Here, we attempt to give a very rough estimation. The spatial resolution of GLIM </w:t>
      </w:r>
      <w:r w:rsidR="00E53F39" w:rsidRPr="00BC0788">
        <w:rPr>
          <w:rFonts w:cs="Arial"/>
          <w:szCs w:val="24"/>
        </w:rPr>
        <w:t>can be</w:t>
      </w:r>
      <w:r w:rsidR="009B2F63" w:rsidRPr="00BC0788">
        <w:rPr>
          <w:rFonts w:cs="Arial"/>
          <w:szCs w:val="24"/>
        </w:rPr>
        <w:t xml:space="preserve"> defined as the smallest </w:t>
      </w:r>
      <w:r w:rsidR="00E53F39" w:rsidRPr="00BC0788">
        <w:rPr>
          <w:rFonts w:cs="Arial"/>
          <w:szCs w:val="24"/>
        </w:rPr>
        <w:t xml:space="preserve">axial </w:t>
      </w:r>
      <w:r w:rsidR="009B2F63" w:rsidRPr="00BC0788">
        <w:rPr>
          <w:rFonts w:cs="Arial"/>
          <w:szCs w:val="24"/>
        </w:rPr>
        <w:t xml:space="preserve">distance between two resolvable Golgi </w:t>
      </w:r>
      <w:r w:rsidR="00E53F39" w:rsidRPr="00BC0788">
        <w:rPr>
          <w:rFonts w:cs="Arial"/>
          <w:szCs w:val="24"/>
        </w:rPr>
        <w:t>proteins</w:t>
      </w:r>
      <w:r w:rsidR="009B2F63" w:rsidRPr="00BC0788">
        <w:rPr>
          <w:rFonts w:cs="Arial"/>
          <w:szCs w:val="24"/>
        </w:rPr>
        <w:t>. Examining LQs of various Golgi proteins</w:t>
      </w:r>
      <w:hyperlink w:anchor="_ENREF_7" w:tooltip="Tie, 2016 #383" w:history="1">
        <w:r w:rsidR="00525A69" w:rsidRPr="00BC0788">
          <w:rPr>
            <w:rFonts w:cs="Arial"/>
            <w:szCs w:val="24"/>
          </w:rPr>
          <w:fldChar w:fldCharType="begin"/>
        </w:r>
        <w:r w:rsidR="00525A69" w:rsidRPr="00BC0788">
          <w:rPr>
            <w:rFonts w:cs="Arial"/>
            <w:szCs w:val="24"/>
          </w:rPr>
          <w:instrText xml:space="preserve"> ADDIN EN.CITE &lt;EndNote&gt;&lt;Cite&gt;&lt;Author&gt;Tie&lt;/Author&gt;&lt;Year&gt;2016&lt;/Year&gt;&lt;RecNum&gt;383&lt;/RecNum&gt;&lt;DisplayText&gt;&lt;style face="superscript"&gt;7&lt;/style&gt;&lt;/DisplayText&gt;&lt;record&gt;&lt;rec-number&gt;383&lt;/rec-number&gt;&lt;foreign-keys&gt;&lt;key app="EN" db-id="rvz5sv9x2et50aes2f6xrdxh59sp0w00x0v9" timestamp="1473405273"&gt;383&lt;/key&gt;&lt;/foreign-keys&gt;&lt;ref-type name="Journal Article"&gt;17&lt;/ref-type&gt;&lt;contributors&gt;&lt;authors&gt;&lt;author&gt;Tie, H. C.&lt;/author&gt;&lt;author&gt;Mahajan, D.&lt;/author&gt;&lt;author&gt;Chen, B.&lt;/author&gt;&lt;author&gt;Cheng, L.&lt;/author&gt;&lt;author&gt;VanDongen, A. M.&lt;/author&gt;&lt;author&gt;Lu, L.&lt;/author&gt;&lt;/authors&gt;&lt;/contributors&gt;&lt;auth-address&gt;School of Biological Sciences, Nanyang Technological University, Singapore 637551.&amp;#xD;Bioinformatics Institute, Singapore 138671 School of Computing, National University of Singapore, Singapore 117417.&amp;#xD;Program in Neuroscience and Behavioral Disorders, Duke-NUS Graduate Medical School, Singapore 169857.&amp;#xD;School of Biological Sciences, Nanyang Technological University, Singapore 637551 lulei@ntu.edu.sg.&lt;/auth-address&gt;&lt;titles&gt;&lt;title&gt;A novel imaging method for quantitative Golgi localization reveals differential intra-Golgi trafficking of secretory cargoes&lt;/title&gt;&lt;secondary-title&gt;Mol Biol Cell&lt;/secondary-title&gt;&lt;/titles&gt;&lt;periodical&gt;&lt;full-title&gt;Mol Biol Cell&lt;/full-title&gt;&lt;/periodical&gt;&lt;pages&gt;848-61&lt;/pages&gt;&lt;volume&gt;27&lt;/volume&gt;&lt;number&gt;5&lt;/number&gt;&lt;edition&gt;2016/01/15&lt;/edition&gt;&lt;dates&gt;&lt;year&gt;2016&lt;/year&gt;&lt;pub-dates&gt;&lt;date&gt;Mar 1&lt;/date&gt;&lt;/pub-dates&gt;&lt;/dates&gt;&lt;isbn&gt;1939-4586 (Electronic)&amp;#xD;1059-1524 (Linking)&lt;/isbn&gt;&lt;accession-num&gt;26764092&lt;/accession-num&gt;&lt;urls&gt;&lt;related-urls&gt;&lt;url&gt;http://www.ncbi.nlm.nih.gov/pubmed/26764092&lt;/url&gt;&lt;/related-urls&gt;&lt;/urls&gt;&lt;custom2&gt;4803310&lt;/custom2&gt;&lt;electronic-resource-num&gt;10.1091/mbc.E15-09-0664&amp;#xD;mbc.E15-09-0664 [pii]&lt;/electronic-resource-num&gt;&lt;language&gt;eng&lt;/language&gt;&lt;/record&gt;&lt;/Cite&gt;&lt;/EndNote&gt;</w:instrText>
        </w:r>
        <w:r w:rsidR="00525A69" w:rsidRPr="00BC0788">
          <w:rPr>
            <w:rFonts w:cs="Arial"/>
            <w:szCs w:val="24"/>
          </w:rPr>
          <w:fldChar w:fldCharType="separate"/>
        </w:r>
        <w:r w:rsidR="00525A69" w:rsidRPr="00BC0788">
          <w:rPr>
            <w:rFonts w:cs="Arial"/>
            <w:noProof/>
            <w:szCs w:val="24"/>
            <w:vertAlign w:val="superscript"/>
          </w:rPr>
          <w:t>7</w:t>
        </w:r>
        <w:r w:rsidR="00525A69" w:rsidRPr="00BC0788">
          <w:rPr>
            <w:rFonts w:cs="Arial"/>
            <w:szCs w:val="24"/>
          </w:rPr>
          <w:fldChar w:fldCharType="end"/>
        </w:r>
      </w:hyperlink>
      <w:r w:rsidR="009B2F63" w:rsidRPr="00BC0788">
        <w:rPr>
          <w:rFonts w:cs="Arial"/>
          <w:szCs w:val="24"/>
        </w:rPr>
        <w:t xml:space="preserve">, </w:t>
      </w:r>
      <w:r w:rsidR="00E53F39" w:rsidRPr="00BC0788">
        <w:rPr>
          <w:rFonts w:cs="Arial"/>
          <w:szCs w:val="24"/>
        </w:rPr>
        <w:t xml:space="preserve">we found that </w:t>
      </w:r>
      <w:r w:rsidR="009B2F63" w:rsidRPr="00BC0788">
        <w:rPr>
          <w:rFonts w:cs="Arial"/>
          <w:szCs w:val="24"/>
        </w:rPr>
        <w:t xml:space="preserve">SEMs </w:t>
      </w:r>
      <w:r w:rsidR="00C15D8D" w:rsidRPr="00BC0788">
        <w:rPr>
          <w:rFonts w:cs="Arial"/>
          <w:szCs w:val="24"/>
        </w:rPr>
        <w:t xml:space="preserve">of datasets with n ≥ 100 </w:t>
      </w:r>
      <w:r w:rsidR="009B2F63" w:rsidRPr="00BC0788">
        <w:rPr>
          <w:rFonts w:cs="Arial"/>
          <w:szCs w:val="24"/>
        </w:rPr>
        <w:t xml:space="preserve">range around </w:t>
      </w:r>
      <w:r w:rsidR="00C15D8D" w:rsidRPr="00BC0788">
        <w:rPr>
          <w:rFonts w:cs="Arial"/>
          <w:szCs w:val="24"/>
        </w:rPr>
        <w:t>0.0</w:t>
      </w:r>
      <w:r w:rsidR="005B4760" w:rsidRPr="00BC0788">
        <w:rPr>
          <w:rFonts w:cs="Arial"/>
          <w:szCs w:val="24"/>
        </w:rPr>
        <w:t>3</w:t>
      </w:r>
      <w:r w:rsidR="00C15D8D" w:rsidRPr="00BC0788">
        <w:rPr>
          <w:rFonts w:cs="Arial"/>
          <w:szCs w:val="24"/>
        </w:rPr>
        <w:t xml:space="preserve">. Assuming </w:t>
      </w:r>
      <w:r w:rsidRPr="00BC0788">
        <w:rPr>
          <w:rFonts w:cs="Arial"/>
          <w:szCs w:val="24"/>
        </w:rPr>
        <w:t>two</w:t>
      </w:r>
      <w:r w:rsidR="00C15D8D" w:rsidRPr="00BC0788">
        <w:rPr>
          <w:rFonts w:cs="Arial"/>
          <w:szCs w:val="24"/>
        </w:rPr>
        <w:t xml:space="preserve"> Golgi proteins have the same n </w:t>
      </w:r>
      <w:r w:rsidRPr="00BC0788">
        <w:rPr>
          <w:rFonts w:cs="Arial"/>
          <w:szCs w:val="24"/>
        </w:rPr>
        <w:t>=</w:t>
      </w:r>
      <w:r w:rsidR="00C15D8D" w:rsidRPr="00BC0788">
        <w:rPr>
          <w:rFonts w:cs="Arial"/>
          <w:szCs w:val="24"/>
        </w:rPr>
        <w:t xml:space="preserve"> 100 and SEM</w:t>
      </w:r>
      <w:r w:rsidRPr="00BC0788">
        <w:rPr>
          <w:rFonts w:cs="Arial"/>
          <w:szCs w:val="24"/>
        </w:rPr>
        <w:t xml:space="preserve"> =</w:t>
      </w:r>
      <w:r w:rsidR="00C15D8D" w:rsidRPr="00BC0788">
        <w:rPr>
          <w:rFonts w:cs="Arial"/>
          <w:szCs w:val="24"/>
        </w:rPr>
        <w:t xml:space="preserve"> 0.0</w:t>
      </w:r>
      <w:r w:rsidRPr="00BC0788">
        <w:rPr>
          <w:rFonts w:cs="Arial"/>
          <w:szCs w:val="24"/>
        </w:rPr>
        <w:t>3</w:t>
      </w:r>
      <w:r w:rsidR="00C15D8D" w:rsidRPr="00BC0788">
        <w:rPr>
          <w:rFonts w:cs="Arial"/>
          <w:szCs w:val="24"/>
        </w:rPr>
        <w:t xml:space="preserve">, </w:t>
      </w:r>
      <w:r w:rsidRPr="00BC0788">
        <w:rPr>
          <w:rFonts w:cs="Arial"/>
          <w:szCs w:val="24"/>
        </w:rPr>
        <w:t>the</w:t>
      </w:r>
      <w:r w:rsidR="00C15D8D" w:rsidRPr="00BC0788">
        <w:rPr>
          <w:rFonts w:cs="Arial"/>
          <w:szCs w:val="24"/>
        </w:rPr>
        <w:t xml:space="preserve"> two Golgi proteins have significant different localization</w:t>
      </w:r>
      <w:r w:rsidR="00310961" w:rsidRPr="00BC0788">
        <w:rPr>
          <w:rFonts w:cs="Arial"/>
          <w:szCs w:val="24"/>
        </w:rPr>
        <w:t xml:space="preserve"> by </w:t>
      </w:r>
      <w:r w:rsidR="00310961" w:rsidRPr="00BC0788">
        <w:rPr>
          <w:rFonts w:cs="Arial"/>
          <w:i/>
          <w:szCs w:val="24"/>
        </w:rPr>
        <w:t>t-test</w:t>
      </w:r>
      <w:r w:rsidR="00310961" w:rsidRPr="00BC0788">
        <w:rPr>
          <w:rFonts w:cs="Arial"/>
          <w:szCs w:val="24"/>
        </w:rPr>
        <w:t xml:space="preserve"> (p &lt; 0.05)</w:t>
      </w:r>
      <w:r w:rsidRPr="00BC0788">
        <w:rPr>
          <w:rFonts w:cs="Arial"/>
          <w:szCs w:val="24"/>
        </w:rPr>
        <w:t xml:space="preserve">, </w:t>
      </w:r>
      <w:r w:rsidRPr="00BC0788">
        <w:rPr>
          <w:rFonts w:cs="Arial"/>
          <w:i/>
          <w:szCs w:val="24"/>
        </w:rPr>
        <w:t>i.e.</w:t>
      </w:r>
      <w:r w:rsidR="00646622" w:rsidRPr="00BC0788">
        <w:rPr>
          <w:rFonts w:cs="Arial"/>
          <w:szCs w:val="24"/>
        </w:rPr>
        <w:t xml:space="preserve">, </w:t>
      </w:r>
      <w:r w:rsidRPr="00BC0788">
        <w:rPr>
          <w:rFonts w:cs="Arial"/>
          <w:szCs w:val="24"/>
        </w:rPr>
        <w:t>resolvable,</w:t>
      </w:r>
      <w:r w:rsidR="00C15D8D" w:rsidRPr="00BC0788">
        <w:rPr>
          <w:rFonts w:cs="Arial"/>
          <w:szCs w:val="24"/>
        </w:rPr>
        <w:t xml:space="preserve"> if the difference between their LQs is ≥ </w:t>
      </w:r>
      <w:r w:rsidR="008B4A15" w:rsidRPr="00BC0788">
        <w:rPr>
          <w:rFonts w:cs="Arial"/>
          <w:szCs w:val="24"/>
        </w:rPr>
        <w:t xml:space="preserve">3 × SEM = </w:t>
      </w:r>
      <w:r w:rsidRPr="00BC0788">
        <w:rPr>
          <w:rFonts w:cs="Arial"/>
          <w:szCs w:val="24"/>
        </w:rPr>
        <w:t>0.09</w:t>
      </w:r>
      <w:r w:rsidR="00C15D8D" w:rsidRPr="00BC0788">
        <w:rPr>
          <w:rFonts w:cs="Arial"/>
          <w:szCs w:val="24"/>
        </w:rPr>
        <w:t xml:space="preserve">. From the EM data, we can estimate </w:t>
      </w:r>
      <w:r w:rsidR="00646622" w:rsidRPr="00BC0788">
        <w:rPr>
          <w:rFonts w:cs="Arial"/>
          <w:szCs w:val="24"/>
        </w:rPr>
        <w:t xml:space="preserve">that </w:t>
      </w:r>
      <w:r w:rsidR="00C15D8D" w:rsidRPr="00BC0788">
        <w:rPr>
          <w:rFonts w:cs="Arial"/>
          <w:szCs w:val="24"/>
        </w:rPr>
        <w:t xml:space="preserve">the axial length of the Golgi mini-stack, which is also the distance from GM130 to GalT-mCherry in GLIM, is </w:t>
      </w:r>
      <w:r w:rsidR="005B4760" w:rsidRPr="00BC0788">
        <w:rPr>
          <w:rFonts w:cs="Arial"/>
          <w:szCs w:val="24"/>
        </w:rPr>
        <w:t>~</w:t>
      </w:r>
      <w:r w:rsidR="00C15D8D" w:rsidRPr="00BC0788">
        <w:rPr>
          <w:rFonts w:cs="Arial"/>
          <w:szCs w:val="24"/>
        </w:rPr>
        <w:t xml:space="preserve"> </w:t>
      </w:r>
      <w:r w:rsidRPr="00BC0788">
        <w:rPr>
          <w:rFonts w:cs="Arial"/>
          <w:szCs w:val="24"/>
        </w:rPr>
        <w:t>3</w:t>
      </w:r>
      <w:r w:rsidR="00C15D8D" w:rsidRPr="00BC0788">
        <w:rPr>
          <w:rFonts w:cs="Arial"/>
          <w:szCs w:val="24"/>
        </w:rPr>
        <w:t>00 nm</w:t>
      </w:r>
      <w:hyperlink w:anchor="_ENREF_8" w:tooltip="Trucco, 2004 #55" w:history="1">
        <w:r w:rsidR="00525A69" w:rsidRPr="00BC0788">
          <w:rPr>
            <w:rFonts w:cs="Arial"/>
            <w:szCs w:val="24"/>
          </w:rPr>
          <w:fldChar w:fldCharType="begin"/>
        </w:r>
        <w:r w:rsidR="00525A69" w:rsidRPr="00BC0788">
          <w:rPr>
            <w:rFonts w:cs="Arial"/>
            <w:szCs w:val="24"/>
          </w:rPr>
          <w:instrText xml:space="preserve"> ADDIN EN.CITE &lt;EndNote&gt;&lt;Cite&gt;&lt;Author&gt;Trucco&lt;/Author&gt;&lt;Year&gt;2004&lt;/Year&gt;&lt;RecNum&gt;55&lt;/RecNum&gt;&lt;DisplayText&gt;&lt;style face="superscript"&gt;8&lt;/style&gt;&lt;/DisplayText&gt;&lt;record&gt;&lt;rec-number&gt;55&lt;/rec-number&gt;&lt;foreign-keys&gt;&lt;key app="EN" db-id="rvz5sv9x2et50aes2f6xrdxh59sp0w00x0v9" timestamp="1402399010"&gt;55&lt;/key&gt;&lt;/foreign-keys&gt;&lt;ref-type name="Journal Article"&gt;17&lt;/ref-type&gt;&lt;contributors&gt;&lt;authors&gt;&lt;author&gt;Trucco, A.&lt;/author&gt;&lt;author&gt;Polishchuk, R. S.&lt;/author&gt;&lt;author&gt;Martella, O.&lt;/author&gt;&lt;author&gt;Di Pentima, A.&lt;/author&gt;&lt;author&gt;Fusella, A.&lt;/author&gt;&lt;author&gt;Di Giandomenico, D.&lt;/author&gt;&lt;author&gt;San Pietro, E.&lt;/author&gt;&lt;author&gt;Beznoussenko, G. V.&lt;/author&gt;&lt;author&gt;Polishchuk, E. V.&lt;/author&gt;&lt;author&gt;Baldassarre, M.&lt;/author&gt;&lt;author&gt;Buccione, R.&lt;/author&gt;&lt;author&gt;Geerts, W. J.&lt;/author&gt;&lt;author&gt;Koster, A. J.&lt;/author&gt;&lt;author&gt;Burger, K. N.&lt;/author&gt;&lt;author&gt;Mironov, A. A.&lt;/author&gt;&lt;author&gt;Luini, A.&lt;/author&gt;&lt;/authors&gt;&lt;/contributors&gt;&lt;auth-address&gt;Department of Cell Biology and Oncology, Consorzio Mario Negri Sud, 66030 Santa Maria Imbaro, Chieti, Italy.&lt;/auth-address&gt;&lt;titles&gt;&lt;title&gt;Secretory traffic triggers the formation of tubular continuities across Golgi sub-compartments&lt;/title&gt;&lt;secondary-title&gt;Nat Cell Biol&lt;/secondary-title&gt;&lt;/titles&gt;&lt;periodical&gt;&lt;full-title&gt;Nat Cell Biol&lt;/full-title&gt;&lt;/periodical&gt;&lt;pages&gt;1071-81&lt;/pages&gt;&lt;volume&gt;6&lt;/volume&gt;&lt;number&gt;11&lt;/number&gt;&lt;edition&gt;2004/10/27&lt;/edition&gt;&lt;keywords&gt;&lt;keyword&gt;Biological Transport&lt;/keyword&gt;&lt;keyword&gt;Cell Compartmentation&lt;/keyword&gt;&lt;keyword&gt;Cell Line&lt;/keyword&gt;&lt;keyword&gt;Endoplasmic Reticulum/ultrastructure&lt;/keyword&gt;&lt;keyword&gt;Golgi Apparatus/*ultrastructure&lt;/keyword&gt;&lt;keyword&gt;Microscopy, Electron&lt;/keyword&gt;&lt;/keywords&gt;&lt;dates&gt;&lt;year&gt;2004&lt;/year&gt;&lt;pub-dates&gt;&lt;date&gt;Nov&lt;/date&gt;&lt;/pub-dates&gt;&lt;/dates&gt;&lt;isbn&gt;1465-7392 (Print)&amp;#xD;1465-7392 (Linking)&lt;/isbn&gt;&lt;accession-num&gt;15502824&lt;/accession-num&gt;&lt;urls&gt;&lt;related-urls&gt;&lt;url&gt;http://www.ncbi.nlm.nih.gov/pubmed/15502824&lt;/url&gt;&lt;/related-urls&gt;&lt;/urls&gt;&lt;electronic-resource-num&gt;ncb1180 [pii]&amp;#xD;10.1038/ncb1180&lt;/electronic-resource-num&gt;&lt;language&gt;eng&lt;/language&gt;&lt;/record&gt;&lt;/Cite&gt;&lt;/EndNote&gt;</w:instrText>
        </w:r>
        <w:r w:rsidR="00525A69" w:rsidRPr="00BC0788">
          <w:rPr>
            <w:rFonts w:cs="Arial"/>
            <w:szCs w:val="24"/>
          </w:rPr>
          <w:fldChar w:fldCharType="separate"/>
        </w:r>
        <w:r w:rsidR="00525A69" w:rsidRPr="00BC0788">
          <w:rPr>
            <w:rFonts w:cs="Arial"/>
            <w:noProof/>
            <w:szCs w:val="24"/>
            <w:vertAlign w:val="superscript"/>
          </w:rPr>
          <w:t>8</w:t>
        </w:r>
        <w:r w:rsidR="00525A69" w:rsidRPr="00BC0788">
          <w:rPr>
            <w:rFonts w:cs="Arial"/>
            <w:szCs w:val="24"/>
          </w:rPr>
          <w:fldChar w:fldCharType="end"/>
        </w:r>
      </w:hyperlink>
      <w:r w:rsidR="00C15D8D" w:rsidRPr="00BC0788">
        <w:rPr>
          <w:rFonts w:cs="Arial"/>
          <w:szCs w:val="24"/>
        </w:rPr>
        <w:t>.</w:t>
      </w:r>
      <w:r w:rsidR="005B4760" w:rsidRPr="00BC0788">
        <w:rPr>
          <w:rFonts w:cs="Arial"/>
          <w:szCs w:val="24"/>
        </w:rPr>
        <w:t xml:space="preserve"> Hence, the resolution of GLIM is</w:t>
      </w:r>
      <w:r w:rsidRPr="00BC0788">
        <w:rPr>
          <w:rFonts w:cs="Arial"/>
          <w:szCs w:val="24"/>
        </w:rPr>
        <w:t xml:space="preserve"> estimated to be</w:t>
      </w:r>
      <w:r w:rsidR="005B4760" w:rsidRPr="00BC0788">
        <w:rPr>
          <w:rFonts w:cs="Arial"/>
          <w:szCs w:val="24"/>
        </w:rPr>
        <w:t xml:space="preserve"> </w:t>
      </w:r>
      <w:r w:rsidR="003C0692" w:rsidRPr="00BC0788">
        <w:rPr>
          <w:rFonts w:cs="Arial"/>
          <w:szCs w:val="24"/>
        </w:rPr>
        <w:t xml:space="preserve">0.09 × 300 </w:t>
      </w:r>
      <w:r w:rsidR="003C0692" w:rsidRPr="00BC0788">
        <w:rPr>
          <w:rFonts w:cs="Arial"/>
          <w:szCs w:val="24"/>
        </w:rPr>
        <w:sym w:font="Symbol" w:char="F0BB"/>
      </w:r>
      <w:r w:rsidR="003C0692" w:rsidRPr="00BC0788">
        <w:rPr>
          <w:rFonts w:cs="Arial"/>
          <w:szCs w:val="24"/>
        </w:rPr>
        <w:t xml:space="preserve"> 30</w:t>
      </w:r>
      <w:r w:rsidR="005B4760" w:rsidRPr="00BC0788">
        <w:rPr>
          <w:rFonts w:cs="Arial"/>
          <w:szCs w:val="24"/>
        </w:rPr>
        <w:t xml:space="preserve"> nm</w:t>
      </w:r>
      <w:r w:rsidRPr="00BC0788">
        <w:rPr>
          <w:rFonts w:cs="Arial"/>
          <w:szCs w:val="24"/>
        </w:rPr>
        <w:t xml:space="preserve"> along the Golgi axis</w:t>
      </w:r>
      <w:r w:rsidR="005B4760" w:rsidRPr="00BC0788">
        <w:rPr>
          <w:rFonts w:cs="Arial"/>
          <w:szCs w:val="24"/>
        </w:rPr>
        <w:t>.</w:t>
      </w:r>
      <w:r w:rsidR="00E53F39" w:rsidRPr="00BC0788">
        <w:rPr>
          <w:rFonts w:cs="Arial"/>
          <w:szCs w:val="24"/>
        </w:rPr>
        <w:t xml:space="preserve"> In GLIM, </w:t>
      </w:r>
      <w:r w:rsidR="00646622" w:rsidRPr="00BC0788">
        <w:rPr>
          <w:rFonts w:cs="Arial"/>
          <w:szCs w:val="24"/>
        </w:rPr>
        <w:t xml:space="preserve">a </w:t>
      </w:r>
      <w:r w:rsidR="00E53F39" w:rsidRPr="00BC0788">
        <w:rPr>
          <w:rFonts w:cs="Arial"/>
          <w:szCs w:val="24"/>
        </w:rPr>
        <w:t>larger n generally yields smaller SEM</w:t>
      </w:r>
      <w:r w:rsidR="00646622" w:rsidRPr="00BC0788">
        <w:rPr>
          <w:rFonts w:cs="Arial"/>
          <w:szCs w:val="24"/>
        </w:rPr>
        <w:t>,</w:t>
      </w:r>
      <w:r w:rsidR="00E53F39" w:rsidRPr="00BC0788">
        <w:rPr>
          <w:rFonts w:cs="Arial"/>
          <w:szCs w:val="24"/>
        </w:rPr>
        <w:t xml:space="preserve"> which in turn results in higher resolution.</w:t>
      </w:r>
    </w:p>
    <w:p w14:paraId="6EB24BD3" w14:textId="77777777" w:rsidR="00CB2409" w:rsidRPr="00BC0788" w:rsidRDefault="00CB2409" w:rsidP="00BC0965">
      <w:pPr>
        <w:jc w:val="both"/>
        <w:rPr>
          <w:rFonts w:cs="Arial"/>
          <w:szCs w:val="24"/>
        </w:rPr>
      </w:pPr>
    </w:p>
    <w:p w14:paraId="315E7236" w14:textId="3EE47ABF" w:rsidR="009A3BEA" w:rsidRPr="00BC0788" w:rsidRDefault="0078297D" w:rsidP="00BC0965">
      <w:pPr>
        <w:jc w:val="both"/>
        <w:rPr>
          <w:rFonts w:cs="Arial"/>
          <w:szCs w:val="24"/>
        </w:rPr>
      </w:pPr>
      <w:r w:rsidRPr="00BC0788">
        <w:rPr>
          <w:rFonts w:cs="Arial"/>
          <w:szCs w:val="24"/>
        </w:rPr>
        <w:t xml:space="preserve">It is </w:t>
      </w:r>
      <w:r w:rsidR="00836E00" w:rsidRPr="00BC0788">
        <w:rPr>
          <w:rFonts w:cs="Arial"/>
          <w:szCs w:val="24"/>
        </w:rPr>
        <w:t>probably inappropriate</w:t>
      </w:r>
      <w:r w:rsidRPr="00BC0788">
        <w:rPr>
          <w:rFonts w:cs="Arial"/>
          <w:szCs w:val="24"/>
        </w:rPr>
        <w:t xml:space="preserve"> to directly compare</w:t>
      </w:r>
      <w:r w:rsidR="00885059" w:rsidRPr="00BC0788">
        <w:rPr>
          <w:rFonts w:cs="Arial"/>
          <w:szCs w:val="24"/>
        </w:rPr>
        <w:t xml:space="preserve"> the resolution of GLIM </w:t>
      </w:r>
      <w:r w:rsidR="00836E00" w:rsidRPr="00BC0788">
        <w:rPr>
          <w:rFonts w:cs="Arial"/>
          <w:szCs w:val="24"/>
        </w:rPr>
        <w:t>to</w:t>
      </w:r>
      <w:r w:rsidR="00885059" w:rsidRPr="00BC0788">
        <w:rPr>
          <w:rFonts w:cs="Arial"/>
          <w:szCs w:val="24"/>
        </w:rPr>
        <w:t xml:space="preserve"> that </w:t>
      </w:r>
      <w:r w:rsidRPr="00BC0788">
        <w:rPr>
          <w:rFonts w:cs="Arial"/>
          <w:szCs w:val="24"/>
        </w:rPr>
        <w:t xml:space="preserve">of </w:t>
      </w:r>
      <w:r w:rsidR="00885059" w:rsidRPr="00BC0788">
        <w:rPr>
          <w:rFonts w:cs="Arial"/>
          <w:szCs w:val="24"/>
        </w:rPr>
        <w:t>the immuno-gold EM</w:t>
      </w:r>
      <w:r w:rsidR="00836E00" w:rsidRPr="00BC0788">
        <w:rPr>
          <w:rFonts w:cs="Arial"/>
          <w:szCs w:val="24"/>
        </w:rPr>
        <w:t xml:space="preserve"> since the latter technique does not directly yield quantitative localization data</w:t>
      </w:r>
      <w:r w:rsidR="00885059" w:rsidRPr="00BC0788">
        <w:rPr>
          <w:rFonts w:cs="Arial"/>
          <w:szCs w:val="24"/>
        </w:rPr>
        <w:t xml:space="preserve">. </w:t>
      </w:r>
      <w:r w:rsidR="00CB2409" w:rsidRPr="00BC0788">
        <w:rPr>
          <w:rFonts w:cs="Arial"/>
          <w:szCs w:val="24"/>
        </w:rPr>
        <w:t>Similar to GLIM,</w:t>
      </w:r>
      <w:r w:rsidR="00CB2409" w:rsidRPr="00BC0788" w:rsidDel="00836E00">
        <w:rPr>
          <w:rFonts w:cs="Arial"/>
          <w:szCs w:val="24"/>
        </w:rPr>
        <w:t xml:space="preserve"> </w:t>
      </w:r>
      <w:r w:rsidR="00836E00" w:rsidRPr="00BC0788">
        <w:rPr>
          <w:rFonts w:cs="Arial"/>
          <w:szCs w:val="24"/>
        </w:rPr>
        <w:t>the resolution of the immun</w:t>
      </w:r>
      <w:r w:rsidR="003C0692" w:rsidRPr="00BC0788">
        <w:rPr>
          <w:rFonts w:cs="Arial"/>
          <w:szCs w:val="24"/>
        </w:rPr>
        <w:t>o</w:t>
      </w:r>
      <w:r w:rsidR="00836E00" w:rsidRPr="00BC0788">
        <w:rPr>
          <w:rFonts w:cs="Arial"/>
          <w:szCs w:val="24"/>
        </w:rPr>
        <w:t xml:space="preserve">-gold EM along the Golgi axial </w:t>
      </w:r>
      <w:r w:rsidR="00CB2409" w:rsidRPr="00BC0788">
        <w:rPr>
          <w:rFonts w:cs="Arial"/>
          <w:szCs w:val="24"/>
        </w:rPr>
        <w:t xml:space="preserve">can be defined </w:t>
      </w:r>
      <w:r w:rsidR="00836E00" w:rsidRPr="00BC0788">
        <w:rPr>
          <w:rFonts w:cs="Arial"/>
          <w:szCs w:val="24"/>
        </w:rPr>
        <w:t xml:space="preserve">as the smallest distance </w:t>
      </w:r>
      <w:r w:rsidR="003C0692" w:rsidRPr="00BC0788">
        <w:rPr>
          <w:rFonts w:cs="Arial"/>
          <w:szCs w:val="24"/>
        </w:rPr>
        <w:t>between</w:t>
      </w:r>
      <w:r w:rsidR="00836E00" w:rsidRPr="00BC0788">
        <w:rPr>
          <w:rFonts w:cs="Arial"/>
          <w:szCs w:val="24"/>
        </w:rPr>
        <w:t xml:space="preserve"> two </w:t>
      </w:r>
      <w:r w:rsidR="00CB2409" w:rsidRPr="00BC0788">
        <w:rPr>
          <w:rFonts w:cs="Arial"/>
          <w:szCs w:val="24"/>
        </w:rPr>
        <w:t xml:space="preserve">resolvable </w:t>
      </w:r>
      <w:r w:rsidR="00836E00" w:rsidRPr="00BC0788">
        <w:rPr>
          <w:rFonts w:cs="Arial"/>
          <w:szCs w:val="24"/>
        </w:rPr>
        <w:t xml:space="preserve">Golgi markers. </w:t>
      </w:r>
      <w:r w:rsidR="003C0692" w:rsidRPr="00BC0788">
        <w:rPr>
          <w:rFonts w:cs="Arial"/>
          <w:szCs w:val="24"/>
        </w:rPr>
        <w:t>To measure its resolution</w:t>
      </w:r>
      <w:r w:rsidR="00836E00" w:rsidRPr="00BC0788">
        <w:rPr>
          <w:rFonts w:cs="Arial"/>
          <w:szCs w:val="24"/>
        </w:rPr>
        <w:t xml:space="preserve"> requires the study of dual-immuno-gold labeling of two Golgi proteins that are closely adjacent to each other</w:t>
      </w:r>
      <w:r w:rsidR="00CB2409" w:rsidRPr="00BC0788">
        <w:rPr>
          <w:rFonts w:cs="Arial"/>
          <w:szCs w:val="24"/>
        </w:rPr>
        <w:t xml:space="preserve"> along the Golgi axis</w:t>
      </w:r>
      <w:r w:rsidR="00836E00" w:rsidRPr="00BC0788">
        <w:rPr>
          <w:rFonts w:cs="Arial"/>
          <w:szCs w:val="24"/>
        </w:rPr>
        <w:t xml:space="preserve">. Such systemic study is probably unavailable according to our knowledge. </w:t>
      </w:r>
      <w:r w:rsidR="00885059" w:rsidRPr="00BC0788">
        <w:rPr>
          <w:rFonts w:cs="Arial"/>
          <w:szCs w:val="24"/>
        </w:rPr>
        <w:t>As discussed in the introduction, one of the limiting factors in the spatial resolution of the immun</w:t>
      </w:r>
      <w:r w:rsidR="00836E00" w:rsidRPr="00BC0788">
        <w:rPr>
          <w:rFonts w:cs="Arial"/>
          <w:szCs w:val="24"/>
        </w:rPr>
        <w:t>o</w:t>
      </w:r>
      <w:r w:rsidR="00885059" w:rsidRPr="00BC0788">
        <w:rPr>
          <w:rFonts w:cs="Arial"/>
          <w:szCs w:val="24"/>
        </w:rPr>
        <w:t xml:space="preserve">-gold EM is the large size of the antibody complex, which makes the resolution to be </w:t>
      </w:r>
      <w:r w:rsidR="008B4A15" w:rsidRPr="00BC0788">
        <w:rPr>
          <w:rFonts w:cs="Arial"/>
          <w:szCs w:val="24"/>
        </w:rPr>
        <w:t>worse</w:t>
      </w:r>
      <w:r w:rsidR="00836E00" w:rsidRPr="00BC0788">
        <w:rPr>
          <w:rFonts w:cs="Arial"/>
          <w:szCs w:val="24"/>
        </w:rPr>
        <w:t xml:space="preserve"> than </w:t>
      </w:r>
      <w:r w:rsidR="00885059" w:rsidRPr="00BC0788">
        <w:rPr>
          <w:rFonts w:cs="Arial"/>
          <w:szCs w:val="24"/>
        </w:rPr>
        <w:t>~ 20 nm. Another important limiting factor of the image resolution is the labeling density of antigen molecules</w:t>
      </w:r>
      <w:r w:rsidR="00075B54" w:rsidRPr="00BC0788">
        <w:rPr>
          <w:rFonts w:cs="Arial"/>
          <w:szCs w:val="24"/>
        </w:rPr>
        <w:t xml:space="preserve">. According to </w:t>
      </w:r>
      <w:r w:rsidR="00646622" w:rsidRPr="00BC0788">
        <w:rPr>
          <w:rFonts w:cs="Arial"/>
          <w:szCs w:val="24"/>
        </w:rPr>
        <w:t xml:space="preserve">the </w:t>
      </w:r>
      <w:r w:rsidR="00075B54" w:rsidRPr="00BC0788">
        <w:rPr>
          <w:rFonts w:cs="Arial"/>
          <w:szCs w:val="24"/>
        </w:rPr>
        <w:t>Nyquist sampling theory,</w:t>
      </w:r>
      <w:r w:rsidR="00885059" w:rsidRPr="00BC0788">
        <w:rPr>
          <w:rFonts w:cs="Arial"/>
          <w:szCs w:val="24"/>
        </w:rPr>
        <w:t xml:space="preserve"> </w:t>
      </w:r>
      <w:r w:rsidR="00075B54" w:rsidRPr="00BC0788">
        <w:rPr>
          <w:rFonts w:cs="Arial"/>
          <w:szCs w:val="24"/>
        </w:rPr>
        <w:t xml:space="preserve">there must be at least </w:t>
      </w:r>
      <w:r w:rsidR="00836E00" w:rsidRPr="00BC0788">
        <w:rPr>
          <w:rFonts w:cs="Arial"/>
          <w:szCs w:val="24"/>
        </w:rPr>
        <w:t>two gold particles</w:t>
      </w:r>
      <w:r w:rsidR="00075B54" w:rsidRPr="00BC0788">
        <w:rPr>
          <w:rFonts w:cs="Arial"/>
          <w:szCs w:val="24"/>
        </w:rPr>
        <w:t xml:space="preserve"> per resolution unit. </w:t>
      </w:r>
      <w:r w:rsidR="009D4330" w:rsidRPr="00BC0788">
        <w:rPr>
          <w:rFonts w:cs="Arial"/>
          <w:szCs w:val="24"/>
        </w:rPr>
        <w:t>In most</w:t>
      </w:r>
      <w:r w:rsidR="00075B54" w:rsidRPr="00BC0788">
        <w:rPr>
          <w:rFonts w:cs="Arial"/>
          <w:szCs w:val="24"/>
        </w:rPr>
        <w:t xml:space="preserve"> immun</w:t>
      </w:r>
      <w:r w:rsidR="00836E00" w:rsidRPr="00BC0788">
        <w:rPr>
          <w:rFonts w:cs="Arial"/>
          <w:szCs w:val="24"/>
        </w:rPr>
        <w:t>o</w:t>
      </w:r>
      <w:r w:rsidR="00075B54" w:rsidRPr="00BC0788">
        <w:rPr>
          <w:rFonts w:cs="Arial"/>
          <w:szCs w:val="24"/>
        </w:rPr>
        <w:t xml:space="preserve">-gold EM </w:t>
      </w:r>
      <w:r w:rsidR="009D4330" w:rsidRPr="00BC0788">
        <w:rPr>
          <w:rFonts w:cs="Arial"/>
          <w:szCs w:val="24"/>
        </w:rPr>
        <w:t>studies, the distance</w:t>
      </w:r>
      <w:r w:rsidR="00646622" w:rsidRPr="00BC0788">
        <w:rPr>
          <w:rFonts w:cs="Arial"/>
          <w:szCs w:val="24"/>
        </w:rPr>
        <w:t>s</w:t>
      </w:r>
      <w:r w:rsidR="009D4330" w:rsidRPr="00BC0788">
        <w:rPr>
          <w:rFonts w:cs="Arial"/>
          <w:szCs w:val="24"/>
        </w:rPr>
        <w:t xml:space="preserve"> between neighbor gold particles </w:t>
      </w:r>
      <w:r w:rsidR="00CB2409" w:rsidRPr="00BC0788">
        <w:rPr>
          <w:rFonts w:cs="Arial"/>
          <w:szCs w:val="24"/>
        </w:rPr>
        <w:t>are not</w:t>
      </w:r>
      <w:r w:rsidR="009D4330" w:rsidRPr="00BC0788">
        <w:rPr>
          <w:rFonts w:cs="Arial"/>
          <w:szCs w:val="24"/>
        </w:rPr>
        <w:t xml:space="preserve"> &lt; 15 nm </w:t>
      </w:r>
      <w:r w:rsidR="00075B54" w:rsidRPr="00BC0788">
        <w:rPr>
          <w:rFonts w:cs="Arial"/>
          <w:szCs w:val="24"/>
        </w:rPr>
        <w:t>due to the very low labeling efficiency</w:t>
      </w:r>
      <w:r w:rsidR="00646622" w:rsidRPr="00BC0788">
        <w:rPr>
          <w:rFonts w:cs="Arial"/>
          <w:szCs w:val="24"/>
        </w:rPr>
        <w:t>; this makes it difficult</w:t>
      </w:r>
      <w:r w:rsidR="009D4330" w:rsidRPr="00BC0788">
        <w:rPr>
          <w:rFonts w:cs="Arial"/>
          <w:szCs w:val="24"/>
        </w:rPr>
        <w:t xml:space="preserve"> </w:t>
      </w:r>
      <w:r w:rsidR="00646622" w:rsidRPr="00BC0788">
        <w:rPr>
          <w:rFonts w:cs="Arial"/>
          <w:szCs w:val="24"/>
        </w:rPr>
        <w:t>for</w:t>
      </w:r>
      <w:r w:rsidR="009D4330" w:rsidRPr="00BC0788">
        <w:rPr>
          <w:rFonts w:cs="Arial"/>
          <w:szCs w:val="24"/>
        </w:rPr>
        <w:t xml:space="preserve"> this technique to achieve an image resolution </w:t>
      </w:r>
      <w:r w:rsidR="003C0692" w:rsidRPr="00BC0788">
        <w:rPr>
          <w:rFonts w:cs="Arial"/>
          <w:szCs w:val="24"/>
        </w:rPr>
        <w:t>less than</w:t>
      </w:r>
      <w:r w:rsidR="009D4330" w:rsidRPr="00BC0788">
        <w:rPr>
          <w:rFonts w:cs="Arial"/>
          <w:szCs w:val="24"/>
        </w:rPr>
        <w:t xml:space="preserve"> 30 nm</w:t>
      </w:r>
      <w:r w:rsidR="003C0692" w:rsidRPr="00BC0788">
        <w:rPr>
          <w:rFonts w:cs="Arial"/>
          <w:szCs w:val="24"/>
        </w:rPr>
        <w:t>.</w:t>
      </w:r>
      <w:r w:rsidR="001D2960" w:rsidRPr="00BC0788">
        <w:rPr>
          <w:rFonts w:cs="Arial"/>
          <w:szCs w:val="24"/>
        </w:rPr>
        <w:t xml:space="preserve"> </w:t>
      </w:r>
      <w:r w:rsidR="009D4330" w:rsidRPr="00BC0788">
        <w:rPr>
          <w:rFonts w:cs="Arial"/>
          <w:szCs w:val="24"/>
        </w:rPr>
        <w:t>From this point of view, w</w:t>
      </w:r>
      <w:r w:rsidR="00E0780E" w:rsidRPr="00BC0788">
        <w:rPr>
          <w:rFonts w:cs="Arial"/>
          <w:szCs w:val="24"/>
        </w:rPr>
        <w:t xml:space="preserve">e estimate that the resolution of GLIM is </w:t>
      </w:r>
      <w:r w:rsidR="009D4330" w:rsidRPr="00BC0788">
        <w:rPr>
          <w:rFonts w:cs="Arial"/>
          <w:szCs w:val="24"/>
        </w:rPr>
        <w:t>at least</w:t>
      </w:r>
      <w:r w:rsidR="00E0780E" w:rsidRPr="00BC0788">
        <w:rPr>
          <w:rFonts w:cs="Arial"/>
          <w:szCs w:val="24"/>
        </w:rPr>
        <w:t xml:space="preserve"> comparable to that of the immun</w:t>
      </w:r>
      <w:r w:rsidR="003C0692" w:rsidRPr="00BC0788">
        <w:rPr>
          <w:rFonts w:cs="Arial"/>
          <w:szCs w:val="24"/>
        </w:rPr>
        <w:t>o</w:t>
      </w:r>
      <w:r w:rsidR="00E0780E" w:rsidRPr="00BC0788">
        <w:rPr>
          <w:rFonts w:cs="Arial"/>
          <w:szCs w:val="24"/>
        </w:rPr>
        <w:t>-gold EM.</w:t>
      </w:r>
    </w:p>
    <w:p w14:paraId="6AB5094A" w14:textId="77777777" w:rsidR="00F615D2" w:rsidRPr="00BC0788" w:rsidRDefault="00F615D2" w:rsidP="00BC0965">
      <w:pPr>
        <w:jc w:val="both"/>
        <w:rPr>
          <w:rFonts w:cs="Arial"/>
          <w:szCs w:val="24"/>
        </w:rPr>
      </w:pPr>
    </w:p>
    <w:p w14:paraId="10F7AACC" w14:textId="363EE57E" w:rsidR="00F500A5" w:rsidRPr="00BC0788" w:rsidRDefault="00873D41" w:rsidP="00BC0965">
      <w:pPr>
        <w:jc w:val="both"/>
        <w:rPr>
          <w:rFonts w:cs="Arial"/>
          <w:szCs w:val="24"/>
        </w:rPr>
      </w:pPr>
      <w:r w:rsidRPr="00BC0788">
        <w:rPr>
          <w:rFonts w:cs="Arial"/>
          <w:szCs w:val="24"/>
        </w:rPr>
        <w:t xml:space="preserve">GLIM is </w:t>
      </w:r>
      <w:r w:rsidR="00603A6F" w:rsidRPr="00BC0788">
        <w:rPr>
          <w:rFonts w:cs="Arial"/>
          <w:szCs w:val="24"/>
        </w:rPr>
        <w:t xml:space="preserve">a </w:t>
      </w:r>
      <w:r w:rsidRPr="00BC0788">
        <w:rPr>
          <w:rFonts w:cs="Arial"/>
          <w:szCs w:val="24"/>
        </w:rPr>
        <w:t xml:space="preserve">robust </w:t>
      </w:r>
      <w:r w:rsidR="00603A6F" w:rsidRPr="00BC0788">
        <w:rPr>
          <w:rFonts w:cs="Arial"/>
          <w:szCs w:val="24"/>
        </w:rPr>
        <w:t xml:space="preserve">method that gives </w:t>
      </w:r>
      <w:r w:rsidRPr="00BC0788">
        <w:rPr>
          <w:rFonts w:cs="Arial"/>
          <w:szCs w:val="24"/>
        </w:rPr>
        <w:t>highly consistent</w:t>
      </w:r>
      <w:r w:rsidR="00603A6F" w:rsidRPr="00BC0788">
        <w:rPr>
          <w:rFonts w:cs="Arial"/>
          <w:szCs w:val="24"/>
        </w:rPr>
        <w:t xml:space="preserve"> results</w:t>
      </w:r>
      <w:r w:rsidRPr="00BC0788">
        <w:rPr>
          <w:rFonts w:cs="Arial"/>
          <w:szCs w:val="24"/>
        </w:rPr>
        <w:t xml:space="preserve">. It is independent of the </w:t>
      </w:r>
      <w:r w:rsidR="00603A6F" w:rsidRPr="00BC0788">
        <w:rPr>
          <w:rFonts w:cs="Arial"/>
          <w:szCs w:val="24"/>
        </w:rPr>
        <w:t xml:space="preserve">type of </w:t>
      </w:r>
      <w:r w:rsidRPr="00BC0788">
        <w:rPr>
          <w:rFonts w:cs="Arial"/>
          <w:szCs w:val="24"/>
        </w:rPr>
        <w:t xml:space="preserve">microscope used. We have tested that wide-field and spinning disk confocal </w:t>
      </w:r>
      <w:r w:rsidR="00A46ED7" w:rsidRPr="00BC0788">
        <w:rPr>
          <w:rFonts w:cs="Arial"/>
          <w:szCs w:val="24"/>
        </w:rPr>
        <w:t xml:space="preserve">microscopes </w:t>
      </w:r>
      <w:r w:rsidRPr="00BC0788">
        <w:rPr>
          <w:rFonts w:cs="Arial"/>
          <w:szCs w:val="24"/>
        </w:rPr>
        <w:t xml:space="preserve">yielded </w:t>
      </w:r>
      <w:r w:rsidR="00A46ED7" w:rsidRPr="00BC0788">
        <w:rPr>
          <w:rFonts w:cs="Arial"/>
          <w:szCs w:val="24"/>
        </w:rPr>
        <w:t>the same</w:t>
      </w:r>
      <w:r w:rsidRPr="00BC0788">
        <w:rPr>
          <w:rFonts w:cs="Arial"/>
          <w:szCs w:val="24"/>
        </w:rPr>
        <w:t xml:space="preserve"> results. LQs of the same Golgi proteins acquired at </w:t>
      </w:r>
      <w:r w:rsidRPr="00BC0788">
        <w:rPr>
          <w:rFonts w:cs="Arial"/>
          <w:szCs w:val="24"/>
        </w:rPr>
        <w:lastRenderedPageBreak/>
        <w:t xml:space="preserve">different batches of experiments </w:t>
      </w:r>
      <w:r w:rsidR="003E1417" w:rsidRPr="00BC0788">
        <w:rPr>
          <w:rFonts w:cs="Arial"/>
          <w:szCs w:val="24"/>
        </w:rPr>
        <w:t xml:space="preserve">were </w:t>
      </w:r>
      <w:r w:rsidRPr="00BC0788">
        <w:rPr>
          <w:rFonts w:cs="Arial"/>
          <w:szCs w:val="24"/>
        </w:rPr>
        <w:t xml:space="preserve">also </w:t>
      </w:r>
      <w:r w:rsidR="00603A6F" w:rsidRPr="00BC0788">
        <w:rPr>
          <w:rFonts w:cs="Arial"/>
          <w:szCs w:val="24"/>
        </w:rPr>
        <w:t>in good agreement with each other</w:t>
      </w:r>
      <w:r w:rsidRPr="00BC0788">
        <w:rPr>
          <w:rFonts w:cs="Arial"/>
          <w:szCs w:val="24"/>
        </w:rPr>
        <w:t>.</w:t>
      </w:r>
      <w:r w:rsidR="00A46ED7" w:rsidRPr="00BC0788">
        <w:rPr>
          <w:rFonts w:cs="Arial"/>
          <w:szCs w:val="24"/>
        </w:rPr>
        <w:t xml:space="preserve"> </w:t>
      </w:r>
      <w:r w:rsidR="00F500A5" w:rsidRPr="00BC0788">
        <w:rPr>
          <w:rFonts w:cs="Arial"/>
          <w:szCs w:val="24"/>
        </w:rPr>
        <w:t xml:space="preserve">A </w:t>
      </w:r>
      <w:r w:rsidR="00FB3199" w:rsidRPr="00BC0788">
        <w:rPr>
          <w:rFonts w:cs="Arial"/>
          <w:szCs w:val="24"/>
        </w:rPr>
        <w:t xml:space="preserve">LQ </w:t>
      </w:r>
      <w:r w:rsidR="00F500A5" w:rsidRPr="00BC0788">
        <w:rPr>
          <w:rFonts w:cs="Arial"/>
          <w:szCs w:val="24"/>
        </w:rPr>
        <w:t xml:space="preserve">database </w:t>
      </w:r>
      <w:r w:rsidR="00603A6F" w:rsidRPr="00BC0788">
        <w:rPr>
          <w:rFonts w:cs="Arial"/>
          <w:szCs w:val="24"/>
        </w:rPr>
        <w:t xml:space="preserve">consisting of </w:t>
      </w:r>
      <w:r w:rsidR="00FB3199" w:rsidRPr="00BC0788">
        <w:rPr>
          <w:rFonts w:cs="Arial"/>
          <w:szCs w:val="24"/>
        </w:rPr>
        <w:t xml:space="preserve">a diverse range of Golgi resident proteins </w:t>
      </w:r>
      <w:r w:rsidR="00F500A5" w:rsidRPr="00BC0788">
        <w:rPr>
          <w:rFonts w:cs="Arial"/>
          <w:szCs w:val="24"/>
        </w:rPr>
        <w:t>has been generated for comparison and interpretation.</w:t>
      </w:r>
      <w:r w:rsidR="00FB3199" w:rsidRPr="00BC0788">
        <w:rPr>
          <w:rFonts w:cs="Arial"/>
          <w:szCs w:val="24"/>
        </w:rPr>
        <w:t xml:space="preserve"> </w:t>
      </w:r>
      <w:r w:rsidR="005B1B1E" w:rsidRPr="00BC0788">
        <w:rPr>
          <w:rFonts w:cs="Arial"/>
          <w:szCs w:val="24"/>
        </w:rPr>
        <w:t>We expect that m</w:t>
      </w:r>
      <w:r w:rsidR="006C05BA" w:rsidRPr="00BC0788">
        <w:rPr>
          <w:rFonts w:cs="Arial"/>
          <w:szCs w:val="24"/>
        </w:rPr>
        <w:t xml:space="preserve">ore usage of GLIM </w:t>
      </w:r>
      <w:r w:rsidR="005B1B1E" w:rsidRPr="00BC0788">
        <w:rPr>
          <w:rFonts w:cs="Arial"/>
          <w:szCs w:val="24"/>
        </w:rPr>
        <w:t xml:space="preserve">in </w:t>
      </w:r>
      <w:r w:rsidR="003E1417" w:rsidRPr="00BC0788">
        <w:rPr>
          <w:rFonts w:cs="Arial"/>
          <w:szCs w:val="24"/>
        </w:rPr>
        <w:t xml:space="preserve">the </w:t>
      </w:r>
      <w:r w:rsidR="005B1B1E" w:rsidRPr="00BC0788">
        <w:rPr>
          <w:rFonts w:cs="Arial"/>
          <w:szCs w:val="24"/>
        </w:rPr>
        <w:t xml:space="preserve">research community </w:t>
      </w:r>
      <w:r w:rsidR="006C05BA" w:rsidRPr="00BC0788">
        <w:rPr>
          <w:rFonts w:cs="Arial"/>
          <w:szCs w:val="24"/>
        </w:rPr>
        <w:t xml:space="preserve">will </w:t>
      </w:r>
      <w:r w:rsidR="005B1B1E" w:rsidRPr="00BC0788">
        <w:rPr>
          <w:rFonts w:cs="Arial"/>
          <w:szCs w:val="24"/>
        </w:rPr>
        <w:t xml:space="preserve">significantly </w:t>
      </w:r>
      <w:r w:rsidR="00603A6F" w:rsidRPr="00BC0788">
        <w:rPr>
          <w:rFonts w:cs="Arial"/>
          <w:szCs w:val="24"/>
        </w:rPr>
        <w:t xml:space="preserve">expand </w:t>
      </w:r>
      <w:r w:rsidR="005B1B1E" w:rsidRPr="00BC0788">
        <w:rPr>
          <w:rFonts w:cs="Arial"/>
          <w:szCs w:val="24"/>
        </w:rPr>
        <w:t>the database</w:t>
      </w:r>
      <w:r w:rsidR="00FB3199" w:rsidRPr="00BC0788">
        <w:rPr>
          <w:rFonts w:cs="Arial"/>
          <w:szCs w:val="24"/>
        </w:rPr>
        <w:t xml:space="preserve">. </w:t>
      </w:r>
      <w:r w:rsidR="00E67A34" w:rsidRPr="00BC0788">
        <w:rPr>
          <w:rFonts w:cs="Arial"/>
          <w:szCs w:val="24"/>
        </w:rPr>
        <w:t>Consequently, a</w:t>
      </w:r>
      <w:r w:rsidR="005B1B1E" w:rsidRPr="00BC0788">
        <w:rPr>
          <w:rFonts w:cs="Arial"/>
          <w:szCs w:val="24"/>
        </w:rPr>
        <w:t xml:space="preserve"> more complete</w:t>
      </w:r>
      <w:r w:rsidR="00603A6F" w:rsidRPr="00BC0788">
        <w:rPr>
          <w:rFonts w:cs="Arial"/>
          <w:szCs w:val="24"/>
        </w:rPr>
        <w:t xml:space="preserve"> database </w:t>
      </w:r>
      <w:r w:rsidR="005B1B1E" w:rsidRPr="00BC0788">
        <w:rPr>
          <w:rFonts w:cs="Arial"/>
          <w:szCs w:val="24"/>
        </w:rPr>
        <w:t xml:space="preserve">quantitatively describing the localization of a large number of Golgi proteins </w:t>
      </w:r>
      <w:r w:rsidR="0020677C" w:rsidRPr="00BC0788">
        <w:rPr>
          <w:rFonts w:cs="Arial"/>
          <w:szCs w:val="24"/>
        </w:rPr>
        <w:t xml:space="preserve">will </w:t>
      </w:r>
      <w:r w:rsidR="005B1B1E" w:rsidRPr="00BC0788">
        <w:rPr>
          <w:rFonts w:cs="Arial"/>
          <w:szCs w:val="24"/>
        </w:rPr>
        <w:t xml:space="preserve">greatly </w:t>
      </w:r>
      <w:r w:rsidR="00603A6F" w:rsidRPr="00BC0788">
        <w:rPr>
          <w:rFonts w:cs="Arial"/>
          <w:szCs w:val="24"/>
        </w:rPr>
        <w:t xml:space="preserve">help in understanding the </w:t>
      </w:r>
      <w:r w:rsidR="005B1B1E" w:rsidRPr="00BC0788">
        <w:rPr>
          <w:rFonts w:cs="Arial"/>
          <w:szCs w:val="24"/>
        </w:rPr>
        <w:t>organization and function of the Golgi complex.</w:t>
      </w:r>
    </w:p>
    <w:p w14:paraId="353E1776" w14:textId="77777777" w:rsidR="00981910" w:rsidRPr="00BC0788" w:rsidRDefault="00981910" w:rsidP="00BC0965">
      <w:pPr>
        <w:jc w:val="both"/>
        <w:rPr>
          <w:rFonts w:cs="Arial"/>
          <w:szCs w:val="24"/>
        </w:rPr>
      </w:pPr>
    </w:p>
    <w:p w14:paraId="08601A52" w14:textId="5FFD8E4F" w:rsidR="00750948" w:rsidRPr="00BC0788" w:rsidRDefault="00305E25" w:rsidP="00BC0965">
      <w:pPr>
        <w:jc w:val="both"/>
        <w:rPr>
          <w:rFonts w:cs="Arial"/>
          <w:b/>
          <w:szCs w:val="24"/>
        </w:rPr>
      </w:pPr>
      <w:r w:rsidRPr="00BC0788">
        <w:rPr>
          <w:rFonts w:cs="Arial"/>
          <w:b/>
          <w:szCs w:val="24"/>
        </w:rPr>
        <w:t>ACKNOWLEDGEMENTS:</w:t>
      </w:r>
    </w:p>
    <w:p w14:paraId="69DE76D5" w14:textId="150E08D0" w:rsidR="005B1B1E" w:rsidRPr="00BC0788" w:rsidRDefault="00A9027A" w:rsidP="00BC0965">
      <w:pPr>
        <w:autoSpaceDE w:val="0"/>
        <w:autoSpaceDN w:val="0"/>
        <w:adjustRightInd w:val="0"/>
        <w:jc w:val="both"/>
        <w:rPr>
          <w:rFonts w:cs="Arial"/>
          <w:szCs w:val="24"/>
        </w:rPr>
      </w:pPr>
      <w:r w:rsidRPr="00BC0788">
        <w:rPr>
          <w:rFonts w:cs="Arial"/>
          <w:szCs w:val="24"/>
        </w:rPr>
        <w:t xml:space="preserve">We would like to thank D. Stephens (University of Bristol, Bristol, United Kingdom) for </w:t>
      </w:r>
      <w:r w:rsidR="000C7AE5" w:rsidRPr="00BC0788">
        <w:rPr>
          <w:rFonts w:cs="Arial"/>
          <w:szCs w:val="24"/>
        </w:rPr>
        <w:t xml:space="preserve">the </w:t>
      </w:r>
      <w:r w:rsidR="005B1B1E" w:rsidRPr="00BC0788">
        <w:rPr>
          <w:rFonts w:cs="Arial"/>
          <w:szCs w:val="24"/>
        </w:rPr>
        <w:t>TPST1</w:t>
      </w:r>
      <w:r w:rsidR="00970549" w:rsidRPr="00BC0788">
        <w:rPr>
          <w:rFonts w:cs="Arial"/>
          <w:szCs w:val="24"/>
        </w:rPr>
        <w:t>-EGFP</w:t>
      </w:r>
      <w:r w:rsidRPr="00BC0788">
        <w:rPr>
          <w:rFonts w:cs="Arial"/>
          <w:szCs w:val="24"/>
        </w:rPr>
        <w:t xml:space="preserve"> DNA plasmid</w:t>
      </w:r>
      <w:r w:rsidR="00B662CA" w:rsidRPr="00BC0788">
        <w:rPr>
          <w:rFonts w:cs="Arial"/>
          <w:szCs w:val="24"/>
        </w:rPr>
        <w:t xml:space="preserve">, as well as Lakshmi Narasimhan Govindarajan for helping with </w:t>
      </w:r>
      <w:r w:rsidR="000C7AE5" w:rsidRPr="00BC0788">
        <w:rPr>
          <w:rFonts w:cs="Arial"/>
          <w:szCs w:val="24"/>
        </w:rPr>
        <w:t xml:space="preserve">the </w:t>
      </w:r>
      <w:r w:rsidR="00B662CA" w:rsidRPr="00BC0788">
        <w:rPr>
          <w:rFonts w:cs="Arial"/>
          <w:szCs w:val="24"/>
        </w:rPr>
        <w:t>software optimization</w:t>
      </w:r>
      <w:r w:rsidRPr="00BC0788">
        <w:rPr>
          <w:rFonts w:cs="Arial"/>
          <w:szCs w:val="24"/>
        </w:rPr>
        <w:t xml:space="preserve">. </w:t>
      </w:r>
      <w:r w:rsidR="005B1B1E" w:rsidRPr="00BC0788">
        <w:rPr>
          <w:rFonts w:cs="Arial"/>
          <w:szCs w:val="24"/>
        </w:rPr>
        <w:t>This work was supported by grants from the National Medical Research Council (NMRC/CBRG</w:t>
      </w:r>
      <w:r w:rsidRPr="00BC0788">
        <w:rPr>
          <w:rFonts w:cs="Arial"/>
          <w:szCs w:val="24"/>
        </w:rPr>
        <w:t xml:space="preserve">/007/2012), </w:t>
      </w:r>
      <w:r w:rsidR="005B1B1E" w:rsidRPr="00BC0788">
        <w:rPr>
          <w:rFonts w:cs="Arial"/>
          <w:szCs w:val="24"/>
        </w:rPr>
        <w:t>Ministry of</w:t>
      </w:r>
      <w:r w:rsidRPr="00BC0788">
        <w:rPr>
          <w:rFonts w:cs="Arial"/>
          <w:szCs w:val="24"/>
        </w:rPr>
        <w:t xml:space="preserve"> Education (AcRF Tier1 RG 18/11, </w:t>
      </w:r>
      <w:r w:rsidR="005B1B1E" w:rsidRPr="00BC0788">
        <w:rPr>
          <w:rFonts w:cs="Arial"/>
          <w:szCs w:val="24"/>
        </w:rPr>
        <w:t>RG 48/13</w:t>
      </w:r>
      <w:r w:rsidRPr="00BC0788">
        <w:rPr>
          <w:rFonts w:cs="Arial"/>
          <w:szCs w:val="24"/>
        </w:rPr>
        <w:t xml:space="preserve"> and RG132/5 and AcRF Tier2 MOE2015-T2-2-073</w:t>
      </w:r>
      <w:r w:rsidR="005B1B1E" w:rsidRPr="00BC0788">
        <w:rPr>
          <w:rFonts w:cs="Arial"/>
          <w:szCs w:val="24"/>
        </w:rPr>
        <w:t>) to L.L.</w:t>
      </w:r>
    </w:p>
    <w:p w14:paraId="1681A851" w14:textId="77777777" w:rsidR="00A9027A" w:rsidRPr="00BC0788" w:rsidRDefault="00A9027A" w:rsidP="00BC0965">
      <w:pPr>
        <w:autoSpaceDE w:val="0"/>
        <w:autoSpaceDN w:val="0"/>
        <w:adjustRightInd w:val="0"/>
        <w:jc w:val="both"/>
        <w:rPr>
          <w:rFonts w:cs="Arial"/>
          <w:szCs w:val="24"/>
        </w:rPr>
      </w:pPr>
    </w:p>
    <w:p w14:paraId="0722E43A" w14:textId="097EBFDF" w:rsidR="006D104D" w:rsidRPr="00BC0788" w:rsidRDefault="00CA2613" w:rsidP="00BC0965">
      <w:pPr>
        <w:autoSpaceDE w:val="0"/>
        <w:autoSpaceDN w:val="0"/>
        <w:adjustRightInd w:val="0"/>
        <w:jc w:val="both"/>
        <w:rPr>
          <w:rFonts w:cs="Arial"/>
          <w:b/>
          <w:szCs w:val="24"/>
        </w:rPr>
      </w:pPr>
      <w:r w:rsidRPr="00BC0788">
        <w:rPr>
          <w:rFonts w:cs="Arial"/>
          <w:b/>
          <w:szCs w:val="24"/>
        </w:rPr>
        <w:t>DISCLOSURES</w:t>
      </w:r>
      <w:r w:rsidR="00305E25" w:rsidRPr="00BC0788">
        <w:rPr>
          <w:rFonts w:cs="Arial"/>
          <w:b/>
          <w:szCs w:val="24"/>
        </w:rPr>
        <w:t>:</w:t>
      </w:r>
    </w:p>
    <w:p w14:paraId="15A6797C" w14:textId="77777777" w:rsidR="006D104D" w:rsidRPr="00BC0788" w:rsidRDefault="006D104D" w:rsidP="00BC0965">
      <w:pPr>
        <w:autoSpaceDE w:val="0"/>
        <w:autoSpaceDN w:val="0"/>
        <w:adjustRightInd w:val="0"/>
        <w:jc w:val="both"/>
        <w:rPr>
          <w:rFonts w:cs="Arial"/>
          <w:szCs w:val="24"/>
        </w:rPr>
      </w:pPr>
      <w:r w:rsidRPr="00BC0788">
        <w:rPr>
          <w:rFonts w:cs="Arial"/>
          <w:szCs w:val="24"/>
        </w:rPr>
        <w:t>The authors declare that they have no competing financial interests.</w:t>
      </w:r>
    </w:p>
    <w:p w14:paraId="47F5B615" w14:textId="77777777" w:rsidR="00905F95" w:rsidRPr="00BC0788" w:rsidRDefault="00905F95" w:rsidP="00BC0965">
      <w:pPr>
        <w:jc w:val="both"/>
        <w:rPr>
          <w:rFonts w:cs="Arial"/>
          <w:szCs w:val="24"/>
        </w:rPr>
      </w:pPr>
    </w:p>
    <w:p w14:paraId="7A7F37EC" w14:textId="0A3DA07D" w:rsidR="00905F95" w:rsidRPr="00BC0788" w:rsidRDefault="00CA2613" w:rsidP="00BC0965">
      <w:pPr>
        <w:jc w:val="both"/>
        <w:rPr>
          <w:rFonts w:cs="Arial"/>
          <w:b/>
          <w:szCs w:val="24"/>
        </w:rPr>
      </w:pPr>
      <w:r w:rsidRPr="00BC0788">
        <w:rPr>
          <w:rFonts w:cs="Arial"/>
          <w:b/>
          <w:szCs w:val="24"/>
        </w:rPr>
        <w:t>REFERENCES</w:t>
      </w:r>
    </w:p>
    <w:p w14:paraId="7B77F52A" w14:textId="4ABF2A61" w:rsidR="00525A69" w:rsidRPr="00BC0788" w:rsidRDefault="00111412" w:rsidP="00BC0965">
      <w:pPr>
        <w:pStyle w:val="EndNoteBibliography"/>
        <w:jc w:val="both"/>
        <w:rPr>
          <w:sz w:val="24"/>
          <w:szCs w:val="24"/>
        </w:rPr>
      </w:pPr>
      <w:r w:rsidRPr="00BC0788">
        <w:rPr>
          <w:sz w:val="24"/>
          <w:szCs w:val="24"/>
        </w:rPr>
        <w:fldChar w:fldCharType="begin"/>
      </w:r>
      <w:r w:rsidR="00251481" w:rsidRPr="00BC0788">
        <w:rPr>
          <w:sz w:val="24"/>
          <w:szCs w:val="24"/>
        </w:rPr>
        <w:instrText xml:space="preserve"> ADDIN EN.REFLIST </w:instrText>
      </w:r>
      <w:r w:rsidRPr="00BC0788">
        <w:rPr>
          <w:sz w:val="24"/>
          <w:szCs w:val="24"/>
        </w:rPr>
        <w:fldChar w:fldCharType="separate"/>
      </w:r>
      <w:bookmarkStart w:id="3" w:name="_ENREF_1"/>
      <w:r w:rsidR="00525A69" w:rsidRPr="00BC0788">
        <w:rPr>
          <w:sz w:val="24"/>
          <w:szCs w:val="24"/>
        </w:rPr>
        <w:t>1</w:t>
      </w:r>
      <w:r w:rsidR="00525A69" w:rsidRPr="00BC0788">
        <w:rPr>
          <w:sz w:val="24"/>
          <w:szCs w:val="24"/>
        </w:rPr>
        <w:tab/>
        <w:t>Glick, B. S.</w:t>
      </w:r>
      <w:r w:rsidR="000C7AE5" w:rsidRPr="00BC0788">
        <w:rPr>
          <w:sz w:val="24"/>
          <w:szCs w:val="24"/>
        </w:rPr>
        <w:t>,</w:t>
      </w:r>
      <w:r w:rsidR="00525A69" w:rsidRPr="00BC0788">
        <w:rPr>
          <w:sz w:val="24"/>
          <w:szCs w:val="24"/>
        </w:rPr>
        <w:t xml:space="preserve"> Luini, A. Models for Golgi traffic: a critical assessment. </w:t>
      </w:r>
      <w:r w:rsidR="00525A69" w:rsidRPr="00BC0788">
        <w:rPr>
          <w:i/>
          <w:sz w:val="24"/>
          <w:szCs w:val="24"/>
        </w:rPr>
        <w:t>Cold Spring Harb Perspect Biol.</w:t>
      </w:r>
      <w:r w:rsidR="00525A69" w:rsidRPr="00BC0788">
        <w:rPr>
          <w:sz w:val="24"/>
          <w:szCs w:val="24"/>
        </w:rPr>
        <w:t xml:space="preserve"> </w:t>
      </w:r>
      <w:r w:rsidR="00525A69" w:rsidRPr="00BC0788">
        <w:rPr>
          <w:b/>
          <w:sz w:val="24"/>
          <w:szCs w:val="24"/>
        </w:rPr>
        <w:t>3</w:t>
      </w:r>
      <w:r w:rsidR="00525A69" w:rsidRPr="00BC0788">
        <w:rPr>
          <w:sz w:val="24"/>
          <w:szCs w:val="24"/>
        </w:rPr>
        <w:t xml:space="preserve"> (11), a005215, doi:10.1101/cshperspect.a005215</w:t>
      </w:r>
      <w:r w:rsidR="000C7AE5" w:rsidRPr="00BC0788">
        <w:rPr>
          <w:sz w:val="24"/>
          <w:szCs w:val="24"/>
        </w:rPr>
        <w:t>,</w:t>
      </w:r>
      <w:r w:rsidR="00525A69" w:rsidRPr="00BC0788">
        <w:rPr>
          <w:sz w:val="24"/>
          <w:szCs w:val="24"/>
        </w:rPr>
        <w:t xml:space="preserve"> (2011).</w:t>
      </w:r>
      <w:bookmarkEnd w:id="3"/>
    </w:p>
    <w:p w14:paraId="1078FA65" w14:textId="109C5DEB" w:rsidR="00525A69" w:rsidRPr="00BC0788" w:rsidRDefault="00525A69" w:rsidP="00BC0965">
      <w:pPr>
        <w:pStyle w:val="EndNoteBibliography"/>
        <w:jc w:val="both"/>
        <w:rPr>
          <w:sz w:val="24"/>
          <w:szCs w:val="24"/>
        </w:rPr>
      </w:pPr>
      <w:bookmarkStart w:id="4" w:name="_ENREF_2"/>
      <w:r w:rsidRPr="00BC0788">
        <w:rPr>
          <w:sz w:val="24"/>
          <w:szCs w:val="24"/>
        </w:rPr>
        <w:t>2</w:t>
      </w:r>
      <w:r w:rsidRPr="00BC0788">
        <w:rPr>
          <w:sz w:val="24"/>
          <w:szCs w:val="24"/>
        </w:rPr>
        <w:tab/>
        <w:t xml:space="preserve">Klumperman, J. Architecture of the mammalian Golgi. </w:t>
      </w:r>
      <w:r w:rsidRPr="00BC0788">
        <w:rPr>
          <w:i/>
          <w:sz w:val="24"/>
          <w:szCs w:val="24"/>
        </w:rPr>
        <w:t>Cold Spring Harb Perspect Biol.</w:t>
      </w:r>
      <w:r w:rsidRPr="00BC0788">
        <w:rPr>
          <w:sz w:val="24"/>
          <w:szCs w:val="24"/>
        </w:rPr>
        <w:t xml:space="preserve"> </w:t>
      </w:r>
      <w:r w:rsidRPr="00BC0788">
        <w:rPr>
          <w:b/>
          <w:sz w:val="24"/>
          <w:szCs w:val="24"/>
        </w:rPr>
        <w:t>3</w:t>
      </w:r>
      <w:r w:rsidRPr="00BC0788">
        <w:rPr>
          <w:sz w:val="24"/>
          <w:szCs w:val="24"/>
        </w:rPr>
        <w:t xml:space="preserve"> (7), doi:10.1101/cshperspect.a005181</w:t>
      </w:r>
      <w:r w:rsidR="000C7AE5" w:rsidRPr="00BC0788">
        <w:rPr>
          <w:sz w:val="24"/>
          <w:szCs w:val="24"/>
        </w:rPr>
        <w:t>,</w:t>
      </w:r>
      <w:r w:rsidRPr="00BC0788">
        <w:rPr>
          <w:sz w:val="24"/>
          <w:szCs w:val="24"/>
        </w:rPr>
        <w:t xml:space="preserve"> (2011).</w:t>
      </w:r>
      <w:bookmarkEnd w:id="4"/>
    </w:p>
    <w:p w14:paraId="228A23E0" w14:textId="0F63468F" w:rsidR="00525A69" w:rsidRPr="00BC0788" w:rsidRDefault="00525A69" w:rsidP="00BC0965">
      <w:pPr>
        <w:pStyle w:val="EndNoteBibliography"/>
        <w:jc w:val="both"/>
        <w:rPr>
          <w:sz w:val="24"/>
          <w:szCs w:val="24"/>
        </w:rPr>
      </w:pPr>
      <w:bookmarkStart w:id="5" w:name="_ENREF_3"/>
      <w:r w:rsidRPr="00BC0788">
        <w:rPr>
          <w:sz w:val="24"/>
          <w:szCs w:val="24"/>
        </w:rPr>
        <w:t>3</w:t>
      </w:r>
      <w:r w:rsidRPr="00BC0788">
        <w:rPr>
          <w:sz w:val="24"/>
          <w:szCs w:val="24"/>
        </w:rPr>
        <w:tab/>
        <w:t>Lu, L.</w:t>
      </w:r>
      <w:r w:rsidR="000C7AE5" w:rsidRPr="00BC0788">
        <w:rPr>
          <w:sz w:val="24"/>
          <w:szCs w:val="24"/>
        </w:rPr>
        <w:t>,</w:t>
      </w:r>
      <w:r w:rsidRPr="00BC0788">
        <w:rPr>
          <w:sz w:val="24"/>
          <w:szCs w:val="24"/>
        </w:rPr>
        <w:t xml:space="preserve"> Hong, W. From endosomes to the trans-Golgi network. </w:t>
      </w:r>
      <w:r w:rsidRPr="00BC0788">
        <w:rPr>
          <w:i/>
          <w:sz w:val="24"/>
          <w:szCs w:val="24"/>
        </w:rPr>
        <w:t>Semin Cell Dev Biol.</w:t>
      </w:r>
      <w:r w:rsidRPr="00BC0788">
        <w:rPr>
          <w:sz w:val="24"/>
          <w:szCs w:val="24"/>
        </w:rPr>
        <w:t xml:space="preserve"> doi:10.1016/j.semcdb.2014.04.024, (2014).</w:t>
      </w:r>
      <w:bookmarkEnd w:id="5"/>
    </w:p>
    <w:p w14:paraId="1998BD68" w14:textId="30DC650D" w:rsidR="00525A69" w:rsidRPr="00BC0788" w:rsidRDefault="00525A69" w:rsidP="00BC0965">
      <w:pPr>
        <w:pStyle w:val="EndNoteBibliography"/>
        <w:jc w:val="both"/>
        <w:rPr>
          <w:sz w:val="24"/>
          <w:szCs w:val="24"/>
        </w:rPr>
      </w:pPr>
      <w:bookmarkStart w:id="6" w:name="_ENREF_4"/>
      <w:r w:rsidRPr="00BC0788">
        <w:rPr>
          <w:sz w:val="24"/>
          <w:szCs w:val="24"/>
        </w:rPr>
        <w:t>4</w:t>
      </w:r>
      <w:r w:rsidRPr="00BC0788">
        <w:rPr>
          <w:sz w:val="24"/>
          <w:szCs w:val="24"/>
        </w:rPr>
        <w:tab/>
        <w:t>De Matteis, M. A.</w:t>
      </w:r>
      <w:r w:rsidR="000C7AE5" w:rsidRPr="00BC0788">
        <w:rPr>
          <w:sz w:val="24"/>
          <w:szCs w:val="24"/>
        </w:rPr>
        <w:t>,</w:t>
      </w:r>
      <w:r w:rsidRPr="00BC0788">
        <w:rPr>
          <w:sz w:val="24"/>
          <w:szCs w:val="24"/>
        </w:rPr>
        <w:t xml:space="preserve"> Luini, A. Exiting the Golgi complex. </w:t>
      </w:r>
      <w:r w:rsidRPr="00BC0788">
        <w:rPr>
          <w:i/>
          <w:sz w:val="24"/>
          <w:szCs w:val="24"/>
        </w:rPr>
        <w:t>Nat Rev Mol Cell Biol.</w:t>
      </w:r>
      <w:r w:rsidRPr="00BC0788">
        <w:rPr>
          <w:sz w:val="24"/>
          <w:szCs w:val="24"/>
        </w:rPr>
        <w:t xml:space="preserve"> </w:t>
      </w:r>
      <w:r w:rsidRPr="00BC0788">
        <w:rPr>
          <w:b/>
          <w:sz w:val="24"/>
          <w:szCs w:val="24"/>
        </w:rPr>
        <w:t>9</w:t>
      </w:r>
      <w:r w:rsidRPr="00BC0788">
        <w:rPr>
          <w:sz w:val="24"/>
          <w:szCs w:val="24"/>
        </w:rPr>
        <w:t xml:space="preserve"> (4), 273-284, doi:10.1038/nrm2378, (2008).</w:t>
      </w:r>
      <w:bookmarkEnd w:id="6"/>
    </w:p>
    <w:p w14:paraId="22DE9025" w14:textId="4F8BA362" w:rsidR="00525A69" w:rsidRPr="00BC0788" w:rsidRDefault="00525A69" w:rsidP="00BC0965">
      <w:pPr>
        <w:pStyle w:val="EndNoteBibliography"/>
        <w:jc w:val="both"/>
        <w:rPr>
          <w:sz w:val="24"/>
          <w:szCs w:val="24"/>
        </w:rPr>
      </w:pPr>
      <w:bookmarkStart w:id="7" w:name="_ENREF_5"/>
      <w:r w:rsidRPr="00BC0788">
        <w:rPr>
          <w:sz w:val="24"/>
          <w:szCs w:val="24"/>
        </w:rPr>
        <w:t>5</w:t>
      </w:r>
      <w:r w:rsidRPr="00BC0788">
        <w:rPr>
          <w:sz w:val="24"/>
          <w:szCs w:val="24"/>
        </w:rPr>
        <w:tab/>
        <w:t>Lu, L., Ladinsky, M. S.</w:t>
      </w:r>
      <w:r w:rsidR="000C7AE5" w:rsidRPr="00BC0788">
        <w:rPr>
          <w:sz w:val="24"/>
          <w:szCs w:val="24"/>
        </w:rPr>
        <w:t>,</w:t>
      </w:r>
      <w:r w:rsidRPr="00BC0788">
        <w:rPr>
          <w:sz w:val="24"/>
          <w:szCs w:val="24"/>
        </w:rPr>
        <w:t xml:space="preserve"> Kirchhausen, T. Cisternal organization of the endoplasmic reticulum during mitosis. </w:t>
      </w:r>
      <w:r w:rsidRPr="00BC0788">
        <w:rPr>
          <w:i/>
          <w:sz w:val="24"/>
          <w:szCs w:val="24"/>
        </w:rPr>
        <w:t>Mol Biol Cell.</w:t>
      </w:r>
      <w:r w:rsidRPr="00BC0788">
        <w:rPr>
          <w:sz w:val="24"/>
          <w:szCs w:val="24"/>
        </w:rPr>
        <w:t xml:space="preserve"> </w:t>
      </w:r>
      <w:r w:rsidRPr="00BC0788">
        <w:rPr>
          <w:b/>
          <w:sz w:val="24"/>
          <w:szCs w:val="24"/>
        </w:rPr>
        <w:t>20</w:t>
      </w:r>
      <w:r w:rsidRPr="00BC0788">
        <w:rPr>
          <w:sz w:val="24"/>
          <w:szCs w:val="24"/>
        </w:rPr>
        <w:t xml:space="preserve"> (15), 3471-3480, doi:10.1091/mbc.E09-04-0327, (2009).</w:t>
      </w:r>
      <w:bookmarkEnd w:id="7"/>
    </w:p>
    <w:p w14:paraId="5B320C2A" w14:textId="43663F64" w:rsidR="00525A69" w:rsidRPr="00BC0788" w:rsidRDefault="00525A69" w:rsidP="00BC0965">
      <w:pPr>
        <w:pStyle w:val="EndNoteBibliography"/>
        <w:jc w:val="both"/>
        <w:rPr>
          <w:sz w:val="24"/>
          <w:szCs w:val="24"/>
        </w:rPr>
      </w:pPr>
      <w:bookmarkStart w:id="8" w:name="_ENREF_6"/>
      <w:r w:rsidRPr="00BC0788">
        <w:rPr>
          <w:sz w:val="24"/>
          <w:szCs w:val="24"/>
        </w:rPr>
        <w:t>6</w:t>
      </w:r>
      <w:r w:rsidRPr="00BC0788">
        <w:rPr>
          <w:sz w:val="24"/>
          <w:szCs w:val="24"/>
        </w:rPr>
        <w:tab/>
        <w:t>Schermelleh, L., Heintzmann, R.</w:t>
      </w:r>
      <w:r w:rsidR="000C7AE5" w:rsidRPr="00BC0788">
        <w:rPr>
          <w:sz w:val="24"/>
          <w:szCs w:val="24"/>
        </w:rPr>
        <w:t>,</w:t>
      </w:r>
      <w:r w:rsidRPr="00BC0788">
        <w:rPr>
          <w:sz w:val="24"/>
          <w:szCs w:val="24"/>
        </w:rPr>
        <w:t xml:space="preserve"> Leonhardt, H. A guide to super-resolution fluorescence microscopy. </w:t>
      </w:r>
      <w:r w:rsidRPr="00BC0788">
        <w:rPr>
          <w:i/>
          <w:sz w:val="24"/>
          <w:szCs w:val="24"/>
        </w:rPr>
        <w:t>J Cell Biol.</w:t>
      </w:r>
      <w:r w:rsidRPr="00BC0788">
        <w:rPr>
          <w:sz w:val="24"/>
          <w:szCs w:val="24"/>
        </w:rPr>
        <w:t xml:space="preserve"> </w:t>
      </w:r>
      <w:r w:rsidRPr="00BC0788">
        <w:rPr>
          <w:b/>
          <w:sz w:val="24"/>
          <w:szCs w:val="24"/>
        </w:rPr>
        <w:t>190</w:t>
      </w:r>
      <w:r w:rsidRPr="00BC0788">
        <w:rPr>
          <w:sz w:val="24"/>
          <w:szCs w:val="24"/>
        </w:rPr>
        <w:t xml:space="preserve"> (2), 165-175, doi:10.1083/jcb.201002018, (2010).</w:t>
      </w:r>
      <w:bookmarkEnd w:id="8"/>
    </w:p>
    <w:p w14:paraId="3DC6DBDC" w14:textId="22211FDC" w:rsidR="00525A69" w:rsidRPr="00BC0788" w:rsidRDefault="00525A69" w:rsidP="00BC0965">
      <w:pPr>
        <w:pStyle w:val="EndNoteBibliography"/>
        <w:jc w:val="both"/>
        <w:rPr>
          <w:sz w:val="24"/>
          <w:szCs w:val="24"/>
        </w:rPr>
      </w:pPr>
      <w:bookmarkStart w:id="9" w:name="_ENREF_7"/>
      <w:r w:rsidRPr="00BC0788">
        <w:rPr>
          <w:sz w:val="24"/>
          <w:szCs w:val="24"/>
        </w:rPr>
        <w:t>7</w:t>
      </w:r>
      <w:r w:rsidRPr="00BC0788">
        <w:rPr>
          <w:sz w:val="24"/>
          <w:szCs w:val="24"/>
        </w:rPr>
        <w:tab/>
        <w:t>Tie, H. C</w:t>
      </w:r>
      <w:r w:rsidR="000C7AE5" w:rsidRPr="00BC0788">
        <w:rPr>
          <w:sz w:val="24"/>
          <w:szCs w:val="24"/>
        </w:rPr>
        <w:t xml:space="preserve">., </w:t>
      </w:r>
      <w:r w:rsidR="000C7AE5" w:rsidRPr="00BC0788">
        <w:rPr>
          <w:i/>
          <w:sz w:val="24"/>
          <w:szCs w:val="24"/>
        </w:rPr>
        <w:t>et al</w:t>
      </w:r>
      <w:r w:rsidRPr="00BC0788">
        <w:rPr>
          <w:i/>
          <w:sz w:val="24"/>
          <w:szCs w:val="24"/>
        </w:rPr>
        <w:t>.</w:t>
      </w:r>
      <w:r w:rsidRPr="00BC0788">
        <w:rPr>
          <w:sz w:val="24"/>
          <w:szCs w:val="24"/>
        </w:rPr>
        <w:t xml:space="preserve"> A novel imaging method for quantitative Golgi localization reveals differential intra-Golgi trafficking of secretory cargoes. </w:t>
      </w:r>
      <w:r w:rsidRPr="00BC0788">
        <w:rPr>
          <w:i/>
          <w:sz w:val="24"/>
          <w:szCs w:val="24"/>
        </w:rPr>
        <w:t>Mol Biol Cell.</w:t>
      </w:r>
      <w:r w:rsidRPr="00BC0788">
        <w:rPr>
          <w:sz w:val="24"/>
          <w:szCs w:val="24"/>
        </w:rPr>
        <w:t xml:space="preserve"> </w:t>
      </w:r>
      <w:r w:rsidRPr="00BC0788">
        <w:rPr>
          <w:b/>
          <w:sz w:val="24"/>
          <w:szCs w:val="24"/>
        </w:rPr>
        <w:t>27</w:t>
      </w:r>
      <w:r w:rsidRPr="00BC0788">
        <w:rPr>
          <w:sz w:val="24"/>
          <w:szCs w:val="24"/>
        </w:rPr>
        <w:t xml:space="preserve"> (5), 848-861, doi:10.1091/mbc.E15-09-0664, (2016).</w:t>
      </w:r>
      <w:bookmarkEnd w:id="9"/>
    </w:p>
    <w:p w14:paraId="757B375A" w14:textId="6AE374C9" w:rsidR="00525A69" w:rsidRPr="00BC0788" w:rsidRDefault="00525A69" w:rsidP="00BC0965">
      <w:pPr>
        <w:pStyle w:val="EndNoteBibliography"/>
        <w:jc w:val="both"/>
        <w:rPr>
          <w:sz w:val="24"/>
          <w:szCs w:val="24"/>
        </w:rPr>
      </w:pPr>
      <w:bookmarkStart w:id="10" w:name="_ENREF_8"/>
      <w:r w:rsidRPr="00BC0788">
        <w:rPr>
          <w:sz w:val="24"/>
          <w:szCs w:val="24"/>
        </w:rPr>
        <w:t>8</w:t>
      </w:r>
      <w:r w:rsidRPr="00BC0788">
        <w:rPr>
          <w:sz w:val="24"/>
          <w:szCs w:val="24"/>
        </w:rPr>
        <w:tab/>
        <w:t>Trucco, A</w:t>
      </w:r>
      <w:r w:rsidR="000C7AE5" w:rsidRPr="00BC0788">
        <w:rPr>
          <w:sz w:val="24"/>
          <w:szCs w:val="24"/>
        </w:rPr>
        <w:t xml:space="preserve">., </w:t>
      </w:r>
      <w:r w:rsidR="000C7AE5" w:rsidRPr="00BC0788">
        <w:rPr>
          <w:i/>
          <w:sz w:val="24"/>
          <w:szCs w:val="24"/>
        </w:rPr>
        <w:t>et al</w:t>
      </w:r>
      <w:r w:rsidRPr="00BC0788">
        <w:rPr>
          <w:i/>
          <w:sz w:val="24"/>
          <w:szCs w:val="24"/>
        </w:rPr>
        <w:t>.</w:t>
      </w:r>
      <w:r w:rsidRPr="00BC0788">
        <w:rPr>
          <w:sz w:val="24"/>
          <w:szCs w:val="24"/>
        </w:rPr>
        <w:t xml:space="preserve"> Secretory traffic triggers the formation of tubular continuities across Golgi sub-compartments. </w:t>
      </w:r>
      <w:r w:rsidRPr="00BC0788">
        <w:rPr>
          <w:i/>
          <w:sz w:val="24"/>
          <w:szCs w:val="24"/>
        </w:rPr>
        <w:t>Nat Cell Biol.</w:t>
      </w:r>
      <w:r w:rsidRPr="00BC0788">
        <w:rPr>
          <w:sz w:val="24"/>
          <w:szCs w:val="24"/>
        </w:rPr>
        <w:t xml:space="preserve"> </w:t>
      </w:r>
      <w:r w:rsidRPr="00BC0788">
        <w:rPr>
          <w:b/>
          <w:sz w:val="24"/>
          <w:szCs w:val="24"/>
        </w:rPr>
        <w:t>6</w:t>
      </w:r>
      <w:r w:rsidRPr="00BC0788">
        <w:rPr>
          <w:sz w:val="24"/>
          <w:szCs w:val="24"/>
        </w:rPr>
        <w:t xml:space="preserve"> (11), 1071-1081, doi:</w:t>
      </w:r>
      <w:r w:rsidR="000C7AE5" w:rsidRPr="00BC0788">
        <w:rPr>
          <w:sz w:val="24"/>
          <w:szCs w:val="24"/>
        </w:rPr>
        <w:t xml:space="preserve"> </w:t>
      </w:r>
      <w:r w:rsidRPr="00BC0788">
        <w:rPr>
          <w:sz w:val="24"/>
          <w:szCs w:val="24"/>
        </w:rPr>
        <w:t>10.1038/ncb1180, (2004).</w:t>
      </w:r>
      <w:bookmarkEnd w:id="10"/>
    </w:p>
    <w:p w14:paraId="68BEC66C" w14:textId="100AFCC9" w:rsidR="00525A69" w:rsidRPr="00BC0788" w:rsidRDefault="00525A69" w:rsidP="00BC0965">
      <w:pPr>
        <w:pStyle w:val="EndNoteBibliography"/>
        <w:jc w:val="both"/>
        <w:rPr>
          <w:sz w:val="24"/>
          <w:szCs w:val="24"/>
        </w:rPr>
      </w:pPr>
      <w:bookmarkStart w:id="11" w:name="_ENREF_9"/>
      <w:r w:rsidRPr="00BC0788">
        <w:rPr>
          <w:sz w:val="24"/>
          <w:szCs w:val="24"/>
        </w:rPr>
        <w:t>9</w:t>
      </w:r>
      <w:r w:rsidRPr="00BC0788">
        <w:rPr>
          <w:sz w:val="24"/>
          <w:szCs w:val="24"/>
        </w:rPr>
        <w:tab/>
        <w:t>Cole, N. B., Sciaky, N., Marotta, A., Song, J.</w:t>
      </w:r>
      <w:r w:rsidR="000C7AE5" w:rsidRPr="00BC0788">
        <w:rPr>
          <w:sz w:val="24"/>
          <w:szCs w:val="24"/>
        </w:rPr>
        <w:t>,</w:t>
      </w:r>
      <w:r w:rsidRPr="00BC0788">
        <w:rPr>
          <w:sz w:val="24"/>
          <w:szCs w:val="24"/>
        </w:rPr>
        <w:t xml:space="preserve"> Lippincott-Schwartz, J. Golgi dispersal during microtubule disruption: regeneration of Golgi stacks at peripheral endoplasmic reticulum exit sites. </w:t>
      </w:r>
      <w:r w:rsidRPr="00BC0788">
        <w:rPr>
          <w:i/>
          <w:sz w:val="24"/>
          <w:szCs w:val="24"/>
        </w:rPr>
        <w:t>Mol Biol Cell.</w:t>
      </w:r>
      <w:r w:rsidRPr="00BC0788">
        <w:rPr>
          <w:sz w:val="24"/>
          <w:szCs w:val="24"/>
        </w:rPr>
        <w:t xml:space="preserve"> </w:t>
      </w:r>
      <w:r w:rsidRPr="00BC0788">
        <w:rPr>
          <w:b/>
          <w:sz w:val="24"/>
          <w:szCs w:val="24"/>
        </w:rPr>
        <w:t>7</w:t>
      </w:r>
      <w:r w:rsidRPr="00BC0788">
        <w:rPr>
          <w:sz w:val="24"/>
          <w:szCs w:val="24"/>
        </w:rPr>
        <w:t xml:space="preserve"> (4), 631-650 (1996).</w:t>
      </w:r>
      <w:bookmarkEnd w:id="11"/>
    </w:p>
    <w:p w14:paraId="63E0BDF4" w14:textId="5659FAD0" w:rsidR="00525A69" w:rsidRPr="00BC0788" w:rsidRDefault="00525A69" w:rsidP="00BC0965">
      <w:pPr>
        <w:pStyle w:val="EndNoteBibliography"/>
        <w:jc w:val="both"/>
        <w:rPr>
          <w:sz w:val="24"/>
          <w:szCs w:val="24"/>
        </w:rPr>
      </w:pPr>
      <w:bookmarkStart w:id="12" w:name="_ENREF_10"/>
      <w:r w:rsidRPr="00BC0788">
        <w:rPr>
          <w:sz w:val="24"/>
          <w:szCs w:val="24"/>
        </w:rPr>
        <w:t>10</w:t>
      </w:r>
      <w:r w:rsidRPr="00BC0788">
        <w:rPr>
          <w:sz w:val="24"/>
          <w:szCs w:val="24"/>
        </w:rPr>
        <w:tab/>
        <w:t>Rogalski, A. A., Bergmann, J. E.</w:t>
      </w:r>
      <w:r w:rsidR="000C7AE5" w:rsidRPr="00BC0788">
        <w:rPr>
          <w:sz w:val="24"/>
          <w:szCs w:val="24"/>
        </w:rPr>
        <w:t>,</w:t>
      </w:r>
      <w:r w:rsidRPr="00BC0788">
        <w:rPr>
          <w:sz w:val="24"/>
          <w:szCs w:val="24"/>
        </w:rPr>
        <w:t xml:space="preserve"> Singer, S. J. Effect of microtubule assembly status on the intracellular processing and surface expression of an integral protein of the plasma membrane. </w:t>
      </w:r>
      <w:r w:rsidRPr="00BC0788">
        <w:rPr>
          <w:i/>
          <w:sz w:val="24"/>
          <w:szCs w:val="24"/>
        </w:rPr>
        <w:t>J Cell Biol.</w:t>
      </w:r>
      <w:r w:rsidRPr="00BC0788">
        <w:rPr>
          <w:sz w:val="24"/>
          <w:szCs w:val="24"/>
        </w:rPr>
        <w:t xml:space="preserve"> </w:t>
      </w:r>
      <w:r w:rsidRPr="00BC0788">
        <w:rPr>
          <w:b/>
          <w:sz w:val="24"/>
          <w:szCs w:val="24"/>
        </w:rPr>
        <w:t>99</w:t>
      </w:r>
      <w:r w:rsidRPr="00BC0788">
        <w:rPr>
          <w:sz w:val="24"/>
          <w:szCs w:val="24"/>
        </w:rPr>
        <w:t xml:space="preserve"> (3), 1101-1109 (1984).</w:t>
      </w:r>
      <w:bookmarkEnd w:id="12"/>
    </w:p>
    <w:p w14:paraId="08679F34" w14:textId="1C9B5E76" w:rsidR="00525A69" w:rsidRPr="00BC0788" w:rsidRDefault="00525A69" w:rsidP="00BC0965">
      <w:pPr>
        <w:pStyle w:val="EndNoteBibliography"/>
        <w:jc w:val="both"/>
        <w:rPr>
          <w:sz w:val="24"/>
          <w:szCs w:val="24"/>
        </w:rPr>
      </w:pPr>
      <w:bookmarkStart w:id="13" w:name="_ENREF_11"/>
      <w:r w:rsidRPr="00BC0788">
        <w:rPr>
          <w:sz w:val="24"/>
          <w:szCs w:val="24"/>
        </w:rPr>
        <w:lastRenderedPageBreak/>
        <w:t>11</w:t>
      </w:r>
      <w:r w:rsidRPr="00BC0788">
        <w:rPr>
          <w:sz w:val="24"/>
          <w:szCs w:val="24"/>
        </w:rPr>
        <w:tab/>
        <w:t>Van De Moortele, S., Picart, R., Tixier-Vidal, A.</w:t>
      </w:r>
      <w:r w:rsidR="000C7AE5" w:rsidRPr="00BC0788">
        <w:rPr>
          <w:sz w:val="24"/>
          <w:szCs w:val="24"/>
        </w:rPr>
        <w:t>,</w:t>
      </w:r>
      <w:r w:rsidRPr="00BC0788">
        <w:rPr>
          <w:sz w:val="24"/>
          <w:szCs w:val="24"/>
        </w:rPr>
        <w:t xml:space="preserve"> Tougard, C. Nocodazole and taxol affect subcellular compartments but not secretory activity of GH3B6 prolactin cells. </w:t>
      </w:r>
      <w:r w:rsidRPr="00BC0788">
        <w:rPr>
          <w:i/>
          <w:sz w:val="24"/>
          <w:szCs w:val="24"/>
        </w:rPr>
        <w:t>Eur J Cell Biol.</w:t>
      </w:r>
      <w:r w:rsidRPr="00BC0788">
        <w:rPr>
          <w:sz w:val="24"/>
          <w:szCs w:val="24"/>
        </w:rPr>
        <w:t xml:space="preserve"> </w:t>
      </w:r>
      <w:r w:rsidRPr="00BC0788">
        <w:rPr>
          <w:b/>
          <w:sz w:val="24"/>
          <w:szCs w:val="24"/>
        </w:rPr>
        <w:t>60</w:t>
      </w:r>
      <w:r w:rsidRPr="00BC0788">
        <w:rPr>
          <w:sz w:val="24"/>
          <w:szCs w:val="24"/>
        </w:rPr>
        <w:t xml:space="preserve"> (2), 217-227 (1993).</w:t>
      </w:r>
      <w:bookmarkEnd w:id="13"/>
    </w:p>
    <w:p w14:paraId="1B62DF4D" w14:textId="56CDB122" w:rsidR="00525A69" w:rsidRPr="00BC0788" w:rsidRDefault="00525A69" w:rsidP="00BC0965">
      <w:pPr>
        <w:pStyle w:val="EndNoteBibliography"/>
        <w:jc w:val="both"/>
        <w:rPr>
          <w:sz w:val="24"/>
          <w:szCs w:val="24"/>
        </w:rPr>
      </w:pPr>
      <w:bookmarkStart w:id="14" w:name="_ENREF_12"/>
      <w:r w:rsidRPr="00BC0788">
        <w:rPr>
          <w:sz w:val="24"/>
          <w:szCs w:val="24"/>
        </w:rPr>
        <w:t>12</w:t>
      </w:r>
      <w:r w:rsidRPr="00BC0788">
        <w:rPr>
          <w:sz w:val="24"/>
          <w:szCs w:val="24"/>
        </w:rPr>
        <w:tab/>
        <w:t>Nakamura, N</w:t>
      </w:r>
      <w:r w:rsidR="000C7AE5" w:rsidRPr="00BC0788">
        <w:rPr>
          <w:sz w:val="24"/>
          <w:szCs w:val="24"/>
        </w:rPr>
        <w:t xml:space="preserve">., </w:t>
      </w:r>
      <w:r w:rsidR="000C7AE5" w:rsidRPr="00BC0788">
        <w:rPr>
          <w:i/>
          <w:sz w:val="24"/>
          <w:szCs w:val="24"/>
        </w:rPr>
        <w:t>et al</w:t>
      </w:r>
      <w:r w:rsidRPr="00BC0788">
        <w:rPr>
          <w:i/>
          <w:sz w:val="24"/>
          <w:szCs w:val="24"/>
        </w:rPr>
        <w:t>.</w:t>
      </w:r>
      <w:r w:rsidRPr="00BC0788">
        <w:rPr>
          <w:sz w:val="24"/>
          <w:szCs w:val="24"/>
        </w:rPr>
        <w:t xml:space="preserve"> Characterization of a cis-Golgi matrix protein, GM130. </w:t>
      </w:r>
      <w:r w:rsidRPr="00BC0788">
        <w:rPr>
          <w:i/>
          <w:sz w:val="24"/>
          <w:szCs w:val="24"/>
        </w:rPr>
        <w:t>J Cell Biol.</w:t>
      </w:r>
      <w:r w:rsidRPr="00BC0788">
        <w:rPr>
          <w:sz w:val="24"/>
          <w:szCs w:val="24"/>
        </w:rPr>
        <w:t xml:space="preserve"> </w:t>
      </w:r>
      <w:r w:rsidRPr="00BC0788">
        <w:rPr>
          <w:b/>
          <w:sz w:val="24"/>
          <w:szCs w:val="24"/>
        </w:rPr>
        <w:t>131</w:t>
      </w:r>
      <w:r w:rsidRPr="00BC0788">
        <w:rPr>
          <w:sz w:val="24"/>
          <w:szCs w:val="24"/>
        </w:rPr>
        <w:t xml:space="preserve"> (6 Pt 2), 1715-1726 (1995).</w:t>
      </w:r>
      <w:bookmarkEnd w:id="14"/>
    </w:p>
    <w:p w14:paraId="710F75F7" w14:textId="67206C95" w:rsidR="00525A69" w:rsidRPr="00BC0788" w:rsidRDefault="00525A69" w:rsidP="00BC0965">
      <w:pPr>
        <w:pStyle w:val="EndNoteBibliography"/>
        <w:jc w:val="both"/>
        <w:rPr>
          <w:sz w:val="24"/>
          <w:szCs w:val="24"/>
        </w:rPr>
      </w:pPr>
      <w:bookmarkStart w:id="15" w:name="_ENREF_13"/>
      <w:r w:rsidRPr="00BC0788">
        <w:rPr>
          <w:sz w:val="24"/>
          <w:szCs w:val="24"/>
        </w:rPr>
        <w:t>13</w:t>
      </w:r>
      <w:r w:rsidRPr="00BC0788">
        <w:rPr>
          <w:sz w:val="24"/>
          <w:szCs w:val="24"/>
        </w:rPr>
        <w:tab/>
        <w:t>Roth, J.</w:t>
      </w:r>
      <w:r w:rsidR="000C7AE5" w:rsidRPr="00BC0788">
        <w:rPr>
          <w:sz w:val="24"/>
          <w:szCs w:val="24"/>
        </w:rPr>
        <w:t>,</w:t>
      </w:r>
      <w:r w:rsidRPr="00BC0788">
        <w:rPr>
          <w:sz w:val="24"/>
          <w:szCs w:val="24"/>
        </w:rPr>
        <w:t xml:space="preserve"> Berger, E. G. Immunocytochemical localization of galactosyltransferase in HeLa cells: codistribution with thiamine pyrophosphatase in trans-Golgi cisternae. </w:t>
      </w:r>
      <w:r w:rsidRPr="00BC0788">
        <w:rPr>
          <w:i/>
          <w:sz w:val="24"/>
          <w:szCs w:val="24"/>
        </w:rPr>
        <w:t>J Cell Biol.</w:t>
      </w:r>
      <w:r w:rsidRPr="00BC0788">
        <w:rPr>
          <w:sz w:val="24"/>
          <w:szCs w:val="24"/>
        </w:rPr>
        <w:t xml:space="preserve"> </w:t>
      </w:r>
      <w:r w:rsidRPr="00BC0788">
        <w:rPr>
          <w:b/>
          <w:sz w:val="24"/>
          <w:szCs w:val="24"/>
        </w:rPr>
        <w:t>93</w:t>
      </w:r>
      <w:r w:rsidRPr="00BC0788">
        <w:rPr>
          <w:sz w:val="24"/>
          <w:szCs w:val="24"/>
        </w:rPr>
        <w:t xml:space="preserve"> (1), 223-229 (1982).</w:t>
      </w:r>
      <w:bookmarkEnd w:id="15"/>
    </w:p>
    <w:p w14:paraId="5392DAB3" w14:textId="1195120C" w:rsidR="00525A69" w:rsidRPr="00BC0788" w:rsidRDefault="00525A69" w:rsidP="00BC0965">
      <w:pPr>
        <w:pStyle w:val="EndNoteBibliography"/>
        <w:jc w:val="both"/>
        <w:rPr>
          <w:sz w:val="24"/>
          <w:szCs w:val="24"/>
        </w:rPr>
      </w:pPr>
      <w:bookmarkStart w:id="16" w:name="_ENREF_14"/>
      <w:r w:rsidRPr="00BC0788">
        <w:rPr>
          <w:sz w:val="24"/>
          <w:szCs w:val="24"/>
        </w:rPr>
        <w:t>14</w:t>
      </w:r>
      <w:r w:rsidRPr="00BC0788">
        <w:rPr>
          <w:sz w:val="24"/>
          <w:szCs w:val="24"/>
        </w:rPr>
        <w:tab/>
        <w:t>Baeuerle, P. A.</w:t>
      </w:r>
      <w:r w:rsidR="000C7AE5" w:rsidRPr="00BC0788">
        <w:rPr>
          <w:sz w:val="24"/>
          <w:szCs w:val="24"/>
        </w:rPr>
        <w:t>,</w:t>
      </w:r>
      <w:r w:rsidRPr="00BC0788">
        <w:rPr>
          <w:sz w:val="24"/>
          <w:szCs w:val="24"/>
        </w:rPr>
        <w:t xml:space="preserve"> Huttner, W. B. Tyrosine sulfation is a trans-Golgi-specific protein modification. </w:t>
      </w:r>
      <w:r w:rsidRPr="00BC0788">
        <w:rPr>
          <w:i/>
          <w:sz w:val="24"/>
          <w:szCs w:val="24"/>
        </w:rPr>
        <w:t>J Cell Biol.</w:t>
      </w:r>
      <w:r w:rsidRPr="00BC0788">
        <w:rPr>
          <w:sz w:val="24"/>
          <w:szCs w:val="24"/>
        </w:rPr>
        <w:t xml:space="preserve"> </w:t>
      </w:r>
      <w:r w:rsidRPr="00BC0788">
        <w:rPr>
          <w:b/>
          <w:sz w:val="24"/>
          <w:szCs w:val="24"/>
        </w:rPr>
        <w:t>105</w:t>
      </w:r>
      <w:r w:rsidRPr="00BC0788">
        <w:rPr>
          <w:sz w:val="24"/>
          <w:szCs w:val="24"/>
        </w:rPr>
        <w:t xml:space="preserve"> (6 Pt 1), 2655-2664 (1987).</w:t>
      </w:r>
      <w:bookmarkEnd w:id="16"/>
    </w:p>
    <w:p w14:paraId="388CBACB" w14:textId="0686A9FD" w:rsidR="00525A69" w:rsidRPr="00BC0788" w:rsidRDefault="00525A69" w:rsidP="00BC0965">
      <w:pPr>
        <w:pStyle w:val="EndNoteBibliography"/>
        <w:jc w:val="both"/>
        <w:rPr>
          <w:sz w:val="24"/>
          <w:szCs w:val="24"/>
        </w:rPr>
      </w:pPr>
      <w:bookmarkStart w:id="17" w:name="_ENREF_15"/>
      <w:r w:rsidRPr="00BC0788">
        <w:rPr>
          <w:sz w:val="24"/>
          <w:szCs w:val="24"/>
        </w:rPr>
        <w:t>15</w:t>
      </w:r>
      <w:r w:rsidRPr="00BC0788">
        <w:rPr>
          <w:sz w:val="24"/>
          <w:szCs w:val="24"/>
        </w:rPr>
        <w:tab/>
        <w:t>Honda, A., Al-Awar, O. S., Hay, J. C.</w:t>
      </w:r>
      <w:r w:rsidR="000C7AE5" w:rsidRPr="00BC0788">
        <w:rPr>
          <w:sz w:val="24"/>
          <w:szCs w:val="24"/>
        </w:rPr>
        <w:t>,</w:t>
      </w:r>
      <w:r w:rsidRPr="00BC0788">
        <w:rPr>
          <w:sz w:val="24"/>
          <w:szCs w:val="24"/>
        </w:rPr>
        <w:t xml:space="preserve"> Donaldson, J. G. Targeting of Arf-1 to the early Golgi by membrin, an ER-Golgi SNARE. </w:t>
      </w:r>
      <w:r w:rsidRPr="00BC0788">
        <w:rPr>
          <w:i/>
          <w:sz w:val="24"/>
          <w:szCs w:val="24"/>
        </w:rPr>
        <w:t>J Cell Biol.</w:t>
      </w:r>
      <w:r w:rsidRPr="00BC0788">
        <w:rPr>
          <w:sz w:val="24"/>
          <w:szCs w:val="24"/>
        </w:rPr>
        <w:t xml:space="preserve"> </w:t>
      </w:r>
      <w:r w:rsidRPr="00BC0788">
        <w:rPr>
          <w:b/>
          <w:sz w:val="24"/>
          <w:szCs w:val="24"/>
        </w:rPr>
        <w:t>168</w:t>
      </w:r>
      <w:r w:rsidRPr="00BC0788">
        <w:rPr>
          <w:sz w:val="24"/>
          <w:szCs w:val="24"/>
        </w:rPr>
        <w:t xml:space="preserve"> (7), 1039-1051, doi:10.1083/jcb.200409138, (2005).</w:t>
      </w:r>
      <w:bookmarkEnd w:id="17"/>
    </w:p>
    <w:p w14:paraId="1F827AAD" w14:textId="37AA82F6" w:rsidR="00525A69" w:rsidRPr="00BC0788" w:rsidRDefault="00525A69" w:rsidP="00BC0965">
      <w:pPr>
        <w:pStyle w:val="EndNoteBibliography"/>
        <w:jc w:val="both"/>
        <w:rPr>
          <w:sz w:val="24"/>
          <w:szCs w:val="24"/>
        </w:rPr>
      </w:pPr>
      <w:bookmarkStart w:id="18" w:name="_ENREF_16"/>
      <w:r w:rsidRPr="00BC0788">
        <w:rPr>
          <w:sz w:val="24"/>
          <w:szCs w:val="24"/>
        </w:rPr>
        <w:t>16</w:t>
      </w:r>
      <w:r w:rsidRPr="00BC0788">
        <w:rPr>
          <w:sz w:val="24"/>
          <w:szCs w:val="24"/>
        </w:rPr>
        <w:tab/>
        <w:t>Lavieu, G., Zheng, H.</w:t>
      </w:r>
      <w:r w:rsidR="000C7AE5" w:rsidRPr="00BC0788">
        <w:rPr>
          <w:sz w:val="24"/>
          <w:szCs w:val="24"/>
        </w:rPr>
        <w:t>,</w:t>
      </w:r>
      <w:r w:rsidRPr="00BC0788">
        <w:rPr>
          <w:sz w:val="24"/>
          <w:szCs w:val="24"/>
        </w:rPr>
        <w:t xml:space="preserve"> Rothman, J. E. Stapled Golgi cisternae remain in place as cargo passes through the stack. </w:t>
      </w:r>
      <w:r w:rsidRPr="00BC0788">
        <w:rPr>
          <w:i/>
          <w:sz w:val="24"/>
          <w:szCs w:val="24"/>
        </w:rPr>
        <w:t>Elife.</w:t>
      </w:r>
      <w:r w:rsidRPr="00BC0788">
        <w:rPr>
          <w:sz w:val="24"/>
          <w:szCs w:val="24"/>
        </w:rPr>
        <w:t xml:space="preserve"> </w:t>
      </w:r>
      <w:r w:rsidRPr="00BC0788">
        <w:rPr>
          <w:b/>
          <w:sz w:val="24"/>
          <w:szCs w:val="24"/>
        </w:rPr>
        <w:t>2</w:t>
      </w:r>
      <w:r w:rsidRPr="00BC0788">
        <w:rPr>
          <w:sz w:val="24"/>
          <w:szCs w:val="24"/>
        </w:rPr>
        <w:t xml:space="preserve"> e00558, doi:10.7554/eLife.00558, (2013).</w:t>
      </w:r>
      <w:bookmarkEnd w:id="18"/>
    </w:p>
    <w:p w14:paraId="6F322883" w14:textId="158AB6A2" w:rsidR="00525A69" w:rsidRPr="00BC0788" w:rsidRDefault="00525A69" w:rsidP="00BC0965">
      <w:pPr>
        <w:pStyle w:val="EndNoteBibliography"/>
        <w:jc w:val="both"/>
        <w:rPr>
          <w:sz w:val="24"/>
          <w:szCs w:val="24"/>
        </w:rPr>
      </w:pPr>
      <w:bookmarkStart w:id="19" w:name="_ENREF_17"/>
      <w:r w:rsidRPr="00BC0788">
        <w:rPr>
          <w:sz w:val="24"/>
          <w:szCs w:val="24"/>
        </w:rPr>
        <w:t>17</w:t>
      </w:r>
      <w:r w:rsidRPr="00BC0788">
        <w:rPr>
          <w:sz w:val="24"/>
          <w:szCs w:val="24"/>
        </w:rPr>
        <w:tab/>
        <w:t>Zhao, X., Lasell, T. K.</w:t>
      </w:r>
      <w:r w:rsidR="000C7AE5" w:rsidRPr="00BC0788">
        <w:rPr>
          <w:sz w:val="24"/>
          <w:szCs w:val="24"/>
        </w:rPr>
        <w:t>,</w:t>
      </w:r>
      <w:r w:rsidRPr="00BC0788">
        <w:rPr>
          <w:sz w:val="24"/>
          <w:szCs w:val="24"/>
        </w:rPr>
        <w:t xml:space="preserve"> Melancon, P. Localization of large ADP-ribosylation factor-guanine nucleotide exchange factors to different Golgi compartments: evidence for distinct functions in protein traffic. </w:t>
      </w:r>
      <w:r w:rsidRPr="00BC0788">
        <w:rPr>
          <w:i/>
          <w:sz w:val="24"/>
          <w:szCs w:val="24"/>
        </w:rPr>
        <w:t>Mol Biol Cell.</w:t>
      </w:r>
      <w:r w:rsidRPr="00BC0788">
        <w:rPr>
          <w:sz w:val="24"/>
          <w:szCs w:val="24"/>
        </w:rPr>
        <w:t xml:space="preserve"> </w:t>
      </w:r>
      <w:r w:rsidRPr="00BC0788">
        <w:rPr>
          <w:b/>
          <w:sz w:val="24"/>
          <w:szCs w:val="24"/>
        </w:rPr>
        <w:t>13</w:t>
      </w:r>
      <w:r w:rsidRPr="00BC0788">
        <w:rPr>
          <w:sz w:val="24"/>
          <w:szCs w:val="24"/>
        </w:rPr>
        <w:t xml:space="preserve"> (1), 119-133, doi:10.1091/mbc.01-08-0420, (2002).</w:t>
      </w:r>
      <w:bookmarkEnd w:id="19"/>
    </w:p>
    <w:p w14:paraId="7C22D3FC" w14:textId="32A91E41" w:rsidR="00525A69" w:rsidRPr="00BC0788" w:rsidRDefault="00525A69" w:rsidP="00BC0965">
      <w:pPr>
        <w:pStyle w:val="EndNoteBibliography"/>
        <w:jc w:val="both"/>
        <w:rPr>
          <w:sz w:val="24"/>
          <w:szCs w:val="24"/>
        </w:rPr>
      </w:pPr>
      <w:bookmarkStart w:id="20" w:name="_ENREF_18"/>
      <w:r w:rsidRPr="00BC0788">
        <w:rPr>
          <w:sz w:val="24"/>
          <w:szCs w:val="24"/>
        </w:rPr>
        <w:t>18</w:t>
      </w:r>
      <w:r w:rsidRPr="00BC0788">
        <w:rPr>
          <w:sz w:val="24"/>
          <w:szCs w:val="24"/>
        </w:rPr>
        <w:tab/>
        <w:t>Dejgaard, S. Y., Murshid, A., Dee, K. M.</w:t>
      </w:r>
      <w:r w:rsidR="000C7AE5" w:rsidRPr="00BC0788">
        <w:rPr>
          <w:sz w:val="24"/>
          <w:szCs w:val="24"/>
        </w:rPr>
        <w:t>,</w:t>
      </w:r>
      <w:r w:rsidRPr="00BC0788">
        <w:rPr>
          <w:sz w:val="24"/>
          <w:szCs w:val="24"/>
        </w:rPr>
        <w:t xml:space="preserve"> Presley, J. F. Confocal microscopy-based linescan methodologies for intra-Golgi localization of proteins. </w:t>
      </w:r>
      <w:r w:rsidRPr="00BC0788">
        <w:rPr>
          <w:i/>
          <w:sz w:val="24"/>
          <w:szCs w:val="24"/>
        </w:rPr>
        <w:t>J Histochem Cytochem.</w:t>
      </w:r>
      <w:r w:rsidRPr="00BC0788">
        <w:rPr>
          <w:sz w:val="24"/>
          <w:szCs w:val="24"/>
        </w:rPr>
        <w:t xml:space="preserve"> </w:t>
      </w:r>
      <w:r w:rsidRPr="00BC0788">
        <w:rPr>
          <w:b/>
          <w:sz w:val="24"/>
          <w:szCs w:val="24"/>
        </w:rPr>
        <w:t>55</w:t>
      </w:r>
      <w:r w:rsidRPr="00BC0788">
        <w:rPr>
          <w:sz w:val="24"/>
          <w:szCs w:val="24"/>
        </w:rPr>
        <w:t xml:space="preserve"> (7), 709-719, doi</w:t>
      </w:r>
      <w:r w:rsidR="000C7AE5" w:rsidRPr="00BC0788">
        <w:rPr>
          <w:sz w:val="24"/>
          <w:szCs w:val="24"/>
        </w:rPr>
        <w:t>:</w:t>
      </w:r>
      <w:r w:rsidRPr="00BC0788">
        <w:rPr>
          <w:sz w:val="24"/>
          <w:szCs w:val="24"/>
        </w:rPr>
        <w:t>10.1369/jhc.6A7090.2007, (2007).</w:t>
      </w:r>
      <w:bookmarkEnd w:id="20"/>
    </w:p>
    <w:p w14:paraId="6AED1283" w14:textId="6570DC8D" w:rsidR="00525A69" w:rsidRPr="00BC0788" w:rsidRDefault="00525A69" w:rsidP="00BC0965">
      <w:pPr>
        <w:pStyle w:val="EndNoteBibliography"/>
        <w:jc w:val="both"/>
        <w:rPr>
          <w:sz w:val="24"/>
          <w:szCs w:val="24"/>
        </w:rPr>
      </w:pPr>
      <w:bookmarkStart w:id="21" w:name="_ENREF_19"/>
      <w:r w:rsidRPr="00BC0788">
        <w:rPr>
          <w:sz w:val="24"/>
          <w:szCs w:val="24"/>
        </w:rPr>
        <w:t>19</w:t>
      </w:r>
      <w:r w:rsidRPr="00BC0788">
        <w:rPr>
          <w:sz w:val="24"/>
          <w:szCs w:val="24"/>
        </w:rPr>
        <w:tab/>
        <w:t>Fourriere, L., Divoux, S., Roceri, M., Perez, F.</w:t>
      </w:r>
      <w:r w:rsidR="000C7AE5" w:rsidRPr="00BC0788">
        <w:rPr>
          <w:sz w:val="24"/>
          <w:szCs w:val="24"/>
        </w:rPr>
        <w:t>,</w:t>
      </w:r>
      <w:r w:rsidRPr="00BC0788">
        <w:rPr>
          <w:sz w:val="24"/>
          <w:szCs w:val="24"/>
        </w:rPr>
        <w:t xml:space="preserve"> Boncompain, G. Microtubule-independent secretion requires functional maturation of Golgi elements. </w:t>
      </w:r>
      <w:r w:rsidRPr="00BC0788">
        <w:rPr>
          <w:i/>
          <w:sz w:val="24"/>
          <w:szCs w:val="24"/>
        </w:rPr>
        <w:t>J Cell Sci.</w:t>
      </w:r>
      <w:r w:rsidRPr="00BC0788">
        <w:rPr>
          <w:sz w:val="24"/>
          <w:szCs w:val="24"/>
        </w:rPr>
        <w:t xml:space="preserve"> </w:t>
      </w:r>
      <w:r w:rsidRPr="00BC0788">
        <w:rPr>
          <w:b/>
          <w:sz w:val="24"/>
          <w:szCs w:val="24"/>
        </w:rPr>
        <w:t>129</w:t>
      </w:r>
      <w:r w:rsidRPr="00BC0788">
        <w:rPr>
          <w:sz w:val="24"/>
          <w:szCs w:val="24"/>
        </w:rPr>
        <w:t xml:space="preserve"> (17), 3238-3250, doi:10.1242/jcs.188870, (2016).</w:t>
      </w:r>
      <w:bookmarkEnd w:id="21"/>
    </w:p>
    <w:p w14:paraId="205440BD" w14:textId="5470C527" w:rsidR="00525A69" w:rsidRPr="00BC0788" w:rsidRDefault="00525A69" w:rsidP="00BC0965">
      <w:pPr>
        <w:pStyle w:val="EndNoteBibliography"/>
        <w:jc w:val="both"/>
        <w:rPr>
          <w:sz w:val="24"/>
          <w:szCs w:val="24"/>
        </w:rPr>
      </w:pPr>
      <w:bookmarkStart w:id="22" w:name="_ENREF_20"/>
      <w:r w:rsidRPr="00BC0788">
        <w:rPr>
          <w:sz w:val="24"/>
          <w:szCs w:val="24"/>
        </w:rPr>
        <w:t>20</w:t>
      </w:r>
      <w:r w:rsidRPr="00BC0788">
        <w:rPr>
          <w:sz w:val="24"/>
          <w:szCs w:val="24"/>
        </w:rPr>
        <w:tab/>
        <w:t>Volchuk, A</w:t>
      </w:r>
      <w:r w:rsidR="000C7AE5" w:rsidRPr="00BC0788">
        <w:rPr>
          <w:sz w:val="24"/>
          <w:szCs w:val="24"/>
        </w:rPr>
        <w:t xml:space="preserve">., </w:t>
      </w:r>
      <w:r w:rsidR="000C7AE5" w:rsidRPr="00BC0788">
        <w:rPr>
          <w:i/>
          <w:sz w:val="24"/>
          <w:szCs w:val="24"/>
        </w:rPr>
        <w:t>et al</w:t>
      </w:r>
      <w:r w:rsidRPr="00BC0788">
        <w:rPr>
          <w:i/>
          <w:sz w:val="24"/>
          <w:szCs w:val="24"/>
        </w:rPr>
        <w:t>.</w:t>
      </w:r>
      <w:r w:rsidRPr="00BC0788">
        <w:rPr>
          <w:sz w:val="24"/>
          <w:szCs w:val="24"/>
        </w:rPr>
        <w:t xml:space="preserve"> Countercurrent distribution of two distinct SNARE complexes mediating transport within the Golgi stack. </w:t>
      </w:r>
      <w:r w:rsidRPr="00BC0788">
        <w:rPr>
          <w:i/>
          <w:sz w:val="24"/>
          <w:szCs w:val="24"/>
        </w:rPr>
        <w:t>Mol Biol Cell.</w:t>
      </w:r>
      <w:r w:rsidRPr="00BC0788">
        <w:rPr>
          <w:sz w:val="24"/>
          <w:szCs w:val="24"/>
        </w:rPr>
        <w:t xml:space="preserve"> </w:t>
      </w:r>
      <w:r w:rsidRPr="00BC0788">
        <w:rPr>
          <w:b/>
          <w:sz w:val="24"/>
          <w:szCs w:val="24"/>
        </w:rPr>
        <w:t>15</w:t>
      </w:r>
      <w:r w:rsidRPr="00BC0788">
        <w:rPr>
          <w:sz w:val="24"/>
          <w:szCs w:val="24"/>
        </w:rPr>
        <w:t xml:space="preserve"> (4), 1506-1518, doi:10.1091/mbc.E03-08-0625, (2004).</w:t>
      </w:r>
      <w:bookmarkEnd w:id="22"/>
    </w:p>
    <w:p w14:paraId="1E23E05D" w14:textId="055B13A1" w:rsidR="00525A69" w:rsidRPr="00BC0788" w:rsidRDefault="00525A69" w:rsidP="00BC0965">
      <w:pPr>
        <w:pStyle w:val="EndNoteBibliography"/>
        <w:jc w:val="both"/>
        <w:rPr>
          <w:sz w:val="24"/>
          <w:szCs w:val="24"/>
        </w:rPr>
      </w:pPr>
      <w:bookmarkStart w:id="23" w:name="_ENREF_21"/>
      <w:r w:rsidRPr="00BC0788">
        <w:rPr>
          <w:sz w:val="24"/>
          <w:szCs w:val="24"/>
        </w:rPr>
        <w:t>21</w:t>
      </w:r>
      <w:r w:rsidRPr="00BC0788">
        <w:rPr>
          <w:sz w:val="24"/>
          <w:szCs w:val="24"/>
        </w:rPr>
        <w:tab/>
        <w:t>Popoff, V., Adolf, F., Brugger, B.</w:t>
      </w:r>
      <w:r w:rsidR="000C7AE5" w:rsidRPr="00BC0788">
        <w:rPr>
          <w:sz w:val="24"/>
          <w:szCs w:val="24"/>
        </w:rPr>
        <w:t>,</w:t>
      </w:r>
      <w:r w:rsidRPr="00BC0788">
        <w:rPr>
          <w:sz w:val="24"/>
          <w:szCs w:val="24"/>
        </w:rPr>
        <w:t xml:space="preserve"> Wieland, F. COPI budding within the Golgi stack. </w:t>
      </w:r>
      <w:r w:rsidRPr="00BC0788">
        <w:rPr>
          <w:i/>
          <w:sz w:val="24"/>
          <w:szCs w:val="24"/>
        </w:rPr>
        <w:t>Cold Spring Harb Perspect Biol.</w:t>
      </w:r>
      <w:r w:rsidRPr="00BC0788">
        <w:rPr>
          <w:sz w:val="24"/>
          <w:szCs w:val="24"/>
        </w:rPr>
        <w:t xml:space="preserve"> </w:t>
      </w:r>
      <w:r w:rsidRPr="00BC0788">
        <w:rPr>
          <w:b/>
          <w:sz w:val="24"/>
          <w:szCs w:val="24"/>
        </w:rPr>
        <w:t>3</w:t>
      </w:r>
      <w:r w:rsidRPr="00BC0788">
        <w:rPr>
          <w:sz w:val="24"/>
          <w:szCs w:val="24"/>
        </w:rPr>
        <w:t xml:space="preserve"> (11), a005231, doi:10.1101/cshperspect.a005231, (2011).</w:t>
      </w:r>
      <w:bookmarkEnd w:id="23"/>
    </w:p>
    <w:p w14:paraId="2CA2EFF7" w14:textId="34304772" w:rsidR="00750948" w:rsidRPr="00BC0788" w:rsidRDefault="00111412" w:rsidP="00BC0965">
      <w:pPr>
        <w:pStyle w:val="EndNoteBibliography"/>
        <w:jc w:val="both"/>
        <w:rPr>
          <w:sz w:val="24"/>
          <w:szCs w:val="24"/>
        </w:rPr>
      </w:pPr>
      <w:r w:rsidRPr="00BC0788">
        <w:rPr>
          <w:sz w:val="24"/>
          <w:szCs w:val="24"/>
        </w:rPr>
        <w:fldChar w:fldCharType="end"/>
      </w:r>
    </w:p>
    <w:sectPr w:rsidR="00750948" w:rsidRPr="00BC0788" w:rsidSect="005E2E5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4ADC80" w14:textId="77777777" w:rsidR="00C2688A" w:rsidRDefault="00C2688A" w:rsidP="00AE0703">
      <w:r>
        <w:separator/>
      </w:r>
    </w:p>
  </w:endnote>
  <w:endnote w:type="continuationSeparator" w:id="0">
    <w:p w14:paraId="3D81E8EC" w14:textId="77777777" w:rsidR="00C2688A" w:rsidRDefault="00C2688A" w:rsidP="00AE0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Tahoma">
    <w:panose1 w:val="020B0604030504040204"/>
    <w:charset w:val="00"/>
    <w:family w:val="auto"/>
    <w:pitch w:val="variable"/>
    <w:sig w:usb0="E1002AFF" w:usb1="C000605B" w:usb2="00000029" w:usb3="00000000" w:csb0="000101FF" w:csb1="00000000"/>
  </w:font>
  <w:font w:name="Symbol">
    <w:panose1 w:val="00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B09E03" w14:textId="77777777" w:rsidR="00C2688A" w:rsidRDefault="00C2688A" w:rsidP="00AE0703">
      <w:r>
        <w:separator/>
      </w:r>
    </w:p>
  </w:footnote>
  <w:footnote w:type="continuationSeparator" w:id="0">
    <w:p w14:paraId="67A1DA7E" w14:textId="77777777" w:rsidR="00C2688A" w:rsidRDefault="00C2688A" w:rsidP="00AE0703">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BF4997"/>
    <w:multiLevelType w:val="multilevel"/>
    <w:tmpl w:val="3D1A664E"/>
    <w:lvl w:ilvl="0">
      <w:start w:val="1"/>
      <w:numFmt w:val="decimal"/>
      <w:lvlText w:val="%1."/>
      <w:lvlJc w:val="left"/>
      <w:pPr>
        <w:ind w:left="360" w:hanging="360"/>
      </w:pPr>
      <w:rPr>
        <w:rFonts w:hint="default"/>
      </w:rPr>
    </w:lvl>
    <w:lvl w:ilvl="1">
      <w:start w:val="1"/>
      <w:numFmt w:val="decimal"/>
      <w:lvlText w:val="3.%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
    <w:nsid w:val="0F2D713E"/>
    <w:multiLevelType w:val="multilevel"/>
    <w:tmpl w:val="660AEA96"/>
    <w:lvl w:ilvl="0">
      <w:start w:val="1"/>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nsid w:val="14F417FD"/>
    <w:multiLevelType w:val="multilevel"/>
    <w:tmpl w:val="E56E4314"/>
    <w:lvl w:ilvl="0">
      <w:start w:val="1"/>
      <w:numFmt w:val="decimal"/>
      <w:lvlText w:val="%1"/>
      <w:lvlJc w:val="left"/>
      <w:pPr>
        <w:ind w:left="720" w:hanging="360"/>
      </w:pPr>
      <w:rPr>
        <w:rFonts w:hint="default"/>
      </w:rPr>
    </w:lvl>
    <w:lvl w:ilvl="1">
      <w:start w:val="1"/>
      <w:numFmt w:val="decimal"/>
      <w:isLgl/>
      <w:lvlText w:val="%1.%2"/>
      <w:lvlJc w:val="left"/>
      <w:pPr>
        <w:ind w:left="936" w:hanging="360"/>
      </w:pPr>
      <w:rPr>
        <w:rFonts w:hint="default"/>
      </w:rPr>
    </w:lvl>
    <w:lvl w:ilvl="2">
      <w:start w:val="1"/>
      <w:numFmt w:val="decimal"/>
      <w:isLgl/>
      <w:lvlText w:val="%1.%2.%3"/>
      <w:lvlJc w:val="left"/>
      <w:pPr>
        <w:ind w:left="1512" w:hanging="720"/>
      </w:pPr>
      <w:rPr>
        <w:rFonts w:hint="default"/>
      </w:rPr>
    </w:lvl>
    <w:lvl w:ilvl="3">
      <w:start w:val="1"/>
      <w:numFmt w:val="decimal"/>
      <w:isLgl/>
      <w:lvlText w:val="%1.%2.%3.%4"/>
      <w:lvlJc w:val="left"/>
      <w:pPr>
        <w:ind w:left="2088" w:hanging="1080"/>
      </w:pPr>
      <w:rPr>
        <w:rFonts w:hint="default"/>
      </w:rPr>
    </w:lvl>
    <w:lvl w:ilvl="4">
      <w:start w:val="1"/>
      <w:numFmt w:val="decimal"/>
      <w:isLgl/>
      <w:lvlText w:val="%1.%2.%3.%4.%5"/>
      <w:lvlJc w:val="left"/>
      <w:pPr>
        <w:ind w:left="2304" w:hanging="1080"/>
      </w:pPr>
      <w:rPr>
        <w:rFonts w:hint="default"/>
      </w:rPr>
    </w:lvl>
    <w:lvl w:ilvl="5">
      <w:start w:val="1"/>
      <w:numFmt w:val="decimal"/>
      <w:isLgl/>
      <w:lvlText w:val="%1.%2.%3.%4.%5.%6"/>
      <w:lvlJc w:val="left"/>
      <w:pPr>
        <w:ind w:left="2880" w:hanging="1440"/>
      </w:pPr>
      <w:rPr>
        <w:rFonts w:hint="default"/>
      </w:rPr>
    </w:lvl>
    <w:lvl w:ilvl="6">
      <w:start w:val="1"/>
      <w:numFmt w:val="decimal"/>
      <w:isLgl/>
      <w:lvlText w:val="%1.%2.%3.%4.%5.%6.%7"/>
      <w:lvlJc w:val="left"/>
      <w:pPr>
        <w:ind w:left="3096" w:hanging="1440"/>
      </w:pPr>
      <w:rPr>
        <w:rFonts w:hint="default"/>
      </w:rPr>
    </w:lvl>
    <w:lvl w:ilvl="7">
      <w:start w:val="1"/>
      <w:numFmt w:val="decimal"/>
      <w:isLgl/>
      <w:lvlText w:val="%1.%2.%3.%4.%5.%6.%7.%8"/>
      <w:lvlJc w:val="left"/>
      <w:pPr>
        <w:ind w:left="3672" w:hanging="1800"/>
      </w:pPr>
      <w:rPr>
        <w:rFonts w:hint="default"/>
      </w:rPr>
    </w:lvl>
    <w:lvl w:ilvl="8">
      <w:start w:val="1"/>
      <w:numFmt w:val="decimal"/>
      <w:isLgl/>
      <w:lvlText w:val="%1.%2.%3.%4.%5.%6.%7.%8.%9"/>
      <w:lvlJc w:val="left"/>
      <w:pPr>
        <w:ind w:left="3888" w:hanging="1800"/>
      </w:pPr>
      <w:rPr>
        <w:rFonts w:hint="default"/>
      </w:rPr>
    </w:lvl>
  </w:abstractNum>
  <w:abstractNum w:abstractNumId="3">
    <w:nsid w:val="195F7752"/>
    <w:multiLevelType w:val="multilevel"/>
    <w:tmpl w:val="F55C93C0"/>
    <w:lvl w:ilvl="0">
      <w:start w:val="1"/>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5.2.%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nsid w:val="1998120B"/>
    <w:multiLevelType w:val="hybridMultilevel"/>
    <w:tmpl w:val="D996EEE4"/>
    <w:lvl w:ilvl="0" w:tplc="A0B6E3C2">
      <w:start w:val="1"/>
      <w:numFmt w:val="decimal"/>
      <w:pStyle w:val="Style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C4C33C8"/>
    <w:multiLevelType w:val="multilevel"/>
    <w:tmpl w:val="897CC1D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2C335FB9"/>
    <w:multiLevelType w:val="multilevel"/>
    <w:tmpl w:val="233C3F8C"/>
    <w:lvl w:ilvl="0">
      <w:start w:val="1"/>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3.%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nsid w:val="2DA83B1C"/>
    <w:multiLevelType w:val="multilevel"/>
    <w:tmpl w:val="D850334A"/>
    <w:lvl w:ilvl="0">
      <w:start w:val="1"/>
      <w:numFmt w:val="decimal"/>
      <w:lvlText w:val="%1"/>
      <w:lvlJc w:val="left"/>
      <w:pPr>
        <w:ind w:left="720" w:hanging="720"/>
      </w:pPr>
      <w:rPr>
        <w:rFonts w:hint="default"/>
      </w:rPr>
    </w:lvl>
    <w:lvl w:ilvl="1">
      <w:start w:val="5"/>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2FFC0B5D"/>
    <w:multiLevelType w:val="multilevel"/>
    <w:tmpl w:val="09601DC8"/>
    <w:lvl w:ilvl="0">
      <w:start w:val="1"/>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suff w:val="space"/>
      <w:lvlText w:val="4.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nsid w:val="37656A16"/>
    <w:multiLevelType w:val="multilevel"/>
    <w:tmpl w:val="341A4046"/>
    <w:lvl w:ilvl="0">
      <w:start w:val="1"/>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nsid w:val="3948418F"/>
    <w:multiLevelType w:val="multilevel"/>
    <w:tmpl w:val="C1F2DB66"/>
    <w:lvl w:ilvl="0">
      <w:start w:val="1"/>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5.%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1">
    <w:nsid w:val="398B36EC"/>
    <w:multiLevelType w:val="multilevel"/>
    <w:tmpl w:val="127681BA"/>
    <w:lvl w:ilvl="0">
      <w:start w:val="1"/>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5.4.%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nsid w:val="3D4B34EA"/>
    <w:multiLevelType w:val="multilevel"/>
    <w:tmpl w:val="83561BF6"/>
    <w:lvl w:ilvl="0">
      <w:start w:val="1"/>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4.3.%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3">
    <w:nsid w:val="408B663E"/>
    <w:multiLevelType w:val="multilevel"/>
    <w:tmpl w:val="14321060"/>
    <w:lvl w:ilvl="0">
      <w:start w:val="1"/>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2.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nsid w:val="480474CC"/>
    <w:multiLevelType w:val="multilevel"/>
    <w:tmpl w:val="140A3092"/>
    <w:lvl w:ilvl="0">
      <w:start w:val="2"/>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AB2570C"/>
    <w:multiLevelType w:val="multilevel"/>
    <w:tmpl w:val="90B294DA"/>
    <w:lvl w:ilvl="0">
      <w:start w:val="1"/>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3.1.%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nsid w:val="4D10223D"/>
    <w:multiLevelType w:val="multilevel"/>
    <w:tmpl w:val="E8B87E92"/>
    <w:lvl w:ilvl="0">
      <w:start w:val="1"/>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4.%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nsid w:val="4DEC13D2"/>
    <w:multiLevelType w:val="multilevel"/>
    <w:tmpl w:val="8BE6781C"/>
    <w:lvl w:ilvl="0">
      <w:start w:val="1"/>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1.%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nsid w:val="55415EC1"/>
    <w:multiLevelType w:val="multilevel"/>
    <w:tmpl w:val="AEF225A6"/>
    <w:lvl w:ilvl="0">
      <w:start w:val="1"/>
      <w:numFmt w:val="decimal"/>
      <w:lvlText w:val="%1."/>
      <w:lvlJc w:val="left"/>
      <w:pPr>
        <w:ind w:left="360" w:hanging="360"/>
      </w:pPr>
      <w:rPr>
        <w:rFonts w:hint="default"/>
      </w:rPr>
    </w:lvl>
    <w:lvl w:ilvl="1">
      <w:start w:val="1"/>
      <w:numFmt w:val="decimal"/>
      <w:lvlText w:val="4.%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nsid w:val="5E7A2617"/>
    <w:multiLevelType w:val="multilevel"/>
    <w:tmpl w:val="2E8616D2"/>
    <w:lvl w:ilvl="0">
      <w:start w:val="1"/>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5.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0">
    <w:nsid w:val="612D4F4F"/>
    <w:multiLevelType w:val="multilevel"/>
    <w:tmpl w:val="0A582722"/>
    <w:lvl w:ilvl="0">
      <w:start w:val="1"/>
      <w:numFmt w:val="decimal"/>
      <w:pStyle w:val="Heading1"/>
      <w:lvlText w:val="%1."/>
      <w:lvlJc w:val="left"/>
      <w:pPr>
        <w:ind w:left="360" w:hanging="360"/>
      </w:pPr>
      <w:rPr>
        <w:b/>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1">
    <w:nsid w:val="61927935"/>
    <w:multiLevelType w:val="multilevel"/>
    <w:tmpl w:val="40EE61EE"/>
    <w:lvl w:ilvl="0">
      <w:start w:val="1"/>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4.4.%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64F25577"/>
    <w:multiLevelType w:val="multilevel"/>
    <w:tmpl w:val="9D8C7CE4"/>
    <w:lvl w:ilvl="0">
      <w:start w:val="1"/>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2.1.%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nsid w:val="685C6F22"/>
    <w:multiLevelType w:val="multilevel"/>
    <w:tmpl w:val="73E8E74A"/>
    <w:lvl w:ilvl="0">
      <w:start w:val="1"/>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3.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nsid w:val="6BF019FC"/>
    <w:multiLevelType w:val="multilevel"/>
    <w:tmpl w:val="117E89C4"/>
    <w:lvl w:ilvl="0">
      <w:start w:val="1"/>
      <w:numFmt w:val="decimal"/>
      <w:lvlText w:val="%1."/>
      <w:lvlJc w:val="left"/>
      <w:pPr>
        <w:ind w:left="360" w:hanging="360"/>
      </w:pPr>
      <w:rPr>
        <w:rFonts w:hint="default"/>
      </w:rPr>
    </w:lvl>
    <w:lvl w:ilvl="1">
      <w:start w:val="1"/>
      <w:numFmt w:val="decimal"/>
      <w:lvlText w:val="2.%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nsid w:val="6EF04A1F"/>
    <w:multiLevelType w:val="multilevel"/>
    <w:tmpl w:val="EC38A4C8"/>
    <w:lvl w:ilvl="0">
      <w:start w:val="1"/>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suff w:val="space"/>
      <w:lvlText w:val="4.1.%3."/>
      <w:lvlJc w:val="left"/>
      <w:pPr>
        <w:ind w:left="720" w:hanging="720"/>
      </w:pPr>
      <w:rPr>
        <w:rFonts w:hint="default"/>
        <w:vertAlign w:val="baseline"/>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6">
    <w:nsid w:val="74CD2380"/>
    <w:multiLevelType w:val="multilevel"/>
    <w:tmpl w:val="DFB0F478"/>
    <w:lvl w:ilvl="0">
      <w:start w:val="3"/>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vertAlign w:val="baseline"/>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79AF134D"/>
    <w:multiLevelType w:val="multilevel"/>
    <w:tmpl w:val="89F8929E"/>
    <w:lvl w:ilvl="0">
      <w:start w:val="1"/>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nsid w:val="7B1103E5"/>
    <w:multiLevelType w:val="multilevel"/>
    <w:tmpl w:val="35AE9C2C"/>
    <w:lvl w:ilvl="0">
      <w:start w:val="1"/>
      <w:numFmt w:val="decimal"/>
      <w:lvlText w:val="%1."/>
      <w:lvlJc w:val="left"/>
      <w:pPr>
        <w:ind w:left="360" w:hanging="36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5.1.%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20"/>
  </w:num>
  <w:num w:numId="2">
    <w:abstractNumId w:val="4"/>
  </w:num>
  <w:num w:numId="3">
    <w:abstractNumId w:val="1"/>
  </w:num>
  <w:num w:numId="4">
    <w:abstractNumId w:val="17"/>
  </w:num>
  <w:num w:numId="5">
    <w:abstractNumId w:val="27"/>
  </w:num>
  <w:num w:numId="6">
    <w:abstractNumId w:val="6"/>
  </w:num>
  <w:num w:numId="7">
    <w:abstractNumId w:val="16"/>
  </w:num>
  <w:num w:numId="8">
    <w:abstractNumId w:val="10"/>
  </w:num>
  <w:num w:numId="9">
    <w:abstractNumId w:val="28"/>
  </w:num>
  <w:num w:numId="10">
    <w:abstractNumId w:val="3"/>
  </w:num>
  <w:num w:numId="11">
    <w:abstractNumId w:val="19"/>
  </w:num>
  <w:num w:numId="12">
    <w:abstractNumId w:val="11"/>
  </w:num>
  <w:num w:numId="13">
    <w:abstractNumId w:val="24"/>
  </w:num>
  <w:num w:numId="14">
    <w:abstractNumId w:val="22"/>
  </w:num>
  <w:num w:numId="15">
    <w:abstractNumId w:val="13"/>
  </w:num>
  <w:num w:numId="16">
    <w:abstractNumId w:val="0"/>
  </w:num>
  <w:num w:numId="17">
    <w:abstractNumId w:val="15"/>
  </w:num>
  <w:num w:numId="18">
    <w:abstractNumId w:val="23"/>
  </w:num>
  <w:num w:numId="19">
    <w:abstractNumId w:val="18"/>
  </w:num>
  <w:num w:numId="20">
    <w:abstractNumId w:val="25"/>
  </w:num>
  <w:num w:numId="21">
    <w:abstractNumId w:val="8"/>
  </w:num>
  <w:num w:numId="22">
    <w:abstractNumId w:val="12"/>
  </w:num>
  <w:num w:numId="23">
    <w:abstractNumId w:val="21"/>
  </w:num>
  <w:num w:numId="24">
    <w:abstractNumId w:val="2"/>
  </w:num>
  <w:num w:numId="25">
    <w:abstractNumId w:val="9"/>
  </w:num>
  <w:num w:numId="26">
    <w:abstractNumId w:val="7"/>
  </w:num>
  <w:num w:numId="27">
    <w:abstractNumId w:val="5"/>
  </w:num>
  <w:num w:numId="28">
    <w:abstractNumId w:val="14"/>
  </w:num>
  <w:num w:numId="29">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attachedTemplate r:id="rId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JoVE&lt;/Style&gt;&lt;LeftDelim&gt;{&lt;/LeftDelim&gt;&lt;RightDelim&gt;}&lt;/RightDelim&gt;&lt;FontName&gt;Arial&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rvz5sv9x2et50aes2f6xrdxh59sp0w00x0v9&quot;&gt;My EndNote Library-Golgi&lt;record-ids&gt;&lt;item&gt;22&lt;/item&gt;&lt;item&gt;40&lt;/item&gt;&lt;item&gt;46&lt;/item&gt;&lt;item&gt;47&lt;/item&gt;&lt;item&gt;50&lt;/item&gt;&lt;item&gt;51&lt;/item&gt;&lt;item&gt;55&lt;/item&gt;&lt;item&gt;59&lt;/item&gt;&lt;item&gt;62&lt;/item&gt;&lt;item&gt;66&lt;/item&gt;&lt;item&gt;69&lt;/item&gt;&lt;item&gt;70&lt;/item&gt;&lt;item&gt;85&lt;/item&gt;&lt;item&gt;215&lt;/item&gt;&lt;item&gt;330&lt;/item&gt;&lt;item&gt;383&lt;/item&gt;&lt;item&gt;419&lt;/item&gt;&lt;item&gt;420&lt;/item&gt;&lt;/record-ids&gt;&lt;/item&gt;&lt;/Libraries&gt;"/>
  </w:docVars>
  <w:rsids>
    <w:rsidRoot w:val="003C1187"/>
    <w:rsid w:val="00001993"/>
    <w:rsid w:val="00002640"/>
    <w:rsid w:val="00003C94"/>
    <w:rsid w:val="00006AFB"/>
    <w:rsid w:val="0001003B"/>
    <w:rsid w:val="000102B8"/>
    <w:rsid w:val="0001053C"/>
    <w:rsid w:val="00010B2C"/>
    <w:rsid w:val="0001422D"/>
    <w:rsid w:val="00016D1B"/>
    <w:rsid w:val="0001793B"/>
    <w:rsid w:val="00020D09"/>
    <w:rsid w:val="000213B7"/>
    <w:rsid w:val="00022109"/>
    <w:rsid w:val="000221FB"/>
    <w:rsid w:val="00022F87"/>
    <w:rsid w:val="000233D4"/>
    <w:rsid w:val="00023B13"/>
    <w:rsid w:val="00023EF1"/>
    <w:rsid w:val="00025A9F"/>
    <w:rsid w:val="00035E1C"/>
    <w:rsid w:val="00036F24"/>
    <w:rsid w:val="0004100C"/>
    <w:rsid w:val="00042573"/>
    <w:rsid w:val="00044EA1"/>
    <w:rsid w:val="00047975"/>
    <w:rsid w:val="00047E7F"/>
    <w:rsid w:val="00050551"/>
    <w:rsid w:val="00050AEE"/>
    <w:rsid w:val="0005128A"/>
    <w:rsid w:val="00053BB9"/>
    <w:rsid w:val="00056813"/>
    <w:rsid w:val="00056CFD"/>
    <w:rsid w:val="00060B1B"/>
    <w:rsid w:val="00065323"/>
    <w:rsid w:val="000669AE"/>
    <w:rsid w:val="00071C2B"/>
    <w:rsid w:val="0007345E"/>
    <w:rsid w:val="0007567A"/>
    <w:rsid w:val="00075B54"/>
    <w:rsid w:val="00077B04"/>
    <w:rsid w:val="00080BD1"/>
    <w:rsid w:val="000819F8"/>
    <w:rsid w:val="00084319"/>
    <w:rsid w:val="00086026"/>
    <w:rsid w:val="00090281"/>
    <w:rsid w:val="00090E37"/>
    <w:rsid w:val="0009565F"/>
    <w:rsid w:val="000A18A8"/>
    <w:rsid w:val="000A1AC1"/>
    <w:rsid w:val="000A3166"/>
    <w:rsid w:val="000B3484"/>
    <w:rsid w:val="000B46FE"/>
    <w:rsid w:val="000B7BBA"/>
    <w:rsid w:val="000C5271"/>
    <w:rsid w:val="000C533C"/>
    <w:rsid w:val="000C7AD5"/>
    <w:rsid w:val="000C7AE5"/>
    <w:rsid w:val="000D237C"/>
    <w:rsid w:val="000D36A0"/>
    <w:rsid w:val="000D6C97"/>
    <w:rsid w:val="000D779A"/>
    <w:rsid w:val="000E0BC2"/>
    <w:rsid w:val="000E358D"/>
    <w:rsid w:val="000E4F68"/>
    <w:rsid w:val="000E5AE0"/>
    <w:rsid w:val="000E63B8"/>
    <w:rsid w:val="000F0D41"/>
    <w:rsid w:val="000F3B82"/>
    <w:rsid w:val="00102765"/>
    <w:rsid w:val="001028E1"/>
    <w:rsid w:val="00102DE7"/>
    <w:rsid w:val="00103101"/>
    <w:rsid w:val="00104F20"/>
    <w:rsid w:val="001072DC"/>
    <w:rsid w:val="00111412"/>
    <w:rsid w:val="00113C40"/>
    <w:rsid w:val="001159A9"/>
    <w:rsid w:val="0011606C"/>
    <w:rsid w:val="00116A23"/>
    <w:rsid w:val="001222A2"/>
    <w:rsid w:val="00123486"/>
    <w:rsid w:val="00126414"/>
    <w:rsid w:val="001306D7"/>
    <w:rsid w:val="0013570C"/>
    <w:rsid w:val="00140A28"/>
    <w:rsid w:val="00142397"/>
    <w:rsid w:val="00146196"/>
    <w:rsid w:val="00147C35"/>
    <w:rsid w:val="00150A2D"/>
    <w:rsid w:val="00150E54"/>
    <w:rsid w:val="00153069"/>
    <w:rsid w:val="001538FB"/>
    <w:rsid w:val="00156912"/>
    <w:rsid w:val="001614D3"/>
    <w:rsid w:val="00170159"/>
    <w:rsid w:val="00171040"/>
    <w:rsid w:val="00173A77"/>
    <w:rsid w:val="0017663C"/>
    <w:rsid w:val="001767DF"/>
    <w:rsid w:val="00183F46"/>
    <w:rsid w:val="00190853"/>
    <w:rsid w:val="00191B93"/>
    <w:rsid w:val="00193680"/>
    <w:rsid w:val="001954A7"/>
    <w:rsid w:val="00196746"/>
    <w:rsid w:val="001B06AB"/>
    <w:rsid w:val="001B0B45"/>
    <w:rsid w:val="001B1DEB"/>
    <w:rsid w:val="001C0EA7"/>
    <w:rsid w:val="001C30BF"/>
    <w:rsid w:val="001C6CDB"/>
    <w:rsid w:val="001C7FC3"/>
    <w:rsid w:val="001D1FDC"/>
    <w:rsid w:val="001D22BE"/>
    <w:rsid w:val="001D2960"/>
    <w:rsid w:val="001D3910"/>
    <w:rsid w:val="001D4715"/>
    <w:rsid w:val="001E2E2F"/>
    <w:rsid w:val="001E59C7"/>
    <w:rsid w:val="001E5A50"/>
    <w:rsid w:val="001F07CA"/>
    <w:rsid w:val="001F0BAD"/>
    <w:rsid w:val="001F0C59"/>
    <w:rsid w:val="00204442"/>
    <w:rsid w:val="0020677C"/>
    <w:rsid w:val="002078D5"/>
    <w:rsid w:val="0021241B"/>
    <w:rsid w:val="00214657"/>
    <w:rsid w:val="0022023A"/>
    <w:rsid w:val="00221894"/>
    <w:rsid w:val="0022243E"/>
    <w:rsid w:val="00223DB5"/>
    <w:rsid w:val="002254DF"/>
    <w:rsid w:val="00235980"/>
    <w:rsid w:val="002365EB"/>
    <w:rsid w:val="00242792"/>
    <w:rsid w:val="0024508D"/>
    <w:rsid w:val="00251481"/>
    <w:rsid w:val="0025494B"/>
    <w:rsid w:val="00254C60"/>
    <w:rsid w:val="0025738C"/>
    <w:rsid w:val="00261119"/>
    <w:rsid w:val="00267530"/>
    <w:rsid w:val="00267EE7"/>
    <w:rsid w:val="00270472"/>
    <w:rsid w:val="002714D1"/>
    <w:rsid w:val="00280FCA"/>
    <w:rsid w:val="00284034"/>
    <w:rsid w:val="00287EA9"/>
    <w:rsid w:val="00290C10"/>
    <w:rsid w:val="00292E23"/>
    <w:rsid w:val="00293751"/>
    <w:rsid w:val="00295662"/>
    <w:rsid w:val="00295943"/>
    <w:rsid w:val="00295B33"/>
    <w:rsid w:val="002A553D"/>
    <w:rsid w:val="002A6181"/>
    <w:rsid w:val="002A65BB"/>
    <w:rsid w:val="002A76F7"/>
    <w:rsid w:val="002B0D4C"/>
    <w:rsid w:val="002B6406"/>
    <w:rsid w:val="002B6975"/>
    <w:rsid w:val="002B7FEA"/>
    <w:rsid w:val="002C1FC5"/>
    <w:rsid w:val="002C535C"/>
    <w:rsid w:val="002D28DB"/>
    <w:rsid w:val="002D647C"/>
    <w:rsid w:val="002D6963"/>
    <w:rsid w:val="002D7B38"/>
    <w:rsid w:val="002E0FA6"/>
    <w:rsid w:val="002E1CC3"/>
    <w:rsid w:val="002E3FE7"/>
    <w:rsid w:val="002E4F3E"/>
    <w:rsid w:val="002F17D8"/>
    <w:rsid w:val="002F252C"/>
    <w:rsid w:val="002F29E7"/>
    <w:rsid w:val="002F7CB0"/>
    <w:rsid w:val="00301459"/>
    <w:rsid w:val="00303E98"/>
    <w:rsid w:val="00303FA1"/>
    <w:rsid w:val="00305E25"/>
    <w:rsid w:val="003067CD"/>
    <w:rsid w:val="00306AE5"/>
    <w:rsid w:val="00307A99"/>
    <w:rsid w:val="00310961"/>
    <w:rsid w:val="00317412"/>
    <w:rsid w:val="00321468"/>
    <w:rsid w:val="003221F9"/>
    <w:rsid w:val="00322774"/>
    <w:rsid w:val="003237C3"/>
    <w:rsid w:val="00325C35"/>
    <w:rsid w:val="003265D8"/>
    <w:rsid w:val="00331C21"/>
    <w:rsid w:val="00336189"/>
    <w:rsid w:val="00336C1E"/>
    <w:rsid w:val="00336D3B"/>
    <w:rsid w:val="00337216"/>
    <w:rsid w:val="00337303"/>
    <w:rsid w:val="00343775"/>
    <w:rsid w:val="0034409D"/>
    <w:rsid w:val="0034634C"/>
    <w:rsid w:val="0034766B"/>
    <w:rsid w:val="00364549"/>
    <w:rsid w:val="00364883"/>
    <w:rsid w:val="00366C3A"/>
    <w:rsid w:val="003752B8"/>
    <w:rsid w:val="003819CC"/>
    <w:rsid w:val="00387E60"/>
    <w:rsid w:val="003922DE"/>
    <w:rsid w:val="00394FD7"/>
    <w:rsid w:val="00397475"/>
    <w:rsid w:val="003A12AB"/>
    <w:rsid w:val="003A49FF"/>
    <w:rsid w:val="003A6C0E"/>
    <w:rsid w:val="003A7709"/>
    <w:rsid w:val="003B05B6"/>
    <w:rsid w:val="003B261C"/>
    <w:rsid w:val="003B58F7"/>
    <w:rsid w:val="003B5B01"/>
    <w:rsid w:val="003B763B"/>
    <w:rsid w:val="003B789E"/>
    <w:rsid w:val="003C0692"/>
    <w:rsid w:val="003C1187"/>
    <w:rsid w:val="003C132E"/>
    <w:rsid w:val="003C165C"/>
    <w:rsid w:val="003C1E7A"/>
    <w:rsid w:val="003C2A6A"/>
    <w:rsid w:val="003C62B1"/>
    <w:rsid w:val="003D62AE"/>
    <w:rsid w:val="003D6C15"/>
    <w:rsid w:val="003E1417"/>
    <w:rsid w:val="003E2271"/>
    <w:rsid w:val="003E3552"/>
    <w:rsid w:val="003E489B"/>
    <w:rsid w:val="003E5987"/>
    <w:rsid w:val="003E70CD"/>
    <w:rsid w:val="003F2B51"/>
    <w:rsid w:val="003F51F0"/>
    <w:rsid w:val="003F67B8"/>
    <w:rsid w:val="003F689A"/>
    <w:rsid w:val="004012E2"/>
    <w:rsid w:val="0040205C"/>
    <w:rsid w:val="0040495D"/>
    <w:rsid w:val="00404E0B"/>
    <w:rsid w:val="00407BB0"/>
    <w:rsid w:val="00413732"/>
    <w:rsid w:val="004149F4"/>
    <w:rsid w:val="00421233"/>
    <w:rsid w:val="0042397D"/>
    <w:rsid w:val="00423EEE"/>
    <w:rsid w:val="0043181A"/>
    <w:rsid w:val="00434BD2"/>
    <w:rsid w:val="00440ED2"/>
    <w:rsid w:val="00442AAE"/>
    <w:rsid w:val="00442DE2"/>
    <w:rsid w:val="00444E53"/>
    <w:rsid w:val="00451D37"/>
    <w:rsid w:val="00452D89"/>
    <w:rsid w:val="00453B49"/>
    <w:rsid w:val="0045477B"/>
    <w:rsid w:val="00456C9D"/>
    <w:rsid w:val="004623F0"/>
    <w:rsid w:val="004632EE"/>
    <w:rsid w:val="00466C9B"/>
    <w:rsid w:val="004710C2"/>
    <w:rsid w:val="004710C5"/>
    <w:rsid w:val="00472D1B"/>
    <w:rsid w:val="00473D02"/>
    <w:rsid w:val="00482C9D"/>
    <w:rsid w:val="00483FEB"/>
    <w:rsid w:val="00484EA1"/>
    <w:rsid w:val="00485035"/>
    <w:rsid w:val="00485914"/>
    <w:rsid w:val="00491E54"/>
    <w:rsid w:val="004926B4"/>
    <w:rsid w:val="00495BC3"/>
    <w:rsid w:val="004B2F06"/>
    <w:rsid w:val="004B3A18"/>
    <w:rsid w:val="004B635C"/>
    <w:rsid w:val="004C08FA"/>
    <w:rsid w:val="004C510B"/>
    <w:rsid w:val="004D16EF"/>
    <w:rsid w:val="004D1C9F"/>
    <w:rsid w:val="004D26C6"/>
    <w:rsid w:val="004D60F9"/>
    <w:rsid w:val="004E0507"/>
    <w:rsid w:val="004E11C0"/>
    <w:rsid w:val="004E156C"/>
    <w:rsid w:val="004F4A85"/>
    <w:rsid w:val="004F4B0C"/>
    <w:rsid w:val="004F50D5"/>
    <w:rsid w:val="004F6B41"/>
    <w:rsid w:val="005001C7"/>
    <w:rsid w:val="00503CDE"/>
    <w:rsid w:val="00512154"/>
    <w:rsid w:val="00512AE5"/>
    <w:rsid w:val="0051353B"/>
    <w:rsid w:val="00525A69"/>
    <w:rsid w:val="00527D86"/>
    <w:rsid w:val="00531A7C"/>
    <w:rsid w:val="00533850"/>
    <w:rsid w:val="00536995"/>
    <w:rsid w:val="00543F8C"/>
    <w:rsid w:val="00544A52"/>
    <w:rsid w:val="0054588D"/>
    <w:rsid w:val="00547FD2"/>
    <w:rsid w:val="00554B8D"/>
    <w:rsid w:val="005562B2"/>
    <w:rsid w:val="0055658E"/>
    <w:rsid w:val="0055744A"/>
    <w:rsid w:val="00564C6C"/>
    <w:rsid w:val="00567931"/>
    <w:rsid w:val="005767F8"/>
    <w:rsid w:val="005849C0"/>
    <w:rsid w:val="0059159F"/>
    <w:rsid w:val="00591CB1"/>
    <w:rsid w:val="00592E46"/>
    <w:rsid w:val="00592E7C"/>
    <w:rsid w:val="00593317"/>
    <w:rsid w:val="00593C6C"/>
    <w:rsid w:val="00596CD2"/>
    <w:rsid w:val="0059786B"/>
    <w:rsid w:val="005A195A"/>
    <w:rsid w:val="005A2004"/>
    <w:rsid w:val="005A3C7B"/>
    <w:rsid w:val="005A59F1"/>
    <w:rsid w:val="005A6083"/>
    <w:rsid w:val="005A73EE"/>
    <w:rsid w:val="005B110C"/>
    <w:rsid w:val="005B1B1E"/>
    <w:rsid w:val="005B2E81"/>
    <w:rsid w:val="005B4760"/>
    <w:rsid w:val="005B5795"/>
    <w:rsid w:val="005B5B8A"/>
    <w:rsid w:val="005B75F1"/>
    <w:rsid w:val="005C4469"/>
    <w:rsid w:val="005C6755"/>
    <w:rsid w:val="005C7656"/>
    <w:rsid w:val="005D67C6"/>
    <w:rsid w:val="005D7AA9"/>
    <w:rsid w:val="005E07A1"/>
    <w:rsid w:val="005E2478"/>
    <w:rsid w:val="005E2E55"/>
    <w:rsid w:val="005E60E6"/>
    <w:rsid w:val="005F24D2"/>
    <w:rsid w:val="005F24E4"/>
    <w:rsid w:val="005F297D"/>
    <w:rsid w:val="00602ADD"/>
    <w:rsid w:val="00603482"/>
    <w:rsid w:val="00603A6F"/>
    <w:rsid w:val="006077C9"/>
    <w:rsid w:val="006127DA"/>
    <w:rsid w:val="006154BF"/>
    <w:rsid w:val="006171F7"/>
    <w:rsid w:val="006200B8"/>
    <w:rsid w:val="00621286"/>
    <w:rsid w:val="00627CD0"/>
    <w:rsid w:val="00630381"/>
    <w:rsid w:val="006347E5"/>
    <w:rsid w:val="00634CBE"/>
    <w:rsid w:val="00635368"/>
    <w:rsid w:val="00645883"/>
    <w:rsid w:val="00646622"/>
    <w:rsid w:val="00651279"/>
    <w:rsid w:val="00652DA9"/>
    <w:rsid w:val="0065745A"/>
    <w:rsid w:val="006576C9"/>
    <w:rsid w:val="00664476"/>
    <w:rsid w:val="00665BB2"/>
    <w:rsid w:val="00675423"/>
    <w:rsid w:val="0067601C"/>
    <w:rsid w:val="0068113A"/>
    <w:rsid w:val="0068542C"/>
    <w:rsid w:val="006863DB"/>
    <w:rsid w:val="006876EA"/>
    <w:rsid w:val="006944B4"/>
    <w:rsid w:val="006A39E9"/>
    <w:rsid w:val="006A7F13"/>
    <w:rsid w:val="006B1125"/>
    <w:rsid w:val="006B2CF1"/>
    <w:rsid w:val="006B329D"/>
    <w:rsid w:val="006B5D2D"/>
    <w:rsid w:val="006C03C3"/>
    <w:rsid w:val="006C05BA"/>
    <w:rsid w:val="006C67C9"/>
    <w:rsid w:val="006D104D"/>
    <w:rsid w:val="006D1933"/>
    <w:rsid w:val="006D7975"/>
    <w:rsid w:val="006D7BA6"/>
    <w:rsid w:val="006D7D79"/>
    <w:rsid w:val="006E004C"/>
    <w:rsid w:val="006E0F41"/>
    <w:rsid w:val="006E48CD"/>
    <w:rsid w:val="006E4921"/>
    <w:rsid w:val="006E5BDC"/>
    <w:rsid w:val="006E77BA"/>
    <w:rsid w:val="006F1CA6"/>
    <w:rsid w:val="006F2C1B"/>
    <w:rsid w:val="006F2CEE"/>
    <w:rsid w:val="006F7491"/>
    <w:rsid w:val="006F77C5"/>
    <w:rsid w:val="006F784F"/>
    <w:rsid w:val="00702FFE"/>
    <w:rsid w:val="00704009"/>
    <w:rsid w:val="00704BE8"/>
    <w:rsid w:val="007055AE"/>
    <w:rsid w:val="00716137"/>
    <w:rsid w:val="00720F10"/>
    <w:rsid w:val="00721018"/>
    <w:rsid w:val="007226A8"/>
    <w:rsid w:val="00722D05"/>
    <w:rsid w:val="00724E1D"/>
    <w:rsid w:val="00725A8C"/>
    <w:rsid w:val="00725ED2"/>
    <w:rsid w:val="0072613B"/>
    <w:rsid w:val="007278BD"/>
    <w:rsid w:val="00727FD4"/>
    <w:rsid w:val="0073007B"/>
    <w:rsid w:val="007312FA"/>
    <w:rsid w:val="00735FE2"/>
    <w:rsid w:val="00744A3E"/>
    <w:rsid w:val="00744A92"/>
    <w:rsid w:val="0075020F"/>
    <w:rsid w:val="00750948"/>
    <w:rsid w:val="007510C3"/>
    <w:rsid w:val="007517D6"/>
    <w:rsid w:val="007542F6"/>
    <w:rsid w:val="0075762D"/>
    <w:rsid w:val="007578F7"/>
    <w:rsid w:val="00760A40"/>
    <w:rsid w:val="00764735"/>
    <w:rsid w:val="007660AE"/>
    <w:rsid w:val="007726C0"/>
    <w:rsid w:val="007735D8"/>
    <w:rsid w:val="00773687"/>
    <w:rsid w:val="007738E5"/>
    <w:rsid w:val="007746A9"/>
    <w:rsid w:val="007766C6"/>
    <w:rsid w:val="00776A9E"/>
    <w:rsid w:val="007777A1"/>
    <w:rsid w:val="00780323"/>
    <w:rsid w:val="0078297D"/>
    <w:rsid w:val="00782F9F"/>
    <w:rsid w:val="00786F33"/>
    <w:rsid w:val="007904B6"/>
    <w:rsid w:val="007910EC"/>
    <w:rsid w:val="007912A4"/>
    <w:rsid w:val="00793040"/>
    <w:rsid w:val="0079324F"/>
    <w:rsid w:val="00793530"/>
    <w:rsid w:val="00793855"/>
    <w:rsid w:val="007A255E"/>
    <w:rsid w:val="007A3847"/>
    <w:rsid w:val="007A6B50"/>
    <w:rsid w:val="007A6F62"/>
    <w:rsid w:val="007B437C"/>
    <w:rsid w:val="007B4D90"/>
    <w:rsid w:val="007B60CA"/>
    <w:rsid w:val="007B6D7F"/>
    <w:rsid w:val="007C0D75"/>
    <w:rsid w:val="007C1B82"/>
    <w:rsid w:val="007D0025"/>
    <w:rsid w:val="007D1679"/>
    <w:rsid w:val="007D1E3B"/>
    <w:rsid w:val="007D1F3F"/>
    <w:rsid w:val="007D3CD5"/>
    <w:rsid w:val="007D4E7B"/>
    <w:rsid w:val="007D59AB"/>
    <w:rsid w:val="007D7B2F"/>
    <w:rsid w:val="007E0075"/>
    <w:rsid w:val="007E1F17"/>
    <w:rsid w:val="007E36AD"/>
    <w:rsid w:val="007E37A6"/>
    <w:rsid w:val="007E57CC"/>
    <w:rsid w:val="007E6EEC"/>
    <w:rsid w:val="007F0037"/>
    <w:rsid w:val="007F0E4C"/>
    <w:rsid w:val="007F59F4"/>
    <w:rsid w:val="007F77E2"/>
    <w:rsid w:val="008028E6"/>
    <w:rsid w:val="008029B5"/>
    <w:rsid w:val="00802B96"/>
    <w:rsid w:val="0080317C"/>
    <w:rsid w:val="008067AE"/>
    <w:rsid w:val="0081054B"/>
    <w:rsid w:val="00811777"/>
    <w:rsid w:val="00811B98"/>
    <w:rsid w:val="008172CB"/>
    <w:rsid w:val="008179A4"/>
    <w:rsid w:val="00821B3D"/>
    <w:rsid w:val="00824A02"/>
    <w:rsid w:val="008305CE"/>
    <w:rsid w:val="008313DA"/>
    <w:rsid w:val="00832F4E"/>
    <w:rsid w:val="00833F84"/>
    <w:rsid w:val="00834C61"/>
    <w:rsid w:val="008368DA"/>
    <w:rsid w:val="00836E00"/>
    <w:rsid w:val="00837865"/>
    <w:rsid w:val="00842F38"/>
    <w:rsid w:val="0084499C"/>
    <w:rsid w:val="008476D7"/>
    <w:rsid w:val="00847827"/>
    <w:rsid w:val="008522EB"/>
    <w:rsid w:val="008545B2"/>
    <w:rsid w:val="00854631"/>
    <w:rsid w:val="008578D4"/>
    <w:rsid w:val="00860BF0"/>
    <w:rsid w:val="00861216"/>
    <w:rsid w:val="0086317A"/>
    <w:rsid w:val="00863214"/>
    <w:rsid w:val="00864676"/>
    <w:rsid w:val="008649AB"/>
    <w:rsid w:val="008672AC"/>
    <w:rsid w:val="00871532"/>
    <w:rsid w:val="00871DAA"/>
    <w:rsid w:val="00873D41"/>
    <w:rsid w:val="008753DA"/>
    <w:rsid w:val="00876419"/>
    <w:rsid w:val="008777E7"/>
    <w:rsid w:val="0088160F"/>
    <w:rsid w:val="008818CD"/>
    <w:rsid w:val="00885059"/>
    <w:rsid w:val="00887401"/>
    <w:rsid w:val="00887A77"/>
    <w:rsid w:val="00887B8B"/>
    <w:rsid w:val="00891FF6"/>
    <w:rsid w:val="008922AB"/>
    <w:rsid w:val="008932FA"/>
    <w:rsid w:val="00893C66"/>
    <w:rsid w:val="00895084"/>
    <w:rsid w:val="008957F1"/>
    <w:rsid w:val="008A06AA"/>
    <w:rsid w:val="008A12F0"/>
    <w:rsid w:val="008A79D5"/>
    <w:rsid w:val="008B1772"/>
    <w:rsid w:val="008B33BC"/>
    <w:rsid w:val="008B4A15"/>
    <w:rsid w:val="008C12C3"/>
    <w:rsid w:val="008C44AB"/>
    <w:rsid w:val="008C4A5A"/>
    <w:rsid w:val="008C520A"/>
    <w:rsid w:val="008D0876"/>
    <w:rsid w:val="008D4EC4"/>
    <w:rsid w:val="008E1AB5"/>
    <w:rsid w:val="008E38A8"/>
    <w:rsid w:val="008E5442"/>
    <w:rsid w:val="008E6E7C"/>
    <w:rsid w:val="008F0B6E"/>
    <w:rsid w:val="008F11B6"/>
    <w:rsid w:val="008F2204"/>
    <w:rsid w:val="008F33E2"/>
    <w:rsid w:val="008F515B"/>
    <w:rsid w:val="008F73F8"/>
    <w:rsid w:val="00901E22"/>
    <w:rsid w:val="00902CB5"/>
    <w:rsid w:val="00905D50"/>
    <w:rsid w:val="00905F95"/>
    <w:rsid w:val="009079F0"/>
    <w:rsid w:val="009122D8"/>
    <w:rsid w:val="009143F8"/>
    <w:rsid w:val="00914668"/>
    <w:rsid w:val="00914C21"/>
    <w:rsid w:val="00915CC9"/>
    <w:rsid w:val="00916D56"/>
    <w:rsid w:val="009218A8"/>
    <w:rsid w:val="00927B24"/>
    <w:rsid w:val="009302EB"/>
    <w:rsid w:val="00940D2F"/>
    <w:rsid w:val="009417B5"/>
    <w:rsid w:val="00942780"/>
    <w:rsid w:val="00943EC6"/>
    <w:rsid w:val="00951EBF"/>
    <w:rsid w:val="00952512"/>
    <w:rsid w:val="009560B7"/>
    <w:rsid w:val="00957E52"/>
    <w:rsid w:val="009601FF"/>
    <w:rsid w:val="00960FE7"/>
    <w:rsid w:val="009613CB"/>
    <w:rsid w:val="00962731"/>
    <w:rsid w:val="00962973"/>
    <w:rsid w:val="00963F0F"/>
    <w:rsid w:val="00970549"/>
    <w:rsid w:val="00970745"/>
    <w:rsid w:val="00972240"/>
    <w:rsid w:val="00972803"/>
    <w:rsid w:val="00975C0C"/>
    <w:rsid w:val="00976650"/>
    <w:rsid w:val="00980337"/>
    <w:rsid w:val="00981910"/>
    <w:rsid w:val="00982F80"/>
    <w:rsid w:val="00983673"/>
    <w:rsid w:val="009838DD"/>
    <w:rsid w:val="00984C35"/>
    <w:rsid w:val="00984C77"/>
    <w:rsid w:val="0098557E"/>
    <w:rsid w:val="009940CA"/>
    <w:rsid w:val="00994128"/>
    <w:rsid w:val="009979A2"/>
    <w:rsid w:val="009A1799"/>
    <w:rsid w:val="009A27F5"/>
    <w:rsid w:val="009A3BEA"/>
    <w:rsid w:val="009A6DF8"/>
    <w:rsid w:val="009B14F4"/>
    <w:rsid w:val="009B19B8"/>
    <w:rsid w:val="009B2F63"/>
    <w:rsid w:val="009B40B3"/>
    <w:rsid w:val="009B5EF5"/>
    <w:rsid w:val="009B60A9"/>
    <w:rsid w:val="009B76A1"/>
    <w:rsid w:val="009C3154"/>
    <w:rsid w:val="009C562E"/>
    <w:rsid w:val="009C783E"/>
    <w:rsid w:val="009D1BC2"/>
    <w:rsid w:val="009D1E0D"/>
    <w:rsid w:val="009D4330"/>
    <w:rsid w:val="009E4CFE"/>
    <w:rsid w:val="009E7EE0"/>
    <w:rsid w:val="009F13BD"/>
    <w:rsid w:val="009F161E"/>
    <w:rsid w:val="009F1BB5"/>
    <w:rsid w:val="009F451B"/>
    <w:rsid w:val="009F77CB"/>
    <w:rsid w:val="00A00D85"/>
    <w:rsid w:val="00A018AA"/>
    <w:rsid w:val="00A05703"/>
    <w:rsid w:val="00A05FED"/>
    <w:rsid w:val="00A10A11"/>
    <w:rsid w:val="00A110F4"/>
    <w:rsid w:val="00A1133E"/>
    <w:rsid w:val="00A14327"/>
    <w:rsid w:val="00A14888"/>
    <w:rsid w:val="00A1683A"/>
    <w:rsid w:val="00A22E4E"/>
    <w:rsid w:val="00A24AC2"/>
    <w:rsid w:val="00A25071"/>
    <w:rsid w:val="00A2635F"/>
    <w:rsid w:val="00A32340"/>
    <w:rsid w:val="00A32DAE"/>
    <w:rsid w:val="00A40695"/>
    <w:rsid w:val="00A40984"/>
    <w:rsid w:val="00A4235F"/>
    <w:rsid w:val="00A423CB"/>
    <w:rsid w:val="00A4335A"/>
    <w:rsid w:val="00A44FED"/>
    <w:rsid w:val="00A456CB"/>
    <w:rsid w:val="00A46ED7"/>
    <w:rsid w:val="00A55489"/>
    <w:rsid w:val="00A6269F"/>
    <w:rsid w:val="00A63163"/>
    <w:rsid w:val="00A64306"/>
    <w:rsid w:val="00A659DC"/>
    <w:rsid w:val="00A65A5A"/>
    <w:rsid w:val="00A65C1C"/>
    <w:rsid w:val="00A67A05"/>
    <w:rsid w:val="00A71098"/>
    <w:rsid w:val="00A72A66"/>
    <w:rsid w:val="00A72C1C"/>
    <w:rsid w:val="00A818B1"/>
    <w:rsid w:val="00A83BF1"/>
    <w:rsid w:val="00A87FF2"/>
    <w:rsid w:val="00A90213"/>
    <w:rsid w:val="00A9027A"/>
    <w:rsid w:val="00A905D2"/>
    <w:rsid w:val="00A97EF7"/>
    <w:rsid w:val="00AA63D9"/>
    <w:rsid w:val="00AA7FF8"/>
    <w:rsid w:val="00AB0F78"/>
    <w:rsid w:val="00AB35E7"/>
    <w:rsid w:val="00AB4BB7"/>
    <w:rsid w:val="00AB58D7"/>
    <w:rsid w:val="00AB7C61"/>
    <w:rsid w:val="00AC075A"/>
    <w:rsid w:val="00AC11EA"/>
    <w:rsid w:val="00AC1420"/>
    <w:rsid w:val="00AC7869"/>
    <w:rsid w:val="00AC7FBF"/>
    <w:rsid w:val="00AD0DFB"/>
    <w:rsid w:val="00AD275F"/>
    <w:rsid w:val="00AD44A7"/>
    <w:rsid w:val="00AD59E6"/>
    <w:rsid w:val="00AD7DF8"/>
    <w:rsid w:val="00AE0703"/>
    <w:rsid w:val="00AE1AEA"/>
    <w:rsid w:val="00AE29F8"/>
    <w:rsid w:val="00AE4E5F"/>
    <w:rsid w:val="00AE694F"/>
    <w:rsid w:val="00AF2F53"/>
    <w:rsid w:val="00AF4026"/>
    <w:rsid w:val="00AF69FF"/>
    <w:rsid w:val="00AF7178"/>
    <w:rsid w:val="00B00D23"/>
    <w:rsid w:val="00B01D2A"/>
    <w:rsid w:val="00B07724"/>
    <w:rsid w:val="00B10AFF"/>
    <w:rsid w:val="00B151D0"/>
    <w:rsid w:val="00B2236E"/>
    <w:rsid w:val="00B238E4"/>
    <w:rsid w:val="00B25034"/>
    <w:rsid w:val="00B26BA1"/>
    <w:rsid w:val="00B30048"/>
    <w:rsid w:val="00B31B70"/>
    <w:rsid w:val="00B32061"/>
    <w:rsid w:val="00B335AD"/>
    <w:rsid w:val="00B33C05"/>
    <w:rsid w:val="00B34215"/>
    <w:rsid w:val="00B35F1A"/>
    <w:rsid w:val="00B37FFA"/>
    <w:rsid w:val="00B4141A"/>
    <w:rsid w:val="00B46592"/>
    <w:rsid w:val="00B46BC3"/>
    <w:rsid w:val="00B46CFF"/>
    <w:rsid w:val="00B52A12"/>
    <w:rsid w:val="00B55A80"/>
    <w:rsid w:val="00B56383"/>
    <w:rsid w:val="00B571E4"/>
    <w:rsid w:val="00B6403C"/>
    <w:rsid w:val="00B64D8D"/>
    <w:rsid w:val="00B662CA"/>
    <w:rsid w:val="00B665AD"/>
    <w:rsid w:val="00B66D29"/>
    <w:rsid w:val="00B67DB5"/>
    <w:rsid w:val="00B80AF9"/>
    <w:rsid w:val="00B81813"/>
    <w:rsid w:val="00B81B73"/>
    <w:rsid w:val="00B81E75"/>
    <w:rsid w:val="00B83668"/>
    <w:rsid w:val="00B8387E"/>
    <w:rsid w:val="00B84F4E"/>
    <w:rsid w:val="00B858DC"/>
    <w:rsid w:val="00B91CB2"/>
    <w:rsid w:val="00B94710"/>
    <w:rsid w:val="00B95179"/>
    <w:rsid w:val="00B96C4E"/>
    <w:rsid w:val="00BA2741"/>
    <w:rsid w:val="00BA3A3D"/>
    <w:rsid w:val="00BA400A"/>
    <w:rsid w:val="00BA7551"/>
    <w:rsid w:val="00BB0C00"/>
    <w:rsid w:val="00BB0F32"/>
    <w:rsid w:val="00BB1274"/>
    <w:rsid w:val="00BB2DA4"/>
    <w:rsid w:val="00BB376F"/>
    <w:rsid w:val="00BC0788"/>
    <w:rsid w:val="00BC0965"/>
    <w:rsid w:val="00BC30B4"/>
    <w:rsid w:val="00BC3148"/>
    <w:rsid w:val="00BC4E4E"/>
    <w:rsid w:val="00BC5102"/>
    <w:rsid w:val="00BD16CF"/>
    <w:rsid w:val="00BD2420"/>
    <w:rsid w:val="00BD6B59"/>
    <w:rsid w:val="00BE014B"/>
    <w:rsid w:val="00BE2349"/>
    <w:rsid w:val="00BF02AD"/>
    <w:rsid w:val="00BF06FC"/>
    <w:rsid w:val="00BF1186"/>
    <w:rsid w:val="00BF203A"/>
    <w:rsid w:val="00BF229A"/>
    <w:rsid w:val="00BF2682"/>
    <w:rsid w:val="00BF3B55"/>
    <w:rsid w:val="00BF7990"/>
    <w:rsid w:val="00C00F53"/>
    <w:rsid w:val="00C07ACD"/>
    <w:rsid w:val="00C1002C"/>
    <w:rsid w:val="00C129D6"/>
    <w:rsid w:val="00C14BA3"/>
    <w:rsid w:val="00C15D8D"/>
    <w:rsid w:val="00C2470F"/>
    <w:rsid w:val="00C24CEF"/>
    <w:rsid w:val="00C264FC"/>
    <w:rsid w:val="00C2688A"/>
    <w:rsid w:val="00C34462"/>
    <w:rsid w:val="00C40C53"/>
    <w:rsid w:val="00C41EFC"/>
    <w:rsid w:val="00C42D0A"/>
    <w:rsid w:val="00C42DAB"/>
    <w:rsid w:val="00C43A10"/>
    <w:rsid w:val="00C462F8"/>
    <w:rsid w:val="00C52B0F"/>
    <w:rsid w:val="00C5338B"/>
    <w:rsid w:val="00C536BE"/>
    <w:rsid w:val="00C53D75"/>
    <w:rsid w:val="00C55579"/>
    <w:rsid w:val="00C61067"/>
    <w:rsid w:val="00C61653"/>
    <w:rsid w:val="00C718B1"/>
    <w:rsid w:val="00C72F65"/>
    <w:rsid w:val="00C74125"/>
    <w:rsid w:val="00C81EF8"/>
    <w:rsid w:val="00C836B3"/>
    <w:rsid w:val="00C86872"/>
    <w:rsid w:val="00C8760F"/>
    <w:rsid w:val="00C94F79"/>
    <w:rsid w:val="00CA0367"/>
    <w:rsid w:val="00CA2613"/>
    <w:rsid w:val="00CA75C9"/>
    <w:rsid w:val="00CB041F"/>
    <w:rsid w:val="00CB067B"/>
    <w:rsid w:val="00CB0791"/>
    <w:rsid w:val="00CB2409"/>
    <w:rsid w:val="00CB3C2B"/>
    <w:rsid w:val="00CB4451"/>
    <w:rsid w:val="00CC0270"/>
    <w:rsid w:val="00CC3C9F"/>
    <w:rsid w:val="00CD2901"/>
    <w:rsid w:val="00CE30A3"/>
    <w:rsid w:val="00CE46B5"/>
    <w:rsid w:val="00CE7D95"/>
    <w:rsid w:val="00CF3C28"/>
    <w:rsid w:val="00CF3CD1"/>
    <w:rsid w:val="00CF501F"/>
    <w:rsid w:val="00D01A37"/>
    <w:rsid w:val="00D01BBD"/>
    <w:rsid w:val="00D038D5"/>
    <w:rsid w:val="00D06B14"/>
    <w:rsid w:val="00D06E22"/>
    <w:rsid w:val="00D07719"/>
    <w:rsid w:val="00D152C0"/>
    <w:rsid w:val="00D153E7"/>
    <w:rsid w:val="00D24F83"/>
    <w:rsid w:val="00D25878"/>
    <w:rsid w:val="00D25CA6"/>
    <w:rsid w:val="00D269CC"/>
    <w:rsid w:val="00D26D81"/>
    <w:rsid w:val="00D26E92"/>
    <w:rsid w:val="00D26F4E"/>
    <w:rsid w:val="00D27457"/>
    <w:rsid w:val="00D342B7"/>
    <w:rsid w:val="00D36F24"/>
    <w:rsid w:val="00D37175"/>
    <w:rsid w:val="00D42C24"/>
    <w:rsid w:val="00D44A26"/>
    <w:rsid w:val="00D45727"/>
    <w:rsid w:val="00D50682"/>
    <w:rsid w:val="00D52F6E"/>
    <w:rsid w:val="00D61DBD"/>
    <w:rsid w:val="00D630CD"/>
    <w:rsid w:val="00D643C8"/>
    <w:rsid w:val="00D675B9"/>
    <w:rsid w:val="00D67F67"/>
    <w:rsid w:val="00D70C1F"/>
    <w:rsid w:val="00D71B95"/>
    <w:rsid w:val="00D73CA8"/>
    <w:rsid w:val="00D77932"/>
    <w:rsid w:val="00D82D22"/>
    <w:rsid w:val="00D8402B"/>
    <w:rsid w:val="00D87F7D"/>
    <w:rsid w:val="00D94889"/>
    <w:rsid w:val="00D95537"/>
    <w:rsid w:val="00D958CC"/>
    <w:rsid w:val="00D96B02"/>
    <w:rsid w:val="00DA20CB"/>
    <w:rsid w:val="00DA225F"/>
    <w:rsid w:val="00DA30DB"/>
    <w:rsid w:val="00DA5826"/>
    <w:rsid w:val="00DB0468"/>
    <w:rsid w:val="00DB0FFD"/>
    <w:rsid w:val="00DB191F"/>
    <w:rsid w:val="00DB57CD"/>
    <w:rsid w:val="00DB5E4E"/>
    <w:rsid w:val="00DB79DA"/>
    <w:rsid w:val="00DB7E24"/>
    <w:rsid w:val="00DC024F"/>
    <w:rsid w:val="00DC4956"/>
    <w:rsid w:val="00DC5272"/>
    <w:rsid w:val="00DD0264"/>
    <w:rsid w:val="00DD1149"/>
    <w:rsid w:val="00DD20FE"/>
    <w:rsid w:val="00DD4D42"/>
    <w:rsid w:val="00DD70FF"/>
    <w:rsid w:val="00DD7E9A"/>
    <w:rsid w:val="00DE0074"/>
    <w:rsid w:val="00DE570D"/>
    <w:rsid w:val="00DF1513"/>
    <w:rsid w:val="00DF5451"/>
    <w:rsid w:val="00DF54A7"/>
    <w:rsid w:val="00DF56BB"/>
    <w:rsid w:val="00DF6A58"/>
    <w:rsid w:val="00DF70D6"/>
    <w:rsid w:val="00DF71BA"/>
    <w:rsid w:val="00E0192D"/>
    <w:rsid w:val="00E02739"/>
    <w:rsid w:val="00E05596"/>
    <w:rsid w:val="00E0780E"/>
    <w:rsid w:val="00E10124"/>
    <w:rsid w:val="00E136F2"/>
    <w:rsid w:val="00E16333"/>
    <w:rsid w:val="00E21939"/>
    <w:rsid w:val="00E22437"/>
    <w:rsid w:val="00E22FFE"/>
    <w:rsid w:val="00E238F4"/>
    <w:rsid w:val="00E33A4C"/>
    <w:rsid w:val="00E33ED1"/>
    <w:rsid w:val="00E42676"/>
    <w:rsid w:val="00E53F39"/>
    <w:rsid w:val="00E657AC"/>
    <w:rsid w:val="00E67A34"/>
    <w:rsid w:val="00E74298"/>
    <w:rsid w:val="00E75F10"/>
    <w:rsid w:val="00E76492"/>
    <w:rsid w:val="00E80545"/>
    <w:rsid w:val="00E80C68"/>
    <w:rsid w:val="00E839D7"/>
    <w:rsid w:val="00E86D74"/>
    <w:rsid w:val="00E92F14"/>
    <w:rsid w:val="00E95662"/>
    <w:rsid w:val="00E96270"/>
    <w:rsid w:val="00E979A4"/>
    <w:rsid w:val="00EA1E60"/>
    <w:rsid w:val="00EA4ADC"/>
    <w:rsid w:val="00EA6EC9"/>
    <w:rsid w:val="00EB00DB"/>
    <w:rsid w:val="00EB0106"/>
    <w:rsid w:val="00EB1523"/>
    <w:rsid w:val="00EB1C63"/>
    <w:rsid w:val="00EB1D5B"/>
    <w:rsid w:val="00EB29AA"/>
    <w:rsid w:val="00EB7BC0"/>
    <w:rsid w:val="00EC0530"/>
    <w:rsid w:val="00EC4994"/>
    <w:rsid w:val="00EC62C7"/>
    <w:rsid w:val="00EC6A4E"/>
    <w:rsid w:val="00ED074B"/>
    <w:rsid w:val="00ED1342"/>
    <w:rsid w:val="00ED664B"/>
    <w:rsid w:val="00EE315C"/>
    <w:rsid w:val="00EE44B6"/>
    <w:rsid w:val="00EF0445"/>
    <w:rsid w:val="00EF202A"/>
    <w:rsid w:val="00EF243A"/>
    <w:rsid w:val="00EF2FA8"/>
    <w:rsid w:val="00EF3C97"/>
    <w:rsid w:val="00EF757A"/>
    <w:rsid w:val="00F129B1"/>
    <w:rsid w:val="00F12DE2"/>
    <w:rsid w:val="00F12F70"/>
    <w:rsid w:val="00F21E7B"/>
    <w:rsid w:val="00F21FA5"/>
    <w:rsid w:val="00F2274F"/>
    <w:rsid w:val="00F2296E"/>
    <w:rsid w:val="00F25B19"/>
    <w:rsid w:val="00F3487A"/>
    <w:rsid w:val="00F355AB"/>
    <w:rsid w:val="00F37C45"/>
    <w:rsid w:val="00F42678"/>
    <w:rsid w:val="00F43284"/>
    <w:rsid w:val="00F449D9"/>
    <w:rsid w:val="00F45559"/>
    <w:rsid w:val="00F500A5"/>
    <w:rsid w:val="00F54ACA"/>
    <w:rsid w:val="00F56CA2"/>
    <w:rsid w:val="00F615D2"/>
    <w:rsid w:val="00F647D8"/>
    <w:rsid w:val="00F660E9"/>
    <w:rsid w:val="00F669A8"/>
    <w:rsid w:val="00F70E9C"/>
    <w:rsid w:val="00F70FD3"/>
    <w:rsid w:val="00F77D87"/>
    <w:rsid w:val="00F77E99"/>
    <w:rsid w:val="00F812B3"/>
    <w:rsid w:val="00F8136C"/>
    <w:rsid w:val="00F8247A"/>
    <w:rsid w:val="00F850E5"/>
    <w:rsid w:val="00F8544C"/>
    <w:rsid w:val="00F8598C"/>
    <w:rsid w:val="00F878ED"/>
    <w:rsid w:val="00F92B92"/>
    <w:rsid w:val="00F964ED"/>
    <w:rsid w:val="00FA1957"/>
    <w:rsid w:val="00FA329A"/>
    <w:rsid w:val="00FA6FB9"/>
    <w:rsid w:val="00FB0A56"/>
    <w:rsid w:val="00FB0A9F"/>
    <w:rsid w:val="00FB1731"/>
    <w:rsid w:val="00FB1C93"/>
    <w:rsid w:val="00FB3199"/>
    <w:rsid w:val="00FB66FF"/>
    <w:rsid w:val="00FC03DD"/>
    <w:rsid w:val="00FC09E3"/>
    <w:rsid w:val="00FC0BE5"/>
    <w:rsid w:val="00FC0EE6"/>
    <w:rsid w:val="00FC27FC"/>
    <w:rsid w:val="00FC281B"/>
    <w:rsid w:val="00FC61F9"/>
    <w:rsid w:val="00FC6782"/>
    <w:rsid w:val="00FD3916"/>
    <w:rsid w:val="00FD47D0"/>
    <w:rsid w:val="00FD4C99"/>
    <w:rsid w:val="00FD513B"/>
    <w:rsid w:val="00FD66BF"/>
    <w:rsid w:val="00FD7858"/>
    <w:rsid w:val="00FE06C8"/>
    <w:rsid w:val="00FE19BF"/>
    <w:rsid w:val="00FE30C1"/>
    <w:rsid w:val="00FE3281"/>
    <w:rsid w:val="00FE4570"/>
    <w:rsid w:val="00FE7934"/>
    <w:rsid w:val="00FE7BCC"/>
    <w:rsid w:val="00FF6DE5"/>
    <w:rsid w:val="00FF71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2C80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2FA"/>
    <w:pPr>
      <w:spacing w:after="0" w:line="240" w:lineRule="auto"/>
    </w:pPr>
    <w:rPr>
      <w:rFonts w:ascii="Arial" w:hAnsi="Arial"/>
      <w:sz w:val="24"/>
    </w:rPr>
  </w:style>
  <w:style w:type="paragraph" w:styleId="Heading1">
    <w:name w:val="heading 1"/>
    <w:basedOn w:val="Normal"/>
    <w:next w:val="Normal"/>
    <w:link w:val="Heading1Char"/>
    <w:uiPriority w:val="9"/>
    <w:qFormat/>
    <w:rsid w:val="00BF2682"/>
    <w:pPr>
      <w:keepNext/>
      <w:keepLines/>
      <w:numPr>
        <w:numId w:val="1"/>
      </w:numPr>
      <w:spacing w:before="240"/>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E0192D"/>
    <w:pPr>
      <w:keepNext/>
      <w:keepLines/>
      <w:numPr>
        <w:ilvl w:val="1"/>
        <w:numId w:val="1"/>
      </w:numPr>
      <w:spacing w:before="40"/>
      <w:outlineLvl w:val="1"/>
    </w:pPr>
    <w:rPr>
      <w:rFonts w:eastAsiaTheme="majorEastAsia" w:cstheme="majorBidi"/>
      <w:szCs w:val="26"/>
    </w:rPr>
  </w:style>
  <w:style w:type="paragraph" w:styleId="Heading3">
    <w:name w:val="heading 3"/>
    <w:basedOn w:val="Normal"/>
    <w:next w:val="Normal"/>
    <w:link w:val="Heading3Char"/>
    <w:uiPriority w:val="9"/>
    <w:unhideWhenUsed/>
    <w:qFormat/>
    <w:rsid w:val="00E0192D"/>
    <w:pPr>
      <w:keepNext/>
      <w:keepLines/>
      <w:numPr>
        <w:ilvl w:val="2"/>
        <w:numId w:val="1"/>
      </w:numPr>
      <w:spacing w:before="40"/>
      <w:outlineLvl w:val="2"/>
    </w:pPr>
    <w:rPr>
      <w:rFonts w:eastAsiaTheme="majorEastAsia" w:cstheme="majorBidi"/>
      <w:szCs w:val="24"/>
    </w:rPr>
  </w:style>
  <w:style w:type="paragraph" w:styleId="Heading4">
    <w:name w:val="heading 4"/>
    <w:basedOn w:val="Normal"/>
    <w:next w:val="Normal"/>
    <w:link w:val="Heading4Char"/>
    <w:uiPriority w:val="9"/>
    <w:unhideWhenUsed/>
    <w:qFormat/>
    <w:rsid w:val="00E0192D"/>
    <w:pPr>
      <w:keepNext/>
      <w:keepLines/>
      <w:numPr>
        <w:ilvl w:val="3"/>
        <w:numId w:val="1"/>
      </w:numPr>
      <w:spacing w:before="40"/>
      <w:outlineLvl w:val="3"/>
    </w:pPr>
    <w:rPr>
      <w:rFonts w:eastAsiaTheme="majorEastAsia" w:cstheme="majorBidi"/>
      <w:iCs/>
    </w:rPr>
  </w:style>
  <w:style w:type="paragraph" w:styleId="Heading5">
    <w:name w:val="heading 5"/>
    <w:basedOn w:val="Normal"/>
    <w:next w:val="Normal"/>
    <w:link w:val="Heading5Char"/>
    <w:uiPriority w:val="9"/>
    <w:semiHidden/>
    <w:unhideWhenUsed/>
    <w:qFormat/>
    <w:rsid w:val="00E0192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E0192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E0192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E0192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0192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187"/>
    <w:pPr>
      <w:ind w:left="720"/>
      <w:contextualSpacing/>
    </w:pPr>
  </w:style>
  <w:style w:type="character" w:customStyle="1" w:styleId="st">
    <w:name w:val="st"/>
    <w:basedOn w:val="DefaultParagraphFont"/>
    <w:rsid w:val="009D1BC2"/>
  </w:style>
  <w:style w:type="character" w:styleId="CommentReference">
    <w:name w:val="annotation reference"/>
    <w:basedOn w:val="DefaultParagraphFont"/>
    <w:uiPriority w:val="99"/>
    <w:semiHidden/>
    <w:unhideWhenUsed/>
    <w:rsid w:val="00AB4BB7"/>
    <w:rPr>
      <w:sz w:val="16"/>
      <w:szCs w:val="16"/>
    </w:rPr>
  </w:style>
  <w:style w:type="paragraph" w:styleId="CommentText">
    <w:name w:val="annotation text"/>
    <w:basedOn w:val="Normal"/>
    <w:link w:val="CommentTextChar"/>
    <w:uiPriority w:val="99"/>
    <w:semiHidden/>
    <w:unhideWhenUsed/>
    <w:rsid w:val="00AB4BB7"/>
    <w:rPr>
      <w:sz w:val="20"/>
      <w:szCs w:val="20"/>
    </w:rPr>
  </w:style>
  <w:style w:type="character" w:customStyle="1" w:styleId="CommentTextChar">
    <w:name w:val="Comment Text Char"/>
    <w:basedOn w:val="DefaultParagraphFont"/>
    <w:link w:val="CommentText"/>
    <w:uiPriority w:val="99"/>
    <w:semiHidden/>
    <w:rsid w:val="00AB4BB7"/>
    <w:rPr>
      <w:sz w:val="20"/>
      <w:szCs w:val="20"/>
    </w:rPr>
  </w:style>
  <w:style w:type="paragraph" w:styleId="CommentSubject">
    <w:name w:val="annotation subject"/>
    <w:basedOn w:val="CommentText"/>
    <w:next w:val="CommentText"/>
    <w:link w:val="CommentSubjectChar"/>
    <w:uiPriority w:val="99"/>
    <w:semiHidden/>
    <w:unhideWhenUsed/>
    <w:rsid w:val="00AB4BB7"/>
    <w:rPr>
      <w:b/>
      <w:bCs/>
    </w:rPr>
  </w:style>
  <w:style w:type="character" w:customStyle="1" w:styleId="CommentSubjectChar">
    <w:name w:val="Comment Subject Char"/>
    <w:basedOn w:val="CommentTextChar"/>
    <w:link w:val="CommentSubject"/>
    <w:uiPriority w:val="99"/>
    <w:semiHidden/>
    <w:rsid w:val="00AB4BB7"/>
    <w:rPr>
      <w:b/>
      <w:bCs/>
      <w:sz w:val="20"/>
      <w:szCs w:val="20"/>
    </w:rPr>
  </w:style>
  <w:style w:type="paragraph" w:styleId="BalloonText">
    <w:name w:val="Balloon Text"/>
    <w:basedOn w:val="Normal"/>
    <w:link w:val="BalloonTextChar"/>
    <w:uiPriority w:val="99"/>
    <w:semiHidden/>
    <w:unhideWhenUsed/>
    <w:rsid w:val="00AB4BB7"/>
    <w:rPr>
      <w:rFonts w:ascii="Tahoma" w:hAnsi="Tahoma" w:cs="Tahoma"/>
      <w:sz w:val="16"/>
      <w:szCs w:val="16"/>
    </w:rPr>
  </w:style>
  <w:style w:type="character" w:customStyle="1" w:styleId="BalloonTextChar">
    <w:name w:val="Balloon Text Char"/>
    <w:basedOn w:val="DefaultParagraphFont"/>
    <w:link w:val="BalloonText"/>
    <w:uiPriority w:val="99"/>
    <w:semiHidden/>
    <w:rsid w:val="00AB4BB7"/>
    <w:rPr>
      <w:rFonts w:ascii="Tahoma" w:hAnsi="Tahoma" w:cs="Tahoma"/>
      <w:sz w:val="16"/>
      <w:szCs w:val="16"/>
    </w:rPr>
  </w:style>
  <w:style w:type="paragraph" w:styleId="Header">
    <w:name w:val="header"/>
    <w:basedOn w:val="Normal"/>
    <w:link w:val="HeaderChar"/>
    <w:uiPriority w:val="99"/>
    <w:unhideWhenUsed/>
    <w:rsid w:val="00AE0703"/>
    <w:pPr>
      <w:tabs>
        <w:tab w:val="center" w:pos="4680"/>
        <w:tab w:val="right" w:pos="9360"/>
      </w:tabs>
    </w:pPr>
  </w:style>
  <w:style w:type="character" w:customStyle="1" w:styleId="HeaderChar">
    <w:name w:val="Header Char"/>
    <w:basedOn w:val="DefaultParagraphFont"/>
    <w:link w:val="Header"/>
    <w:uiPriority w:val="99"/>
    <w:rsid w:val="00AE0703"/>
  </w:style>
  <w:style w:type="paragraph" w:styleId="Footer">
    <w:name w:val="footer"/>
    <w:basedOn w:val="Normal"/>
    <w:link w:val="FooterChar"/>
    <w:uiPriority w:val="99"/>
    <w:unhideWhenUsed/>
    <w:rsid w:val="00AE0703"/>
    <w:pPr>
      <w:tabs>
        <w:tab w:val="center" w:pos="4680"/>
        <w:tab w:val="right" w:pos="9360"/>
      </w:tabs>
    </w:pPr>
  </w:style>
  <w:style w:type="character" w:customStyle="1" w:styleId="FooterChar">
    <w:name w:val="Footer Char"/>
    <w:basedOn w:val="DefaultParagraphFont"/>
    <w:link w:val="Footer"/>
    <w:uiPriority w:val="99"/>
    <w:rsid w:val="00AE0703"/>
  </w:style>
  <w:style w:type="paragraph" w:customStyle="1" w:styleId="Default">
    <w:name w:val="Default"/>
    <w:rsid w:val="00B2236E"/>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251481"/>
    <w:rPr>
      <w:color w:val="0563C1" w:themeColor="hyperlink"/>
      <w:u w:val="single"/>
    </w:rPr>
  </w:style>
  <w:style w:type="table" w:styleId="TableGrid">
    <w:name w:val="Table Grid"/>
    <w:basedOn w:val="TableNormal"/>
    <w:uiPriority w:val="39"/>
    <w:rsid w:val="005B57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3">
    <w:name w:val="Light List Accent 3"/>
    <w:basedOn w:val="TableNormal"/>
    <w:uiPriority w:val="61"/>
    <w:rsid w:val="007C0D75"/>
    <w:pPr>
      <w:spacing w:after="0" w:line="240" w:lineRule="auto"/>
    </w:pPr>
    <w:rPr>
      <w:lang w:eastAsia="en-US" w:bidi="en-US"/>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styleId="PlaceholderText">
    <w:name w:val="Placeholder Text"/>
    <w:basedOn w:val="DefaultParagraphFont"/>
    <w:uiPriority w:val="99"/>
    <w:semiHidden/>
    <w:rsid w:val="006E0F41"/>
    <w:rPr>
      <w:color w:val="808080"/>
    </w:rPr>
  </w:style>
  <w:style w:type="paragraph" w:styleId="NoSpacing">
    <w:name w:val="No Spacing"/>
    <w:uiPriority w:val="1"/>
    <w:qFormat/>
    <w:rsid w:val="0007345E"/>
    <w:pPr>
      <w:spacing w:after="0" w:line="240" w:lineRule="auto"/>
    </w:pPr>
    <w:rPr>
      <w:lang w:val="en-SG"/>
    </w:rPr>
  </w:style>
  <w:style w:type="paragraph" w:customStyle="1" w:styleId="EndNoteBibliographyTitle">
    <w:name w:val="EndNote Bibliography Title"/>
    <w:basedOn w:val="Normal"/>
    <w:link w:val="EndNoteBibliographyTitleChar"/>
    <w:rsid w:val="00E839D7"/>
    <w:pPr>
      <w:jc w:val="center"/>
    </w:pPr>
    <w:rPr>
      <w:rFonts w:cs="Arial"/>
      <w:noProof/>
      <w:sz w:val="22"/>
    </w:rPr>
  </w:style>
  <w:style w:type="character" w:customStyle="1" w:styleId="EndNoteBibliographyTitleChar">
    <w:name w:val="EndNote Bibliography Title Char"/>
    <w:basedOn w:val="DefaultParagraphFont"/>
    <w:link w:val="EndNoteBibliographyTitle"/>
    <w:rsid w:val="00E839D7"/>
    <w:rPr>
      <w:rFonts w:ascii="Arial" w:hAnsi="Arial" w:cs="Arial"/>
      <w:noProof/>
    </w:rPr>
  </w:style>
  <w:style w:type="paragraph" w:customStyle="1" w:styleId="EndNoteBibliography">
    <w:name w:val="EndNote Bibliography"/>
    <w:basedOn w:val="Normal"/>
    <w:link w:val="EndNoteBibliographyChar"/>
    <w:rsid w:val="00E839D7"/>
    <w:rPr>
      <w:rFonts w:cs="Arial"/>
      <w:noProof/>
      <w:sz w:val="22"/>
    </w:rPr>
  </w:style>
  <w:style w:type="character" w:customStyle="1" w:styleId="EndNoteBibliographyChar">
    <w:name w:val="EndNote Bibliography Char"/>
    <w:basedOn w:val="DefaultParagraphFont"/>
    <w:link w:val="EndNoteBibliography"/>
    <w:rsid w:val="00E839D7"/>
    <w:rPr>
      <w:rFonts w:ascii="Arial" w:hAnsi="Arial" w:cs="Arial"/>
      <w:noProof/>
    </w:rPr>
  </w:style>
  <w:style w:type="character" w:customStyle="1" w:styleId="Heading1Char">
    <w:name w:val="Heading 1 Char"/>
    <w:basedOn w:val="DefaultParagraphFont"/>
    <w:link w:val="Heading1"/>
    <w:uiPriority w:val="9"/>
    <w:rsid w:val="00E0192D"/>
    <w:rPr>
      <w:rFonts w:ascii="Arial" w:eastAsiaTheme="majorEastAsia" w:hAnsi="Arial" w:cstheme="majorBidi"/>
      <w:b/>
      <w:sz w:val="24"/>
      <w:szCs w:val="32"/>
    </w:rPr>
  </w:style>
  <w:style w:type="character" w:customStyle="1" w:styleId="Heading2Char">
    <w:name w:val="Heading 2 Char"/>
    <w:basedOn w:val="DefaultParagraphFont"/>
    <w:link w:val="Heading2"/>
    <w:uiPriority w:val="9"/>
    <w:rsid w:val="00E0192D"/>
    <w:rPr>
      <w:rFonts w:ascii="Arial" w:eastAsiaTheme="majorEastAsia" w:hAnsi="Arial" w:cstheme="majorBidi"/>
      <w:sz w:val="24"/>
      <w:szCs w:val="26"/>
    </w:rPr>
  </w:style>
  <w:style w:type="character" w:customStyle="1" w:styleId="Heading3Char">
    <w:name w:val="Heading 3 Char"/>
    <w:basedOn w:val="DefaultParagraphFont"/>
    <w:link w:val="Heading3"/>
    <w:uiPriority w:val="9"/>
    <w:rsid w:val="00E0192D"/>
    <w:rPr>
      <w:rFonts w:ascii="Arial" w:eastAsiaTheme="majorEastAsia" w:hAnsi="Arial" w:cstheme="majorBidi"/>
      <w:sz w:val="24"/>
      <w:szCs w:val="24"/>
    </w:rPr>
  </w:style>
  <w:style w:type="character" w:customStyle="1" w:styleId="Heading4Char">
    <w:name w:val="Heading 4 Char"/>
    <w:basedOn w:val="DefaultParagraphFont"/>
    <w:link w:val="Heading4"/>
    <w:uiPriority w:val="9"/>
    <w:rsid w:val="00E0192D"/>
    <w:rPr>
      <w:rFonts w:ascii="Arial" w:eastAsiaTheme="majorEastAsia" w:hAnsi="Arial" w:cstheme="majorBidi"/>
      <w:iCs/>
      <w:sz w:val="24"/>
    </w:rPr>
  </w:style>
  <w:style w:type="character" w:customStyle="1" w:styleId="Heading5Char">
    <w:name w:val="Heading 5 Char"/>
    <w:basedOn w:val="DefaultParagraphFont"/>
    <w:link w:val="Heading5"/>
    <w:uiPriority w:val="9"/>
    <w:semiHidden/>
    <w:rsid w:val="00E0192D"/>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E0192D"/>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E0192D"/>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E0192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E0192D"/>
    <w:rPr>
      <w:rFonts w:asciiTheme="majorHAnsi" w:eastAsiaTheme="majorEastAsia" w:hAnsiTheme="majorHAnsi" w:cstheme="majorBidi"/>
      <w:i/>
      <w:iCs/>
      <w:color w:val="272727" w:themeColor="text1" w:themeTint="D8"/>
      <w:sz w:val="21"/>
      <w:szCs w:val="21"/>
    </w:rPr>
  </w:style>
  <w:style w:type="paragraph" w:customStyle="1" w:styleId="Style1">
    <w:name w:val="Style1"/>
    <w:basedOn w:val="Heading2"/>
    <w:qFormat/>
    <w:rsid w:val="008C12C3"/>
    <w:pPr>
      <w:numPr>
        <w:ilvl w:val="0"/>
        <w:numId w:val="2"/>
      </w:numPr>
      <w:ind w:left="360"/>
    </w:pPr>
  </w:style>
  <w:style w:type="character" w:styleId="LineNumber">
    <w:name w:val="line number"/>
    <w:basedOn w:val="DefaultParagraphFont"/>
    <w:uiPriority w:val="99"/>
    <w:semiHidden/>
    <w:unhideWhenUsed/>
    <w:rsid w:val="0021241B"/>
  </w:style>
  <w:style w:type="paragraph" w:styleId="Revision">
    <w:name w:val="Revision"/>
    <w:hidden/>
    <w:uiPriority w:val="99"/>
    <w:semiHidden/>
    <w:rsid w:val="00BC30B4"/>
    <w:pPr>
      <w:spacing w:after="0" w:line="240" w:lineRule="auto"/>
    </w:pPr>
    <w:rPr>
      <w:rFonts w:ascii="Arial" w:hAnsi="Arial"/>
      <w:sz w:val="24"/>
    </w:rPr>
  </w:style>
  <w:style w:type="character" w:customStyle="1" w:styleId="Mention">
    <w:name w:val="Mention"/>
    <w:basedOn w:val="DefaultParagraphFont"/>
    <w:uiPriority w:val="99"/>
    <w:semiHidden/>
    <w:unhideWhenUsed/>
    <w:rsid w:val="00BC0788"/>
    <w:rPr>
      <w:color w:val="2B579A"/>
      <w:shd w:val="clear" w:color="auto" w:fill="E6E6E6"/>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32FA"/>
    <w:pPr>
      <w:spacing w:after="0" w:line="240" w:lineRule="auto"/>
    </w:pPr>
    <w:rPr>
      <w:rFonts w:ascii="Arial" w:hAnsi="Arial"/>
      <w:sz w:val="24"/>
    </w:rPr>
  </w:style>
  <w:style w:type="paragraph" w:styleId="Heading1">
    <w:name w:val="heading 1"/>
    <w:basedOn w:val="Normal"/>
    <w:next w:val="Normal"/>
    <w:link w:val="Heading1Char"/>
    <w:uiPriority w:val="9"/>
    <w:qFormat/>
    <w:rsid w:val="00BF2682"/>
    <w:pPr>
      <w:keepNext/>
      <w:keepLines/>
      <w:numPr>
        <w:numId w:val="1"/>
      </w:numPr>
      <w:spacing w:before="240"/>
      <w:outlineLvl w:val="0"/>
    </w:pPr>
    <w:rPr>
      <w:rFonts w:eastAsiaTheme="majorEastAsia" w:cstheme="majorBidi"/>
      <w:b/>
      <w:szCs w:val="32"/>
    </w:rPr>
  </w:style>
  <w:style w:type="paragraph" w:styleId="Heading2">
    <w:name w:val="heading 2"/>
    <w:basedOn w:val="Normal"/>
    <w:next w:val="Normal"/>
    <w:link w:val="Heading2Char"/>
    <w:uiPriority w:val="9"/>
    <w:unhideWhenUsed/>
    <w:qFormat/>
    <w:rsid w:val="00E0192D"/>
    <w:pPr>
      <w:keepNext/>
      <w:keepLines/>
      <w:numPr>
        <w:ilvl w:val="1"/>
        <w:numId w:val="1"/>
      </w:numPr>
      <w:spacing w:before="40"/>
      <w:outlineLvl w:val="1"/>
    </w:pPr>
    <w:rPr>
      <w:rFonts w:eastAsiaTheme="majorEastAsia" w:cstheme="majorBidi"/>
      <w:szCs w:val="26"/>
    </w:rPr>
  </w:style>
  <w:style w:type="paragraph" w:styleId="Heading3">
    <w:name w:val="heading 3"/>
    <w:basedOn w:val="Normal"/>
    <w:next w:val="Normal"/>
    <w:link w:val="Heading3Char"/>
    <w:uiPriority w:val="9"/>
    <w:unhideWhenUsed/>
    <w:qFormat/>
    <w:rsid w:val="00E0192D"/>
    <w:pPr>
      <w:keepNext/>
      <w:keepLines/>
      <w:numPr>
        <w:ilvl w:val="2"/>
        <w:numId w:val="1"/>
      </w:numPr>
      <w:spacing w:before="40"/>
      <w:outlineLvl w:val="2"/>
    </w:pPr>
    <w:rPr>
      <w:rFonts w:eastAsiaTheme="majorEastAsia" w:cstheme="majorBidi"/>
      <w:szCs w:val="24"/>
    </w:rPr>
  </w:style>
  <w:style w:type="paragraph" w:styleId="Heading4">
    <w:name w:val="heading 4"/>
    <w:basedOn w:val="Normal"/>
    <w:next w:val="Normal"/>
    <w:link w:val="Heading4Char"/>
    <w:uiPriority w:val="9"/>
    <w:unhideWhenUsed/>
    <w:qFormat/>
    <w:rsid w:val="00E0192D"/>
    <w:pPr>
      <w:keepNext/>
      <w:keepLines/>
      <w:numPr>
        <w:ilvl w:val="3"/>
        <w:numId w:val="1"/>
      </w:numPr>
      <w:spacing w:before="40"/>
      <w:outlineLvl w:val="3"/>
    </w:pPr>
    <w:rPr>
      <w:rFonts w:eastAsiaTheme="majorEastAsia" w:cstheme="majorBidi"/>
      <w:iCs/>
    </w:rPr>
  </w:style>
  <w:style w:type="paragraph" w:styleId="Heading5">
    <w:name w:val="heading 5"/>
    <w:basedOn w:val="Normal"/>
    <w:next w:val="Normal"/>
    <w:link w:val="Heading5Char"/>
    <w:uiPriority w:val="9"/>
    <w:semiHidden/>
    <w:unhideWhenUsed/>
    <w:qFormat/>
    <w:rsid w:val="00E0192D"/>
    <w:pPr>
      <w:keepNext/>
      <w:keepLines/>
      <w:numPr>
        <w:ilvl w:val="4"/>
        <w:numId w:val="1"/>
      </w:numPr>
      <w:spacing w:before="4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E0192D"/>
    <w:pPr>
      <w:keepNext/>
      <w:keepLines/>
      <w:numPr>
        <w:ilvl w:val="5"/>
        <w:numId w:val="1"/>
      </w:numPr>
      <w:spacing w:before="4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E0192D"/>
    <w:pPr>
      <w:keepNext/>
      <w:keepLines/>
      <w:numPr>
        <w:ilvl w:val="6"/>
        <w:numId w:val="1"/>
      </w:numPr>
      <w:spacing w:before="4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E0192D"/>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E0192D"/>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1187"/>
    <w:pPr>
      <w:ind w:left="720"/>
      <w:contextualSpacing/>
    </w:pPr>
  </w:style>
  <w:style w:type="character" w:customStyle="1" w:styleId="st">
    <w:name w:val="st"/>
    <w:basedOn w:val="DefaultParagraphFont"/>
    <w:rsid w:val="009D1BC2"/>
  </w:style>
  <w:style w:type="character" w:styleId="CommentReference">
    <w:name w:val="annotation reference"/>
    <w:basedOn w:val="DefaultParagraphFont"/>
    <w:uiPriority w:val="99"/>
    <w:semiHidden/>
    <w:unhideWhenUsed/>
    <w:rsid w:val="00AB4BB7"/>
    <w:rPr>
      <w:sz w:val="16"/>
      <w:szCs w:val="16"/>
    </w:rPr>
  </w:style>
  <w:style w:type="paragraph" w:styleId="CommentText">
    <w:name w:val="annotation text"/>
    <w:basedOn w:val="Normal"/>
    <w:link w:val="CommentTextChar"/>
    <w:uiPriority w:val="99"/>
    <w:semiHidden/>
    <w:unhideWhenUsed/>
    <w:rsid w:val="00AB4BB7"/>
    <w:rPr>
      <w:sz w:val="20"/>
      <w:szCs w:val="20"/>
    </w:rPr>
  </w:style>
  <w:style w:type="character" w:customStyle="1" w:styleId="CommentTextChar">
    <w:name w:val="Comment Text Char"/>
    <w:basedOn w:val="DefaultParagraphFont"/>
    <w:link w:val="CommentText"/>
    <w:uiPriority w:val="99"/>
    <w:semiHidden/>
    <w:rsid w:val="00AB4BB7"/>
    <w:rPr>
      <w:sz w:val="20"/>
      <w:szCs w:val="20"/>
    </w:rPr>
  </w:style>
  <w:style w:type="paragraph" w:styleId="CommentSubject">
    <w:name w:val="annotation subject"/>
    <w:basedOn w:val="CommentText"/>
    <w:next w:val="CommentText"/>
    <w:link w:val="CommentSubjectChar"/>
    <w:uiPriority w:val="99"/>
    <w:semiHidden/>
    <w:unhideWhenUsed/>
    <w:rsid w:val="00AB4BB7"/>
    <w:rPr>
      <w:b/>
      <w:bCs/>
    </w:rPr>
  </w:style>
  <w:style w:type="character" w:customStyle="1" w:styleId="CommentSubjectChar">
    <w:name w:val="Comment Subject Char"/>
    <w:basedOn w:val="CommentTextChar"/>
    <w:link w:val="CommentSubject"/>
    <w:uiPriority w:val="99"/>
    <w:semiHidden/>
    <w:rsid w:val="00AB4BB7"/>
    <w:rPr>
      <w:b/>
      <w:bCs/>
      <w:sz w:val="20"/>
      <w:szCs w:val="20"/>
    </w:rPr>
  </w:style>
  <w:style w:type="paragraph" w:styleId="BalloonText">
    <w:name w:val="Balloon Text"/>
    <w:basedOn w:val="Normal"/>
    <w:link w:val="BalloonTextChar"/>
    <w:uiPriority w:val="99"/>
    <w:semiHidden/>
    <w:unhideWhenUsed/>
    <w:rsid w:val="00AB4BB7"/>
    <w:rPr>
      <w:rFonts w:ascii="Tahoma" w:hAnsi="Tahoma" w:cs="Tahoma"/>
      <w:sz w:val="16"/>
      <w:szCs w:val="16"/>
    </w:rPr>
  </w:style>
  <w:style w:type="character" w:customStyle="1" w:styleId="BalloonTextChar">
    <w:name w:val="Balloon Text Char"/>
    <w:basedOn w:val="DefaultParagraphFont"/>
    <w:link w:val="BalloonText"/>
    <w:uiPriority w:val="99"/>
    <w:semiHidden/>
    <w:rsid w:val="00AB4BB7"/>
    <w:rPr>
      <w:rFonts w:ascii="Tahoma" w:hAnsi="Tahoma" w:cs="Tahoma"/>
      <w:sz w:val="16"/>
      <w:szCs w:val="16"/>
    </w:rPr>
  </w:style>
  <w:style w:type="paragraph" w:styleId="Header">
    <w:name w:val="header"/>
    <w:basedOn w:val="Normal"/>
    <w:link w:val="HeaderChar"/>
    <w:uiPriority w:val="99"/>
    <w:unhideWhenUsed/>
    <w:rsid w:val="00AE0703"/>
    <w:pPr>
      <w:tabs>
        <w:tab w:val="center" w:pos="4680"/>
        <w:tab w:val="right" w:pos="9360"/>
      </w:tabs>
    </w:pPr>
  </w:style>
  <w:style w:type="character" w:customStyle="1" w:styleId="HeaderChar">
    <w:name w:val="Header Char"/>
    <w:basedOn w:val="DefaultParagraphFont"/>
    <w:link w:val="Header"/>
    <w:uiPriority w:val="99"/>
    <w:rsid w:val="00AE0703"/>
  </w:style>
  <w:style w:type="paragraph" w:styleId="Footer">
    <w:name w:val="footer"/>
    <w:basedOn w:val="Normal"/>
    <w:link w:val="FooterChar"/>
    <w:uiPriority w:val="99"/>
    <w:unhideWhenUsed/>
    <w:rsid w:val="00AE0703"/>
    <w:pPr>
      <w:tabs>
        <w:tab w:val="center" w:pos="4680"/>
        <w:tab w:val="right" w:pos="9360"/>
      </w:tabs>
    </w:pPr>
  </w:style>
  <w:style w:type="character" w:customStyle="1" w:styleId="FooterChar">
    <w:name w:val="Footer Char"/>
    <w:basedOn w:val="DefaultParagraphFont"/>
    <w:link w:val="Footer"/>
    <w:uiPriority w:val="99"/>
    <w:rsid w:val="00AE0703"/>
  </w:style>
  <w:style w:type="paragraph" w:customStyle="1" w:styleId="Default">
    <w:name w:val="Default"/>
    <w:rsid w:val="00B2236E"/>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251481"/>
    <w:rPr>
      <w:color w:val="0563C1" w:themeColor="hyperlink"/>
      <w:u w:val="single"/>
    </w:rPr>
  </w:style>
  <w:style w:type="table" w:styleId="TableGrid">
    <w:name w:val="Table Grid"/>
    <w:basedOn w:val="TableNormal"/>
    <w:uiPriority w:val="39"/>
    <w:rsid w:val="005B579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Accent3">
    <w:name w:val="Light List Accent 3"/>
    <w:basedOn w:val="TableNormal"/>
    <w:uiPriority w:val="61"/>
    <w:rsid w:val="007C0D75"/>
    <w:pPr>
      <w:spacing w:after="0" w:line="240" w:lineRule="auto"/>
    </w:pPr>
    <w:rPr>
      <w:lang w:eastAsia="en-US" w:bidi="en-US"/>
    </w:rPr>
    <w:tblPr>
      <w:tblStyleRowBandSize w:val="1"/>
      <w:tblStyleColBandSize w:val="1"/>
      <w:tblInd w:w="0" w:type="dxa"/>
      <w:tblBorders>
        <w:top w:val="single" w:sz="8" w:space="0" w:color="A5A5A5" w:themeColor="accent3"/>
        <w:left w:val="single" w:sz="8" w:space="0" w:color="A5A5A5" w:themeColor="accent3"/>
        <w:bottom w:val="single" w:sz="8" w:space="0" w:color="A5A5A5" w:themeColor="accent3"/>
        <w:right w:val="single" w:sz="8" w:space="0" w:color="A5A5A5"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character" w:styleId="PlaceholderText">
    <w:name w:val="Placeholder Text"/>
    <w:basedOn w:val="DefaultParagraphFont"/>
    <w:uiPriority w:val="99"/>
    <w:semiHidden/>
    <w:rsid w:val="006E0F41"/>
    <w:rPr>
      <w:color w:val="808080"/>
    </w:rPr>
  </w:style>
  <w:style w:type="paragraph" w:styleId="NoSpacing">
    <w:name w:val="No Spacing"/>
    <w:uiPriority w:val="1"/>
    <w:qFormat/>
    <w:rsid w:val="0007345E"/>
    <w:pPr>
      <w:spacing w:after="0" w:line="240" w:lineRule="auto"/>
    </w:pPr>
    <w:rPr>
      <w:lang w:val="en-SG"/>
    </w:rPr>
  </w:style>
  <w:style w:type="paragraph" w:customStyle="1" w:styleId="EndNoteBibliographyTitle">
    <w:name w:val="EndNote Bibliography Title"/>
    <w:basedOn w:val="Normal"/>
    <w:link w:val="EndNoteBibliographyTitleChar"/>
    <w:rsid w:val="00E839D7"/>
    <w:pPr>
      <w:jc w:val="center"/>
    </w:pPr>
    <w:rPr>
      <w:rFonts w:cs="Arial"/>
      <w:noProof/>
      <w:sz w:val="22"/>
    </w:rPr>
  </w:style>
  <w:style w:type="character" w:customStyle="1" w:styleId="EndNoteBibliographyTitleChar">
    <w:name w:val="EndNote Bibliography Title Char"/>
    <w:basedOn w:val="DefaultParagraphFont"/>
    <w:link w:val="EndNoteBibliographyTitle"/>
    <w:rsid w:val="00E839D7"/>
    <w:rPr>
      <w:rFonts w:ascii="Arial" w:hAnsi="Arial" w:cs="Arial"/>
      <w:noProof/>
    </w:rPr>
  </w:style>
  <w:style w:type="paragraph" w:customStyle="1" w:styleId="EndNoteBibliography">
    <w:name w:val="EndNote Bibliography"/>
    <w:basedOn w:val="Normal"/>
    <w:link w:val="EndNoteBibliographyChar"/>
    <w:rsid w:val="00E839D7"/>
    <w:rPr>
      <w:rFonts w:cs="Arial"/>
      <w:noProof/>
      <w:sz w:val="22"/>
    </w:rPr>
  </w:style>
  <w:style w:type="character" w:customStyle="1" w:styleId="EndNoteBibliographyChar">
    <w:name w:val="EndNote Bibliography Char"/>
    <w:basedOn w:val="DefaultParagraphFont"/>
    <w:link w:val="EndNoteBibliography"/>
    <w:rsid w:val="00E839D7"/>
    <w:rPr>
      <w:rFonts w:ascii="Arial" w:hAnsi="Arial" w:cs="Arial"/>
      <w:noProof/>
    </w:rPr>
  </w:style>
  <w:style w:type="character" w:customStyle="1" w:styleId="Heading1Char">
    <w:name w:val="Heading 1 Char"/>
    <w:basedOn w:val="DefaultParagraphFont"/>
    <w:link w:val="Heading1"/>
    <w:uiPriority w:val="9"/>
    <w:rsid w:val="00E0192D"/>
    <w:rPr>
      <w:rFonts w:ascii="Arial" w:eastAsiaTheme="majorEastAsia" w:hAnsi="Arial" w:cstheme="majorBidi"/>
      <w:b/>
      <w:sz w:val="24"/>
      <w:szCs w:val="32"/>
    </w:rPr>
  </w:style>
  <w:style w:type="character" w:customStyle="1" w:styleId="Heading2Char">
    <w:name w:val="Heading 2 Char"/>
    <w:basedOn w:val="DefaultParagraphFont"/>
    <w:link w:val="Heading2"/>
    <w:uiPriority w:val="9"/>
    <w:rsid w:val="00E0192D"/>
    <w:rPr>
      <w:rFonts w:ascii="Arial" w:eastAsiaTheme="majorEastAsia" w:hAnsi="Arial" w:cstheme="majorBidi"/>
      <w:sz w:val="24"/>
      <w:szCs w:val="26"/>
    </w:rPr>
  </w:style>
  <w:style w:type="character" w:customStyle="1" w:styleId="Heading3Char">
    <w:name w:val="Heading 3 Char"/>
    <w:basedOn w:val="DefaultParagraphFont"/>
    <w:link w:val="Heading3"/>
    <w:uiPriority w:val="9"/>
    <w:rsid w:val="00E0192D"/>
    <w:rPr>
      <w:rFonts w:ascii="Arial" w:eastAsiaTheme="majorEastAsia" w:hAnsi="Arial" w:cstheme="majorBidi"/>
      <w:sz w:val="24"/>
      <w:szCs w:val="24"/>
    </w:rPr>
  </w:style>
  <w:style w:type="character" w:customStyle="1" w:styleId="Heading4Char">
    <w:name w:val="Heading 4 Char"/>
    <w:basedOn w:val="DefaultParagraphFont"/>
    <w:link w:val="Heading4"/>
    <w:uiPriority w:val="9"/>
    <w:rsid w:val="00E0192D"/>
    <w:rPr>
      <w:rFonts w:ascii="Arial" w:eastAsiaTheme="majorEastAsia" w:hAnsi="Arial" w:cstheme="majorBidi"/>
      <w:iCs/>
      <w:sz w:val="24"/>
    </w:rPr>
  </w:style>
  <w:style w:type="character" w:customStyle="1" w:styleId="Heading5Char">
    <w:name w:val="Heading 5 Char"/>
    <w:basedOn w:val="DefaultParagraphFont"/>
    <w:link w:val="Heading5"/>
    <w:uiPriority w:val="9"/>
    <w:semiHidden/>
    <w:rsid w:val="00E0192D"/>
    <w:rPr>
      <w:rFonts w:asciiTheme="majorHAnsi" w:eastAsiaTheme="majorEastAsia" w:hAnsiTheme="majorHAnsi" w:cstheme="majorBidi"/>
      <w:color w:val="2E74B5" w:themeColor="accent1" w:themeShade="BF"/>
      <w:sz w:val="24"/>
    </w:rPr>
  </w:style>
  <w:style w:type="character" w:customStyle="1" w:styleId="Heading6Char">
    <w:name w:val="Heading 6 Char"/>
    <w:basedOn w:val="DefaultParagraphFont"/>
    <w:link w:val="Heading6"/>
    <w:uiPriority w:val="9"/>
    <w:semiHidden/>
    <w:rsid w:val="00E0192D"/>
    <w:rPr>
      <w:rFonts w:asciiTheme="majorHAnsi" w:eastAsiaTheme="majorEastAsia" w:hAnsiTheme="majorHAnsi" w:cstheme="majorBidi"/>
      <w:color w:val="1F4D78" w:themeColor="accent1" w:themeShade="7F"/>
      <w:sz w:val="24"/>
    </w:rPr>
  </w:style>
  <w:style w:type="character" w:customStyle="1" w:styleId="Heading7Char">
    <w:name w:val="Heading 7 Char"/>
    <w:basedOn w:val="DefaultParagraphFont"/>
    <w:link w:val="Heading7"/>
    <w:uiPriority w:val="9"/>
    <w:semiHidden/>
    <w:rsid w:val="00E0192D"/>
    <w:rPr>
      <w:rFonts w:asciiTheme="majorHAnsi" w:eastAsiaTheme="majorEastAsia" w:hAnsiTheme="majorHAnsi" w:cstheme="majorBidi"/>
      <w:i/>
      <w:iCs/>
      <w:color w:val="1F4D78" w:themeColor="accent1" w:themeShade="7F"/>
      <w:sz w:val="24"/>
    </w:rPr>
  </w:style>
  <w:style w:type="character" w:customStyle="1" w:styleId="Heading8Char">
    <w:name w:val="Heading 8 Char"/>
    <w:basedOn w:val="DefaultParagraphFont"/>
    <w:link w:val="Heading8"/>
    <w:uiPriority w:val="9"/>
    <w:semiHidden/>
    <w:rsid w:val="00E0192D"/>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E0192D"/>
    <w:rPr>
      <w:rFonts w:asciiTheme="majorHAnsi" w:eastAsiaTheme="majorEastAsia" w:hAnsiTheme="majorHAnsi" w:cstheme="majorBidi"/>
      <w:i/>
      <w:iCs/>
      <w:color w:val="272727" w:themeColor="text1" w:themeTint="D8"/>
      <w:sz w:val="21"/>
      <w:szCs w:val="21"/>
    </w:rPr>
  </w:style>
  <w:style w:type="paragraph" w:customStyle="1" w:styleId="Style1">
    <w:name w:val="Style1"/>
    <w:basedOn w:val="Heading2"/>
    <w:qFormat/>
    <w:rsid w:val="008C12C3"/>
    <w:pPr>
      <w:numPr>
        <w:ilvl w:val="0"/>
        <w:numId w:val="2"/>
      </w:numPr>
      <w:ind w:left="360"/>
    </w:pPr>
  </w:style>
  <w:style w:type="character" w:styleId="LineNumber">
    <w:name w:val="line number"/>
    <w:basedOn w:val="DefaultParagraphFont"/>
    <w:uiPriority w:val="99"/>
    <w:semiHidden/>
    <w:unhideWhenUsed/>
    <w:rsid w:val="0021241B"/>
  </w:style>
  <w:style w:type="paragraph" w:styleId="Revision">
    <w:name w:val="Revision"/>
    <w:hidden/>
    <w:uiPriority w:val="99"/>
    <w:semiHidden/>
    <w:rsid w:val="00BC30B4"/>
    <w:pPr>
      <w:spacing w:after="0" w:line="240" w:lineRule="auto"/>
    </w:pPr>
    <w:rPr>
      <w:rFonts w:ascii="Arial" w:hAnsi="Arial"/>
      <w:sz w:val="24"/>
    </w:rPr>
  </w:style>
  <w:style w:type="character" w:customStyle="1" w:styleId="Mention">
    <w:name w:val="Mention"/>
    <w:basedOn w:val="DefaultParagraphFont"/>
    <w:uiPriority w:val="99"/>
    <w:semiHidden/>
    <w:unhideWhenUsed/>
    <w:rsid w:val="00BC0788"/>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S130007@e.ntu.edu.sg" TargetMode="External"/><Relationship Id="rId12" Type="http://schemas.openxmlformats.org/officeDocument/2006/relationships/hyperlink" Target="mailto:XSUN006@e.ntu.edu.sg" TargetMode="External"/><Relationship Id="rId13" Type="http://schemas.openxmlformats.org/officeDocument/2006/relationships/hyperlink" Target="mailto:chengli@bii.a-star.edu.sg" TargetMode="External"/><Relationship Id="rId14" Type="http://schemas.openxmlformats.org/officeDocument/2006/relationships/hyperlink" Target="mailto:lulei@ntu.edu.sg" TargetMode="Externa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numbering" Target="numbering.xml"/><Relationship Id="rId4" Type="http://schemas.openxmlformats.org/officeDocument/2006/relationships/styles" Target="styles.xml"/><Relationship Id="rId5" Type="http://schemas.microsoft.com/office/2007/relationships/stylesWithEffects" Target="stylesWithEffects.xml"/><Relationship Id="rId6" Type="http://schemas.openxmlformats.org/officeDocument/2006/relationships/settings" Target="settings.xml"/><Relationship Id="rId7" Type="http://schemas.openxmlformats.org/officeDocument/2006/relationships/webSettings" Target="webSettings.xml"/><Relationship Id="rId8" Type="http://schemas.openxmlformats.org/officeDocument/2006/relationships/footnotes" Target="footnotes.xml"/><Relationship Id="rId9" Type="http://schemas.openxmlformats.org/officeDocument/2006/relationships/endnotes" Target="endnotes.xml"/><Relationship Id="rId10" Type="http://schemas.openxmlformats.org/officeDocument/2006/relationships/hyperlink" Target="mailto:TIEH0002@e.ntu.edu.sg"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ieh0002\AppData\Local\Chemistry%20Add-in%20for%20Word\Chemistry%20Gallery\Chem4Wor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ntrolsStorage xmlns="urn:schemas-microsoft-com.VSTO2008Demos.ControlsStorage">
  <Controls>AAEAAAD/////AQAAAAAAAAAMAgAAAEVDaGVtNFdvcmQuQ29yZSwgVmVyc2lvbj0xLjAuMC4wLCBDdWx0dXJlPW5ldXRyYWwsIFB1YmxpY0tleVRva2VuPW51bGwHAQAAAAABAAAAAAAAAAQgQ2hlbTRXb3JkLkNvcmUuQ29udHJvbFByb3BlcnRpZXMCAAAACw==</Controls>
</Controls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D70E65-0135-4E8F-B7F0-B696F540D516}">
  <ds:schemaRefs>
    <ds:schemaRef ds:uri="urn:schemas-microsoft-com.VSTO2008Demos.ControlsStorage"/>
  </ds:schemaRefs>
</ds:datastoreItem>
</file>

<file path=customXml/itemProps2.xml><?xml version="1.0" encoding="utf-8"?>
<ds:datastoreItem xmlns:ds="http://schemas.openxmlformats.org/officeDocument/2006/customXml" ds:itemID="{53BC6D84-4D2C-8B4B-9BE1-621593514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\Users\tieh0002\AppData\Local\Chemistry Add-in for Word\Chemistry Gallery\Chem4Word.dotx</Template>
  <TotalTime>0</TotalTime>
  <Pages>17</Pages>
  <Words>11435</Words>
  <Characters>65181</Characters>
  <Application>Microsoft Macintosh Word</Application>
  <DocSecurity>0</DocSecurity>
  <Lines>543</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2016-11-22T04:09:00Z</cp:lastPrinted>
  <dcterms:created xsi:type="dcterms:W3CDTF">2017-04-26T16:19:00Z</dcterms:created>
  <dcterms:modified xsi:type="dcterms:W3CDTF">2017-05-03T15:50:00Z</dcterms:modified>
</cp:coreProperties>
</file>