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57C" w:rsidRDefault="003D7701">
      <w:pPr>
        <w:pStyle w:val="DateandRecipient"/>
      </w:pPr>
      <w:r>
        <w:t xml:space="preserve">Date: </w:t>
      </w:r>
      <w:r w:rsidR="009C0AEE">
        <w:t>July 31st</w:t>
      </w:r>
      <w:r w:rsidR="001336B1">
        <w:t>, 2016</w:t>
      </w:r>
    </w:p>
    <w:p w:rsidR="001336B1" w:rsidRDefault="001336B1">
      <w:pPr>
        <w:pStyle w:val="DateandRecipient"/>
      </w:pPr>
      <w:r>
        <w:t>Editor</w:t>
      </w:r>
      <w:bookmarkStart w:id="0" w:name="_GoBack"/>
      <w:bookmarkEnd w:id="0"/>
    </w:p>
    <w:p w:rsidR="0097557C" w:rsidRDefault="009C0AEE">
      <w:pPr>
        <w:pStyle w:val="Address"/>
      </w:pPr>
      <w:r>
        <w:rPr>
          <w:i/>
        </w:rPr>
        <w:t>Journal of Visualized Experiments</w:t>
      </w:r>
      <w:r w:rsidR="003D7701">
        <w:br/>
      </w:r>
      <w:r>
        <w:t>1 Alewife Center #200</w:t>
      </w:r>
      <w:r w:rsidR="003D7701">
        <w:br/>
      </w:r>
      <w:r>
        <w:t>Cambridge, MA 0214</w:t>
      </w:r>
      <w:r w:rsidR="001336B1">
        <w:t>0</w:t>
      </w:r>
      <w:r w:rsidR="003D7701">
        <w:br/>
      </w:r>
    </w:p>
    <w:p w:rsidR="0097557C" w:rsidRDefault="003D7701">
      <w:pPr>
        <w:pStyle w:val="DateandRecipient"/>
      </w:pPr>
      <w:r>
        <w:t xml:space="preserve">Dear </w:t>
      </w:r>
      <w:r w:rsidR="001336B1">
        <w:t>Editor</w:t>
      </w:r>
      <w:r>
        <w:t>:</w:t>
      </w:r>
    </w:p>
    <w:sdt>
      <w:sdtPr>
        <w:id w:val="23717196"/>
        <w:placeholder>
          <w:docPart w:val="DE4204459C65924AAF18521EE8304C04"/>
        </w:placeholder>
      </w:sdtPr>
      <w:sdtEndPr/>
      <w:sdtContent>
        <w:p w:rsidR="001336B1" w:rsidRPr="001336B1" w:rsidRDefault="001336B1" w:rsidP="001336B1">
          <w:pPr>
            <w:pStyle w:val="BodyText"/>
          </w:pPr>
          <w:r w:rsidRPr="001336B1">
            <w:t>Please find the enclosed manuscript entitled: “</w:t>
          </w:r>
          <w:r w:rsidR="009C0AEE">
            <w:t>Pancreatic Duct Infusion: An Effective and Selective Method of Drug and Viral Delivery</w:t>
          </w:r>
          <w:r w:rsidRPr="001336B1">
            <w:t>” which I am submitting for exclusive consideration of publication as an article in</w:t>
          </w:r>
          <w:r w:rsidR="009C0AEE">
            <w:t xml:space="preserve"> the</w:t>
          </w:r>
          <w:r w:rsidRPr="001336B1">
            <w:t xml:space="preserve"> </w:t>
          </w:r>
          <w:r w:rsidR="009C0AEE">
            <w:rPr>
              <w:i/>
            </w:rPr>
            <w:t>Journal of Visualized Experiments</w:t>
          </w:r>
          <w:r w:rsidRPr="001336B1">
            <w:rPr>
              <w:i/>
            </w:rPr>
            <w:t xml:space="preserve">. </w:t>
          </w:r>
        </w:p>
        <w:p w:rsidR="001336B1" w:rsidRPr="001336B1" w:rsidRDefault="001336B1" w:rsidP="001336B1">
          <w:pPr>
            <w:pStyle w:val="BodyText"/>
          </w:pPr>
          <w:r w:rsidRPr="001336B1">
            <w:t xml:space="preserve">This paper demonstrates </w:t>
          </w:r>
          <w:r w:rsidR="009C0AEE">
            <w:t>a targeted therapeutic delivery method that is both effective and selective to the pancreas</w:t>
          </w:r>
          <w:r w:rsidRPr="001336B1">
            <w:t xml:space="preserve">. </w:t>
          </w:r>
          <w:r w:rsidR="009C0AEE">
            <w:t xml:space="preserve">Pancreatic duct infusion is a useful tool in exploring the pathophysiology of diabetes, pancreatitis, and pancreatic cancer. </w:t>
          </w:r>
          <w:r w:rsidRPr="001336B1">
            <w:t xml:space="preserve">As such this paper should be of interest to a broad readership including all clinicians </w:t>
          </w:r>
          <w:r w:rsidR="009C0AEE">
            <w:t xml:space="preserve">as well as researchers. </w:t>
          </w:r>
        </w:p>
        <w:p w:rsidR="0097557C" w:rsidRPr="001336B1" w:rsidRDefault="001336B1" w:rsidP="001336B1">
          <w:pPr>
            <w:pStyle w:val="BodyText"/>
          </w:pPr>
          <w:r w:rsidRPr="001336B1">
            <w:t xml:space="preserve">Thank you for the consideration of our work. </w:t>
          </w:r>
          <w:r w:rsidRPr="001336B1">
            <w:rPr>
              <w:rFonts w:cs="Helvetica"/>
            </w:rPr>
            <w:t>Please address all correspondence concerning this manuscript to me and feel free to correspond with me by e-mail (joseph.fusco@chp.edu).</w:t>
          </w:r>
          <w:r w:rsidRPr="001336B1">
            <w:t xml:space="preserve"> </w:t>
          </w:r>
        </w:p>
      </w:sdtContent>
    </w:sdt>
    <w:p w:rsidR="0097557C" w:rsidRPr="001336B1" w:rsidRDefault="003D7701" w:rsidP="00895ED0">
      <w:pPr>
        <w:pStyle w:val="BodyText"/>
      </w:pPr>
      <w:r w:rsidRPr="001336B1">
        <w:t>Sincerely,</w:t>
      </w:r>
    </w:p>
    <w:p w:rsidR="0097557C" w:rsidRDefault="001336B1">
      <w:pPr>
        <w:pStyle w:val="Signature"/>
      </w:pPr>
      <w:r w:rsidRPr="001336B1">
        <w:rPr>
          <w:color w:val="auto"/>
        </w:rPr>
        <w:t>Joseph Fusco</w:t>
      </w:r>
      <w:r w:rsidR="003D7701">
        <w:br/>
      </w:r>
    </w:p>
    <w:p w:rsidR="0097557C" w:rsidRDefault="0097557C">
      <w:pPr>
        <w:spacing w:line="240" w:lineRule="auto"/>
      </w:pPr>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6B1" w:rsidRDefault="001336B1">
      <w:pPr>
        <w:spacing w:line="240" w:lineRule="auto"/>
      </w:pPr>
      <w:r>
        <w:separator/>
      </w:r>
    </w:p>
  </w:endnote>
  <w:endnote w:type="continuationSeparator" w:id="0">
    <w:p w:rsidR="001336B1" w:rsidRDefault="00133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57C" w:rsidRDefault="004F77FB">
    <w:pPr>
      <w:pStyle w:val="Footer"/>
    </w:pPr>
    <w:r>
      <w:fldChar w:fldCharType="begin"/>
    </w:r>
    <w:r>
      <w:instrText xml:space="preserve"> Page </w:instrText>
    </w:r>
    <w:r>
      <w:fldChar w:fldCharType="separate"/>
    </w:r>
    <w:r w:rsidR="00EE488D">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6B1" w:rsidRDefault="001336B1">
      <w:pPr>
        <w:spacing w:line="240" w:lineRule="auto"/>
      </w:pPr>
      <w:r>
        <w:separator/>
      </w:r>
    </w:p>
  </w:footnote>
  <w:footnote w:type="continuationSeparator" w:id="0">
    <w:p w:rsidR="001336B1" w:rsidRDefault="001336B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tc>
        <w:tcPr>
          <w:tcW w:w="8298" w:type="dxa"/>
          <w:vAlign w:val="center"/>
        </w:tcPr>
        <w:p w:rsidR="0097557C" w:rsidRDefault="0097557C">
          <w:pPr>
            <w:pStyle w:val="Title"/>
          </w:pPr>
        </w:p>
      </w:tc>
      <w:tc>
        <w:tcPr>
          <w:tcW w:w="2718" w:type="dxa"/>
          <w:vAlign w:val="center"/>
        </w:tcPr>
        <w:p w:rsidR="0097557C" w:rsidRDefault="003D7701">
          <w:pPr>
            <w:pStyle w:val="Boxes"/>
          </w:pPr>
          <w:r>
            <w:rPr>
              <w:noProof/>
            </w:rPr>
            <w:drawing>
              <wp:inline distT="0" distB="0" distL="0" distR="0" wp14:anchorId="0C066DA4" wp14:editId="6DA8F5EE">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5EFA500" wp14:editId="55999617">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01FC6D4" wp14:editId="5E1B57A7">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59FE9B0D" wp14:editId="178F33D7">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6BC48B15" wp14:editId="6E188582">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97557C" w:rsidRDefault="009755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tc>
        <w:tcPr>
          <w:tcW w:w="8298" w:type="dxa"/>
          <w:vAlign w:val="center"/>
        </w:tcPr>
        <w:p w:rsidR="0097557C" w:rsidRPr="001336B1" w:rsidRDefault="001336B1">
          <w:pPr>
            <w:pStyle w:val="Title"/>
            <w:rPr>
              <w:color w:val="7947C6" w:themeColor="accent3" w:themeTint="99"/>
            </w:rPr>
          </w:pPr>
          <w:r w:rsidRPr="001336B1">
            <w:rPr>
              <w:color w:val="7947C6" w:themeColor="accent3" w:themeTint="99"/>
            </w:rPr>
            <w:t xml:space="preserve">Children’s Hospital of Pittsburgh of </w:t>
          </w:r>
          <w:r w:rsidR="000D10CA" w:rsidRPr="001336B1">
            <w:rPr>
              <w:color w:val="7947C6" w:themeColor="accent3" w:themeTint="99"/>
            </w:rPr>
            <w:fldChar w:fldCharType="begin"/>
          </w:r>
          <w:r w:rsidR="003D7701" w:rsidRPr="001336B1">
            <w:rPr>
              <w:color w:val="7947C6" w:themeColor="accent3" w:themeTint="99"/>
            </w:rPr>
            <w:instrText xml:space="preserve"> PLACEHOLDER </w:instrText>
          </w:r>
          <w:r w:rsidR="000D10CA" w:rsidRPr="001336B1">
            <w:rPr>
              <w:color w:val="7947C6" w:themeColor="accent3" w:themeTint="99"/>
            </w:rPr>
            <w:fldChar w:fldCharType="begin"/>
          </w:r>
          <w:r w:rsidR="003D7701" w:rsidRPr="001336B1">
            <w:rPr>
              <w:color w:val="7947C6" w:themeColor="accent3" w:themeTint="99"/>
            </w:rPr>
            <w:instrText xml:space="preserve"> IF </w:instrText>
          </w:r>
          <w:r w:rsidR="004F77FB" w:rsidRPr="001336B1">
            <w:rPr>
              <w:color w:val="7947C6" w:themeColor="accent3" w:themeTint="99"/>
            </w:rPr>
            <w:fldChar w:fldCharType="begin"/>
          </w:r>
          <w:r w:rsidR="004F77FB" w:rsidRPr="001336B1">
            <w:rPr>
              <w:color w:val="7947C6" w:themeColor="accent3" w:themeTint="99"/>
            </w:rPr>
            <w:instrText xml:space="preserve"> USERNAME </w:instrText>
          </w:r>
          <w:r w:rsidR="004F77FB" w:rsidRPr="001336B1">
            <w:rPr>
              <w:color w:val="7947C6" w:themeColor="accent3" w:themeTint="99"/>
            </w:rPr>
            <w:fldChar w:fldCharType="separate"/>
          </w:r>
          <w:r w:rsidRPr="001336B1">
            <w:rPr>
              <w:noProof/>
              <w:color w:val="7947C6" w:themeColor="accent3" w:themeTint="99"/>
            </w:rPr>
            <w:instrText>UPMC</w:instrText>
          </w:r>
          <w:r w:rsidR="004F77FB" w:rsidRPr="001336B1">
            <w:rPr>
              <w:noProof/>
              <w:color w:val="7947C6" w:themeColor="accent3" w:themeTint="99"/>
            </w:rPr>
            <w:fldChar w:fldCharType="end"/>
          </w:r>
          <w:r w:rsidR="003D7701" w:rsidRPr="001336B1">
            <w:rPr>
              <w:color w:val="7947C6" w:themeColor="accent3" w:themeTint="99"/>
            </w:rPr>
            <w:instrText xml:space="preserve">="" "[Your Name]" </w:instrText>
          </w:r>
          <w:r w:rsidR="004F77FB" w:rsidRPr="001336B1">
            <w:rPr>
              <w:color w:val="7947C6" w:themeColor="accent3" w:themeTint="99"/>
            </w:rPr>
            <w:fldChar w:fldCharType="begin"/>
          </w:r>
          <w:r w:rsidR="004F77FB" w:rsidRPr="001336B1">
            <w:rPr>
              <w:color w:val="7947C6" w:themeColor="accent3" w:themeTint="99"/>
            </w:rPr>
            <w:instrText xml:space="preserve"> USERNAME </w:instrText>
          </w:r>
          <w:r w:rsidR="004F77FB" w:rsidRPr="001336B1">
            <w:rPr>
              <w:color w:val="7947C6" w:themeColor="accent3" w:themeTint="99"/>
            </w:rPr>
            <w:fldChar w:fldCharType="separate"/>
          </w:r>
          <w:r w:rsidRPr="001336B1">
            <w:rPr>
              <w:noProof/>
              <w:color w:val="7947C6" w:themeColor="accent3" w:themeTint="99"/>
            </w:rPr>
            <w:instrText>UPMC</w:instrText>
          </w:r>
          <w:r w:rsidR="004F77FB" w:rsidRPr="001336B1">
            <w:rPr>
              <w:noProof/>
              <w:color w:val="7947C6" w:themeColor="accent3" w:themeTint="99"/>
            </w:rPr>
            <w:fldChar w:fldCharType="end"/>
          </w:r>
          <w:r w:rsidR="000D10CA" w:rsidRPr="001336B1">
            <w:rPr>
              <w:color w:val="7947C6" w:themeColor="accent3" w:themeTint="99"/>
            </w:rPr>
            <w:fldChar w:fldCharType="separate"/>
          </w:r>
          <w:r w:rsidRPr="001336B1">
            <w:rPr>
              <w:noProof/>
              <w:color w:val="7947C6" w:themeColor="accent3" w:themeTint="99"/>
            </w:rPr>
            <w:instrText>UPMC</w:instrText>
          </w:r>
          <w:r w:rsidR="000D10CA" w:rsidRPr="001336B1">
            <w:rPr>
              <w:color w:val="7947C6" w:themeColor="accent3" w:themeTint="99"/>
            </w:rPr>
            <w:fldChar w:fldCharType="end"/>
          </w:r>
          <w:r w:rsidR="003D7701" w:rsidRPr="001336B1">
            <w:rPr>
              <w:color w:val="7947C6" w:themeColor="accent3" w:themeTint="99"/>
            </w:rPr>
            <w:instrText xml:space="preserve"> \* MERGEFORMAT</w:instrText>
          </w:r>
          <w:r w:rsidR="000D10CA" w:rsidRPr="001336B1">
            <w:rPr>
              <w:color w:val="7947C6" w:themeColor="accent3" w:themeTint="99"/>
            </w:rPr>
            <w:fldChar w:fldCharType="separate"/>
          </w:r>
          <w:r w:rsidR="009C0AEE" w:rsidRPr="001336B1">
            <w:rPr>
              <w:color w:val="7947C6" w:themeColor="accent3" w:themeTint="99"/>
            </w:rPr>
            <w:t>UPMC</w:t>
          </w:r>
          <w:r w:rsidR="000D10CA" w:rsidRPr="001336B1">
            <w:rPr>
              <w:color w:val="7947C6" w:themeColor="accent3" w:themeTint="99"/>
            </w:rPr>
            <w:fldChar w:fldCharType="end"/>
          </w:r>
        </w:p>
      </w:tc>
      <w:tc>
        <w:tcPr>
          <w:tcW w:w="2718" w:type="dxa"/>
          <w:vAlign w:val="center"/>
        </w:tcPr>
        <w:p w:rsidR="0097557C" w:rsidRDefault="003D7701">
          <w:pPr>
            <w:pStyle w:val="Boxes"/>
          </w:pPr>
          <w:r>
            <w:t xml:space="preserve">    </w:t>
          </w:r>
        </w:p>
      </w:tc>
    </w:tr>
  </w:tbl>
  <w:p w:rsidR="0097557C" w:rsidRDefault="001336B1">
    <w:pPr>
      <w:pStyle w:val="ContactDetails"/>
    </w:pPr>
    <w:r>
      <w:t>4401 Penn Ave</w:t>
    </w:r>
    <w:r w:rsidR="003D7701">
      <w:sym w:font="Wingdings 2" w:char="F097"/>
    </w:r>
    <w:r w:rsidR="003D7701">
      <w:t xml:space="preserve"> </w:t>
    </w:r>
    <w:r>
      <w:t>Pittsburgh</w:t>
    </w:r>
    <w:r w:rsidR="003D7701">
      <w:t xml:space="preserve">, </w:t>
    </w:r>
    <w:r>
      <w:t>PA</w:t>
    </w:r>
    <w:r w:rsidR="003D7701">
      <w:t xml:space="preserve"> </w:t>
    </w:r>
    <w:r>
      <w:t>15222</w:t>
    </w:r>
    <w:r w:rsidR="003D7701">
      <w:sym w:font="Wingdings 2" w:char="F097"/>
    </w:r>
    <w:r w:rsidR="003D7701">
      <w:t xml:space="preserve"> Phone: </w:t>
    </w:r>
    <w:r>
      <w:t>(347) 256-4649</w:t>
    </w:r>
    <w:r w:rsidR="003D7701">
      <w:t xml:space="preserve"> </w:t>
    </w:r>
    <w:r w:rsidR="003D7701">
      <w:br/>
      <w:t xml:space="preserve">E-Mail: </w:t>
    </w:r>
    <w:r w:rsidR="000D10CA">
      <w:fldChar w:fldCharType="begin"/>
    </w:r>
    <w:r w:rsidR="003D7701">
      <w:instrText xml:space="preserve"> PLACEHOLDER </w:instrText>
    </w:r>
    <w:r w:rsidR="000D10CA">
      <w:fldChar w:fldCharType="begin"/>
    </w:r>
    <w:r w:rsidR="003D7701">
      <w:instrText xml:space="preserve"> IF </w:instrText>
    </w:r>
    <w:r w:rsidR="000D10CA">
      <w:fldChar w:fldCharType="begin"/>
    </w:r>
    <w:r w:rsidR="003D7701">
      <w:instrText xml:space="preserve"> USERPROPERTY EmailAddress1 </w:instrText>
    </w:r>
    <w:r w:rsidR="000D10CA">
      <w:fldChar w:fldCharType="separate"/>
    </w:r>
    <w:r>
      <w:rPr>
        <w:noProof/>
      </w:rPr>
      <w:instrText>joseph.fusco@chp.edu</w:instrText>
    </w:r>
    <w:r w:rsidR="000D10CA">
      <w:fldChar w:fldCharType="end"/>
    </w:r>
    <w:r w:rsidR="003D7701">
      <w:instrText xml:space="preserve">="" "[Your E-Mail]" </w:instrText>
    </w:r>
    <w:r w:rsidR="000D10CA">
      <w:fldChar w:fldCharType="begin"/>
    </w:r>
    <w:r w:rsidR="003D7701">
      <w:instrText xml:space="preserve"> USERPROPERTY EmailAddress1 </w:instrText>
    </w:r>
    <w:r w:rsidR="000D10CA">
      <w:fldChar w:fldCharType="separate"/>
    </w:r>
    <w:r>
      <w:rPr>
        <w:noProof/>
      </w:rPr>
      <w:instrText>joseph.fusco@chp.edu</w:instrText>
    </w:r>
    <w:r w:rsidR="000D10CA">
      <w:fldChar w:fldCharType="end"/>
    </w:r>
    <w:r w:rsidR="000D10CA">
      <w:fldChar w:fldCharType="separate"/>
    </w:r>
    <w:r>
      <w:rPr>
        <w:noProof/>
      </w:rPr>
      <w:instrText>joseph.fusco@chp.edu</w:instrText>
    </w:r>
    <w:r w:rsidR="000D10CA">
      <w:fldChar w:fldCharType="end"/>
    </w:r>
    <w:r w:rsidR="003D7701">
      <w:instrText xml:space="preserve"> \* MERGEFORMAT</w:instrText>
    </w:r>
    <w:r w:rsidR="000D10CA">
      <w:fldChar w:fldCharType="separate"/>
    </w:r>
    <w:r w:rsidR="009C0AEE">
      <w:t>joseph.fusco@chp</w:t>
    </w:r>
    <w:r w:rsidR="009C0AEE">
      <w:rPr>
        <w:noProof/>
      </w:rPr>
      <w:t>.edu</w:t>
    </w:r>
    <w:r w:rsidR="000D10CA">
      <w:fldChar w:fldCharType="end"/>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1336B1"/>
    <w:rsid w:val="000D10CA"/>
    <w:rsid w:val="001336B1"/>
    <w:rsid w:val="002A4120"/>
    <w:rsid w:val="003D7701"/>
    <w:rsid w:val="004B0E7A"/>
    <w:rsid w:val="004C27D6"/>
    <w:rsid w:val="004F77FB"/>
    <w:rsid w:val="00741521"/>
    <w:rsid w:val="00895ED0"/>
    <w:rsid w:val="0097557C"/>
    <w:rsid w:val="009C0AEE"/>
    <w:rsid w:val="00DD026C"/>
    <w:rsid w:val="00EE488D"/>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4204459C65924AAF18521EE8304C04"/>
        <w:category>
          <w:name w:val="General"/>
          <w:gallery w:val="placeholder"/>
        </w:category>
        <w:types>
          <w:type w:val="bbPlcHdr"/>
        </w:types>
        <w:behaviors>
          <w:behavior w:val="content"/>
        </w:behaviors>
        <w:guid w:val="{E01B4233-5C01-C44B-BDB9-B84F74CDFEF7}"/>
      </w:docPartPr>
      <w:docPartBody>
        <w:p w:rsidR="00602C82" w:rsidRDefault="00250B70">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w:t>
          </w:r>
          <w:r>
            <w:t xml:space="preserve">nec sapien. Integer posuere elit at turpis. Nulla facilisi. Sed sapien ipsum, commodo ut, facilisis vitae, ultrices non, metus. Aenean non nulla. Curabitur molestie volutpat magna. Vestibulum tempor faucibus nisi. Pellentesque vitae enim. </w:t>
          </w:r>
        </w:p>
        <w:p w:rsidR="00602C82" w:rsidRDefault="00250B70">
          <w:pPr>
            <w:pStyle w:val="BodyText"/>
          </w:pPr>
          <w:r>
            <w:t xml:space="preserve">Aliquam rhoncus </w:t>
          </w:r>
          <w:r>
            <w:t xml:space="preserve">volutpat mauris. Sed auctor. Donec tincidunt velit et tellus. Donec sed augue eget lacus placerat adipiscing. Ut convallis suscipit nulla. Morbi posuere ullamcorper ligula. Duis sit amet odio nec lorem ornare gravida. Suspendisse ante nulla, gravida quis, </w:t>
          </w:r>
          <w:r>
            <w:t xml:space="preserve">eleifend sit amet, placerat eget, purus. Sed egestas magna ut erat. Vivamus euismod, odio id mattis porttitor, tellus nisl consectetuer turpis, ut auctor enim justo euismod nulla. Fusce eget diam vulputate massa tempor tempor. </w:t>
          </w:r>
        </w:p>
        <w:p w:rsidR="00250B70" w:rsidRDefault="00250B70">
          <w:pPr>
            <w:pStyle w:val="DE4204459C65924AAF18521EE8304C04"/>
          </w:pPr>
          <w:r>
            <w:t xml:space="preserve">In ante. Phasellus </w:t>
          </w:r>
          <w:r>
            <w:t xml:space="preserve">convallis, nisl in vestibulum facilisis, lacus pede bibendum urna, dapibus pellentesque eros magna sed nibh. Etiam tortor arcu, porta nec, laoreet quis, mollis in, libero. Aenean dapibus est a metus. In sit amet elit. Pellentesque luctus lacus scelerisque </w:t>
          </w:r>
          <w:r>
            <w:t>arcu. Cras mattis diam. Sed molestie, lectus id bibendum luctus, magna orci luctus quam, et auctor urna diam sit amet ligula. Sed purus dui, suscipit et, malesuada non, consectetuer in, augue. Proin et sapien. Maecenas aliquam, nibh id aliquet tincidunt, a</w:t>
          </w:r>
          <w:r>
            <w:t>nte neque pulvinar mauris, sit amet fermentum nibh augue mollis risus. Mauris porttitor varius mauris. Vivamus in urna et sem accumsan imperdiet. Aenean fringilla, eros tincidunt gravida elementum, justo eros pharetra felis, in rhoncus arcu lectus non enim</w:t>
          </w:r>
          <w:r>
            <w:t>.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B70"/>
    <w:rsid w:val="0025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DE4204459C65924AAF18521EE8304C04">
    <w:name w:val="DE4204459C65924AAF18521EE8304C0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DE4204459C65924AAF18521EE8304C04">
    <w:name w:val="DE4204459C65924AAF18521EE8304C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2</TotalTime>
  <Pages>1</Pages>
  <Words>140</Words>
  <Characters>802</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UPMC</dc:creator>
  <cp:keywords/>
  <dc:description/>
  <cp:lastModifiedBy>UPMC</cp:lastModifiedBy>
  <cp:revision>2</cp:revision>
  <dcterms:created xsi:type="dcterms:W3CDTF">2016-08-04T14:12:00Z</dcterms:created>
  <dcterms:modified xsi:type="dcterms:W3CDTF">2016-08-04T14:12:00Z</dcterms:modified>
  <cp:category/>
</cp:coreProperties>
</file>