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alias w:val="Author"/>
        <w:id w:val="4828253"/>
        <w:placeholder>
          <w:docPart w:val="43780B1E45807D47B4F71AE21A99C0D2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 w14:paraId="3E177C6A" w14:textId="77777777" w:rsidR="00AB3200" w:rsidRDefault="00D455BE">
          <w:pPr>
            <w:pStyle w:val="Bold"/>
          </w:pPr>
          <w:r>
            <w:t>Daniel Blustein</w:t>
          </w:r>
        </w:p>
      </w:sdtContent>
    </w:sdt>
    <w:p w14:paraId="260CBBC3" w14:textId="77777777" w:rsidR="00AB3200" w:rsidRDefault="00D455BE">
      <w:r>
        <w:t>430 Nahant Rd</w:t>
      </w:r>
    </w:p>
    <w:p w14:paraId="518BE5BB" w14:textId="77777777" w:rsidR="00AB3200" w:rsidRDefault="00D455BE">
      <w:r>
        <w:t>Nahant, MA 01908</w:t>
      </w:r>
    </w:p>
    <w:sdt>
      <w:sdtPr>
        <w:id w:val="4828272"/>
        <w:placeholder>
          <w:docPart w:val="47A7A4AA3281974B81889D607C75275E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2-11-08T00:00:00Z">
          <w:dateFormat w:val="MMMM d, yyyy"/>
          <w:lid w:val="en-US"/>
          <w:storeMappedDataAs w:val="dateTime"/>
          <w:calendar w:val="gregorian"/>
        </w:date>
      </w:sdtPr>
      <w:sdtEndPr/>
      <w:sdtContent>
        <w:p w14:paraId="7EF9121E" w14:textId="77777777" w:rsidR="00AB3200" w:rsidRDefault="00D455BE">
          <w:pPr>
            <w:pStyle w:val="DateofLetter"/>
          </w:pPr>
          <w:r>
            <w:t>November 8, 2012</w:t>
          </w:r>
        </w:p>
      </w:sdtContent>
    </w:sdt>
    <w:sdt>
      <w:sdtPr>
        <w:rPr>
          <w:rFonts w:eastAsiaTheme="minorHAnsi"/>
        </w:rPr>
        <w:alias w:val="Recipient Name"/>
        <w:tag w:val="Recipient Name"/>
        <w:id w:val="258528251"/>
        <w:placeholder>
          <w:docPart w:val="EF4BC313A68E824F98A8C99F70C86079"/>
        </w:placeholder>
        <w:dataBinding w:prefixMappings="xmlns:ns0='http://schemas.microsoft.com/templates/2006/recipientData' " w:xpath="/ns0:templateProperties[1]/ns0:recipientName[1]" w:storeItemID="{4B146CC5-D3C5-43BB-AF4E-26D9B320BDC6}"/>
        <w:text/>
      </w:sdtPr>
      <w:sdtEndPr/>
      <w:sdtContent>
        <w:p w14:paraId="34390B46" w14:textId="77777777" w:rsidR="00AB3200" w:rsidRDefault="00D455BE">
          <w:pPr>
            <w:pStyle w:val="RecipientName-Address"/>
            <w:rPr>
              <w:rFonts w:eastAsiaTheme="minorHAnsi"/>
            </w:rPr>
          </w:pPr>
          <w:r>
            <w:rPr>
              <w:rFonts w:eastAsiaTheme="minorHAnsi"/>
            </w:rPr>
            <w:t>Rachelle Baker</w:t>
          </w:r>
        </w:p>
      </w:sdtContent>
    </w:sdt>
    <w:p w14:paraId="0B72585F" w14:textId="77777777" w:rsidR="00AB3200" w:rsidRDefault="00D455BE">
      <w:pPr>
        <w:pStyle w:val="RecipeintTitle"/>
      </w:pPr>
      <w:r>
        <w:t>Associate Editor</w:t>
      </w:r>
    </w:p>
    <w:p w14:paraId="3CB4E31E" w14:textId="77777777" w:rsidR="00AB3200" w:rsidRDefault="00D455BE">
      <w:r>
        <w:t>Journal of Visualized Experiments</w:t>
      </w:r>
    </w:p>
    <w:p w14:paraId="0279CEFE" w14:textId="77777777" w:rsidR="00AB3200" w:rsidRDefault="00D455BE">
      <w:r>
        <w:t>17 Sellers St.</w:t>
      </w:r>
    </w:p>
    <w:p w14:paraId="160698A1" w14:textId="77777777" w:rsidR="00AB3200" w:rsidRDefault="00D455BE">
      <w:r>
        <w:t>Cambridge, MA 02139</w:t>
      </w:r>
    </w:p>
    <w:p w14:paraId="161A0E5E" w14:textId="77777777" w:rsidR="00AB3200" w:rsidRDefault="00D455BE">
      <w:pPr>
        <w:pStyle w:val="Greeting"/>
      </w:pPr>
      <w:r>
        <w:t xml:space="preserve">Dear </w:t>
      </w:r>
      <w:sdt>
        <w:sdtPr>
          <w:alias w:val="Recipient Name"/>
          <w:tag w:val="Recipient Name"/>
          <w:id w:val="258528255"/>
          <w:placeholder>
            <w:docPart w:val="A3BDD6BC5509E44F893C44BD85149FA5"/>
          </w:placeholder>
          <w:dataBinding w:prefixMappings="xmlns:ns0='http://schemas.microsoft.com/templates/2006/recipientData' " w:xpath="/ns0:templateProperties[1]/ns0:recipientName[1]" w:storeItemID="{4B146CC5-D3C5-43BB-AF4E-26D9B320BDC6}"/>
          <w:text/>
        </w:sdtPr>
        <w:sdtEndPr/>
        <w:sdtContent>
          <w:r>
            <w:t>Rachelle Baker</w:t>
          </w:r>
        </w:sdtContent>
      </w:sdt>
      <w:r>
        <w:t>:</w:t>
      </w:r>
    </w:p>
    <w:p w14:paraId="00A5E745" w14:textId="77777777" w:rsidR="00D455BE" w:rsidRDefault="00D455BE">
      <w:pPr>
        <w:pStyle w:val="BodyCopy"/>
      </w:pPr>
      <w:r>
        <w:t xml:space="preserve">Attached please find my submission, </w:t>
      </w:r>
      <w:r w:rsidRPr="00D455BE">
        <w:rPr>
          <w:b/>
          <w:bCs/>
        </w:rPr>
        <w:t>Designing and implementing nervous system simulations on LEGO robots</w:t>
      </w:r>
      <w:r>
        <w:t>, for your consideration. This novel and previously unpublished method presents an exciting new approach to bioengineering that is well suited for video publication.</w:t>
      </w:r>
    </w:p>
    <w:p w14:paraId="77A6019A" w14:textId="77777777" w:rsidR="00AB3200" w:rsidRDefault="00D455BE">
      <w:pPr>
        <w:pStyle w:val="BodyCopy"/>
      </w:pPr>
      <w:r>
        <w:t>Should you have any questions, please feel free to contact me by email &lt;blustein.d@husky.neu.edu&gt; or on my mobile phone, 608-345-7521.</w:t>
      </w:r>
    </w:p>
    <w:p w14:paraId="36987259" w14:textId="77777777" w:rsidR="00D455BE" w:rsidRPr="00D455BE" w:rsidRDefault="00F57300">
      <w:pPr>
        <w:pStyle w:val="BodyCopy"/>
        <w:rPr>
          <w:i/>
        </w:rPr>
      </w:pPr>
      <w:r>
        <w:t>Thank you for your consideration of my work and I look forward to working with you during the submission process.</w:t>
      </w:r>
      <w:r w:rsidR="00D455BE">
        <w:t xml:space="preserve"> </w:t>
      </w:r>
    </w:p>
    <w:p w14:paraId="11679A06" w14:textId="77777777" w:rsidR="00D455BE" w:rsidRDefault="00D455BE">
      <w:pPr>
        <w:pStyle w:val="Closure"/>
      </w:pPr>
      <w:r>
        <w:t>Sincerely,</w:t>
      </w:r>
    </w:p>
    <w:p w14:paraId="4E8C9BEA" w14:textId="77777777" w:rsidR="00AB3200" w:rsidRDefault="00D455BE" w:rsidP="00D455BE">
      <w:pPr>
        <w:pStyle w:val="Closure"/>
        <w:spacing w:before="100"/>
      </w:pPr>
      <w:r w:rsidRPr="00D455BE">
        <w:rPr>
          <w:noProof/>
        </w:rPr>
        <w:t xml:space="preserve"> </w:t>
      </w:r>
      <w:r>
        <w:rPr>
          <w:noProof/>
        </w:rPr>
        <w:drawing>
          <wp:inline distT="0" distB="0" distL="0" distR="0" wp14:anchorId="749990ED" wp14:editId="4259CE9B">
            <wp:extent cx="731876" cy="577678"/>
            <wp:effectExtent l="0" t="0" r="0" b="0"/>
            <wp:docPr id="1" name="Picture 1" descr="Macintosh HD:Users:DBlustein:Documents:NORTHEASTERN:Grad School:Scans &amp; Logos:BlusteinSignatu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Blustein:Documents:NORTHEASTERN:Grad School:Scans &amp; Logos:BlusteinSignatur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725" cy="5791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dt>
      <w:sdtPr>
        <w:rPr>
          <w:i w:val="0"/>
        </w:rPr>
        <w:alias w:val="Author"/>
        <w:id w:val="4828319"/>
        <w:placeholder>
          <w:docPart w:val="A5BD43313AE00D42AA583F793DB7B200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p w14:paraId="034641A5" w14:textId="77777777" w:rsidR="00AB3200" w:rsidRDefault="00D455BE" w:rsidP="00D455BE">
          <w:pPr>
            <w:pStyle w:val="Closure"/>
            <w:spacing w:before="100"/>
          </w:pPr>
          <w:r w:rsidRPr="00F57300">
            <w:rPr>
              <w:i w:val="0"/>
            </w:rPr>
            <w:t>Daniel Blustein</w:t>
          </w:r>
        </w:p>
      </w:sdtContent>
    </w:sdt>
    <w:p w14:paraId="3950FE0E" w14:textId="77777777" w:rsidR="00F57300" w:rsidRPr="00F57300" w:rsidRDefault="00F57300" w:rsidP="00F57300">
      <w:pPr>
        <w:pStyle w:val="Enclosure"/>
        <w:spacing w:before="100"/>
        <w:rPr>
          <w:i/>
        </w:rPr>
      </w:pPr>
      <w:r w:rsidRPr="00F57300">
        <w:rPr>
          <w:i/>
        </w:rPr>
        <w:t>PHD candidate, NORTHEASTERN UNIVERSITY</w:t>
      </w:r>
    </w:p>
    <w:p w14:paraId="732F31E2" w14:textId="77777777" w:rsidR="00AB3200" w:rsidRDefault="00D455BE">
      <w:pPr>
        <w:pStyle w:val="Enclosure"/>
      </w:pPr>
      <w:r>
        <w:t>Online attach</w:t>
      </w:r>
      <w:bookmarkStart w:id="0" w:name="_GoBack"/>
      <w:bookmarkEnd w:id="0"/>
      <w:r>
        <w:t>ments</w:t>
      </w:r>
    </w:p>
    <w:sectPr w:rsidR="00AB3200">
      <w:pgSz w:w="12240" w:h="15840"/>
      <w:pgMar w:top="1080" w:right="2160" w:bottom="1440" w:left="22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B2D65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C8DC3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464A01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691A9D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11326E1"/>
    <w:multiLevelType w:val="hybridMultilevel"/>
    <w:tmpl w:val="5BDEC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216E13"/>
    <w:multiLevelType w:val="hybridMultilevel"/>
    <w:tmpl w:val="4E28D91E"/>
    <w:lvl w:ilvl="0" w:tplc="E01AF61E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  <w:color w:val="BFBFBF" w:themeColor="background1" w:themeShade="BF"/>
        <w:sz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6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5BE"/>
    <w:rsid w:val="00AB3200"/>
    <w:rsid w:val="00D455BE"/>
    <w:rsid w:val="00F5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69A78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Salutation" w:semiHidden="0" w:unhideWhenUsed="0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Enclosure">
    <w:name w:val="Enclosure"/>
    <w:basedOn w:val="Normal"/>
    <w:qFormat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Normal"/>
    <w:qFormat/>
    <w:pPr>
      <w:spacing w:before="600"/>
    </w:pPr>
    <w:rPr>
      <w:i/>
    </w:rPr>
  </w:style>
  <w:style w:type="paragraph" w:customStyle="1" w:styleId="RecipientName-Address">
    <w:name w:val="Recipient Name - Address"/>
    <w:basedOn w:val="Normal"/>
    <w:qFormat/>
    <w:pPr>
      <w:spacing w:before="600"/>
    </w:pPr>
    <w:rPr>
      <w:b/>
      <w:spacing w:val="10"/>
    </w:rPr>
  </w:style>
  <w:style w:type="paragraph" w:customStyle="1" w:styleId="BodyCopy">
    <w:name w:val="Body Copy"/>
    <w:basedOn w:val="Normal"/>
    <w:qFormat/>
    <w:pPr>
      <w:spacing w:after="200" w:line="264" w:lineRule="auto"/>
    </w:pPr>
  </w:style>
  <w:style w:type="paragraph" w:customStyle="1" w:styleId="BulletedList">
    <w:name w:val="Bulleted List"/>
    <w:basedOn w:val="BodyCopy"/>
    <w:qFormat/>
    <w:pPr>
      <w:numPr>
        <w:numId w:val="6"/>
      </w:numPr>
      <w:contextualSpacing/>
    </w:pPr>
  </w:style>
  <w:style w:type="paragraph" w:customStyle="1" w:styleId="Greeting">
    <w:name w:val="Greeting"/>
    <w:basedOn w:val="Normal"/>
    <w:qFormat/>
    <w:pPr>
      <w:spacing w:before="600" w:after="200"/>
    </w:pPr>
  </w:style>
  <w:style w:type="paragraph" w:customStyle="1" w:styleId="RecipeintTitle">
    <w:name w:val="Recipeint Title"/>
    <w:basedOn w:val="Normal"/>
    <w:qFormat/>
    <w:rPr>
      <w:i/>
    </w:rPr>
  </w:style>
  <w:style w:type="paragraph" w:customStyle="1" w:styleId="DateofLetter">
    <w:name w:val="Date of Letter"/>
    <w:basedOn w:val="Normal"/>
    <w:qFormat/>
    <w:pPr>
      <w:spacing w:before="1200"/>
    </w:pPr>
  </w:style>
  <w:style w:type="paragraph" w:customStyle="1" w:styleId="Bold">
    <w:name w:val="Bold"/>
    <w:basedOn w:val="BodyCopy"/>
    <w:qFormat/>
    <w:pPr>
      <w:spacing w:after="0" w:line="240" w:lineRule="auto"/>
    </w:pPr>
    <w:rPr>
      <w:b/>
      <w:spacing w:val="1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1" w:qFormat="1"/>
    <w:lsdException w:name="heading 7" w:uiPriority="1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Salutation" w:semiHidden="0" w:unhideWhenUsed="0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rFonts w:eastAsia="Times New Roman" w:cs="Times New Roman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  <w:style w:type="paragraph" w:customStyle="1" w:styleId="Enclosure">
    <w:name w:val="Enclosure"/>
    <w:basedOn w:val="Normal"/>
    <w:qFormat/>
    <w:pPr>
      <w:spacing w:before="1200"/>
    </w:pPr>
    <w:rPr>
      <w:caps/>
      <w:spacing w:val="10"/>
      <w:sz w:val="14"/>
    </w:rPr>
  </w:style>
  <w:style w:type="paragraph" w:customStyle="1" w:styleId="Closure">
    <w:name w:val="Closure"/>
    <w:basedOn w:val="Normal"/>
    <w:qFormat/>
    <w:pPr>
      <w:spacing w:before="600"/>
    </w:pPr>
    <w:rPr>
      <w:i/>
    </w:rPr>
  </w:style>
  <w:style w:type="paragraph" w:customStyle="1" w:styleId="RecipientName-Address">
    <w:name w:val="Recipient Name - Address"/>
    <w:basedOn w:val="Normal"/>
    <w:qFormat/>
    <w:pPr>
      <w:spacing w:before="600"/>
    </w:pPr>
    <w:rPr>
      <w:b/>
      <w:spacing w:val="10"/>
    </w:rPr>
  </w:style>
  <w:style w:type="paragraph" w:customStyle="1" w:styleId="BodyCopy">
    <w:name w:val="Body Copy"/>
    <w:basedOn w:val="Normal"/>
    <w:qFormat/>
    <w:pPr>
      <w:spacing w:after="200" w:line="264" w:lineRule="auto"/>
    </w:pPr>
  </w:style>
  <w:style w:type="paragraph" w:customStyle="1" w:styleId="BulletedList">
    <w:name w:val="Bulleted List"/>
    <w:basedOn w:val="BodyCopy"/>
    <w:qFormat/>
    <w:pPr>
      <w:numPr>
        <w:numId w:val="6"/>
      </w:numPr>
      <w:contextualSpacing/>
    </w:pPr>
  </w:style>
  <w:style w:type="paragraph" w:customStyle="1" w:styleId="Greeting">
    <w:name w:val="Greeting"/>
    <w:basedOn w:val="Normal"/>
    <w:qFormat/>
    <w:pPr>
      <w:spacing w:before="600" w:after="200"/>
    </w:pPr>
  </w:style>
  <w:style w:type="paragraph" w:customStyle="1" w:styleId="RecipeintTitle">
    <w:name w:val="Recipeint Title"/>
    <w:basedOn w:val="Normal"/>
    <w:qFormat/>
    <w:rPr>
      <w:i/>
    </w:rPr>
  </w:style>
  <w:style w:type="paragraph" w:customStyle="1" w:styleId="DateofLetter">
    <w:name w:val="Date of Letter"/>
    <w:basedOn w:val="Normal"/>
    <w:qFormat/>
    <w:pPr>
      <w:spacing w:before="1200"/>
    </w:pPr>
  </w:style>
  <w:style w:type="paragraph" w:customStyle="1" w:styleId="Bold">
    <w:name w:val="Bold"/>
    <w:basedOn w:val="BodyCopy"/>
    <w:qFormat/>
    <w:pPr>
      <w:spacing w:after="0" w:line="240" w:lineRule="auto"/>
    </w:pPr>
    <w:rPr>
      <w:b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image" Target="media/image1.jpeg"/><Relationship Id="rId1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private:var:folders:s6:3xcnndds1ys3kz4fgn9t8l3w0000gn:T:TC101686519990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780B1E45807D47B4F71AE21A99C0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31DFEA-CC10-D645-8579-407224843705}"/>
      </w:docPartPr>
      <w:docPartBody>
        <w:p w:rsidR="004473BC" w:rsidRDefault="004473BC">
          <w:pPr>
            <w:pStyle w:val="43780B1E45807D47B4F71AE21A99C0D2"/>
          </w:pPr>
          <w:r>
            <w:t>[Your Name]</w:t>
          </w:r>
        </w:p>
      </w:docPartBody>
    </w:docPart>
    <w:docPart>
      <w:docPartPr>
        <w:name w:val="47A7A4AA3281974B81889D607C7527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ADD9AC-2F31-0246-A12F-2DC821B13C7E}"/>
      </w:docPartPr>
      <w:docPartBody>
        <w:p w:rsidR="004473BC" w:rsidRDefault="004473BC">
          <w:pPr>
            <w:pStyle w:val="47A7A4AA3281974B81889D607C75275E"/>
          </w:pPr>
          <w:r>
            <w:t>[Pick the date]</w:t>
          </w:r>
        </w:p>
      </w:docPartBody>
    </w:docPart>
    <w:docPart>
      <w:docPartPr>
        <w:name w:val="EF4BC313A68E824F98A8C99F70C86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D230E9-72E1-AD4B-990D-3976DCA3C368}"/>
      </w:docPartPr>
      <w:docPartBody>
        <w:p w:rsidR="004473BC" w:rsidRDefault="004473BC">
          <w:pPr>
            <w:pStyle w:val="EF4BC313A68E824F98A8C99F70C86079"/>
          </w:pPr>
          <w:r>
            <w:rPr>
              <w:rFonts w:eastAsiaTheme="minorHAnsi"/>
            </w:rPr>
            <w:t>[Recipient Name]</w:t>
          </w:r>
        </w:p>
      </w:docPartBody>
    </w:docPart>
    <w:docPart>
      <w:docPartPr>
        <w:name w:val="A3BDD6BC5509E44F893C44BD85149F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A2F5E1-EF84-F742-B8D0-ADFEF6D9EE32}"/>
      </w:docPartPr>
      <w:docPartBody>
        <w:p w:rsidR="004473BC" w:rsidRDefault="004473BC">
          <w:pPr>
            <w:pStyle w:val="A3BDD6BC5509E44F893C44BD85149FA5"/>
          </w:pPr>
          <w:r>
            <w:t>[Recipient Name]</w:t>
          </w:r>
        </w:p>
      </w:docPartBody>
    </w:docPart>
    <w:docPart>
      <w:docPartPr>
        <w:name w:val="A5BD43313AE00D42AA583F793DB7B2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35CC6-79C6-994B-8B9E-8D820C4A665E}"/>
      </w:docPartPr>
      <w:docPartBody>
        <w:p w:rsidR="004473BC" w:rsidRDefault="004473BC">
          <w:pPr>
            <w:pStyle w:val="A5BD43313AE00D42AA583F793DB7B200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3BC"/>
    <w:rsid w:val="0044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780B1E45807D47B4F71AE21A99C0D2">
    <w:name w:val="43780B1E45807D47B4F71AE21A99C0D2"/>
  </w:style>
  <w:style w:type="paragraph" w:customStyle="1" w:styleId="16A40C71F182874B8FCF907A6F39ECDF">
    <w:name w:val="16A40C71F182874B8FCF907A6F39ECDF"/>
  </w:style>
  <w:style w:type="paragraph" w:customStyle="1" w:styleId="807BFA3A86282C45BC8D60B5E426EA36">
    <w:name w:val="807BFA3A86282C45BC8D60B5E426EA36"/>
  </w:style>
  <w:style w:type="paragraph" w:customStyle="1" w:styleId="47A7A4AA3281974B81889D607C75275E">
    <w:name w:val="47A7A4AA3281974B81889D607C75275E"/>
  </w:style>
  <w:style w:type="paragraph" w:customStyle="1" w:styleId="EF4BC313A68E824F98A8C99F70C86079">
    <w:name w:val="EF4BC313A68E824F98A8C99F70C86079"/>
  </w:style>
  <w:style w:type="paragraph" w:customStyle="1" w:styleId="E9AB209297AA2F4ABCCD9CD86DF6804D">
    <w:name w:val="E9AB209297AA2F4ABCCD9CD86DF6804D"/>
  </w:style>
  <w:style w:type="paragraph" w:customStyle="1" w:styleId="06FD4BBB03DC5A47B980714E8A6AE25E">
    <w:name w:val="06FD4BBB03DC5A47B980714E8A6AE25E"/>
  </w:style>
  <w:style w:type="paragraph" w:customStyle="1" w:styleId="5413C822C280E644823E27AA43A16681">
    <w:name w:val="5413C822C280E644823E27AA43A16681"/>
  </w:style>
  <w:style w:type="paragraph" w:customStyle="1" w:styleId="C78F3D3955FCCD44ACF58FC62AF57A07">
    <w:name w:val="C78F3D3955FCCD44ACF58FC62AF57A07"/>
  </w:style>
  <w:style w:type="paragraph" w:customStyle="1" w:styleId="A3BDD6BC5509E44F893C44BD85149FA5">
    <w:name w:val="A3BDD6BC5509E44F893C44BD85149FA5"/>
  </w:style>
  <w:style w:type="paragraph" w:customStyle="1" w:styleId="A5BD43313AE00D42AA583F793DB7B200">
    <w:name w:val="A5BD43313AE00D42AA583F793DB7B20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3780B1E45807D47B4F71AE21A99C0D2">
    <w:name w:val="43780B1E45807D47B4F71AE21A99C0D2"/>
  </w:style>
  <w:style w:type="paragraph" w:customStyle="1" w:styleId="16A40C71F182874B8FCF907A6F39ECDF">
    <w:name w:val="16A40C71F182874B8FCF907A6F39ECDF"/>
  </w:style>
  <w:style w:type="paragraph" w:customStyle="1" w:styleId="807BFA3A86282C45BC8D60B5E426EA36">
    <w:name w:val="807BFA3A86282C45BC8D60B5E426EA36"/>
  </w:style>
  <w:style w:type="paragraph" w:customStyle="1" w:styleId="47A7A4AA3281974B81889D607C75275E">
    <w:name w:val="47A7A4AA3281974B81889D607C75275E"/>
  </w:style>
  <w:style w:type="paragraph" w:customStyle="1" w:styleId="EF4BC313A68E824F98A8C99F70C86079">
    <w:name w:val="EF4BC313A68E824F98A8C99F70C86079"/>
  </w:style>
  <w:style w:type="paragraph" w:customStyle="1" w:styleId="E9AB209297AA2F4ABCCD9CD86DF6804D">
    <w:name w:val="E9AB209297AA2F4ABCCD9CD86DF6804D"/>
  </w:style>
  <w:style w:type="paragraph" w:customStyle="1" w:styleId="06FD4BBB03DC5A47B980714E8A6AE25E">
    <w:name w:val="06FD4BBB03DC5A47B980714E8A6AE25E"/>
  </w:style>
  <w:style w:type="paragraph" w:customStyle="1" w:styleId="5413C822C280E644823E27AA43A16681">
    <w:name w:val="5413C822C280E644823E27AA43A16681"/>
  </w:style>
  <w:style w:type="paragraph" w:customStyle="1" w:styleId="C78F3D3955FCCD44ACF58FC62AF57A07">
    <w:name w:val="C78F3D3955FCCD44ACF58FC62AF57A07"/>
  </w:style>
  <w:style w:type="paragraph" w:customStyle="1" w:styleId="A3BDD6BC5509E44F893C44BD85149FA5">
    <w:name w:val="A3BDD6BC5509E44F893C44BD85149FA5"/>
  </w:style>
  <w:style w:type="paragraph" w:customStyle="1" w:styleId="A5BD43313AE00D42AA583F793DB7B200">
    <w:name w:val="A5BD43313AE00D42AA583F793DB7B2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2012-11-08T00:00:00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t:templateProperties xmlns:t="http://schemas.microsoft.com/templates/2006/recipientData">
  <t:recipientName>Rachelle Baker</t:recipientName>
</t:templat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E68985-46E5-47E6-AACB-E1851FD64A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46CC5-D3C5-43BB-AF4E-26D9B320BDC6}">
  <ds:schemaRefs>
    <ds:schemaRef ds:uri="http://schemas.microsoft.com/templates/2006/recipien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TC101686519990</Template>
  <TotalTime>12</TotalTime>
  <Pages>1</Pages>
  <Words>120</Words>
  <Characters>684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 letter in response to ad, short</dc:title>
  <dc:subject/>
  <dc:creator>Daniel Blustein</dc:creator>
  <cp:keywords/>
  <cp:lastModifiedBy>Daniel Blustein</cp:lastModifiedBy>
  <cp:revision>2</cp:revision>
  <cp:lastPrinted>2006-08-01T17:47:00Z</cp:lastPrinted>
  <dcterms:created xsi:type="dcterms:W3CDTF">2012-11-09T03:14:00Z</dcterms:created>
  <dcterms:modified xsi:type="dcterms:W3CDTF">2012-11-09T03:28:00Z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TC101686519990</vt:lpwstr>
  </property>
</Properties>
</file>